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484" w:rsidRDefault="00641484">
      <w:pPr>
        <w:jc w:val="center"/>
        <w:rPr>
          <w:b/>
          <w:bCs/>
          <w:sz w:val="40"/>
          <w:szCs w:val="40"/>
          <w:u w:val="single"/>
        </w:rPr>
      </w:pPr>
      <w:r>
        <w:rPr>
          <w:b/>
          <w:bCs/>
          <w:sz w:val="40"/>
          <w:szCs w:val="40"/>
          <w:u w:val="single"/>
        </w:rPr>
        <w:t>Elfworld 2</w:t>
      </w:r>
    </w:p>
    <w:p w:rsidR="00641484" w:rsidRDefault="00641484">
      <w:pPr>
        <w:jc w:val="center"/>
        <w:rPr>
          <w:b/>
          <w:bCs/>
          <w:sz w:val="40"/>
          <w:szCs w:val="40"/>
          <w:u w:val="single"/>
        </w:rPr>
      </w:pPr>
    </w:p>
    <w:p w:rsidR="00641484" w:rsidRDefault="00641484">
      <w:pPr>
        <w:jc w:val="center"/>
        <w:rPr>
          <w:b/>
          <w:bCs/>
          <w:sz w:val="40"/>
          <w:szCs w:val="40"/>
          <w:u w:val="single"/>
        </w:rPr>
      </w:pPr>
    </w:p>
    <w:p w:rsidR="00641484" w:rsidRDefault="00641484">
      <w:pPr>
        <w:jc w:val="center"/>
        <w:rPr>
          <w:b/>
          <w:bCs/>
          <w:sz w:val="40"/>
          <w:szCs w:val="40"/>
          <w:u w:val="single"/>
        </w:rPr>
      </w:pPr>
    </w:p>
    <w:p w:rsidR="00641484" w:rsidRDefault="00641484">
      <w:pPr>
        <w:jc w:val="center"/>
        <w:rPr>
          <w:sz w:val="28"/>
          <w:szCs w:val="28"/>
          <w:u w:val="single"/>
        </w:rPr>
      </w:pPr>
      <w:r>
        <w:rPr>
          <w:sz w:val="28"/>
          <w:szCs w:val="28"/>
          <w:u w:val="single"/>
        </w:rPr>
        <w:t>Chapter 1</w:t>
      </w:r>
    </w:p>
    <w:p w:rsidR="00641484" w:rsidRDefault="00641484">
      <w:pPr>
        <w:jc w:val="center"/>
        <w:rPr>
          <w:sz w:val="28"/>
          <w:szCs w:val="28"/>
          <w:u w:val="single"/>
        </w:rPr>
      </w:pPr>
    </w:p>
    <w:p w:rsidR="00641484" w:rsidRDefault="00641484">
      <w:pPr>
        <w:spacing w:line="480" w:lineRule="auto"/>
        <w:ind w:firstLine="720"/>
        <w:rPr>
          <w:sz w:val="24"/>
          <w:szCs w:val="24"/>
        </w:rPr>
      </w:pPr>
      <w:r>
        <w:rPr>
          <w:sz w:val="24"/>
          <w:szCs w:val="24"/>
        </w:rPr>
        <w:t xml:space="preserve">Alex spent most of the next two days helping Kelly and Christina move into his mom’s house. They both had quite a few things, so they ended up putting most of it in his mom’s attic. Jen was forced to move in with Lisa, so that Kelly could take her room. The two of them didn’t mind though. Jen had been sleeping with Lisa for several weeks now. </w:t>
      </w:r>
    </w:p>
    <w:p w:rsidR="00641484" w:rsidRDefault="00641484">
      <w:pPr>
        <w:spacing w:line="480" w:lineRule="auto"/>
        <w:ind w:firstLine="720"/>
        <w:rPr>
          <w:sz w:val="24"/>
          <w:szCs w:val="24"/>
        </w:rPr>
      </w:pPr>
      <w:r>
        <w:rPr>
          <w:sz w:val="24"/>
          <w:szCs w:val="24"/>
        </w:rPr>
        <w:t xml:space="preserve">Christina, Jen, and Lisa got along with Kelly very well the moment she had met them. She commented each of them on their impressive racks and butts and added that she now knew why Alex had chosen such beautiful ladies. She went on to say that she was looking forward to spending many hours with them, fucking her Master Alex. Alex figured that the Elders did something to her to make her call him Master. She seemed much more compliant and docile than she once was. </w:t>
      </w:r>
    </w:p>
    <w:p w:rsidR="00641484" w:rsidRDefault="00641484">
      <w:pPr>
        <w:spacing w:line="480" w:lineRule="auto"/>
        <w:ind w:firstLine="720"/>
        <w:rPr>
          <w:sz w:val="24"/>
          <w:szCs w:val="24"/>
        </w:rPr>
      </w:pPr>
      <w:r>
        <w:rPr>
          <w:sz w:val="24"/>
          <w:szCs w:val="24"/>
        </w:rPr>
        <w:t>Christina and Alex had to set a rule for the three remaining girls. Until Alex could adjust completely to being with three girls, a fourth one could not join in no matter what. They told them that no matter how horny the fourth person was, she could not join in or Alex may end up in the hospital again, or worse, dead. The girls all complied to their rules. Jen asked if the fourth would be able to watch the others. Christina answered yes as long as she did not come near them while Alex made love to them.</w:t>
      </w:r>
    </w:p>
    <w:p w:rsidR="00641484" w:rsidRDefault="00641484">
      <w:pPr>
        <w:spacing w:line="480" w:lineRule="auto"/>
        <w:ind w:firstLine="720"/>
        <w:rPr>
          <w:sz w:val="24"/>
          <w:szCs w:val="24"/>
        </w:rPr>
      </w:pPr>
      <w:r>
        <w:rPr>
          <w:sz w:val="24"/>
          <w:szCs w:val="24"/>
        </w:rPr>
        <w:t xml:space="preserve">It was tough leaving one of them out of their sexcapades, but it was necessary. The first night they were all together, Alex made the girls roll dice to see who slept with him that night. Christina, Kelly, and Jen got the three highest rolls. Lisa stood by, watching them, as Alex pounded into Christina’s pussy from behind. She ate out Kelly while Kelly ate out Jen. Alex found it strange how quickly the five of them had adjusted to this new lifestyle of theirs. </w:t>
      </w:r>
    </w:p>
    <w:p w:rsidR="00641484" w:rsidRDefault="00641484">
      <w:pPr>
        <w:spacing w:line="480" w:lineRule="auto"/>
        <w:ind w:firstLine="720"/>
        <w:rPr>
          <w:sz w:val="24"/>
          <w:szCs w:val="24"/>
        </w:rPr>
      </w:pPr>
      <w:r>
        <w:rPr>
          <w:sz w:val="24"/>
          <w:szCs w:val="24"/>
        </w:rPr>
        <w:t>The second night, it was Lisa, Jen, and Christina making love to him. Once again they all shared the same orgasms as he fucked them all. His lightheadedness had continued that night as well, but it seemed to be getting better. That night Kelly keep a glass of water on hand to rush to him the moment he orgasmed. She seemed to have become very considerate since the day the Elders gave her that scroll.</w:t>
      </w:r>
    </w:p>
    <w:p w:rsidR="00641484" w:rsidRDefault="00641484">
      <w:pPr>
        <w:spacing w:line="480" w:lineRule="auto"/>
        <w:ind w:firstLine="720"/>
        <w:rPr>
          <w:sz w:val="24"/>
          <w:szCs w:val="24"/>
        </w:rPr>
      </w:pPr>
      <w:r>
        <w:rPr>
          <w:sz w:val="24"/>
          <w:szCs w:val="24"/>
        </w:rPr>
        <w:t xml:space="preserve">After the second day, Alex had to forgo the dice and just decide on something fair for them. Christina and Kelly both had to go to their respective jobs that day. Alex would be with Kelly during the day and Christina at night usually. The two rarely saw each other besides during the weekend. </w:t>
      </w:r>
    </w:p>
    <w:p w:rsidR="00641484" w:rsidRDefault="00641484">
      <w:pPr>
        <w:spacing w:line="480" w:lineRule="auto"/>
        <w:ind w:firstLine="720"/>
        <w:rPr>
          <w:sz w:val="24"/>
          <w:szCs w:val="24"/>
        </w:rPr>
      </w:pPr>
      <w:r>
        <w:rPr>
          <w:sz w:val="24"/>
          <w:szCs w:val="24"/>
        </w:rPr>
        <w:t>A week and a half later, Alex told the ladies that he was finally ready to try it with four girls. They were all ecstatic, except Christina, who thought that maybe he shouldn’t try to expand things at all. In the end she caved in. Of course, it was several days before he could get all four girls together at the same time. Alex took Lisa in the ass that night while she ate out Jen. Jen decided to finger the other two girls. All four of them quickly began having orgasms in synch with one another.</w:t>
      </w:r>
    </w:p>
    <w:p w:rsidR="00641484" w:rsidRDefault="00641484">
      <w:pPr>
        <w:spacing w:line="480" w:lineRule="auto"/>
        <w:ind w:firstLine="720"/>
        <w:rPr>
          <w:sz w:val="24"/>
          <w:szCs w:val="24"/>
        </w:rPr>
      </w:pPr>
      <w:r>
        <w:rPr>
          <w:sz w:val="24"/>
          <w:szCs w:val="24"/>
        </w:rPr>
        <w:t>After he came, Alex sat on the bed, completely drained, his head spinning in circles. Christina helped him sip his water while he recovered. That night the five of them all huddled around him, telling him about their ideas for his and Christina’s wedding. Lisa told him she had plenty enough to afford it, so there was no worry. Alex was glad.</w:t>
      </w:r>
    </w:p>
    <w:p w:rsidR="00641484" w:rsidRDefault="00641484">
      <w:pPr>
        <w:spacing w:line="480" w:lineRule="auto"/>
        <w:ind w:firstLine="720"/>
        <w:rPr>
          <w:sz w:val="24"/>
          <w:szCs w:val="24"/>
        </w:rPr>
      </w:pPr>
      <w:r>
        <w:rPr>
          <w:sz w:val="24"/>
          <w:szCs w:val="24"/>
        </w:rPr>
        <w:t>The problem was the lack of space. When both Christina and Kelly moved in, they brought a lot of stuff with them. Both of them had beds of their own as well as couches and chairs among other knick knacks. Kelly’s room seemed to be the only one that wasn’t cluttered with furniture. With Jen moving herself into Lisa’s room, and Christina into his they all seemed to have little room to open their drawers or have sex.</w:t>
      </w:r>
    </w:p>
    <w:p w:rsidR="00641484" w:rsidRDefault="00641484">
      <w:pPr>
        <w:spacing w:line="480" w:lineRule="auto"/>
        <w:ind w:firstLine="720"/>
        <w:rPr>
          <w:sz w:val="24"/>
          <w:szCs w:val="24"/>
        </w:rPr>
      </w:pPr>
      <w:r>
        <w:rPr>
          <w:sz w:val="24"/>
          <w:szCs w:val="24"/>
        </w:rPr>
        <w:t>Several weeks later Kelly told him about how there may be a solution. “I told the dean of medicine all about you and our living conditions, master. She said she’d be willing to help!”</w:t>
      </w:r>
    </w:p>
    <w:p w:rsidR="00641484" w:rsidRDefault="00641484">
      <w:pPr>
        <w:spacing w:line="480" w:lineRule="auto"/>
        <w:ind w:firstLine="720"/>
        <w:rPr>
          <w:sz w:val="24"/>
          <w:szCs w:val="24"/>
        </w:rPr>
      </w:pPr>
      <w:r>
        <w:rPr>
          <w:sz w:val="24"/>
          <w:szCs w:val="24"/>
        </w:rPr>
        <w:t xml:space="preserve">Kelly had been calling him ‘master’ for some time now. She no longer called him Alex anymore. He found the whole ‘master’ bit rather embarrassing, and told her several times before to stop. She, however, did not. If she wasn’t so kind and thoughtful these days, he would have almost presumed that she called him master now just to rub it in his face. </w:t>
      </w:r>
    </w:p>
    <w:p w:rsidR="00641484" w:rsidRDefault="00641484">
      <w:pPr>
        <w:spacing w:line="480" w:lineRule="auto"/>
        <w:ind w:firstLine="720"/>
        <w:rPr>
          <w:sz w:val="24"/>
          <w:szCs w:val="24"/>
        </w:rPr>
      </w:pPr>
      <w:r>
        <w:rPr>
          <w:sz w:val="24"/>
          <w:szCs w:val="24"/>
        </w:rPr>
        <w:t xml:space="preserve">Strangely he found part of him missing the old Kelly. Sure, she was impolite and mean, and just a plain bitch sometimes, but when he first came to Elfworld he grew quite fond of her. She was the only person he had fucked that didn’t change over time. Even when he found her again several weeks ago, she still refused to share his body with the other girls. Alex didn’t really think she was selfish or anything. In fact, it would have been strange if she went along with the others as readily as Jen and Lisa did. </w:t>
      </w:r>
    </w:p>
    <w:p w:rsidR="00641484" w:rsidRDefault="00641484">
      <w:pPr>
        <w:spacing w:line="480" w:lineRule="auto"/>
        <w:ind w:firstLine="720"/>
        <w:rPr>
          <w:sz w:val="24"/>
          <w:szCs w:val="24"/>
        </w:rPr>
      </w:pPr>
      <w:r>
        <w:rPr>
          <w:sz w:val="24"/>
          <w:szCs w:val="24"/>
        </w:rPr>
        <w:t xml:space="preserve">The next morning, he went with her into the hospital where she worked at. The two walked past various nurses on the way to dean’s office. He couldn’t help but notice how many of the female nurses were staring down at his crotch. </w:t>
      </w:r>
      <w:r>
        <w:rPr>
          <w:i/>
          <w:iCs/>
          <w:sz w:val="24"/>
          <w:szCs w:val="24"/>
        </w:rPr>
        <w:t xml:space="preserve">Oh God! What did she tell all of them about me? </w:t>
      </w:r>
    </w:p>
    <w:p w:rsidR="00641484" w:rsidRDefault="00641484">
      <w:pPr>
        <w:spacing w:line="480" w:lineRule="auto"/>
        <w:ind w:firstLine="720"/>
        <w:rPr>
          <w:sz w:val="24"/>
          <w:szCs w:val="24"/>
        </w:rPr>
      </w:pPr>
      <w:r>
        <w:rPr>
          <w:sz w:val="24"/>
          <w:szCs w:val="24"/>
        </w:rPr>
        <w:t>The two came to a door marked “Dean of Medicine.” Underneath were the words, “Gloria Diaz, MD.” Kelly knocked softly on the door and a female voice said, “Come in.”</w:t>
      </w:r>
    </w:p>
    <w:p w:rsidR="00641484" w:rsidRDefault="00641484">
      <w:pPr>
        <w:spacing w:line="480" w:lineRule="auto"/>
        <w:ind w:firstLine="720"/>
        <w:rPr>
          <w:sz w:val="24"/>
          <w:szCs w:val="24"/>
        </w:rPr>
      </w:pPr>
      <w:r>
        <w:rPr>
          <w:sz w:val="24"/>
          <w:szCs w:val="24"/>
        </w:rPr>
        <w:t xml:space="preserve">The two walked in and Alex couldn’t not help but stare at the gorgeous Latina woman behind the desk. She had long curly black hair and tan skin. And her breasts! Alex had no idea how she packed those huge things inside a business suit, but somehow she did. Of all the different uniforms Alex ever liked, he liked seeing women with large breasts in business suits the most. Most of his big tit porn he had on Earth usually started with a girl in a business suit. </w:t>
      </w:r>
    </w:p>
    <w:p w:rsidR="00641484" w:rsidRDefault="00641484">
      <w:pPr>
        <w:spacing w:line="480" w:lineRule="auto"/>
        <w:ind w:firstLine="720"/>
        <w:rPr>
          <w:sz w:val="24"/>
          <w:szCs w:val="24"/>
        </w:rPr>
      </w:pPr>
      <w:r>
        <w:rPr>
          <w:sz w:val="24"/>
          <w:szCs w:val="24"/>
        </w:rPr>
        <w:t>She smiled at the two of them, glancing quickly at his crotch before returning her eyes back to him. Gloria stood up and shook his hand. “I see you must be Alex Wright, correct?”</w:t>
      </w:r>
    </w:p>
    <w:p w:rsidR="00641484" w:rsidRDefault="00641484">
      <w:pPr>
        <w:spacing w:line="480" w:lineRule="auto"/>
        <w:ind w:firstLine="720"/>
        <w:rPr>
          <w:sz w:val="24"/>
          <w:szCs w:val="24"/>
        </w:rPr>
      </w:pPr>
      <w:r>
        <w:rPr>
          <w:sz w:val="24"/>
          <w:szCs w:val="24"/>
        </w:rPr>
        <w:t>“Ah, yes. Kelly said you might be able to get us a bigger place?”</w:t>
      </w:r>
    </w:p>
    <w:p w:rsidR="00641484" w:rsidRDefault="00641484">
      <w:pPr>
        <w:spacing w:line="480" w:lineRule="auto"/>
        <w:ind w:firstLine="720"/>
        <w:rPr>
          <w:sz w:val="24"/>
          <w:szCs w:val="24"/>
        </w:rPr>
      </w:pPr>
      <w:r>
        <w:rPr>
          <w:sz w:val="24"/>
          <w:szCs w:val="24"/>
        </w:rPr>
        <w:t>“Straight to the point. I love a man like that,” she said softly. “Your ‘friend’ here told me about you, and it intrigued me.” She said ‘it’ instead of ‘you’ once again staring at his groin. “So, I have a proposal for you, and I think you will find it very…enticing.”</w:t>
      </w:r>
    </w:p>
    <w:p w:rsidR="00641484" w:rsidRDefault="00641484">
      <w:pPr>
        <w:spacing w:line="480" w:lineRule="auto"/>
        <w:ind w:firstLine="720"/>
        <w:rPr>
          <w:sz w:val="24"/>
          <w:szCs w:val="24"/>
        </w:rPr>
      </w:pPr>
      <w:r>
        <w:rPr>
          <w:sz w:val="24"/>
          <w:szCs w:val="24"/>
        </w:rPr>
        <w:t>Alex knew what she was about to say. “The medical business is very lucrative for me and I own my own manor. Right now, all there is, is myself, and my maid Rosa. We would like for all of you to move in, for free of course. There would only be one condition of course.”</w:t>
      </w:r>
    </w:p>
    <w:p w:rsidR="00641484" w:rsidRDefault="00641484">
      <w:pPr>
        <w:spacing w:line="480" w:lineRule="auto"/>
        <w:ind w:firstLine="720"/>
        <w:rPr>
          <w:sz w:val="24"/>
          <w:szCs w:val="24"/>
        </w:rPr>
      </w:pPr>
      <w:r>
        <w:rPr>
          <w:sz w:val="24"/>
          <w:szCs w:val="24"/>
        </w:rPr>
        <w:t>Alex groaned inwardly. “What?” he said, trying not to roll his eyes at her.</w:t>
      </w:r>
    </w:p>
    <w:p w:rsidR="00641484" w:rsidRDefault="00641484">
      <w:pPr>
        <w:spacing w:line="480" w:lineRule="auto"/>
        <w:ind w:firstLine="720"/>
        <w:rPr>
          <w:sz w:val="24"/>
          <w:szCs w:val="24"/>
        </w:rPr>
      </w:pPr>
      <w:r>
        <w:rPr>
          <w:sz w:val="24"/>
          <w:szCs w:val="24"/>
        </w:rPr>
        <w:t xml:space="preserve">She moaned a little glancing at his pants. </w:t>
      </w:r>
      <w:r>
        <w:rPr>
          <w:i/>
          <w:iCs/>
          <w:sz w:val="24"/>
          <w:szCs w:val="24"/>
        </w:rPr>
        <w:t xml:space="preserve">Was she rubbing herself off in front of them? </w:t>
      </w:r>
      <w:r>
        <w:rPr>
          <w:sz w:val="24"/>
          <w:szCs w:val="24"/>
        </w:rPr>
        <w:t>“If you let me join all these women making sweet love to you, I’d gladly let you live with me. Kelly said you may be interested.” She winked at him and Alex sighed.</w:t>
      </w:r>
    </w:p>
    <w:p w:rsidR="00641484" w:rsidRDefault="00641484">
      <w:pPr>
        <w:spacing w:line="480" w:lineRule="auto"/>
        <w:ind w:firstLine="720"/>
        <w:rPr>
          <w:sz w:val="24"/>
          <w:szCs w:val="24"/>
        </w:rPr>
      </w:pPr>
      <w:r>
        <w:rPr>
          <w:sz w:val="24"/>
          <w:szCs w:val="24"/>
        </w:rPr>
        <w:t>“Look. First, I can’t just have sex with any girl who throws herself at me, no offense. Second, I would have to discuss something like this with my fiancee. We would also have to take a look at the place we would be moving first, before we made any definite decisions.”</w:t>
      </w:r>
    </w:p>
    <w:p w:rsidR="00641484" w:rsidRDefault="00641484">
      <w:pPr>
        <w:spacing w:line="480" w:lineRule="auto"/>
        <w:ind w:firstLine="720"/>
        <w:rPr>
          <w:sz w:val="24"/>
          <w:szCs w:val="24"/>
        </w:rPr>
      </w:pPr>
      <w:r>
        <w:rPr>
          <w:sz w:val="24"/>
          <w:szCs w:val="24"/>
        </w:rPr>
        <w:t>“Of course, sir.” He and Kelly left and rode back to his place.</w:t>
      </w:r>
    </w:p>
    <w:p w:rsidR="00641484" w:rsidRDefault="00641484">
      <w:pPr>
        <w:spacing w:line="480" w:lineRule="auto"/>
        <w:ind w:firstLine="720"/>
        <w:rPr>
          <w:sz w:val="24"/>
          <w:szCs w:val="24"/>
        </w:rPr>
      </w:pPr>
      <w:r>
        <w:rPr>
          <w:sz w:val="24"/>
          <w:szCs w:val="24"/>
        </w:rPr>
        <w:t>“I can’t believe you told her about me, Kelly! That’s private!” he yelled at her when they got in his car.</w:t>
      </w:r>
    </w:p>
    <w:p w:rsidR="00641484" w:rsidRDefault="00641484">
      <w:pPr>
        <w:spacing w:line="480" w:lineRule="auto"/>
        <w:ind w:firstLine="720"/>
        <w:rPr>
          <w:sz w:val="24"/>
          <w:szCs w:val="24"/>
        </w:rPr>
      </w:pPr>
      <w:r>
        <w:rPr>
          <w:sz w:val="24"/>
          <w:szCs w:val="24"/>
        </w:rPr>
        <w:t xml:space="preserve"> Kelly’s face saddened. “Forgive me, master. I just wanted to make you happy and I thought she may make a suitable partner for you. Was she not pleasing to your eyes, master?”</w:t>
      </w:r>
    </w:p>
    <w:p w:rsidR="00641484" w:rsidRDefault="00641484">
      <w:pPr>
        <w:spacing w:line="480" w:lineRule="auto"/>
        <w:ind w:firstLine="720"/>
        <w:rPr>
          <w:sz w:val="24"/>
          <w:szCs w:val="24"/>
        </w:rPr>
      </w:pPr>
      <w:r>
        <w:rPr>
          <w:sz w:val="24"/>
          <w:szCs w:val="24"/>
        </w:rPr>
        <w:t>“Yes,” he said, sighing deeply. “For now on you can no longer tell people about the size of my penis or what I am like in bed!”</w:t>
      </w:r>
    </w:p>
    <w:p w:rsidR="00641484" w:rsidRDefault="00641484">
      <w:pPr>
        <w:spacing w:line="480" w:lineRule="auto"/>
        <w:ind w:firstLine="720"/>
        <w:rPr>
          <w:sz w:val="24"/>
          <w:szCs w:val="24"/>
        </w:rPr>
      </w:pPr>
      <w:r>
        <w:rPr>
          <w:sz w:val="24"/>
          <w:szCs w:val="24"/>
        </w:rPr>
        <w:t>“Yes, master.” Kelly looked up and smiled for Alex.</w:t>
      </w:r>
    </w:p>
    <w:p w:rsidR="00641484" w:rsidRDefault="00641484">
      <w:pPr>
        <w:spacing w:line="480" w:lineRule="auto"/>
        <w:ind w:firstLine="720"/>
        <w:rPr>
          <w:sz w:val="24"/>
          <w:szCs w:val="24"/>
        </w:rPr>
      </w:pPr>
      <w:r>
        <w:rPr>
          <w:sz w:val="24"/>
          <w:szCs w:val="24"/>
        </w:rPr>
        <w:t xml:space="preserve">“Now I’m gonna have to talk to Christina about it. I doubt she’s going to let me fuck another girl she has never met though. </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When they were alone together that night, snuggling, Alex told her, “I met the dean of medicine at Diaz Medical Center today. Kelly introduced me to her. She offered us to stay with her at her mansion.”</w:t>
      </w:r>
    </w:p>
    <w:p w:rsidR="00641484" w:rsidRDefault="00641484">
      <w:pPr>
        <w:spacing w:line="480" w:lineRule="auto"/>
        <w:ind w:firstLine="720"/>
        <w:rPr>
          <w:sz w:val="24"/>
          <w:szCs w:val="24"/>
        </w:rPr>
      </w:pPr>
      <w:r>
        <w:rPr>
          <w:sz w:val="24"/>
          <w:szCs w:val="24"/>
        </w:rPr>
        <w:t>“Really? A mansion? Oh my God! Did she say how much it would cost all of us to stay there?” she inquired.</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“Well, that’s the thing. She said she would allow us to stay for free if we allowed her to join us in the bedroom. I’m totally against it myself. I’m sure we’ll find some other place soon for all of us.”</w:t>
      </w:r>
    </w:p>
    <w:p w:rsidR="00641484" w:rsidRDefault="00641484">
      <w:pPr>
        <w:spacing w:line="480" w:lineRule="auto"/>
        <w:ind w:firstLine="720"/>
        <w:rPr>
          <w:sz w:val="24"/>
          <w:szCs w:val="24"/>
        </w:rPr>
      </w:pPr>
      <w:r>
        <w:rPr>
          <w:sz w:val="24"/>
          <w:szCs w:val="24"/>
        </w:rPr>
        <w:t>Christina grinned. “Did you think she was pretty?”</w:t>
      </w:r>
    </w:p>
    <w:p w:rsidR="00641484" w:rsidRDefault="00641484">
      <w:pPr>
        <w:spacing w:line="480" w:lineRule="auto"/>
        <w:ind w:firstLine="720"/>
        <w:rPr>
          <w:sz w:val="24"/>
          <w:szCs w:val="24"/>
        </w:rPr>
      </w:pPr>
      <w:r>
        <w:rPr>
          <w:sz w:val="24"/>
          <w:szCs w:val="24"/>
        </w:rPr>
        <w:t>“Yeah, a little bit. But, I already have the four of you. I really don’t need any more ladies in my life right now.”</w:t>
      </w:r>
    </w:p>
    <w:p w:rsidR="00641484" w:rsidRDefault="00641484">
      <w:pPr>
        <w:spacing w:line="480" w:lineRule="auto"/>
        <w:ind w:firstLine="720"/>
        <w:rPr>
          <w:sz w:val="24"/>
          <w:szCs w:val="24"/>
        </w:rPr>
      </w:pPr>
      <w:r>
        <w:rPr>
          <w:sz w:val="24"/>
          <w:szCs w:val="24"/>
        </w:rPr>
        <w:t>Christina bit her lower lip. “If you think she is pretty, maybe we should consider it. We don’t have to get it you know, and one more girl in the mix won’t be all that bad.”</w:t>
      </w:r>
    </w:p>
    <w:p w:rsidR="00641484" w:rsidRDefault="00641484">
      <w:pPr>
        <w:spacing w:line="480" w:lineRule="auto"/>
        <w:ind w:firstLine="720"/>
        <w:rPr>
          <w:sz w:val="24"/>
          <w:szCs w:val="24"/>
        </w:rPr>
      </w:pPr>
      <w:r>
        <w:rPr>
          <w:sz w:val="24"/>
          <w:szCs w:val="24"/>
        </w:rPr>
        <w:t>Alex gasped while she giggled. “Are you saying you don’t mind me fucking some hot Latina girl for a house?!”</w:t>
      </w:r>
    </w:p>
    <w:p w:rsidR="00641484" w:rsidRDefault="00641484">
      <w:pPr>
        <w:spacing w:line="480" w:lineRule="auto"/>
        <w:ind w:firstLine="720"/>
        <w:rPr>
          <w:sz w:val="24"/>
          <w:szCs w:val="24"/>
        </w:rPr>
      </w:pPr>
      <w:r>
        <w:rPr>
          <w:sz w:val="24"/>
          <w:szCs w:val="24"/>
        </w:rPr>
        <w:t>“Nah, not at all. It may be a little fun. ‘Sides, if she’ll pay for all our living expenses it’ll make you pretty happy. And I love seeing you happy, baby!” Before Alex could say anything, she leaned in and kissed his lips. She couldn’t wait to meet this Gloria. She knew before she even met her that she wanted to see her man fuck her hard. She grabbed his cock and began stroking it. The thought of a fifth girl fucking Alex made her horny. She found her lips envelop his cock.</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A couple of days later, Alex and Christina went to the address Gloria had supplied them. Alex hoped the place was a shithole. He already had four ladies that he liked fucking. What need did he have for a fifth? How would all five of them even get each other off at the same time? Would one of them turn sideways on the bed? Maybe the last one would just have to be fingered or something. </w:t>
      </w:r>
    </w:p>
    <w:p w:rsidR="00641484" w:rsidRDefault="00641484">
      <w:pPr>
        <w:spacing w:line="480" w:lineRule="auto"/>
        <w:ind w:firstLine="720"/>
        <w:rPr>
          <w:sz w:val="24"/>
          <w:szCs w:val="24"/>
        </w:rPr>
      </w:pPr>
      <w:r>
        <w:rPr>
          <w:sz w:val="24"/>
          <w:szCs w:val="24"/>
        </w:rPr>
        <w:t xml:space="preserve">Unfortunately for Alex, the manor they went to was pristine. It reminded him a bit of the White House in D.C., but a bit more taller in his speculation. Perhaps the elf version of the person who designed it designed this as well. They rang the door through the gate. Gloria’s face appeared on the monitor in front of the gate. </w:t>
      </w:r>
    </w:p>
    <w:p w:rsidR="00641484" w:rsidRDefault="00641484">
      <w:pPr>
        <w:spacing w:line="480" w:lineRule="auto"/>
        <w:ind w:firstLine="720"/>
        <w:rPr>
          <w:sz w:val="24"/>
          <w:szCs w:val="24"/>
        </w:rPr>
      </w:pPr>
      <w:r>
        <w:rPr>
          <w:sz w:val="24"/>
          <w:szCs w:val="24"/>
        </w:rPr>
        <w:t xml:space="preserve">“Hold on. I’ll buzz you in,” she stated. There was a buzz and the gate opened up. Alex looked over to see Christina marveling at the beauty. </w:t>
      </w:r>
    </w:p>
    <w:p w:rsidR="00641484" w:rsidRDefault="00641484">
      <w:pPr>
        <w:spacing w:line="480" w:lineRule="auto"/>
        <w:ind w:firstLine="720"/>
        <w:rPr>
          <w:sz w:val="24"/>
          <w:szCs w:val="24"/>
        </w:rPr>
      </w:pPr>
      <w:r>
        <w:rPr>
          <w:sz w:val="24"/>
          <w:szCs w:val="24"/>
        </w:rPr>
        <w:t>She pointed at a fountain on the side sprouting water. “Look at that, baby! This place is gorgeous!”</w:t>
      </w:r>
    </w:p>
    <w:p w:rsidR="00641484" w:rsidRDefault="00641484">
      <w:pPr>
        <w:spacing w:line="480" w:lineRule="auto"/>
        <w:ind w:firstLine="720"/>
        <w:rPr>
          <w:sz w:val="24"/>
          <w:szCs w:val="24"/>
        </w:rPr>
      </w:pPr>
      <w:r>
        <w:rPr>
          <w:sz w:val="24"/>
          <w:szCs w:val="24"/>
        </w:rPr>
        <w:t xml:space="preserve">Alex laughed nervously. “Well, we haven’t been inside yet. Don’t make any rash decisions yet.” </w:t>
      </w:r>
    </w:p>
    <w:p w:rsidR="00641484" w:rsidRDefault="00641484">
      <w:pPr>
        <w:spacing w:line="480" w:lineRule="auto"/>
        <w:ind w:firstLine="720"/>
        <w:rPr>
          <w:sz w:val="24"/>
          <w:szCs w:val="24"/>
        </w:rPr>
      </w:pPr>
      <w:r>
        <w:rPr>
          <w:sz w:val="24"/>
          <w:szCs w:val="24"/>
        </w:rPr>
        <w:t>The two walked to the door of the immense white building. Gloria greeted them at the door. Alex took a once over of her body. Besides her enormous breasts, which were only slightly smaller than Christina’s own P cups, she had quite a small waist that tapered to two huge hips jutting out perhaps even further than the sides of her colossal tits. He wondered if she had to get all her chairs custom made.</w:t>
      </w:r>
    </w:p>
    <w:p w:rsidR="00641484" w:rsidRDefault="00641484">
      <w:pPr>
        <w:spacing w:line="480" w:lineRule="auto"/>
        <w:ind w:firstLine="720"/>
        <w:rPr>
          <w:sz w:val="24"/>
          <w:szCs w:val="24"/>
        </w:rPr>
      </w:pPr>
      <w:r>
        <w:rPr>
          <w:sz w:val="24"/>
          <w:szCs w:val="24"/>
        </w:rPr>
        <w:t xml:space="preserve">“Come in! Come in!” Gloria exclaimed to both of them. The main room was simply a gigantic room with a large marble staircase in the center. Gloria walked them around the first floor first, showing them the kitchen as well as the library, the living rooms (plural) and the expansive dinning room with seats to fit over a hundred guests. </w:t>
      </w:r>
    </w:p>
    <w:p w:rsidR="00641484" w:rsidRDefault="00641484">
      <w:pPr>
        <w:spacing w:line="480" w:lineRule="auto"/>
        <w:ind w:firstLine="720"/>
        <w:rPr>
          <w:sz w:val="24"/>
          <w:szCs w:val="24"/>
        </w:rPr>
      </w:pPr>
      <w:r>
        <w:rPr>
          <w:sz w:val="24"/>
          <w:szCs w:val="24"/>
        </w:rPr>
        <w:t>Alex would glance at Christina occasionally. She would squeeze his hand tightly every time they went into a new room. The looks she gave while she stared at the walls and furniture, and the “Oooos” and “Ahhhs” told him that she really liked the place. The way she kept watching Gloria’s ass cheeks bounce up and down before glancing at him to see if he was watching them too told him that she was interested in her as well. It was odd to think that a mere month ago she had never been with a single female. Now she craved them more than he did, it seemed.</w:t>
      </w:r>
    </w:p>
    <w:p w:rsidR="00641484" w:rsidRDefault="00641484">
      <w:pPr>
        <w:spacing w:line="480" w:lineRule="auto"/>
        <w:ind w:firstLine="720"/>
        <w:rPr>
          <w:sz w:val="24"/>
          <w:szCs w:val="24"/>
        </w:rPr>
      </w:pPr>
      <w:r>
        <w:rPr>
          <w:sz w:val="24"/>
          <w:szCs w:val="24"/>
        </w:rPr>
        <w:t>Gloria walked them through each of the rooms on the first floor, explaining the details and craftsmanship. Alex could care less. In his eyes, if the place had no mice or cockroaches then it was fine to him. He didn’t need to know any more than that. She then led them upstairs and pointed them to almost every room, skipping the main room in front of the stairs and the two adjacent to it.</w:t>
      </w:r>
    </w:p>
    <w:p w:rsidR="00641484" w:rsidRDefault="00641484">
      <w:pPr>
        <w:spacing w:line="480" w:lineRule="auto"/>
        <w:ind w:firstLine="720"/>
        <w:rPr>
          <w:sz w:val="24"/>
          <w:szCs w:val="24"/>
        </w:rPr>
      </w:pPr>
      <w:r>
        <w:rPr>
          <w:sz w:val="24"/>
          <w:szCs w:val="24"/>
        </w:rPr>
        <w:t>Gloria then walked up to the double doorways to the main bedroom and swung them open. “You guys will really like this!” she said, smiling coyly at them. Even Alex was astounded by the sight before them! The bedroom was huge; in fact the room in and of itself was approximately the size of his entire first floor where he lived! It was enormous! On the sides were two mirrors which went through the entire cavernous room. Near the entrance at corners, were two bronze stripper poles. And in the center was perhaps the largest bed he had ever seen. The bed was covered in red satin and was covered with throw pillows. Above them was another gigantic mirror. This room was definitely made for sex.</w:t>
      </w:r>
    </w:p>
    <w:p w:rsidR="00641484" w:rsidRDefault="00641484">
      <w:pPr>
        <w:spacing w:line="480" w:lineRule="auto"/>
        <w:ind w:firstLine="720"/>
        <w:rPr>
          <w:sz w:val="24"/>
          <w:szCs w:val="24"/>
        </w:rPr>
      </w:pPr>
      <w:r>
        <w:rPr>
          <w:sz w:val="24"/>
          <w:szCs w:val="24"/>
        </w:rPr>
        <w:t>“Do you like it?” Gloria asked. “The mirrors are actually one way. That way people in the rooms adjoining it can watch what goes on in here.</w:t>
      </w:r>
    </w:p>
    <w:p w:rsidR="00641484" w:rsidRDefault="00641484">
      <w:pPr>
        <w:spacing w:line="480" w:lineRule="auto"/>
        <w:ind w:firstLine="720"/>
        <w:rPr>
          <w:sz w:val="24"/>
          <w:szCs w:val="24"/>
        </w:rPr>
      </w:pPr>
      <w:r>
        <w:rPr>
          <w:sz w:val="24"/>
          <w:szCs w:val="24"/>
        </w:rPr>
        <w:t>“Wow,” Christina said. “It’s amazing!”</w:t>
      </w:r>
    </w:p>
    <w:p w:rsidR="00641484" w:rsidRDefault="00641484">
      <w:pPr>
        <w:spacing w:line="480" w:lineRule="auto"/>
        <w:ind w:firstLine="720"/>
        <w:rPr>
          <w:sz w:val="24"/>
          <w:szCs w:val="24"/>
        </w:rPr>
      </w:pPr>
      <w:r>
        <w:rPr>
          <w:sz w:val="24"/>
          <w:szCs w:val="24"/>
        </w:rPr>
        <w:t>“I’m glad you guys like it.” He didn’t. There was no TV or video games at all in the room. “I expect that there will be plenty of action here?” she asked, raising an eyebrow.</w:t>
      </w:r>
    </w:p>
    <w:p w:rsidR="00641484" w:rsidRDefault="00641484">
      <w:pPr>
        <w:spacing w:line="480" w:lineRule="auto"/>
        <w:ind w:firstLine="720"/>
        <w:rPr>
          <w:sz w:val="24"/>
          <w:szCs w:val="24"/>
        </w:rPr>
      </w:pPr>
      <w:r>
        <w:rPr>
          <w:sz w:val="24"/>
          <w:szCs w:val="24"/>
        </w:rPr>
        <w:t>“Oh yeah!” Christina exclaimed. She took off her shoes and hopped onto the bed, looking at each one of the mirrors, making poses. “Baby! Can have we have this place? Please?”</w:t>
      </w:r>
    </w:p>
    <w:p w:rsidR="00641484" w:rsidRDefault="00641484">
      <w:pPr>
        <w:spacing w:line="480" w:lineRule="auto"/>
        <w:ind w:firstLine="720"/>
        <w:rPr>
          <w:sz w:val="24"/>
          <w:szCs w:val="24"/>
        </w:rPr>
      </w:pPr>
      <w:r>
        <w:rPr>
          <w:sz w:val="24"/>
          <w:szCs w:val="24"/>
        </w:rPr>
        <w:t xml:space="preserve">“Oh I don’t know Christina. It looks nice and all but…” He glanced over at Gloria, who seemed to be nervously fidgeting while looking back and forth between the two of them. </w:t>
      </w:r>
    </w:p>
    <w:p w:rsidR="00641484" w:rsidRDefault="00641484">
      <w:pPr>
        <w:spacing w:line="480" w:lineRule="auto"/>
        <w:ind w:firstLine="720"/>
        <w:rPr>
          <w:sz w:val="24"/>
          <w:szCs w:val="24"/>
        </w:rPr>
      </w:pPr>
      <w:r>
        <w:rPr>
          <w:sz w:val="24"/>
          <w:szCs w:val="24"/>
        </w:rPr>
        <w:t xml:space="preserve">Christina looked over at Gloria. “He’s worried that he may not be able to handle five girls. But, he’s been doing fine with four so far! I keep telling him that he’ll be fine with all of us. He, we both think you are very sexy and I think your addition would make him very happy.” </w:t>
      </w:r>
    </w:p>
    <w:p w:rsidR="00641484" w:rsidRDefault="00641484">
      <w:pPr>
        <w:spacing w:line="480" w:lineRule="auto"/>
        <w:ind w:firstLine="720"/>
        <w:rPr>
          <w:sz w:val="24"/>
          <w:szCs w:val="24"/>
        </w:rPr>
      </w:pPr>
      <w:r>
        <w:rPr>
          <w:sz w:val="24"/>
          <w:szCs w:val="24"/>
        </w:rPr>
        <w:t>Christina pouted sexily for Alex. He could never refuse that face. “OK! OK! Fine! If that’s what you want, I’ll have sex with Gloria, ok?”</w:t>
      </w:r>
    </w:p>
    <w:p w:rsidR="00641484" w:rsidRDefault="00641484">
      <w:pPr>
        <w:spacing w:line="480" w:lineRule="auto"/>
        <w:ind w:firstLine="720"/>
        <w:rPr>
          <w:sz w:val="24"/>
          <w:szCs w:val="24"/>
        </w:rPr>
      </w:pPr>
      <w:r>
        <w:rPr>
          <w:sz w:val="24"/>
          <w:szCs w:val="24"/>
        </w:rPr>
        <w:t>“Yay!” Christina jumped up and down on the bed, her huge tits bouncing around in her T-shirt. “So are we going to sign this deal right now? Because I’m extremely horny baby, and so is our new lover, if I’m not mistaken.”</w:t>
      </w:r>
    </w:p>
    <w:p w:rsidR="00641484" w:rsidRDefault="00641484">
      <w:pPr>
        <w:spacing w:line="480" w:lineRule="auto"/>
        <w:ind w:firstLine="720"/>
        <w:rPr>
          <w:sz w:val="24"/>
          <w:szCs w:val="24"/>
        </w:rPr>
      </w:pPr>
      <w:r>
        <w:rPr>
          <w:sz w:val="24"/>
          <w:szCs w:val="24"/>
        </w:rPr>
        <w:t xml:space="preserve">Alex sighed and walked over to Gloria. He kissed her fully on the lips, and the two quickly opened their mouths, letting their tongues explore one another fully. Alex then took off his shirt. She turned around for him to unzip the back of the tight blue dress she was wearing. </w:t>
      </w:r>
    </w:p>
    <w:p w:rsidR="00641484" w:rsidRDefault="00641484">
      <w:pPr>
        <w:spacing w:line="480" w:lineRule="auto"/>
        <w:ind w:firstLine="720"/>
        <w:rPr>
          <w:sz w:val="24"/>
          <w:szCs w:val="24"/>
        </w:rPr>
      </w:pPr>
      <w:r>
        <w:rPr>
          <w:sz w:val="24"/>
          <w:szCs w:val="24"/>
        </w:rPr>
        <w:t>Gloria slipped out of it and turned back around to Alex. She didn’t seem to be wearing any underwear whatsoever! She must have figured it would come to it. He took in all her curves before kissing her once again. “Get her over here!” Christina’s voice came from behind her. Alex looked around to see Christina, already naked, stroking her clit. She motioned to Alex with his finger. Alex went back to kissing Gloria, while pushing her gently back until she fell softly onto the bed.</w:t>
      </w:r>
    </w:p>
    <w:p w:rsidR="00641484" w:rsidRDefault="00641484">
      <w:pPr>
        <w:spacing w:line="480" w:lineRule="auto"/>
        <w:ind w:firstLine="720"/>
        <w:rPr>
          <w:sz w:val="24"/>
          <w:szCs w:val="24"/>
        </w:rPr>
      </w:pPr>
      <w:r>
        <w:rPr>
          <w:sz w:val="24"/>
          <w:szCs w:val="24"/>
        </w:rPr>
        <w:t>Alex took off his black pair of pants and climbed into the bed while she scooted back on it. When the two were in the middle, with Christina behind her, Gloria held up a hand. “Stop right there. I want to show you something you might like.”</w:t>
      </w:r>
    </w:p>
    <w:p w:rsidR="00641484" w:rsidRDefault="00641484">
      <w:pPr>
        <w:spacing w:line="480" w:lineRule="auto"/>
        <w:ind w:firstLine="720"/>
        <w:rPr>
          <w:sz w:val="24"/>
          <w:szCs w:val="24"/>
        </w:rPr>
      </w:pPr>
      <w:r>
        <w:rPr>
          <w:sz w:val="24"/>
          <w:szCs w:val="24"/>
        </w:rPr>
        <w:t>She crawled over to the one side of the bed and pulled out a small control pad. On it was a red and a green button. “Watch this,” she said as she pressed and held down the green button. Alex almost lost his balance as the bottom half of the bed he was on began to rise. He stared down in disbelief. He had never seen anything like this his entire life! She then pressed the red button, slowly returning it to normal.</w:t>
      </w:r>
    </w:p>
    <w:p w:rsidR="00641484" w:rsidRDefault="00641484">
      <w:pPr>
        <w:spacing w:line="480" w:lineRule="auto"/>
        <w:ind w:firstLine="720"/>
        <w:rPr>
          <w:sz w:val="24"/>
          <w:szCs w:val="24"/>
        </w:rPr>
      </w:pPr>
      <w:r>
        <w:rPr>
          <w:sz w:val="24"/>
          <w:szCs w:val="24"/>
        </w:rPr>
        <w:t>It was pretty cool, but Alex had no idea what that sort of thing would even be needed on a large bed for. “Ummmm…Why do you have it like this?”</w:t>
      </w:r>
    </w:p>
    <w:p w:rsidR="00641484" w:rsidRDefault="00641484">
      <w:pPr>
        <w:spacing w:line="480" w:lineRule="auto"/>
        <w:ind w:firstLine="720"/>
        <w:rPr>
          <w:sz w:val="24"/>
          <w:szCs w:val="24"/>
        </w:rPr>
      </w:pPr>
      <w:r>
        <w:rPr>
          <w:sz w:val="24"/>
          <w:szCs w:val="24"/>
        </w:rPr>
        <w:t>Gloria handed Alex the remote and then looked back at Christina. “Shall we show him?” she asked. She then scooted to the front of the top half of the bed. She rolled onto her belly propping her large tan ass up. “Lay on top of me, Christina,” she said.</w:t>
      </w:r>
    </w:p>
    <w:p w:rsidR="00641484" w:rsidRDefault="00641484">
      <w:pPr>
        <w:spacing w:line="480" w:lineRule="auto"/>
        <w:ind w:firstLine="720"/>
        <w:rPr>
          <w:sz w:val="24"/>
          <w:szCs w:val="24"/>
        </w:rPr>
      </w:pPr>
      <w:r>
        <w:rPr>
          <w:sz w:val="24"/>
          <w:szCs w:val="24"/>
        </w:rPr>
        <w:t xml:space="preserve">Christina shrugged at him before laying atop of her, her large breasts spraying across Gloria’s back. At that point, Alex figured out what the button was for and smiled. “Sweet,” he said, positioning his cock between her ass cheeks. He pushed in and his cock easily slipped inside of her. Alex began pounding in and out of her ass. He slapped the ass a couple of times to watch it jiggle. Gloria moaned each time he did so. </w:t>
      </w:r>
    </w:p>
    <w:p w:rsidR="00641484" w:rsidRDefault="00641484">
      <w:pPr>
        <w:spacing w:line="480" w:lineRule="auto"/>
        <w:ind w:firstLine="720"/>
        <w:rPr>
          <w:sz w:val="24"/>
          <w:szCs w:val="24"/>
        </w:rPr>
      </w:pPr>
      <w:r>
        <w:rPr>
          <w:sz w:val="24"/>
          <w:szCs w:val="24"/>
        </w:rPr>
        <w:t xml:space="preserve">He then took his penis out of her and hit the button to raise himself up to Christina’s waiting ass. He went up a little too high though, and hit the button to lower the bed a little. Now that he was in the perfect position, he put his dick deep into her ass. Christina moaned in delight as he pistoned in and out of her. After he felt her orgasm a few times, he pulled out and lowered the bed once more to pound into Gloria’s ass. </w:t>
      </w:r>
    </w:p>
    <w:p w:rsidR="00641484" w:rsidRDefault="00641484">
      <w:pPr>
        <w:spacing w:line="480" w:lineRule="auto"/>
        <w:ind w:firstLine="720"/>
        <w:rPr>
          <w:sz w:val="24"/>
          <w:szCs w:val="24"/>
        </w:rPr>
      </w:pPr>
      <w:r>
        <w:rPr>
          <w:sz w:val="24"/>
          <w:szCs w:val="24"/>
        </w:rPr>
        <w:t>Gloria began moaning as well as Christina as he pushed his cock in and out of her ass. She seemed to sweat a lot though. Beads of sweat poured down her ass cheeks, lubricating his cock as it pushed into her again and again. Alex never really liked sweaty girls, but it still felt pretty good to feel himself inside of her.</w:t>
      </w:r>
    </w:p>
    <w:p w:rsidR="00641484" w:rsidRDefault="00641484">
      <w:pPr>
        <w:spacing w:line="480" w:lineRule="auto"/>
        <w:ind w:firstLine="720"/>
        <w:rPr>
          <w:sz w:val="24"/>
          <w:szCs w:val="24"/>
        </w:rPr>
      </w:pPr>
      <w:r>
        <w:rPr>
          <w:sz w:val="24"/>
          <w:szCs w:val="24"/>
        </w:rPr>
        <w:t xml:space="preserve">He pulled out, then lifted the floor once again. It raised past Christina. He lowered it a little, then rubbed the head of his cock against her ass. He looked up at the ceiling and saw the erotic sight before him of the one girl on top of the other. A thought suddenly came to him. </w:t>
      </w:r>
      <w:r>
        <w:rPr>
          <w:i/>
          <w:iCs/>
          <w:sz w:val="24"/>
          <w:szCs w:val="24"/>
        </w:rPr>
        <w:t xml:space="preserve">I wonder how high this thing can go? </w:t>
      </w:r>
      <w:r>
        <w:rPr>
          <w:sz w:val="24"/>
          <w:szCs w:val="24"/>
        </w:rPr>
        <w:t xml:space="preserve">He pushed the up button and the half of the bed started moving up again. </w:t>
      </w:r>
    </w:p>
    <w:p w:rsidR="00641484" w:rsidRDefault="00641484">
      <w:pPr>
        <w:spacing w:line="480" w:lineRule="auto"/>
        <w:ind w:firstLine="720"/>
        <w:rPr>
          <w:sz w:val="24"/>
          <w:szCs w:val="24"/>
        </w:rPr>
      </w:pPr>
      <w:r>
        <w:rPr>
          <w:sz w:val="24"/>
          <w:szCs w:val="24"/>
        </w:rPr>
        <w:t>Christina looked up and frowned. “Get back down here and fuck our asses!”</w:t>
      </w:r>
    </w:p>
    <w:p w:rsidR="00641484" w:rsidRDefault="00641484">
      <w:pPr>
        <w:spacing w:line="480" w:lineRule="auto"/>
        <w:ind w:firstLine="720"/>
        <w:rPr>
          <w:sz w:val="24"/>
          <w:szCs w:val="24"/>
        </w:rPr>
      </w:pPr>
      <w:r>
        <w:rPr>
          <w:sz w:val="24"/>
          <w:szCs w:val="24"/>
        </w:rPr>
        <w:t>“Wheeeee!” Alex said, ignoring her completely. He continued to raise the bed higher and higher and looked up to see the image of his face getting closer and closer to him.</w:t>
      </w:r>
    </w:p>
    <w:p w:rsidR="00641484" w:rsidRDefault="00641484">
      <w:pPr>
        <w:spacing w:line="480" w:lineRule="auto"/>
        <w:ind w:firstLine="720"/>
        <w:rPr>
          <w:sz w:val="24"/>
          <w:szCs w:val="24"/>
        </w:rPr>
      </w:pPr>
      <w:r>
        <w:rPr>
          <w:sz w:val="24"/>
          <w:szCs w:val="24"/>
        </w:rPr>
        <w:t>“We may have to uninstall that,” Christina said to Gloria. “He’ll keep playing with it every time we’re in here.”</w:t>
      </w:r>
    </w:p>
    <w:p w:rsidR="00641484" w:rsidRDefault="00641484">
      <w:pPr>
        <w:spacing w:line="480" w:lineRule="auto"/>
        <w:ind w:firstLine="720"/>
        <w:rPr>
          <w:sz w:val="24"/>
          <w:szCs w:val="24"/>
        </w:rPr>
      </w:pPr>
      <w:r>
        <w:rPr>
          <w:sz w:val="24"/>
          <w:szCs w:val="24"/>
        </w:rPr>
        <w:t>Gloria laughed. “Men love their toys sometimes!” Alex looked down and laughed. When he raised his head, it hit the ceiling hard.</w:t>
      </w:r>
    </w:p>
    <w:p w:rsidR="00641484" w:rsidRDefault="00641484">
      <w:pPr>
        <w:spacing w:line="480" w:lineRule="auto"/>
        <w:ind w:firstLine="720"/>
        <w:rPr>
          <w:sz w:val="24"/>
          <w:szCs w:val="24"/>
        </w:rPr>
      </w:pPr>
      <w:r>
        <w:rPr>
          <w:sz w:val="24"/>
          <w:szCs w:val="24"/>
        </w:rPr>
        <w:t>“Ow!” he said, rubbing the top of his head. He switched to descent mode and slowly lowered the bed back to it’s normal position.</w:t>
      </w:r>
    </w:p>
    <w:p w:rsidR="00641484" w:rsidRDefault="00641484">
      <w:pPr>
        <w:spacing w:line="480" w:lineRule="auto"/>
        <w:ind w:firstLine="720"/>
        <w:rPr>
          <w:sz w:val="24"/>
          <w:szCs w:val="24"/>
        </w:rPr>
      </w:pPr>
      <w:r>
        <w:rPr>
          <w:sz w:val="24"/>
          <w:szCs w:val="24"/>
        </w:rPr>
        <w:t>Christina got off of Gloria’s back as he did. When he got to the bottom, she took the remote out of his hands and threw it outside. “No more raising and lowering the bed.” She turned her head. “Get on top of him so that he won’t be tempted any more.”</w:t>
      </w:r>
    </w:p>
    <w:p w:rsidR="00641484" w:rsidRDefault="00641484">
      <w:pPr>
        <w:spacing w:line="480" w:lineRule="auto"/>
        <w:ind w:firstLine="720"/>
        <w:rPr>
          <w:sz w:val="24"/>
          <w:szCs w:val="24"/>
        </w:rPr>
      </w:pPr>
      <w:r>
        <w:rPr>
          <w:sz w:val="24"/>
          <w:szCs w:val="24"/>
        </w:rPr>
        <w:t>Alex pouted, but complied. He rolled onto his back as Gloria spread her lips and lowered her wet cunt on top of him. She began riding him hard, screaming in Spanish. He couldn’t understand what she was saying but he heard her repeat several times, “Monstruo pene,” while she slammed against his cock again and again.</w:t>
      </w:r>
    </w:p>
    <w:p w:rsidR="00641484" w:rsidRDefault="00641484">
      <w:pPr>
        <w:spacing w:line="480" w:lineRule="auto"/>
        <w:ind w:firstLine="720"/>
        <w:rPr>
          <w:sz w:val="24"/>
          <w:szCs w:val="24"/>
        </w:rPr>
      </w:pPr>
      <w:r>
        <w:rPr>
          <w:sz w:val="24"/>
          <w:szCs w:val="24"/>
        </w:rPr>
        <w:t xml:space="preserve">Not only was her front side just as sweaty as her back, but every time she came, her juices squeezed out of her like a fountain, completely soaking the bed within a matter of minutes. Christina found a way to get underneath of her and began licking her pussy and ass on every downward thrust. Alex hoped she didn’t drown down there. </w:t>
      </w:r>
    </w:p>
    <w:p w:rsidR="00641484" w:rsidRDefault="00641484">
      <w:pPr>
        <w:spacing w:line="480" w:lineRule="auto"/>
        <w:ind w:firstLine="720"/>
        <w:rPr>
          <w:sz w:val="24"/>
          <w:szCs w:val="24"/>
        </w:rPr>
      </w:pPr>
      <w:r>
        <w:rPr>
          <w:sz w:val="24"/>
          <w:szCs w:val="24"/>
        </w:rPr>
        <w:t>He reached up and squeezed one of her mammoth breasts before reaching up and sucking her nipple hard. It was sweaty and very salty as he licked it over. Between the sweat and the orgasms she was having, Alex’s cock kept slipping out of her. Gloria would each time slip the cock back into her soaking lips again before riding him once more.</w:t>
      </w:r>
    </w:p>
    <w:p w:rsidR="00641484" w:rsidRDefault="00641484">
      <w:pPr>
        <w:spacing w:line="480" w:lineRule="auto"/>
        <w:ind w:firstLine="720"/>
        <w:rPr>
          <w:sz w:val="24"/>
          <w:szCs w:val="24"/>
        </w:rPr>
      </w:pPr>
      <w:r>
        <w:rPr>
          <w:sz w:val="24"/>
          <w:szCs w:val="24"/>
        </w:rPr>
        <w:t xml:space="preserve">This went on for a good three hours straight. He lasted a lot longer with her than normal since he kept popping out of her. Eventually he groaned out, “I’m cumming, Gloria!” </w:t>
      </w:r>
    </w:p>
    <w:p w:rsidR="00641484" w:rsidRDefault="00641484">
      <w:pPr>
        <w:spacing w:line="480" w:lineRule="auto"/>
        <w:ind w:firstLine="720"/>
        <w:rPr>
          <w:sz w:val="24"/>
          <w:szCs w:val="24"/>
        </w:rPr>
      </w:pPr>
      <w:r>
        <w:rPr>
          <w:sz w:val="24"/>
          <w:szCs w:val="24"/>
        </w:rPr>
        <w:t>She swore in Spanish then repeated it in English. “Shoot inside me, Alex. I’m on the pill.” He grunted and came deep inside her. She got off of him and was pulled into Christina’s waiting mouth as she licked all the cum off of her nether regions. The three cleaned each other off and put on their clothes.</w:t>
      </w:r>
    </w:p>
    <w:p w:rsidR="00641484" w:rsidRDefault="00641484">
      <w:pPr>
        <w:spacing w:line="480" w:lineRule="auto"/>
        <w:ind w:firstLine="720"/>
        <w:rPr>
          <w:sz w:val="24"/>
          <w:szCs w:val="24"/>
        </w:rPr>
      </w:pPr>
      <w:r>
        <w:rPr>
          <w:sz w:val="24"/>
          <w:szCs w:val="24"/>
        </w:rPr>
        <w:t>“That was amazing, Alex! If you are the devil, then I won’t mind going to hell just to fuck you!”</w:t>
      </w:r>
    </w:p>
    <w:p w:rsidR="00641484" w:rsidRDefault="00641484">
      <w:pPr>
        <w:spacing w:line="480" w:lineRule="auto"/>
        <w:ind w:firstLine="720"/>
        <w:rPr>
          <w:sz w:val="24"/>
          <w:szCs w:val="24"/>
        </w:rPr>
      </w:pPr>
      <w:r>
        <w:rPr>
          <w:sz w:val="24"/>
          <w:szCs w:val="24"/>
        </w:rPr>
        <w:t>“Ummmm…ok?” He didn’t know if that was more a compliment or an insult.</w:t>
      </w:r>
    </w:p>
    <w:p w:rsidR="00641484" w:rsidRDefault="00641484">
      <w:pPr>
        <w:spacing w:line="480" w:lineRule="auto"/>
        <w:ind w:firstLine="720"/>
        <w:rPr>
          <w:sz w:val="24"/>
          <w:szCs w:val="24"/>
        </w:rPr>
      </w:pPr>
      <w:r>
        <w:rPr>
          <w:sz w:val="24"/>
          <w:szCs w:val="24"/>
        </w:rPr>
        <w:t>“So, how soon can you all move in? Tomorrow?”</w:t>
      </w:r>
    </w:p>
    <w:p w:rsidR="00641484" w:rsidRDefault="00641484">
      <w:pPr>
        <w:spacing w:line="480" w:lineRule="auto"/>
        <w:ind w:firstLine="720"/>
        <w:rPr>
          <w:sz w:val="24"/>
          <w:szCs w:val="24"/>
        </w:rPr>
      </w:pPr>
      <w:r>
        <w:rPr>
          <w:sz w:val="24"/>
          <w:szCs w:val="24"/>
        </w:rPr>
        <w:t xml:space="preserve">Christina laughed. “If you can get us some moving vans by then, sure!” </w:t>
      </w:r>
    </w:p>
    <w:p w:rsidR="00641484" w:rsidRDefault="00641484">
      <w:pPr>
        <w:spacing w:line="480" w:lineRule="auto"/>
        <w:ind w:firstLine="720"/>
        <w:rPr>
          <w:sz w:val="24"/>
          <w:szCs w:val="24"/>
        </w:rPr>
      </w:pPr>
      <w:r>
        <w:rPr>
          <w:sz w:val="24"/>
          <w:szCs w:val="24"/>
        </w:rPr>
        <w:t xml:space="preserve">She winked in Alex’s direction. “I’ll see what I can do. I can’t wait to fill you inside me again, Alex!” He could. She walked over to him and kissed him deeply. Christina joined in making it a three way kiss. Him and Christina left after that to reveal the news to everyone. </w:t>
      </w:r>
    </w:p>
    <w:p w:rsidR="00641484" w:rsidRDefault="00641484">
      <w:pPr>
        <w:spacing w:line="480" w:lineRule="auto"/>
        <w:ind w:firstLine="720"/>
        <w:rPr>
          <w:sz w:val="24"/>
          <w:szCs w:val="24"/>
        </w:rPr>
      </w:pPr>
      <w:r>
        <w:rPr>
          <w:sz w:val="24"/>
          <w:szCs w:val="24"/>
        </w:rPr>
        <w:t>When they returned, Christina and Alex told the other girls how they were moving once again the next day, possibly. She also told them about their new partner they would all meet the next day. The girls were excited for both prospects. All of them spent the rest of the day packing things into boxes. When nighttime came the five of them gathered for yet another of their daily orgies. They quickly got his cock back up to full mast after his quadruple orgasm and fucked him once again, until all five of them were worn out. Alex found himself cuddling up to Kelly as he fell asleep that night.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In his dream Alex was sitting on a grassy hill, looking out into the ocean a few yards past it. It was a scene from his childhood, when he lived in Seattle. Kelly sat down next to him. He looked over to her and smiled. “Hey.”</w:t>
      </w:r>
    </w:p>
    <w:p w:rsidR="00641484" w:rsidRDefault="00641484">
      <w:pPr>
        <w:spacing w:line="480" w:lineRule="auto"/>
        <w:ind w:firstLine="720"/>
        <w:rPr>
          <w:sz w:val="24"/>
          <w:szCs w:val="24"/>
        </w:rPr>
      </w:pPr>
      <w:r>
        <w:rPr>
          <w:sz w:val="24"/>
          <w:szCs w:val="24"/>
        </w:rPr>
        <w:t>She looked a bit perturbed. “So, how was that slut in bed?”</w:t>
      </w:r>
    </w:p>
    <w:p w:rsidR="00641484" w:rsidRDefault="00641484">
      <w:pPr>
        <w:spacing w:line="480" w:lineRule="auto"/>
        <w:ind w:firstLine="720"/>
        <w:rPr>
          <w:sz w:val="24"/>
          <w:szCs w:val="24"/>
        </w:rPr>
      </w:pPr>
      <w:r>
        <w:rPr>
          <w:sz w:val="24"/>
          <w:szCs w:val="24"/>
        </w:rPr>
        <w:t>Alex was surprised that it was the old Kelly in his dream. “She’s alright I guess. A little sweaty though.”</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Kelly laughed. “So now you got four sluts fucking you like crazy. Does all that pussy make you happy?”</w:t>
      </w:r>
    </w:p>
    <w:p w:rsidR="00641484" w:rsidRDefault="00641484">
      <w:pPr>
        <w:spacing w:line="480" w:lineRule="auto"/>
        <w:ind w:firstLine="720"/>
        <w:rPr>
          <w:sz w:val="24"/>
          <w:szCs w:val="24"/>
        </w:rPr>
      </w:pPr>
      <w:r>
        <w:rPr>
          <w:sz w:val="24"/>
          <w:szCs w:val="24"/>
        </w:rPr>
        <w:t>“Shouldn’t it be five people?” he asked.</w:t>
      </w:r>
    </w:p>
    <w:p w:rsidR="00641484" w:rsidRDefault="00641484">
      <w:pPr>
        <w:spacing w:line="480" w:lineRule="auto"/>
        <w:ind w:firstLine="720"/>
        <w:rPr>
          <w:sz w:val="24"/>
          <w:szCs w:val="24"/>
        </w:rPr>
      </w:pPr>
      <w:r>
        <w:rPr>
          <w:sz w:val="24"/>
          <w:szCs w:val="24"/>
        </w:rPr>
        <w:t>“You’re such an asshole!” She stood up and got in front of him, fuming. “I’m not a slut, dumbass!  Do you think I really enjoy sharing you with four other hoes? It makes me look like a slut too!”</w:t>
      </w:r>
    </w:p>
    <w:p w:rsidR="00641484" w:rsidRDefault="00641484">
      <w:pPr>
        <w:spacing w:line="480" w:lineRule="auto"/>
        <w:ind w:firstLine="720"/>
        <w:rPr>
          <w:sz w:val="24"/>
          <w:szCs w:val="24"/>
        </w:rPr>
      </w:pPr>
      <w:r>
        <w:rPr>
          <w:sz w:val="24"/>
          <w:szCs w:val="24"/>
        </w:rPr>
        <w:t>“Well, why’d you get Gloria to have sex with me then?”</w:t>
      </w:r>
    </w:p>
    <w:p w:rsidR="00641484" w:rsidRDefault="00641484">
      <w:pPr>
        <w:spacing w:line="480" w:lineRule="auto"/>
        <w:ind w:firstLine="720"/>
        <w:rPr>
          <w:sz w:val="24"/>
          <w:szCs w:val="24"/>
        </w:rPr>
      </w:pPr>
      <w:r>
        <w:rPr>
          <w:sz w:val="24"/>
          <w:szCs w:val="24"/>
        </w:rPr>
        <w:t>She smiled. “A small price to pay to get you to make me stop bringing more girls into the mix. I also figured Gloria would give me a raise if she fucked you. That bitch actually doubled my salary! Guess that makes you a male prostitute, eh?”</w:t>
      </w:r>
    </w:p>
    <w:p w:rsidR="00641484" w:rsidRDefault="00641484">
      <w:pPr>
        <w:spacing w:line="480" w:lineRule="auto"/>
        <w:ind w:firstLine="720"/>
        <w:rPr>
          <w:sz w:val="24"/>
          <w:szCs w:val="24"/>
        </w:rPr>
      </w:pPr>
      <w:r>
        <w:rPr>
          <w:sz w:val="24"/>
          <w:szCs w:val="24"/>
        </w:rPr>
        <w:t>“Wouldn’t she be paying me instead?”</w:t>
      </w:r>
    </w:p>
    <w:p w:rsidR="00641484" w:rsidRDefault="00641484">
      <w:pPr>
        <w:spacing w:line="480" w:lineRule="auto"/>
        <w:ind w:firstLine="720"/>
        <w:rPr>
          <w:sz w:val="24"/>
          <w:szCs w:val="24"/>
        </w:rPr>
      </w:pPr>
      <w:r>
        <w:rPr>
          <w:sz w:val="24"/>
          <w:szCs w:val="24"/>
        </w:rPr>
        <w:t xml:space="preserve">“She bought you a house, didn’t she? That’s a form of prostitution right there!” </w:t>
      </w:r>
    </w:p>
    <w:p w:rsidR="00641484" w:rsidRDefault="00641484">
      <w:pPr>
        <w:spacing w:line="480" w:lineRule="auto"/>
        <w:ind w:firstLine="720"/>
        <w:rPr>
          <w:sz w:val="24"/>
          <w:szCs w:val="24"/>
        </w:rPr>
      </w:pPr>
      <w:r>
        <w:rPr>
          <w:sz w:val="24"/>
          <w:szCs w:val="24"/>
        </w:rPr>
        <w:t>Alex sighed inwardly. “OK. You got me. It’s not like I wanted to fuck her. I am perfectly content with the four of you!”</w:t>
      </w:r>
    </w:p>
    <w:p w:rsidR="00641484" w:rsidRDefault="00641484">
      <w:pPr>
        <w:spacing w:line="480" w:lineRule="auto"/>
        <w:ind w:firstLine="720"/>
        <w:rPr>
          <w:sz w:val="24"/>
          <w:szCs w:val="24"/>
        </w:rPr>
      </w:pPr>
      <w:r>
        <w:rPr>
          <w:sz w:val="24"/>
          <w:szCs w:val="24"/>
        </w:rPr>
        <w:t>Kelly laughed. “Yeah, right. Too bad you’re such a pussy you can’t say no to any girl you’re with!”</w:t>
      </w:r>
    </w:p>
    <w:p w:rsidR="00641484" w:rsidRDefault="00641484">
      <w:pPr>
        <w:spacing w:line="480" w:lineRule="auto"/>
        <w:ind w:firstLine="720"/>
        <w:rPr>
          <w:sz w:val="24"/>
          <w:szCs w:val="24"/>
        </w:rPr>
      </w:pPr>
      <w:r>
        <w:rPr>
          <w:sz w:val="24"/>
          <w:szCs w:val="24"/>
        </w:rPr>
        <w:t>Alex was starting to get upset with her. “You know, if I said no to you, you would have never fucked me to begin with!”</w:t>
      </w:r>
    </w:p>
    <w:p w:rsidR="00641484" w:rsidRDefault="00641484">
      <w:pPr>
        <w:spacing w:line="480" w:lineRule="auto"/>
        <w:ind w:firstLine="720"/>
        <w:rPr>
          <w:sz w:val="24"/>
          <w:szCs w:val="24"/>
        </w:rPr>
      </w:pPr>
      <w:r>
        <w:rPr>
          <w:sz w:val="24"/>
          <w:szCs w:val="24"/>
        </w:rPr>
        <w:t>“I wished I never saw your damn huge cock! I wish I never met you! I hate you!” she screamed at him. Alex found that even though she always said stuff like that to him, it still hurt him greatly.</w:t>
      </w:r>
    </w:p>
    <w:p w:rsidR="00641484" w:rsidRDefault="00641484">
      <w:pPr>
        <w:spacing w:line="480" w:lineRule="auto"/>
        <w:ind w:firstLine="720"/>
        <w:rPr>
          <w:sz w:val="24"/>
          <w:szCs w:val="24"/>
        </w:rPr>
      </w:pPr>
      <w:r>
        <w:rPr>
          <w:sz w:val="24"/>
          <w:szCs w:val="24"/>
        </w:rPr>
        <w:t>She lowered her voice a bit, but still seemed to be seething in anger. “Oh yeah! I forgot! I owe you for making me read that damn scroll!” Alex’s eyes widened in horror as she lifted her foot into the air. He tried to move but found himself glued in place, staring at her. She then lowered it, slamming it into his balls.</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Alex woke up screaming. He looked over to see Kelly rubbing her eyes groggily. “Gah!” Alex jumped when he saw her, thinking of the realistic dream he had that night.</w:t>
      </w:r>
    </w:p>
    <w:p w:rsidR="00641484" w:rsidRDefault="00641484">
      <w:pPr>
        <w:spacing w:line="480" w:lineRule="auto"/>
        <w:ind w:firstLine="720"/>
        <w:rPr>
          <w:sz w:val="24"/>
          <w:szCs w:val="24"/>
        </w:rPr>
      </w:pPr>
      <w:r>
        <w:rPr>
          <w:sz w:val="24"/>
          <w:szCs w:val="24"/>
        </w:rPr>
        <w:t>“Is something wrong, master?” she asked.</w:t>
      </w:r>
    </w:p>
    <w:p w:rsidR="00641484" w:rsidRDefault="00641484">
      <w:pPr>
        <w:spacing w:line="480" w:lineRule="auto"/>
        <w:ind w:firstLine="720"/>
        <w:rPr>
          <w:sz w:val="24"/>
          <w:szCs w:val="24"/>
        </w:rPr>
      </w:pPr>
      <w:r>
        <w:rPr>
          <w:sz w:val="24"/>
          <w:szCs w:val="24"/>
        </w:rPr>
        <w:t>Several arms worked around his back. Christina leaned around him from behind and softly bit his earlobe. “It was just a dream, baby. Go back to sleep. We have a long day ahead of us.” Alex smiled and kissed her before returning to bed. But, he couldn’t sleep. Did Kelly really hate him deep down for what he did with her. The new Kelly seemed to enjoy his company though. He wished he knew.</w:t>
      </w:r>
    </w:p>
    <w:p w:rsidR="00641484" w:rsidRDefault="00641484">
      <w:pPr>
        <w:spacing w:line="480" w:lineRule="auto"/>
        <w:ind w:firstLine="720"/>
        <w:rPr>
          <w:sz w:val="24"/>
          <w:szCs w:val="24"/>
        </w:rPr>
      </w:pPr>
      <w:r>
        <w:rPr>
          <w:sz w:val="24"/>
          <w:szCs w:val="24"/>
        </w:rPr>
        <w:t>The next day several moving vans showed up and packed their things inside. The whole group of them rode in four different cars to their new mansion. Jen rode alone with Alex as he drove his own car there. She bobbed her head up and down his cock while he drove. He reached his destination and pressed Jen’s head against him. She sucked harder and he felt himself tense up and cum inside her eager mouth. She liked her lips and kissed his cheek.</w:t>
      </w:r>
    </w:p>
    <w:p w:rsidR="00641484" w:rsidRDefault="00641484">
      <w:pPr>
        <w:spacing w:line="480" w:lineRule="auto"/>
        <w:ind w:firstLine="720"/>
        <w:rPr>
          <w:sz w:val="24"/>
          <w:szCs w:val="24"/>
        </w:rPr>
      </w:pPr>
      <w:r>
        <w:rPr>
          <w:sz w:val="24"/>
          <w:szCs w:val="24"/>
        </w:rPr>
        <w:t>“Thanks Alex. I didn’t have my breakfast today!” Alex laughed and shook his head while the two got out of the car. Lisa, Jen, and Kelly were impressed with the brilliance of their new home. Rosa showed the three of them around while Alex helped move stuff in. Some of the movers complained about how he was barely able to help lift some of the furniture, but he ignored it. He knew he wasn’t as strong as most elves and had accepted it long ago. However, he was not about to watch others work while he sat idly by. That just wasn’t his style.</w:t>
      </w:r>
    </w:p>
    <w:p w:rsidR="00641484" w:rsidRDefault="00641484">
      <w:pPr>
        <w:spacing w:line="480" w:lineRule="auto"/>
        <w:ind w:firstLine="720"/>
        <w:rPr>
          <w:sz w:val="24"/>
          <w:szCs w:val="24"/>
        </w:rPr>
      </w:pPr>
      <w:r>
        <w:rPr>
          <w:sz w:val="24"/>
          <w:szCs w:val="24"/>
        </w:rPr>
        <w:t>The girls all choose their own rooms to use for when they were not sleeping in the main bedroom with Alex. Lisa desperately wanted the room adjoining the main one. She told him that she would love to watch them through the one way mirror. Alex laughed at her fetish and told her to go wild with it. She kissed him deeply before beginning to set her stuff inside.</w:t>
      </w:r>
    </w:p>
    <w:p w:rsidR="00641484" w:rsidRDefault="00641484">
      <w:pPr>
        <w:spacing w:line="480" w:lineRule="auto"/>
        <w:ind w:firstLine="720"/>
        <w:rPr>
          <w:sz w:val="24"/>
          <w:szCs w:val="24"/>
        </w:rPr>
      </w:pPr>
      <w:r>
        <w:rPr>
          <w:sz w:val="24"/>
          <w:szCs w:val="24"/>
        </w:rPr>
        <w:t>Kelly had chosen what Alex thought was the most lovely of the rooms. The walls were covered in murals. It was one of the refurbished rooms. She lay down on the large king sized water bed. Alex was entranced by the fish swimming underneath of them, inside of the mattress. “It’s beautiful, right, master?”</w:t>
      </w:r>
    </w:p>
    <w:p w:rsidR="00641484" w:rsidRDefault="00641484">
      <w:pPr>
        <w:spacing w:line="480" w:lineRule="auto"/>
        <w:ind w:firstLine="720"/>
        <w:rPr>
          <w:sz w:val="24"/>
          <w:szCs w:val="24"/>
        </w:rPr>
      </w:pPr>
      <w:r>
        <w:rPr>
          <w:sz w:val="24"/>
          <w:szCs w:val="24"/>
        </w:rPr>
        <w:t>Alex glanced up and smiled at her. “Yeah, it is. Try not to kill the fish,” he added with a smirk. The old Kelly probably would kill them all.</w:t>
      </w:r>
    </w:p>
    <w:p w:rsidR="00641484" w:rsidRDefault="00641484">
      <w:pPr>
        <w:spacing w:line="480" w:lineRule="auto"/>
        <w:ind w:firstLine="720"/>
        <w:rPr>
          <w:sz w:val="24"/>
          <w:szCs w:val="24"/>
        </w:rPr>
      </w:pPr>
      <w:r>
        <w:rPr>
          <w:sz w:val="24"/>
          <w:szCs w:val="24"/>
        </w:rPr>
        <w:t>“Of course not, my master. I love fishies!” She was cute. He watched her stare at the fishes, her belly resting against the mattress. She would take her finger and stroke it along the mattress to see if the fish would respond. She was nothing like the old Kelly at all. She was much nicer. Yet, Alex felt a tinge of guilt deep down inside.</w:t>
      </w:r>
    </w:p>
    <w:p w:rsidR="00641484" w:rsidRDefault="00641484">
      <w:pPr>
        <w:spacing w:line="480" w:lineRule="auto"/>
        <w:ind w:firstLine="720"/>
        <w:rPr>
          <w:sz w:val="24"/>
          <w:szCs w:val="24"/>
        </w:rPr>
      </w:pPr>
      <w:r>
        <w:rPr>
          <w:sz w:val="24"/>
          <w:szCs w:val="24"/>
        </w:rPr>
        <w:t>After all the stuff was moved in, Alex and the girls all settled down to eat. Rosa, their new maid, settled all their food in front of them. Alex was glad Rosa wasn’t very good looking and rather old. If she looked good at all, the other ladies may try to get her to fuck him. Hell, they might still try!</w:t>
      </w:r>
    </w:p>
    <w:p w:rsidR="00641484" w:rsidRDefault="00641484">
      <w:pPr>
        <w:spacing w:line="480" w:lineRule="auto"/>
        <w:ind w:firstLine="720"/>
        <w:rPr>
          <w:sz w:val="24"/>
          <w:szCs w:val="24"/>
        </w:rPr>
      </w:pPr>
      <w:r>
        <w:rPr>
          <w:sz w:val="24"/>
          <w:szCs w:val="24"/>
        </w:rPr>
        <w:t>After dinner the six of them retired to the main bedroom. Alex ended up fucking Jen’s ass, while she ate out Lisa. Lisa ate out Kelly, while Kelly fingered Christina and Gloria. They all felt his cock inside them as he pounded away at them. Gloria made Kelly stick her thumb in Gloria’s ass while her fingers were inside her pussy. With twice the penetration, she actually began having orgasms much more frequently than the rest for a while. That is, until Alex started slamming his meat into Jen hard. Then all of then experienced the constant orgasm feeling of his cock inside of them.</w:t>
      </w:r>
    </w:p>
    <w:p w:rsidR="00641484" w:rsidRDefault="00641484">
      <w:pPr>
        <w:spacing w:line="480" w:lineRule="auto"/>
        <w:ind w:firstLine="720"/>
        <w:rPr>
          <w:sz w:val="24"/>
          <w:szCs w:val="24"/>
        </w:rPr>
      </w:pPr>
      <w:r>
        <w:rPr>
          <w:sz w:val="24"/>
          <w:szCs w:val="24"/>
        </w:rPr>
        <w:t>After Alex orgasmed, he became very light headed, as this was his first time with five girls. Christina and Kelly each got him a glass of water from a pitcher nearby. He drunk them both quickly and then settled in for the night, much to the girls’ dismay.</w:t>
      </w:r>
    </w:p>
    <w:p w:rsidR="00641484" w:rsidRDefault="00641484">
      <w:pPr>
        <w:spacing w:line="480" w:lineRule="auto"/>
        <w:ind w:firstLine="720"/>
        <w:rPr>
          <w:sz w:val="24"/>
          <w:szCs w:val="24"/>
        </w:rPr>
      </w:pPr>
      <w:r>
        <w:rPr>
          <w:sz w:val="24"/>
          <w:szCs w:val="24"/>
        </w:rPr>
        <w:t>The next day, he was woken by Gloria’s face on his cock. The girls were coaxing her along as she took all of him into her mouth. He came rather quickly and the girls began kissing him all over. Christina tongued Gloria while the others were on him. She wanted to taste the semen in her mouth.</w:t>
      </w:r>
    </w:p>
    <w:p w:rsidR="00641484" w:rsidRDefault="00641484">
      <w:pPr>
        <w:spacing w:line="480" w:lineRule="auto"/>
        <w:ind w:firstLine="720"/>
        <w:rPr>
          <w:sz w:val="24"/>
          <w:szCs w:val="24"/>
        </w:rPr>
      </w:pPr>
      <w:r>
        <w:rPr>
          <w:sz w:val="24"/>
          <w:szCs w:val="24"/>
        </w:rPr>
        <w:t>The group of them ended up fucking several times during the day, only stopping for Alex’s sake, as each time his head would spin in circles. They fucked several times for the next few days as he got used to the five girls slowly. In between fucking they would watch TV with him. Alex gave up on his writing long ago. These women distracted him from focusing on it enough to not turn it into a full blown porn story. He would occasionally play his video games though.</w:t>
      </w:r>
    </w:p>
    <w:p w:rsidR="00641484" w:rsidRDefault="00641484">
      <w:pPr>
        <w:spacing w:line="480" w:lineRule="auto"/>
        <w:ind w:firstLine="720"/>
        <w:rPr>
          <w:sz w:val="24"/>
          <w:szCs w:val="24"/>
        </w:rPr>
      </w:pPr>
      <w:r>
        <w:rPr>
          <w:sz w:val="24"/>
          <w:szCs w:val="24"/>
        </w:rPr>
        <w:t>The girls clapped in excitement the day he told them a week later that he no longer had any more dizziness. They fucked him the majority of that day, only stopping to eat. Alex found himself having no time whatsoever for anything else but fucking. If it wasn’t one girl, it was another sucking his cock back to hardness before stuffing it into her cock or ass. Now Alex liked fucking as much as any grown man did, but he liked doing other things as well! They gave him no time to watch TV or play games. They stopped going to the mall or club like they use to. Alex found himself a prisoner filled with lusty, busty elves around him.</w:t>
      </w:r>
    </w:p>
    <w:p w:rsidR="00641484" w:rsidRDefault="00641484">
      <w:pPr>
        <w:spacing w:line="480" w:lineRule="auto"/>
        <w:ind w:firstLine="720"/>
        <w:rPr>
          <w:sz w:val="24"/>
          <w:szCs w:val="24"/>
        </w:rPr>
      </w:pPr>
      <w:r>
        <w:rPr>
          <w:sz w:val="24"/>
          <w:szCs w:val="24"/>
        </w:rPr>
        <w:t>One day, he was fucking four out of the five girls. Lisa was in her room taking a nap, so she chose not to be involved. As they were all moaning from the orgasms he gave them all, he heard Lisa start screaming in ecstasy. Alex presumed that she must be watching the show and waved at the mirror. The other girls liked to watch him fuck through the mirror as well, so they all waved, as ripples of pleasure went through their bodies.</w:t>
      </w:r>
    </w:p>
    <w:p w:rsidR="00641484" w:rsidRDefault="00641484">
      <w:pPr>
        <w:spacing w:line="480" w:lineRule="auto"/>
        <w:ind w:firstLine="720"/>
        <w:rPr>
          <w:sz w:val="24"/>
          <w:szCs w:val="24"/>
        </w:rPr>
      </w:pPr>
      <w:r>
        <w:rPr>
          <w:sz w:val="24"/>
          <w:szCs w:val="24"/>
        </w:rPr>
        <w:t>Alex came deep inside of Kelly’s pussy, completely drained. It felt like he had five orgasms instead of four that time. Lisa ran inside and exclaimed, “I felt him! I felt Alex inside of me!” The girls all gasped.</w:t>
      </w:r>
    </w:p>
    <w:p w:rsidR="00641484" w:rsidRDefault="00641484">
      <w:pPr>
        <w:spacing w:line="480" w:lineRule="auto"/>
        <w:ind w:firstLine="720"/>
        <w:rPr>
          <w:sz w:val="24"/>
          <w:szCs w:val="24"/>
        </w:rPr>
      </w:pPr>
      <w:r>
        <w:rPr>
          <w:sz w:val="24"/>
          <w:szCs w:val="24"/>
        </w:rPr>
        <w:t>“What do you mean?” Alex asked.</w:t>
      </w:r>
    </w:p>
    <w:p w:rsidR="00641484" w:rsidRDefault="00641484">
      <w:pPr>
        <w:spacing w:line="480" w:lineRule="auto"/>
        <w:ind w:firstLine="720"/>
        <w:rPr>
          <w:sz w:val="24"/>
          <w:szCs w:val="24"/>
        </w:rPr>
      </w:pPr>
      <w:r>
        <w:rPr>
          <w:sz w:val="24"/>
          <w:szCs w:val="24"/>
        </w:rPr>
        <w:t>“I mean, my orgasms came along with all the others! I think you can give us orgasms when we’re not connected now!” All the girls cooed in delight. Now, they would always feel him inside of them no matter where they were as long as he was in one of them. The next several days they all tested the limits of his new ability. They found that the orgasms only extended throughout the house. Once they went off of the grounds they were not able to feel the pleasant sensations inside of them.</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Christina squealed in pleasure as another orgasm came through her body. Alex seemed to be fucking another one of his girls. The bad thing was that she was having difficulty making the wedding plans while she kept having orgasms. She would just have to get used to it. There was no way she was going to deny her man the constant pleasure he deserved. She had told him to enjoy himself while she made the wedding plans. </w:t>
      </w:r>
    </w:p>
    <w:p w:rsidR="00641484" w:rsidRDefault="00641484">
      <w:pPr>
        <w:spacing w:line="480" w:lineRule="auto"/>
        <w:ind w:firstLine="720"/>
        <w:rPr>
          <w:sz w:val="24"/>
          <w:szCs w:val="24"/>
        </w:rPr>
      </w:pPr>
      <w:r>
        <w:rPr>
          <w:sz w:val="24"/>
          <w:szCs w:val="24"/>
        </w:rPr>
        <w:t xml:space="preserve">Two months passed quickly after they had moved to Gloria’s mansion. Finally the day of the wedding came. Christina couldn’t wait. She wished the other girls could marry Alex as well. </w:t>
      </w:r>
      <w:r>
        <w:rPr>
          <w:i/>
          <w:iCs/>
          <w:sz w:val="24"/>
          <w:szCs w:val="24"/>
        </w:rPr>
        <w:t xml:space="preserve">That would please him very much, </w:t>
      </w:r>
      <w:r>
        <w:rPr>
          <w:sz w:val="24"/>
          <w:szCs w:val="24"/>
        </w:rPr>
        <w:t xml:space="preserve">she thought. The wedding came and she walked down the aisle to him. Alex told her that he didn’t notice any of the family members sitting around the church besides his mom and sister. She did notice him stare at a girl in the front row with short curly blonde hair. Her breasts seemed to be larger than the DDD cups she was wearing. </w:t>
      </w:r>
      <w:r>
        <w:rPr>
          <w:i/>
          <w:iCs/>
          <w:sz w:val="24"/>
          <w:szCs w:val="24"/>
        </w:rPr>
        <w:t>I wonder if he wouldn’t mind fucking her.</w:t>
      </w:r>
      <w:r>
        <w:rPr>
          <w:sz w:val="24"/>
          <w:szCs w:val="24"/>
        </w:rPr>
        <w:t xml:space="preserve"> </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The ceremony came to it’s conclusion. Everyone got up to shake the new bride and groom’s hands. He noticed a few paces in line a familiar looking face. He moved his head back and forth trying to stare around the mass of people trying to shake his hand or pat him on the back. He got a good look at the man. He had short black hair and looked similar to Alex, save the elf ears on his head. He looked much younger, and his ears were different, but Alex could tell it was his dad.</w:t>
      </w:r>
    </w:p>
    <w:p w:rsidR="00641484" w:rsidRDefault="00641484">
      <w:pPr>
        <w:spacing w:line="480" w:lineRule="auto"/>
        <w:ind w:firstLine="720"/>
        <w:rPr>
          <w:sz w:val="24"/>
          <w:szCs w:val="24"/>
        </w:rPr>
      </w:pPr>
      <w:r>
        <w:rPr>
          <w:sz w:val="24"/>
          <w:szCs w:val="24"/>
        </w:rPr>
        <w:t xml:space="preserve">He pushed through the crowd and ran up to him hugging him deeply. Tears welled in his eyes. He never wanted to let his dad go again. “Dad! I missed you so much!” he said in between sniffs. </w:t>
      </w:r>
    </w:p>
    <w:p w:rsidR="00641484" w:rsidRDefault="00641484">
      <w:pPr>
        <w:spacing w:line="480" w:lineRule="auto"/>
        <w:ind w:firstLine="720"/>
        <w:rPr>
          <w:sz w:val="24"/>
          <w:szCs w:val="24"/>
        </w:rPr>
      </w:pPr>
      <w:r>
        <w:rPr>
          <w:sz w:val="24"/>
          <w:szCs w:val="24"/>
        </w:rPr>
        <w:t>His dad patted his back. “There, there now, Alex. I thought it was the parents job to cry at the wedding, not the son’s.”</w:t>
      </w:r>
    </w:p>
    <w:p w:rsidR="00641484" w:rsidRDefault="00641484">
      <w:pPr>
        <w:spacing w:line="480" w:lineRule="auto"/>
        <w:ind w:firstLine="720"/>
        <w:rPr>
          <w:sz w:val="24"/>
          <w:szCs w:val="24"/>
        </w:rPr>
      </w:pPr>
      <w:r>
        <w:rPr>
          <w:sz w:val="24"/>
          <w:szCs w:val="24"/>
        </w:rPr>
        <w:t>“I know, dad. But, you have no idea how happy I am to see you! I thought I’d never see you again!”</w:t>
      </w:r>
    </w:p>
    <w:p w:rsidR="00641484" w:rsidRDefault="00641484">
      <w:pPr>
        <w:spacing w:line="480" w:lineRule="auto"/>
        <w:ind w:firstLine="720"/>
        <w:rPr>
          <w:sz w:val="24"/>
          <w:szCs w:val="24"/>
        </w:rPr>
      </w:pPr>
      <w:r>
        <w:rPr>
          <w:sz w:val="24"/>
          <w:szCs w:val="24"/>
        </w:rPr>
        <w:t>“Hey! You knew full well I wouldn’t miss my own son’s wedding! Cheer up, kiddo! You got a honeymoon to look forward too!”</w:t>
      </w:r>
    </w:p>
    <w:p w:rsidR="00641484" w:rsidRDefault="00641484">
      <w:pPr>
        <w:spacing w:line="480" w:lineRule="auto"/>
        <w:ind w:firstLine="720"/>
        <w:rPr>
          <w:sz w:val="24"/>
          <w:szCs w:val="24"/>
        </w:rPr>
      </w:pPr>
      <w:r>
        <w:rPr>
          <w:sz w:val="24"/>
          <w:szCs w:val="24"/>
        </w:rPr>
        <w:t>Alex laughed, still sniffing. “How come you never saw me before now, dad?”</w:t>
      </w:r>
    </w:p>
    <w:p w:rsidR="00641484" w:rsidRDefault="00641484">
      <w:pPr>
        <w:spacing w:line="480" w:lineRule="auto"/>
        <w:ind w:firstLine="720"/>
        <w:rPr>
          <w:sz w:val="24"/>
          <w:szCs w:val="24"/>
        </w:rPr>
      </w:pPr>
      <w:r>
        <w:rPr>
          <w:sz w:val="24"/>
          <w:szCs w:val="24"/>
        </w:rPr>
        <w:t>“Oh, you know mom. She made sure I didn’t come an inch near you after your accident. I see you are doing well for yourself though. I’m glad.”</w:t>
      </w:r>
    </w:p>
    <w:p w:rsidR="00641484" w:rsidRDefault="00641484">
      <w:pPr>
        <w:spacing w:line="480" w:lineRule="auto"/>
        <w:ind w:firstLine="720"/>
        <w:rPr>
          <w:sz w:val="24"/>
          <w:szCs w:val="24"/>
        </w:rPr>
      </w:pPr>
      <w:r>
        <w:rPr>
          <w:sz w:val="24"/>
          <w:szCs w:val="24"/>
        </w:rPr>
        <w:t>He broke the hug and smiled at him. “I have so much to talk to about dad. I hope we have time to talk.”</w:t>
      </w:r>
    </w:p>
    <w:p w:rsidR="00641484" w:rsidRDefault="00641484">
      <w:pPr>
        <w:spacing w:line="480" w:lineRule="auto"/>
        <w:ind w:firstLine="720"/>
        <w:rPr>
          <w:sz w:val="24"/>
          <w:szCs w:val="24"/>
        </w:rPr>
      </w:pPr>
      <w:r>
        <w:rPr>
          <w:sz w:val="24"/>
          <w:szCs w:val="24"/>
        </w:rPr>
        <w:t>“Sure, Alex.” He pulled out his cellphone. “Give me your number. We can talk when the honeymoon is over, ok?”</w:t>
      </w:r>
    </w:p>
    <w:p w:rsidR="00641484" w:rsidRDefault="00641484">
      <w:pPr>
        <w:spacing w:line="480" w:lineRule="auto"/>
        <w:ind w:firstLine="720"/>
        <w:rPr>
          <w:sz w:val="24"/>
          <w:szCs w:val="24"/>
        </w:rPr>
      </w:pPr>
      <w:r>
        <w:rPr>
          <w:sz w:val="24"/>
          <w:szCs w:val="24"/>
        </w:rPr>
        <w:t>“Sure, dad.” The two exchanged numbers and made small talk for a while. He was quite surprised to hear that his family was now living in a mansion. Eventually the other guests pulled him away. He couldn’t believe he would finally see someone he knew from Earth again. It may not have been his exact father, but he was close enough for Alex to be glad.</w:t>
      </w:r>
    </w:p>
    <w:p w:rsidR="00641484" w:rsidRDefault="00641484">
      <w:pPr>
        <w:spacing w:line="480" w:lineRule="auto"/>
        <w:ind w:firstLine="720"/>
        <w:rPr>
          <w:sz w:val="24"/>
          <w:szCs w:val="24"/>
        </w:rPr>
      </w:pPr>
      <w:r>
        <w:rPr>
          <w:sz w:val="24"/>
          <w:szCs w:val="24"/>
        </w:rPr>
        <w:t>During the reception he danced with his new wife, as well as the other ladies he was having sex with. He kept glancing at the girl sitting in the chair eating. She glanced up occasionally smiling at him. What his eyes were drawn to though were her breasts. They looked to be about an R cup practically bulging from her chest area. It was the first pair he had physically seen that abnormally huge.</w:t>
      </w:r>
    </w:p>
    <w:p w:rsidR="00641484" w:rsidRDefault="00641484">
      <w:pPr>
        <w:spacing w:line="480" w:lineRule="auto"/>
        <w:ind w:firstLine="720"/>
        <w:rPr>
          <w:sz w:val="24"/>
          <w:szCs w:val="24"/>
        </w:rPr>
      </w:pPr>
      <w:r>
        <w:rPr>
          <w:sz w:val="24"/>
          <w:szCs w:val="24"/>
        </w:rPr>
        <w:t>He glanced at her once while he danced with his sister, Jen. She noticed and told him, “That’s your cousin Brittney over there chowing down. She must not have a date.” Jen was right. Brittney did look a bit depressed, sitting by herself, eating. He wondered how such a beautiful woman could possibly be alone. “She’s nineteen if you didn’t know,” Jen said. “That means she’s completely legal.” Alex looked at her as she winked at him. He wasn’t about to fuck her, no matter how large her breasts were.</w:t>
      </w:r>
    </w:p>
    <w:p w:rsidR="00641484" w:rsidRDefault="00641484">
      <w:pPr>
        <w:spacing w:line="480" w:lineRule="auto"/>
        <w:ind w:firstLine="720"/>
        <w:rPr>
          <w:sz w:val="24"/>
          <w:szCs w:val="24"/>
        </w:rPr>
      </w:pPr>
      <w:r>
        <w:rPr>
          <w:sz w:val="24"/>
          <w:szCs w:val="24"/>
        </w:rPr>
        <w:t xml:space="preserve">Alex looked over to Brittney once more. Suddenly she started choking! Brittney gasped for breath, holding her neck subconsciously. She stood up, choking. Alex rushed behind her and tried to give her the Heimlich maneuver. He got behind her and tried to wrap his hands around her abdomen. Her breasts, however, were in the way, and he accidentally squeezed them instead. </w:t>
      </w:r>
    </w:p>
    <w:p w:rsidR="00641484" w:rsidRDefault="00641484">
      <w:pPr>
        <w:spacing w:line="480" w:lineRule="auto"/>
        <w:ind w:firstLine="720"/>
        <w:rPr>
          <w:sz w:val="24"/>
          <w:szCs w:val="24"/>
        </w:rPr>
      </w:pPr>
      <w:r>
        <w:rPr>
          <w:sz w:val="24"/>
          <w:szCs w:val="24"/>
        </w:rPr>
        <w:t>“Sorry about this!” he said. He had to lift her breasts up to get to her abdomen. He put his hands underneath her shirt pulling it above her gigantic breasts. He then reached under her breasts and began pressing against her abdomen. The sight before him, was scary, yet enticing at the same time. He felt his erection squeeze between her ass cheeks in her pants as he pushed again. At long last she spit out the unidentifiable food from her mouth.</w:t>
      </w:r>
    </w:p>
    <w:p w:rsidR="00641484" w:rsidRDefault="00641484">
      <w:pPr>
        <w:spacing w:line="480" w:lineRule="auto"/>
        <w:ind w:firstLine="720"/>
        <w:rPr>
          <w:sz w:val="24"/>
          <w:szCs w:val="24"/>
        </w:rPr>
      </w:pPr>
      <w:r>
        <w:rPr>
          <w:sz w:val="24"/>
          <w:szCs w:val="24"/>
        </w:rPr>
        <w:t>She coughed several times, gagging as air rushed back into her lungs. Alex patted her back. “Are you OK, Brittney?”</w:t>
      </w:r>
    </w:p>
    <w:p w:rsidR="00641484" w:rsidRDefault="00641484">
      <w:pPr>
        <w:spacing w:line="480" w:lineRule="auto"/>
        <w:ind w:firstLine="720"/>
        <w:rPr>
          <w:sz w:val="24"/>
          <w:szCs w:val="24"/>
        </w:rPr>
      </w:pPr>
      <w:r>
        <w:rPr>
          <w:sz w:val="24"/>
          <w:szCs w:val="24"/>
        </w:rPr>
        <w:t>She turned around and hugged him. He looked into her green eyes, sparkling with admiration. “Thank you, Alex! You saved my life. I don’t know how I can ever repay you.”</w:t>
      </w:r>
    </w:p>
    <w:p w:rsidR="00641484" w:rsidRDefault="00641484">
      <w:pPr>
        <w:spacing w:line="480" w:lineRule="auto"/>
        <w:ind w:firstLine="720"/>
        <w:rPr>
          <w:sz w:val="24"/>
          <w:szCs w:val="24"/>
        </w:rPr>
      </w:pPr>
      <w:r>
        <w:rPr>
          <w:sz w:val="24"/>
          <w:szCs w:val="24"/>
        </w:rPr>
        <w:t xml:space="preserve">Alex kissed her forehead. “I’m just glad you’re ok.” He smiled and she released the hug as over a dozen of the guests rushed over to her to see if she was alright. </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Christina rushed over to Alex’s side, quickly glancing at Brittney. She stroked his face. “My hero,” she said kissing him. “Saving that girl really put me in the mood. Did you want to skip to the hotel room?”</w:t>
      </w:r>
    </w:p>
    <w:p w:rsidR="00641484" w:rsidRDefault="00641484">
      <w:pPr>
        <w:spacing w:line="480" w:lineRule="auto"/>
        <w:ind w:firstLine="720"/>
        <w:rPr>
          <w:sz w:val="24"/>
          <w:szCs w:val="24"/>
        </w:rPr>
      </w:pPr>
      <w:r>
        <w:rPr>
          <w:sz w:val="24"/>
          <w:szCs w:val="24"/>
        </w:rPr>
        <w:t xml:space="preserve">“Eh…not right now, Christina. I really want to talk to my dad again before we turn in for the night. Don’t worry though. I’m gonna rock your world tonight!” </w:t>
      </w:r>
    </w:p>
    <w:p w:rsidR="00641484" w:rsidRDefault="00641484">
      <w:pPr>
        <w:spacing w:line="480" w:lineRule="auto"/>
        <w:ind w:firstLine="720"/>
        <w:rPr>
          <w:sz w:val="24"/>
          <w:szCs w:val="24"/>
        </w:rPr>
      </w:pPr>
      <w:r>
        <w:rPr>
          <w:sz w:val="24"/>
          <w:szCs w:val="24"/>
        </w:rPr>
        <w:t>He winked at her. “You better,” she said, jabbing his chest lightly. She looked over at Brittney before back to him. “I may just have one or two surprises for you tonight.”</w:t>
      </w:r>
    </w:p>
    <w:p w:rsidR="00641484" w:rsidRDefault="00641484">
      <w:pPr>
        <w:spacing w:line="480" w:lineRule="auto"/>
        <w:ind w:firstLine="720"/>
        <w:rPr>
          <w:sz w:val="24"/>
          <w:szCs w:val="24"/>
        </w:rPr>
      </w:pPr>
      <w:r>
        <w:rPr>
          <w:sz w:val="24"/>
          <w:szCs w:val="24"/>
        </w:rPr>
        <w:t>“As long as it’s not a dildo up my ass, I’m sure I’ll like it.”</w:t>
      </w:r>
    </w:p>
    <w:p w:rsidR="00641484" w:rsidRDefault="00641484">
      <w:pPr>
        <w:spacing w:line="480" w:lineRule="auto"/>
        <w:ind w:firstLine="720"/>
        <w:rPr>
          <w:sz w:val="24"/>
          <w:szCs w:val="24"/>
        </w:rPr>
      </w:pPr>
      <w:r>
        <w:rPr>
          <w:sz w:val="24"/>
          <w:szCs w:val="24"/>
        </w:rPr>
        <w:t>She giggled and kissed him gently before leaving to visit her mom and two sisters she had just noticed nearby.</w:t>
      </w:r>
    </w:p>
    <w:p w:rsidR="00641484" w:rsidRDefault="00641484">
      <w:pPr>
        <w:spacing w:line="480" w:lineRule="auto"/>
        <w:ind w:firstLine="720"/>
        <w:rPr>
          <w:sz w:val="24"/>
          <w:szCs w:val="24"/>
        </w:rPr>
      </w:pPr>
      <w:r>
        <w:rPr>
          <w:sz w:val="24"/>
          <w:szCs w:val="24"/>
        </w:rPr>
        <w:t xml:space="preserve">Alex wasn’t able to catch any alone time with his dad. He was busy most of the day talking to family members he had never known during his own life. They each expressed their congratulations. Some of them even thanked him for saving Brittney’s life. Nighttime came and Alex and Christina excused themselves to their hotel room. All their clothes were already there, being that they were to go to their honeymoon the next morning to Hawaii. </w:t>
      </w:r>
    </w:p>
    <w:p w:rsidR="00641484" w:rsidRDefault="00641484">
      <w:pPr>
        <w:spacing w:line="480" w:lineRule="auto"/>
        <w:ind w:firstLine="720"/>
        <w:rPr>
          <w:sz w:val="24"/>
          <w:szCs w:val="24"/>
        </w:rPr>
      </w:pPr>
      <w:r>
        <w:rPr>
          <w:sz w:val="24"/>
          <w:szCs w:val="24"/>
        </w:rPr>
        <w:t>When they got inside the hotel, the two began making out. When Alex began trying to peel off her wedding dress, she stopped him. “Let me get ready first.” She walked into the bathroom. After five minutes she poked her head out the door. “Baby? Can you turn out the lights please? I went the lights off for our first time as man and wife. It’s more romantic that way.”</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Alex arched an eyebrow. She hardly ever wanted to do it in the dark. But, who was he to argue? Alex walked over and turned off each of the lights until it was pitch black in the room. He walked back to his bed, trying to feel his way around in the dark. Several times he bumped into things, before finding the bed and climbing back into it.</w:t>
      </w:r>
    </w:p>
    <w:p w:rsidR="00641484" w:rsidRDefault="00641484">
      <w:pPr>
        <w:spacing w:line="480" w:lineRule="auto"/>
        <w:ind w:firstLine="720"/>
        <w:rPr>
          <w:sz w:val="24"/>
          <w:szCs w:val="24"/>
        </w:rPr>
      </w:pPr>
      <w:r>
        <w:rPr>
          <w:sz w:val="24"/>
          <w:szCs w:val="24"/>
        </w:rPr>
        <w:t xml:space="preserve">She opened the door once again. “Take off your clothes for me, baby. I’ll join you in a minute.” Alex removed his tuxedo and boxers and laid back on the bed naked. He heard the door to the bathroom open and heard her walk to the bed, laying next to him. </w:t>
      </w:r>
    </w:p>
    <w:p w:rsidR="00641484" w:rsidRDefault="00641484">
      <w:pPr>
        <w:spacing w:line="480" w:lineRule="auto"/>
        <w:ind w:firstLine="720"/>
        <w:rPr>
          <w:i/>
          <w:iCs/>
          <w:sz w:val="24"/>
          <w:szCs w:val="24"/>
        </w:rPr>
      </w:pPr>
      <w:r>
        <w:rPr>
          <w:sz w:val="24"/>
          <w:szCs w:val="24"/>
        </w:rPr>
        <w:t xml:space="preserve">“There you are!” Alex reached over and pulled her to him. She then leaned in and felt around her face for her lips, before kissing her. The two opened their mouths and began making out. Occasionally, Christina would rub her tongue against the roof of his mouth sending shivers down his spine. </w:t>
      </w:r>
      <w:r>
        <w:rPr>
          <w:i/>
          <w:iCs/>
          <w:sz w:val="24"/>
          <w:szCs w:val="24"/>
        </w:rPr>
        <w:t xml:space="preserve">Where did she learn that from? She never did that before! </w:t>
      </w:r>
    </w:p>
    <w:p w:rsidR="00641484" w:rsidRDefault="00641484">
      <w:pPr>
        <w:spacing w:line="480" w:lineRule="auto"/>
        <w:ind w:firstLine="720"/>
        <w:rPr>
          <w:sz w:val="24"/>
          <w:szCs w:val="24"/>
        </w:rPr>
      </w:pPr>
      <w:r>
        <w:rPr>
          <w:sz w:val="24"/>
          <w:szCs w:val="24"/>
        </w:rPr>
        <w:t>He felt Christina take hold of his cock. She began pumping up and down on it furiously. He moaned as her soft hand gripped it tightly, stroking it relentlessly. “If you keep that up, I might explode too soon!” he said. Instead of saying something, Christina moved on top of him, still holding onto his cock. He felt her heat envelop his penis as she sunk into him all the way. She began moaning as she bounced up and down on his cock.</w:t>
      </w:r>
    </w:p>
    <w:p w:rsidR="00641484" w:rsidRDefault="00641484">
      <w:pPr>
        <w:spacing w:line="480" w:lineRule="auto"/>
        <w:ind w:firstLine="720"/>
        <w:rPr>
          <w:sz w:val="24"/>
          <w:szCs w:val="24"/>
        </w:rPr>
      </w:pPr>
      <w:r>
        <w:rPr>
          <w:sz w:val="24"/>
          <w:szCs w:val="24"/>
        </w:rPr>
        <w:t>Alex reached up and grabbed her breasts. They seemed a couple of cup sizes larger than normal. He leaned up, taking one of her large nipples in his mouth, swirling it around his tongue. She pushed his head deeper into her tit as he continued to lick and suck it. He took his mouth off her tit and said, “Your breasts seem larger today. You’re not pregnant, are you?”</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She giggled and continued to ride him. He figured she must be playing some sort of game with him. He stopped her bouncing and said, “Roll over, sexy. I wanna do it doggie style for a little bit.” He felt Christina move off of him. Alex felt around in the darkness until he placed his hand on one of her ass cheeks. He squeezed it in his hand and walked behind her while caressing her ass cheeks all over his hand.</w:t>
      </w:r>
    </w:p>
    <w:p w:rsidR="00641484" w:rsidRDefault="00641484">
      <w:pPr>
        <w:spacing w:line="480" w:lineRule="auto"/>
        <w:ind w:firstLine="720"/>
        <w:rPr>
          <w:sz w:val="24"/>
          <w:szCs w:val="24"/>
        </w:rPr>
      </w:pPr>
      <w:r>
        <w:rPr>
          <w:sz w:val="24"/>
          <w:szCs w:val="24"/>
        </w:rPr>
        <w:t xml:space="preserve">Strangely her butt seemed smaller than normal. It still seemed to feel nice and round but smaller. He figured that in the darkness things might just feel different. He poked his cock against her ass several times before finding what he was looking for. He took hold of her hips and began pushing in. He thought it would slip right in, but instead there seemed to be a great deal of resistance. He pushed into her as she began pushing back. </w:t>
      </w:r>
    </w:p>
    <w:p w:rsidR="00641484" w:rsidRDefault="00641484">
      <w:pPr>
        <w:spacing w:line="480" w:lineRule="auto"/>
        <w:ind w:firstLine="720"/>
        <w:rPr>
          <w:sz w:val="24"/>
          <w:szCs w:val="24"/>
        </w:rPr>
      </w:pPr>
      <w:r>
        <w:rPr>
          <w:sz w:val="24"/>
          <w:szCs w:val="24"/>
        </w:rPr>
        <w:t>Eventually between the two of them, his cock began slowly began sinking into her ass hole. He pulled out a little and pushed back in, getting a little further into her. He did it once more, and the second time he was able to push all the way into her. “You’re really tight tonight, Christina. How’d you do it?” The female voice giggled once more and began rocking against his cock.</w:t>
      </w:r>
    </w:p>
    <w:p w:rsidR="00641484" w:rsidRDefault="00641484">
      <w:pPr>
        <w:spacing w:line="480" w:lineRule="auto"/>
        <w:ind w:firstLine="720"/>
        <w:rPr>
          <w:sz w:val="24"/>
          <w:szCs w:val="24"/>
        </w:rPr>
      </w:pPr>
      <w:r>
        <w:rPr>
          <w:sz w:val="24"/>
          <w:szCs w:val="24"/>
        </w:rPr>
        <w:t>He figured she was still playing some sort of no talking game and began slowly pumping in and out of her. She moaned loudly as he pumped in and out of her quickly gaining speed. Soon enough, he was pounding into her at full speed, with her moaning continuously the entire time. Occasionally he would slap her cheeks lightly making her moan even deeper.</w:t>
      </w:r>
    </w:p>
    <w:p w:rsidR="00641484" w:rsidRDefault="00641484">
      <w:pPr>
        <w:spacing w:line="480" w:lineRule="auto"/>
        <w:ind w:firstLine="720"/>
        <w:rPr>
          <w:sz w:val="24"/>
          <w:szCs w:val="24"/>
        </w:rPr>
      </w:pPr>
      <w:r>
        <w:rPr>
          <w:sz w:val="24"/>
          <w:szCs w:val="24"/>
        </w:rPr>
        <w:t>“I’m about to cum, baby! Do you want me to cum inside of you?”</w:t>
      </w:r>
    </w:p>
    <w:p w:rsidR="00641484" w:rsidRDefault="00641484">
      <w:pPr>
        <w:spacing w:line="480" w:lineRule="auto"/>
        <w:ind w:firstLine="720"/>
        <w:rPr>
          <w:sz w:val="24"/>
          <w:szCs w:val="24"/>
        </w:rPr>
      </w:pPr>
      <w:r>
        <w:rPr>
          <w:sz w:val="24"/>
          <w:szCs w:val="24"/>
        </w:rPr>
        <w:t>Christina finally spoke up, rocking her hips back and forth wildly against him. But, it wasn’t Christina’s voice. It was Brittney. “Yes! Yes! Cum inside me! I love you so much, Alex!”</w:t>
      </w:r>
    </w:p>
    <w:p w:rsidR="00641484" w:rsidRDefault="00641484">
      <w:pPr>
        <w:spacing w:line="480" w:lineRule="auto"/>
        <w:ind w:firstLine="720"/>
        <w:rPr>
          <w:sz w:val="24"/>
          <w:szCs w:val="24"/>
        </w:rPr>
      </w:pPr>
      <w:r>
        <w:rPr>
          <w:sz w:val="24"/>
          <w:szCs w:val="24"/>
        </w:rPr>
        <w:t>He wanted to stop but he was too far gone too. Alex began grunting as he shot his seed deep inside of her. Christina turned on the light and he stared at her naked form, before looking back at Brittney’s naked body in front of his cock. She looked back, smiling. “I told you I’d do anything for you, Alex.”</w:t>
      </w:r>
    </w:p>
    <w:p w:rsidR="00641484" w:rsidRDefault="00641484">
      <w:pPr>
        <w:spacing w:line="480" w:lineRule="auto"/>
        <w:ind w:firstLine="720"/>
        <w:rPr>
          <w:sz w:val="24"/>
          <w:szCs w:val="24"/>
        </w:rPr>
      </w:pPr>
      <w:r>
        <w:rPr>
          <w:sz w:val="24"/>
          <w:szCs w:val="24"/>
        </w:rPr>
        <w:t>Christina added in, “So, how do you like your surprise?”</w:t>
      </w:r>
    </w:p>
    <w:p w:rsidR="00641484" w:rsidRDefault="00641484">
      <w:pPr>
        <w:spacing w:line="480" w:lineRule="auto"/>
        <w:ind w:firstLine="720"/>
        <w:rPr>
          <w:sz w:val="24"/>
          <w:szCs w:val="24"/>
        </w:rPr>
      </w:pPr>
      <w:r>
        <w:rPr>
          <w:sz w:val="24"/>
          <w:szCs w:val="24"/>
        </w:rPr>
        <w:t>Alex laughed and patted Brittney’s bottom. “It was nice and all, but you shouldn’t have done it. You know about my penis!”</w:t>
      </w:r>
    </w:p>
    <w:p w:rsidR="00641484" w:rsidRDefault="00641484">
      <w:pPr>
        <w:spacing w:line="480" w:lineRule="auto"/>
        <w:ind w:firstLine="720"/>
        <w:rPr>
          <w:sz w:val="24"/>
          <w:szCs w:val="24"/>
        </w:rPr>
      </w:pPr>
      <w:r>
        <w:rPr>
          <w:sz w:val="24"/>
          <w:szCs w:val="24"/>
        </w:rPr>
        <w:t>“Don’t worry, Alex,” Brittney said to him sitting up. Her huge teardrop breasts settled in her lap. “Christina told me how I may fall in love with you the moment I felt your cock in me. But, I told her that after you saved me I instantly fell in love with you. I was scared that you wouldn’t like me because we’re cousins, but after she told me about Jen and Aunt Lisa, I decided to go with her plan.</w:t>
      </w:r>
    </w:p>
    <w:p w:rsidR="00641484" w:rsidRDefault="00641484">
      <w:pPr>
        <w:spacing w:line="480" w:lineRule="auto"/>
        <w:ind w:firstLine="720"/>
        <w:rPr>
          <w:sz w:val="24"/>
          <w:szCs w:val="24"/>
        </w:rPr>
      </w:pPr>
      <w:r>
        <w:rPr>
          <w:sz w:val="24"/>
          <w:szCs w:val="24"/>
        </w:rPr>
        <w:t>Christina walked up to her and hugged her tightly. “You did so good, baby! How was your first time with him?”</w:t>
      </w:r>
    </w:p>
    <w:p w:rsidR="00641484" w:rsidRDefault="00641484">
      <w:pPr>
        <w:spacing w:line="480" w:lineRule="auto"/>
        <w:ind w:firstLine="720"/>
        <w:rPr>
          <w:sz w:val="24"/>
          <w:szCs w:val="24"/>
        </w:rPr>
      </w:pPr>
      <w:r>
        <w:rPr>
          <w:sz w:val="24"/>
          <w:szCs w:val="24"/>
        </w:rPr>
        <w:t>“It was spectacular! I had so many orgasms. This man must be a god because sex with any normal man could never be that great. I hope we can do it again, Alex. I will worship the ground you walk on just to have you next to me.”</w:t>
      </w:r>
    </w:p>
    <w:p w:rsidR="00641484" w:rsidRDefault="00641484">
      <w:pPr>
        <w:spacing w:line="480" w:lineRule="auto"/>
        <w:ind w:firstLine="720"/>
        <w:rPr>
          <w:sz w:val="24"/>
          <w:szCs w:val="24"/>
        </w:rPr>
      </w:pPr>
      <w:r>
        <w:rPr>
          <w:sz w:val="24"/>
          <w:szCs w:val="24"/>
        </w:rPr>
        <w:t>Alex groaned. “Yeah, we’ll have sex again, maybe even in a couple of minutes.” He winked at Christina. “I’m guessing you’ll want to move in with us.”</w:t>
      </w:r>
    </w:p>
    <w:p w:rsidR="00641484" w:rsidRDefault="00641484">
      <w:pPr>
        <w:spacing w:line="480" w:lineRule="auto"/>
        <w:ind w:firstLine="720"/>
        <w:rPr>
          <w:sz w:val="24"/>
          <w:szCs w:val="24"/>
        </w:rPr>
      </w:pPr>
      <w:r>
        <w:rPr>
          <w:sz w:val="24"/>
          <w:szCs w:val="24"/>
        </w:rPr>
        <w:t>“Oh yeah!” she exclaimed. “Can I?”</w:t>
      </w:r>
    </w:p>
    <w:p w:rsidR="00641484" w:rsidRDefault="00641484">
      <w:pPr>
        <w:spacing w:line="480" w:lineRule="auto"/>
        <w:ind w:firstLine="720"/>
        <w:rPr>
          <w:sz w:val="24"/>
          <w:szCs w:val="24"/>
        </w:rPr>
      </w:pPr>
      <w:r>
        <w:rPr>
          <w:sz w:val="24"/>
          <w:szCs w:val="24"/>
        </w:rPr>
        <w:t>“Yeah, I guess. We’ll work something out after my honeymoon.”</w:t>
      </w:r>
    </w:p>
    <w:p w:rsidR="00641484" w:rsidRDefault="00641484">
      <w:pPr>
        <w:spacing w:line="480" w:lineRule="auto"/>
        <w:ind w:firstLine="720"/>
        <w:rPr>
          <w:sz w:val="24"/>
          <w:szCs w:val="24"/>
        </w:rPr>
      </w:pPr>
      <w:r>
        <w:rPr>
          <w:sz w:val="24"/>
          <w:szCs w:val="24"/>
        </w:rPr>
        <w:t>Brittney smiled and tackled him, covering him with kisses. “Oh thank you, Alex! And don’t worry. I’ll make sure you won’t regret it.” Alex laughed but inwardly he was in despair. Sure, she was beautiful and he didn’t mind having sex with her, but now there would be another girl that wanted a piece of him. He wished he could have just kicked her out of the room and never see her again, but he knew what may happen if he did that too her. And, she seemed more vulnerable than any of the other women he had been with so far.</w:t>
      </w:r>
    </w:p>
    <w:p w:rsidR="00641484" w:rsidRDefault="00641484">
      <w:pPr>
        <w:spacing w:line="480" w:lineRule="auto"/>
        <w:ind w:firstLine="720"/>
        <w:rPr>
          <w:sz w:val="24"/>
          <w:szCs w:val="24"/>
        </w:rPr>
      </w:pPr>
      <w:r>
        <w:rPr>
          <w:sz w:val="24"/>
          <w:szCs w:val="24"/>
        </w:rPr>
        <w:t>The three of them made love several times that night before finally falling asleep. The next morning, the two rode to the airport and flew off to Hawaii, where they were to stay for the next two weeks. The first two days there, they did nothing but fuck over and over again. Christina didn’t want to even look around the luxurious landscape. She told him that everything she wanted to see was right there.</w:t>
      </w:r>
    </w:p>
    <w:p w:rsidR="00641484" w:rsidRDefault="00641484">
      <w:pPr>
        <w:spacing w:line="480" w:lineRule="auto"/>
        <w:ind w:firstLine="720"/>
        <w:rPr>
          <w:sz w:val="24"/>
          <w:szCs w:val="24"/>
        </w:rPr>
      </w:pPr>
      <w:r>
        <w:rPr>
          <w:sz w:val="24"/>
          <w:szCs w:val="24"/>
        </w:rPr>
        <w:t xml:space="preserve">After completely refusing sex on the third day, after their morning sex that is, the two of them walked around enjoying the sights. Christina asked him if he wanted her to do a hula dance for him. He told her that would be nice. Nighttime came and the two drunk mixed drinks at the bar. The bartender was a lovely Jamaican woman with M cup breasts and a tight ass. Her mocha skin accentuated her features and her long curly black hair. </w:t>
      </w:r>
    </w:p>
    <w:p w:rsidR="00641484" w:rsidRDefault="00641484">
      <w:pPr>
        <w:spacing w:line="480" w:lineRule="auto"/>
        <w:ind w:firstLine="720"/>
        <w:rPr>
          <w:sz w:val="24"/>
          <w:szCs w:val="24"/>
        </w:rPr>
      </w:pPr>
      <w:r>
        <w:rPr>
          <w:sz w:val="24"/>
          <w:szCs w:val="24"/>
        </w:rPr>
        <w:t xml:space="preserve">She said in a rich Jamaican accent, “Can I get you two lovers something to drink?” </w:t>
      </w:r>
    </w:p>
    <w:p w:rsidR="00641484" w:rsidRDefault="00641484">
      <w:pPr>
        <w:spacing w:line="480" w:lineRule="auto"/>
        <w:ind w:firstLine="720"/>
        <w:rPr>
          <w:sz w:val="24"/>
          <w:szCs w:val="24"/>
        </w:rPr>
      </w:pPr>
      <w:r>
        <w:rPr>
          <w:sz w:val="24"/>
          <w:szCs w:val="24"/>
        </w:rPr>
        <w:t>“Yes, please.” Alex ordered to pineapple daiquiris. While the two drunk their drinks, they made small talk with her. They found out that Melanie had lived in Hawaii most of her lifetime. Christina asked her if she was single and she told her she was. The two of them told her how they were on their honeymoon. Christina added how this was their first day outside after making love for two days straight. She went on to describe the large amounts of orgasms she received from his huge penis.</w:t>
      </w:r>
    </w:p>
    <w:p w:rsidR="00641484" w:rsidRDefault="00641484">
      <w:pPr>
        <w:spacing w:line="480" w:lineRule="auto"/>
        <w:ind w:firstLine="720"/>
        <w:rPr>
          <w:sz w:val="24"/>
          <w:szCs w:val="24"/>
        </w:rPr>
      </w:pPr>
      <w:r>
        <w:rPr>
          <w:sz w:val="24"/>
          <w:szCs w:val="24"/>
        </w:rPr>
        <w:t>“Christina? You don’t have to tell her all that!” he said, blushing.</w:t>
      </w:r>
    </w:p>
    <w:p w:rsidR="00641484" w:rsidRDefault="00641484">
      <w:pPr>
        <w:spacing w:line="480" w:lineRule="auto"/>
        <w:ind w:firstLine="720"/>
        <w:rPr>
          <w:sz w:val="24"/>
          <w:szCs w:val="24"/>
        </w:rPr>
      </w:pPr>
      <w:r>
        <w:rPr>
          <w:sz w:val="24"/>
          <w:szCs w:val="24"/>
        </w:rPr>
        <w:t>“Ah! Your husband is so shy!” Melanie said.</w:t>
      </w:r>
    </w:p>
    <w:p w:rsidR="00641484" w:rsidRDefault="00641484">
      <w:pPr>
        <w:spacing w:line="480" w:lineRule="auto"/>
        <w:ind w:firstLine="720"/>
        <w:rPr>
          <w:sz w:val="24"/>
          <w:szCs w:val="24"/>
        </w:rPr>
      </w:pPr>
      <w:r>
        <w:rPr>
          <w:sz w:val="24"/>
          <w:szCs w:val="24"/>
        </w:rPr>
        <w:t>“You know, he thinks you’re pretty cute. If you wanted to join us some time, I’m sure he’d be more than happy to give you a good pounding!”</w:t>
      </w:r>
    </w:p>
    <w:p w:rsidR="00641484" w:rsidRDefault="00641484">
      <w:pPr>
        <w:spacing w:line="480" w:lineRule="auto"/>
        <w:ind w:firstLine="720"/>
        <w:rPr>
          <w:sz w:val="24"/>
          <w:szCs w:val="24"/>
        </w:rPr>
      </w:pPr>
      <w:r>
        <w:rPr>
          <w:sz w:val="24"/>
          <w:szCs w:val="24"/>
        </w:rPr>
        <w:t>“Oh my God, Christina!” Alex exclaimed. First she made Brittney have sex with him. And now she is trying to get this other girl, Melanie, to fuck them. He calmed down and said, “I think my new wife is a bit drunk. We better get back to bed.”</w:t>
      </w:r>
    </w:p>
    <w:p w:rsidR="00641484" w:rsidRDefault="00641484">
      <w:pPr>
        <w:spacing w:line="480" w:lineRule="auto"/>
        <w:ind w:firstLine="720"/>
        <w:rPr>
          <w:sz w:val="24"/>
          <w:szCs w:val="24"/>
        </w:rPr>
      </w:pPr>
      <w:r>
        <w:rPr>
          <w:sz w:val="24"/>
          <w:szCs w:val="24"/>
        </w:rPr>
        <w:t xml:space="preserve">She winked at her and said, “We’ll talk later!” </w:t>
      </w:r>
    </w:p>
    <w:p w:rsidR="00641484" w:rsidRDefault="00641484">
      <w:pPr>
        <w:spacing w:line="480" w:lineRule="auto"/>
        <w:ind w:firstLine="720"/>
        <w:rPr>
          <w:sz w:val="24"/>
          <w:szCs w:val="24"/>
        </w:rPr>
      </w:pPr>
      <w:r>
        <w:rPr>
          <w:sz w:val="24"/>
          <w:szCs w:val="24"/>
        </w:rPr>
        <w:t>The two walked over to their room. When they got inside Alex rubbed his temples. “What are you thinking, Christina? First Brittney, and now Melanie? If she falls in love with me, how do you expect her to continue living here? She might well kill herself the moment we leave!”</w:t>
      </w:r>
    </w:p>
    <w:p w:rsidR="00641484" w:rsidRDefault="00641484">
      <w:pPr>
        <w:spacing w:line="480" w:lineRule="auto"/>
        <w:ind w:firstLine="720"/>
        <w:rPr>
          <w:sz w:val="24"/>
          <w:szCs w:val="24"/>
        </w:rPr>
      </w:pPr>
      <w:r>
        <w:rPr>
          <w:sz w:val="24"/>
          <w:szCs w:val="24"/>
        </w:rPr>
        <w:t>“Oh, Alex,” she said, pouting. “I’m sure we’d find a way to work it out. You do find her cute, don’t you?”</w:t>
      </w:r>
    </w:p>
    <w:p w:rsidR="00641484" w:rsidRDefault="00641484">
      <w:pPr>
        <w:spacing w:line="480" w:lineRule="auto"/>
        <w:ind w:firstLine="720"/>
        <w:rPr>
          <w:sz w:val="24"/>
          <w:szCs w:val="24"/>
        </w:rPr>
      </w:pPr>
      <w:r>
        <w:rPr>
          <w:sz w:val="24"/>
          <w:szCs w:val="24"/>
        </w:rPr>
        <w:t>“Of course I do. She’s gorgeous! But, that doesn’t mean I want to fuck her. I’m here with you, Christina. Let’s just enjoy each other while we’re here.”</w:t>
      </w:r>
    </w:p>
    <w:p w:rsidR="00641484" w:rsidRDefault="00641484">
      <w:pPr>
        <w:spacing w:line="480" w:lineRule="auto"/>
        <w:ind w:firstLine="720"/>
        <w:rPr>
          <w:sz w:val="24"/>
          <w:szCs w:val="24"/>
        </w:rPr>
      </w:pPr>
      <w:r>
        <w:rPr>
          <w:sz w:val="24"/>
          <w:szCs w:val="24"/>
        </w:rPr>
        <w:t>“OK baby. You win.” The two took off their clothes. Christina reached up and kissed him deeply. She broke the kiss saying, “I wonder what Melanie’s kisses are like?”</w:t>
      </w:r>
    </w:p>
    <w:p w:rsidR="00641484" w:rsidRDefault="00641484">
      <w:pPr>
        <w:spacing w:line="480" w:lineRule="auto"/>
        <w:ind w:firstLine="720"/>
        <w:rPr>
          <w:sz w:val="24"/>
          <w:szCs w:val="24"/>
        </w:rPr>
      </w:pPr>
      <w:r>
        <w:rPr>
          <w:sz w:val="24"/>
          <w:szCs w:val="24"/>
        </w:rPr>
        <w:t>As she rode his cock on top of him, she said to him over and over again, “Think what it would be like to feel Melanie on your cock, riding it just like I am now. Imagine her large, brown breasts swaying as she orgasms against you. You’d like that wouldn’t you?”</w:t>
      </w:r>
    </w:p>
    <w:p w:rsidR="00641484" w:rsidRDefault="00641484">
      <w:pPr>
        <w:spacing w:line="480" w:lineRule="auto"/>
        <w:ind w:firstLine="720"/>
        <w:rPr>
          <w:sz w:val="24"/>
          <w:szCs w:val="24"/>
        </w:rPr>
      </w:pPr>
      <w:r>
        <w:rPr>
          <w:sz w:val="24"/>
          <w:szCs w:val="24"/>
        </w:rPr>
        <w:t>Alex found himself saying, “Oh God, yes! Fuck me, Melanie! Fuck me!” Christina bounced wildly on his cock until he came. The two of them made sweet love several more times throughout the night. Alex’s dreams were full of sex between him, Christina, and Melanie that night.</w:t>
      </w:r>
    </w:p>
    <w:p w:rsidR="00641484" w:rsidRDefault="00641484">
      <w:pPr>
        <w:spacing w:line="480" w:lineRule="auto"/>
        <w:ind w:firstLine="720"/>
        <w:rPr>
          <w:sz w:val="24"/>
          <w:szCs w:val="24"/>
        </w:rPr>
      </w:pPr>
      <w:r>
        <w:rPr>
          <w:sz w:val="24"/>
          <w:szCs w:val="24"/>
        </w:rPr>
        <w:t xml:space="preserve">He woke up to the sensation of someone riding on his cock. He kept his eyes shut and reached up and grabbed her large breasts squeezing them as she moaned. Then he felt a second pair of hands over his own, grabbing and squeezing her breasts. His eyes shot open to see Melanie riding hard on his cock. </w:t>
      </w:r>
    </w:p>
    <w:p w:rsidR="00641484" w:rsidRDefault="00641484">
      <w:pPr>
        <w:spacing w:line="480" w:lineRule="auto"/>
        <w:ind w:firstLine="720"/>
        <w:rPr>
          <w:sz w:val="24"/>
          <w:szCs w:val="24"/>
        </w:rPr>
      </w:pPr>
      <w:r>
        <w:rPr>
          <w:sz w:val="24"/>
          <w:szCs w:val="24"/>
        </w:rPr>
        <w:t>“Ah you are so good!” she moaned. “Your wife was right about everything!” Her mocha breasts bounced up and down as Christina helped push her down on him, from behind her. Alex couldn’t help but go with it. The damage was already done. The three of them fucked for a good while before he orgasmed. Afterwards she kissed him deeply and told them that she would see them tonight after work.</w:t>
      </w:r>
    </w:p>
    <w:p w:rsidR="00641484" w:rsidRDefault="00641484">
      <w:pPr>
        <w:spacing w:line="480" w:lineRule="auto"/>
        <w:ind w:firstLine="720"/>
        <w:rPr>
          <w:sz w:val="24"/>
          <w:szCs w:val="24"/>
        </w:rPr>
      </w:pPr>
      <w:r>
        <w:rPr>
          <w:sz w:val="24"/>
          <w:szCs w:val="24"/>
        </w:rPr>
        <w:t>When she left Alex exclaimed, “I thought we agreed we wouldn’t have sex with her!”</w:t>
      </w:r>
    </w:p>
    <w:p w:rsidR="00641484" w:rsidRDefault="00641484">
      <w:pPr>
        <w:spacing w:line="480" w:lineRule="auto"/>
        <w:ind w:firstLine="720"/>
        <w:rPr>
          <w:sz w:val="24"/>
          <w:szCs w:val="24"/>
        </w:rPr>
      </w:pPr>
      <w:r>
        <w:rPr>
          <w:sz w:val="24"/>
          <w:szCs w:val="24"/>
        </w:rPr>
        <w:t>Christina frowned. “I thought you changed your mind while we were having sex together!”</w:t>
      </w:r>
    </w:p>
    <w:p w:rsidR="00641484" w:rsidRDefault="00641484">
      <w:pPr>
        <w:spacing w:line="480" w:lineRule="auto"/>
        <w:ind w:firstLine="720"/>
        <w:rPr>
          <w:sz w:val="24"/>
          <w:szCs w:val="24"/>
        </w:rPr>
      </w:pPr>
      <w:r>
        <w:rPr>
          <w:sz w:val="24"/>
          <w:szCs w:val="24"/>
        </w:rPr>
        <w:t>“I didn’t mean it like that! We were just role playing!”</w:t>
      </w:r>
    </w:p>
    <w:p w:rsidR="00641484" w:rsidRDefault="00641484">
      <w:pPr>
        <w:spacing w:line="480" w:lineRule="auto"/>
        <w:ind w:firstLine="720"/>
        <w:rPr>
          <w:sz w:val="24"/>
          <w:szCs w:val="24"/>
        </w:rPr>
      </w:pPr>
      <w:r>
        <w:rPr>
          <w:sz w:val="24"/>
          <w:szCs w:val="24"/>
        </w:rPr>
        <w:t>“Oh. I’m sorry.” She pouted.</w:t>
      </w:r>
    </w:p>
    <w:p w:rsidR="00641484" w:rsidRDefault="00641484">
      <w:pPr>
        <w:spacing w:line="480" w:lineRule="auto"/>
        <w:ind w:firstLine="720"/>
        <w:rPr>
          <w:sz w:val="24"/>
          <w:szCs w:val="24"/>
        </w:rPr>
      </w:pPr>
      <w:r>
        <w:rPr>
          <w:sz w:val="24"/>
          <w:szCs w:val="24"/>
        </w:rPr>
        <w:t>“Do you know what you just did? The moment we leave she might just kill herself!” he cried out.</w:t>
      </w:r>
    </w:p>
    <w:p w:rsidR="00641484" w:rsidRDefault="00641484">
      <w:pPr>
        <w:spacing w:line="480" w:lineRule="auto"/>
        <w:ind w:firstLine="720"/>
        <w:rPr>
          <w:sz w:val="24"/>
          <w:szCs w:val="24"/>
        </w:rPr>
      </w:pPr>
      <w:r>
        <w:rPr>
          <w:sz w:val="24"/>
          <w:szCs w:val="24"/>
        </w:rPr>
        <w:t>“Well, we discussed it for a little bit. I told her if she was ever interested in moving in with all of us sometime, I could probably get Gloria to buy her a ticket.”</w:t>
      </w:r>
    </w:p>
    <w:p w:rsidR="00641484" w:rsidRDefault="00641484">
      <w:pPr>
        <w:spacing w:line="480" w:lineRule="auto"/>
        <w:ind w:firstLine="720"/>
        <w:rPr>
          <w:sz w:val="24"/>
          <w:szCs w:val="24"/>
        </w:rPr>
      </w:pPr>
      <w:r>
        <w:rPr>
          <w:sz w:val="24"/>
          <w:szCs w:val="24"/>
        </w:rPr>
        <w:t xml:space="preserve">“Yeah, I guess that may be possible,” he said slowly. Not only Melanie, but Brittany had readily agreed to join his group with him.  Was his power growing? Did girls lust for his cock whenever someone told them about it now? Were they falling in love with him quicker too? It had taken Christina quite a while to profess her love for him, at least to the extent where she didn’t care if he slept with others. For his mom, it was a few weeks, according to her. And for Jen, it was only a matter of days before her jealousy for Lisa and Christina dissipated. He wished he could talk to the Elders again, but he doubted they would talk to him again. </w:t>
      </w:r>
      <w:r>
        <w:rPr>
          <w:i/>
          <w:iCs/>
          <w:sz w:val="24"/>
          <w:szCs w:val="24"/>
        </w:rPr>
        <w:t xml:space="preserve">They probably wouldn’t give me a straight answer anyhow </w:t>
      </w:r>
      <w:r>
        <w:rPr>
          <w:sz w:val="24"/>
          <w:szCs w:val="24"/>
        </w:rPr>
        <w:t>he thought to himself.</w:t>
      </w:r>
    </w:p>
    <w:p w:rsidR="00641484" w:rsidRDefault="00641484">
      <w:pPr>
        <w:spacing w:line="480" w:lineRule="auto"/>
        <w:ind w:firstLine="720"/>
        <w:rPr>
          <w:sz w:val="24"/>
          <w:szCs w:val="24"/>
        </w:rPr>
      </w:pPr>
      <w:r>
        <w:rPr>
          <w:sz w:val="24"/>
          <w:szCs w:val="24"/>
        </w:rPr>
        <w:t>During the rest of their stay, Melanie joined in the fun several times each day. Alex wished it was just Christina and himself, but she grew on him slowly with her sexy accent. When their stay in Hawaii ended, Melanie saw them off at the airport. She wished the two of them a fond farewell and told them they may be seeing her soon enough. Personally, Alex missed the other girls a little and couldn’t wait until he got home. He knew they would all fuck his brains out for a week straight, but right now he needed a good group fuck.</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jc w:val="center"/>
        <w:rPr>
          <w:sz w:val="28"/>
          <w:szCs w:val="28"/>
          <w:u w:val="single"/>
        </w:rPr>
      </w:pPr>
      <w:r>
        <w:rPr>
          <w:sz w:val="24"/>
          <w:szCs w:val="24"/>
        </w:rPr>
        <w:br w:type="page"/>
      </w:r>
      <w:r>
        <w:rPr>
          <w:sz w:val="28"/>
          <w:szCs w:val="28"/>
          <w:u w:val="single"/>
        </w:rPr>
        <w:t>Chapter 2</w:t>
      </w:r>
    </w:p>
    <w:p w:rsidR="00641484" w:rsidRDefault="00641484">
      <w:pPr>
        <w:spacing w:line="480" w:lineRule="auto"/>
        <w:ind w:firstLine="720"/>
        <w:rPr>
          <w:sz w:val="28"/>
          <w:szCs w:val="28"/>
        </w:rPr>
      </w:pPr>
    </w:p>
    <w:p w:rsidR="00641484" w:rsidRDefault="00641484">
      <w:pPr>
        <w:spacing w:line="480" w:lineRule="auto"/>
        <w:ind w:firstLine="720"/>
        <w:rPr>
          <w:sz w:val="24"/>
          <w:szCs w:val="24"/>
        </w:rPr>
      </w:pPr>
      <w:r>
        <w:rPr>
          <w:sz w:val="24"/>
          <w:szCs w:val="24"/>
        </w:rPr>
        <w:t>Alex got home and all of the girls were waiting for them, except for Kelly. Each of them gave them a hug and a very sensual kiss. Brittney was there as well. She told them that after their night together she had decided to commute to her college from the mansion, so that she would be around more often. After all the ladies said their hellos Alex glanced around. “What happened to Kelly?”</w:t>
      </w:r>
    </w:p>
    <w:p w:rsidR="00641484" w:rsidRDefault="00641484">
      <w:pPr>
        <w:spacing w:line="480" w:lineRule="auto"/>
        <w:ind w:firstLine="720"/>
        <w:rPr>
          <w:sz w:val="24"/>
          <w:szCs w:val="24"/>
        </w:rPr>
      </w:pPr>
      <w:r>
        <w:rPr>
          <w:sz w:val="24"/>
          <w:szCs w:val="24"/>
        </w:rPr>
        <w:t>Then at the top of the steps he saw a gorgeous girl rushing down it. She ran up to Alex and hugged him tightly, pressing her large tits against him. The stranger with the short blue hair then leaned up and pressed her lips against Alex’s. This startled him, and he pushed her back by the arms.</w:t>
      </w:r>
    </w:p>
    <w:p w:rsidR="00641484" w:rsidRDefault="00641484">
      <w:pPr>
        <w:spacing w:line="480" w:lineRule="auto"/>
        <w:ind w:firstLine="720"/>
        <w:rPr>
          <w:sz w:val="24"/>
          <w:szCs w:val="24"/>
        </w:rPr>
      </w:pPr>
      <w:r>
        <w:rPr>
          <w:sz w:val="24"/>
          <w:szCs w:val="24"/>
        </w:rPr>
        <w:t>“Who are you?”</w:t>
      </w:r>
    </w:p>
    <w:p w:rsidR="00641484" w:rsidRDefault="00641484">
      <w:pPr>
        <w:spacing w:line="480" w:lineRule="auto"/>
        <w:ind w:firstLine="720"/>
        <w:rPr>
          <w:sz w:val="24"/>
          <w:szCs w:val="24"/>
        </w:rPr>
      </w:pPr>
      <w:r>
        <w:rPr>
          <w:sz w:val="24"/>
          <w:szCs w:val="24"/>
        </w:rPr>
        <w:t>“It me, master! Kelly!” She giggled at the slack jawed expression he was making.</w:t>
      </w:r>
    </w:p>
    <w:p w:rsidR="00641484" w:rsidRDefault="00641484">
      <w:pPr>
        <w:spacing w:line="480" w:lineRule="auto"/>
        <w:ind w:firstLine="720"/>
        <w:rPr>
          <w:sz w:val="24"/>
          <w:szCs w:val="24"/>
        </w:rPr>
      </w:pPr>
      <w:r>
        <w:rPr>
          <w:sz w:val="24"/>
          <w:szCs w:val="24"/>
        </w:rPr>
        <w:t>“Wha…what happened to you?”</w:t>
      </w:r>
    </w:p>
    <w:p w:rsidR="00641484" w:rsidRDefault="00641484">
      <w:pPr>
        <w:spacing w:line="480" w:lineRule="auto"/>
        <w:ind w:firstLine="720"/>
        <w:rPr>
          <w:sz w:val="24"/>
          <w:szCs w:val="24"/>
        </w:rPr>
      </w:pPr>
      <w:r>
        <w:rPr>
          <w:sz w:val="24"/>
          <w:szCs w:val="24"/>
        </w:rPr>
        <w:t xml:space="preserve">“I got surgery, master! I wanted to be perfect just for you!” Alex couldn’t believe it! She was gorgeous. He would never say this to anyone else, but she was even more attractive than Christina was! He took a closer look at her body. Her hips were much wider than they were. Her butt filled out and over a good eight inches from her back side. Then there were her breasts. They were M cups, just as large as Jen’s now. </w:t>
      </w:r>
    </w:p>
    <w:p w:rsidR="00641484" w:rsidRDefault="00641484">
      <w:pPr>
        <w:spacing w:line="480" w:lineRule="auto"/>
        <w:ind w:firstLine="720"/>
        <w:rPr>
          <w:sz w:val="24"/>
          <w:szCs w:val="24"/>
        </w:rPr>
      </w:pPr>
      <w:r>
        <w:rPr>
          <w:sz w:val="24"/>
          <w:szCs w:val="24"/>
        </w:rPr>
        <w:t>He looked at her face. Her nose was smaller and much more cuter. Her lips were larger. Even her eyes seemed slightly wider. Her hair was a bright blue, which made her look almost like a character out of an anime. And her ears…</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“Oh my God!” Alex exclaimed. He reached up and felt her smooth, small round ears. Now, Alex normally did not have a thing for ears. He had never once thought of ears as attractive. But, Kelly’s new human-like ears brought a sense of nostalgia to him he couldn’t deny. Right now, they were the most beautiful sight he had ever behold. And she was the most perfect creature he had ever seen.</w:t>
      </w:r>
    </w:p>
    <w:p w:rsidR="00641484" w:rsidRDefault="00641484">
      <w:pPr>
        <w:spacing w:line="480" w:lineRule="auto"/>
        <w:ind w:firstLine="720"/>
        <w:rPr>
          <w:sz w:val="24"/>
          <w:szCs w:val="24"/>
        </w:rPr>
      </w:pPr>
      <w:r>
        <w:rPr>
          <w:sz w:val="24"/>
          <w:szCs w:val="24"/>
        </w:rPr>
        <w:t>She placed one of her hands over one of his own. “Do you like my ears?”</w:t>
      </w:r>
    </w:p>
    <w:p w:rsidR="00641484" w:rsidRDefault="00641484">
      <w:pPr>
        <w:spacing w:line="480" w:lineRule="auto"/>
        <w:ind w:firstLine="720"/>
        <w:rPr>
          <w:sz w:val="24"/>
          <w:szCs w:val="24"/>
        </w:rPr>
      </w:pPr>
      <w:r>
        <w:rPr>
          <w:sz w:val="24"/>
          <w:szCs w:val="24"/>
        </w:rPr>
        <w:t>“Of course, Kelly! I love them! I can’t wait to see what else you’ve changed.”</w:t>
      </w:r>
    </w:p>
    <w:p w:rsidR="00641484" w:rsidRDefault="00641484">
      <w:pPr>
        <w:spacing w:line="480" w:lineRule="auto"/>
        <w:ind w:firstLine="720"/>
        <w:rPr>
          <w:sz w:val="24"/>
          <w:szCs w:val="24"/>
        </w:rPr>
      </w:pPr>
      <w:r>
        <w:rPr>
          <w:sz w:val="24"/>
          <w:szCs w:val="24"/>
        </w:rPr>
        <w:t>Kelly hugged him once more. “I’m so glad you like my new look, master! I wanted to be your fantasy girl for you, and told the doctors to make me like this!”</w:t>
      </w:r>
    </w:p>
    <w:p w:rsidR="00641484" w:rsidRDefault="00641484">
      <w:pPr>
        <w:spacing w:line="480" w:lineRule="auto"/>
        <w:ind w:firstLine="720"/>
        <w:rPr>
          <w:sz w:val="24"/>
          <w:szCs w:val="24"/>
        </w:rPr>
      </w:pPr>
      <w:r>
        <w:rPr>
          <w:sz w:val="24"/>
          <w:szCs w:val="24"/>
        </w:rPr>
        <w:t>“Well, you look amazing, Kelly. Ummm…How about we go to your room so that I can see the rest of you.”</w:t>
      </w:r>
    </w:p>
    <w:p w:rsidR="00641484" w:rsidRDefault="00641484">
      <w:pPr>
        <w:spacing w:line="480" w:lineRule="auto"/>
        <w:ind w:firstLine="720"/>
        <w:rPr>
          <w:sz w:val="24"/>
          <w:szCs w:val="24"/>
        </w:rPr>
      </w:pPr>
      <w:r>
        <w:rPr>
          <w:sz w:val="24"/>
          <w:szCs w:val="24"/>
        </w:rPr>
        <w:t>Kelly smiled and nodded. “If you want to, master.”</w:t>
      </w:r>
    </w:p>
    <w:p w:rsidR="00641484" w:rsidRDefault="00641484">
      <w:pPr>
        <w:spacing w:line="480" w:lineRule="auto"/>
        <w:ind w:firstLine="720"/>
        <w:rPr>
          <w:sz w:val="24"/>
          <w:szCs w:val="24"/>
        </w:rPr>
      </w:pPr>
      <w:r>
        <w:rPr>
          <w:sz w:val="24"/>
          <w:szCs w:val="24"/>
        </w:rPr>
        <w:t>Alex turned to the others. “Hey, I’m gonna be with Kelly tonight. I’ll make it up to you all tomorrow. He turned and went up the stairs, Kelly holding his hand, giggling like a little school girl. The other girls looked a bit disappointed as he looked back and waved. If Christina had asked to be alone with him that night, he would have stayed with her instead and inspected Kelly the next day. But, she said nothing and just smiled and waved back.</w:t>
      </w:r>
    </w:p>
    <w:p w:rsidR="00641484" w:rsidRDefault="00641484">
      <w:pPr>
        <w:spacing w:line="480" w:lineRule="auto"/>
        <w:ind w:firstLine="720"/>
        <w:rPr>
          <w:sz w:val="24"/>
          <w:szCs w:val="24"/>
        </w:rPr>
      </w:pPr>
      <w:r>
        <w:rPr>
          <w:sz w:val="24"/>
          <w:szCs w:val="24"/>
        </w:rPr>
        <w:t>Kelly began removing her clothing as soon as they got inside. First she took off her large shirt revealing her gigantic blue bra that matched her hair. She then took off her skirt, revealing an equally blue set of panties. They both accentuated her new curves greatly. Alex reached up and grabbed and squeezed her new breasts.</w:t>
      </w:r>
    </w:p>
    <w:p w:rsidR="00641484" w:rsidRDefault="00641484">
      <w:pPr>
        <w:spacing w:line="480" w:lineRule="auto"/>
        <w:ind w:firstLine="720"/>
        <w:rPr>
          <w:sz w:val="24"/>
          <w:szCs w:val="24"/>
        </w:rPr>
      </w:pPr>
      <w:r>
        <w:rPr>
          <w:sz w:val="24"/>
          <w:szCs w:val="24"/>
        </w:rPr>
        <w:t xml:space="preserve">“They feel so real!” he exclaimed. </w:t>
      </w:r>
    </w:p>
    <w:p w:rsidR="00641484" w:rsidRDefault="00641484">
      <w:pPr>
        <w:spacing w:line="480" w:lineRule="auto"/>
        <w:ind w:firstLine="720"/>
        <w:rPr>
          <w:sz w:val="24"/>
          <w:szCs w:val="24"/>
        </w:rPr>
      </w:pPr>
      <w:r>
        <w:rPr>
          <w:sz w:val="24"/>
          <w:szCs w:val="24"/>
        </w:rPr>
        <w:t>“The doctors injected me with this blue fluid that expands my breasts around the implants so that they feel and look more real. Do you like them, master?”</w:t>
      </w:r>
    </w:p>
    <w:p w:rsidR="00641484" w:rsidRDefault="00641484">
      <w:pPr>
        <w:spacing w:line="480" w:lineRule="auto"/>
        <w:ind w:firstLine="720"/>
        <w:rPr>
          <w:sz w:val="24"/>
          <w:szCs w:val="24"/>
        </w:rPr>
      </w:pPr>
      <w:r>
        <w:rPr>
          <w:sz w:val="24"/>
          <w:szCs w:val="24"/>
        </w:rPr>
        <w:t>“Of course!” He pulled up her bra, exposing her huge tits to him. He took one of the huge orbs in his hands and lifting it to his mouth, he bit the nipple lightly before sucking it into his mouth. Kelly moaned deeply.</w:t>
      </w:r>
    </w:p>
    <w:p w:rsidR="00641484" w:rsidRDefault="00641484">
      <w:pPr>
        <w:spacing w:line="480" w:lineRule="auto"/>
        <w:ind w:firstLine="720"/>
        <w:rPr>
          <w:sz w:val="24"/>
          <w:szCs w:val="24"/>
        </w:rPr>
      </w:pPr>
      <w:r>
        <w:rPr>
          <w:sz w:val="24"/>
          <w:szCs w:val="24"/>
        </w:rPr>
        <w:t>“Are you breasts more or less sensitive now?” he asked, detaching from her nipple.</w:t>
      </w:r>
    </w:p>
    <w:p w:rsidR="00641484" w:rsidRDefault="00641484">
      <w:pPr>
        <w:spacing w:line="480" w:lineRule="auto"/>
        <w:ind w:firstLine="720"/>
        <w:rPr>
          <w:sz w:val="24"/>
          <w:szCs w:val="24"/>
        </w:rPr>
      </w:pPr>
      <w:r>
        <w:rPr>
          <w:sz w:val="24"/>
          <w:szCs w:val="24"/>
        </w:rPr>
        <w:t>She giggled. “The liquid they gave me allowed the nerves in my breasts to grow and spread. They are very sensitive, master!”</w:t>
      </w:r>
    </w:p>
    <w:p w:rsidR="00641484" w:rsidRDefault="00641484">
      <w:pPr>
        <w:spacing w:line="480" w:lineRule="auto"/>
        <w:ind w:firstLine="720"/>
        <w:rPr>
          <w:sz w:val="24"/>
          <w:szCs w:val="24"/>
        </w:rPr>
      </w:pPr>
      <w:r>
        <w:rPr>
          <w:sz w:val="24"/>
          <w:szCs w:val="24"/>
        </w:rPr>
        <w:t>Alex smiled. “Good.” He began licking and sucking her breasts alternating between the two until finally Kelly pressed his head deep into her breast and moaned, as an orgasm came over her. “Wow. That was fast.”</w:t>
      </w:r>
    </w:p>
    <w:p w:rsidR="00641484" w:rsidRDefault="00641484">
      <w:pPr>
        <w:spacing w:line="480" w:lineRule="auto"/>
        <w:ind w:firstLine="720"/>
        <w:rPr>
          <w:sz w:val="24"/>
          <w:szCs w:val="24"/>
        </w:rPr>
      </w:pPr>
      <w:r>
        <w:rPr>
          <w:sz w:val="24"/>
          <w:szCs w:val="24"/>
        </w:rPr>
        <w:t>“You are very talented, master,” she exclaimed, smiling at him.</w:t>
      </w:r>
    </w:p>
    <w:p w:rsidR="00641484" w:rsidRDefault="00641484">
      <w:pPr>
        <w:spacing w:line="480" w:lineRule="auto"/>
        <w:ind w:firstLine="720"/>
        <w:rPr>
          <w:sz w:val="24"/>
          <w:szCs w:val="24"/>
        </w:rPr>
      </w:pPr>
      <w:r>
        <w:rPr>
          <w:sz w:val="24"/>
          <w:szCs w:val="24"/>
        </w:rPr>
        <w:t>He then took off her panties and turned her around to stare at her large round ass. It had changed so much since he had last seen her. He grabbed and squeezed it, eliciting a moan from Kelly. “The procedure also made my butt more sensitive, master. There’s one more surgery you may be interested in, master.”</w:t>
      </w:r>
    </w:p>
    <w:p w:rsidR="00641484" w:rsidRDefault="00641484">
      <w:pPr>
        <w:spacing w:line="480" w:lineRule="auto"/>
        <w:ind w:firstLine="720"/>
        <w:rPr>
          <w:sz w:val="24"/>
          <w:szCs w:val="24"/>
        </w:rPr>
      </w:pPr>
      <w:r>
        <w:rPr>
          <w:sz w:val="24"/>
          <w:szCs w:val="24"/>
        </w:rPr>
        <w:t>“What’s that?”</w:t>
      </w:r>
    </w:p>
    <w:p w:rsidR="00641484" w:rsidRDefault="00641484">
      <w:pPr>
        <w:spacing w:line="480" w:lineRule="auto"/>
        <w:ind w:firstLine="720"/>
        <w:rPr>
          <w:sz w:val="24"/>
          <w:szCs w:val="24"/>
        </w:rPr>
      </w:pPr>
      <w:r>
        <w:rPr>
          <w:sz w:val="24"/>
          <w:szCs w:val="24"/>
        </w:rPr>
        <w:t>She slowly turned around, presenting her pussy to him. Her pussy lips seemed to be engorged a bit more than before. Kneeling down and taking a closer look, he noticed that her clit was twice as large as before. “That’s incredible!” He prodded his finger into her clit, rubbing his thumb and index finger between her clit. Kelly moaned deeply.</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“It was an experimental procedure to increase the length and sensitivity of my clit, master. It seems to work a little too well,” she struggled out as an orgasm quickly overcame her.</w:t>
      </w:r>
    </w:p>
    <w:p w:rsidR="00641484" w:rsidRDefault="00641484">
      <w:pPr>
        <w:spacing w:line="480" w:lineRule="auto"/>
        <w:ind w:firstLine="720"/>
        <w:rPr>
          <w:sz w:val="24"/>
          <w:szCs w:val="24"/>
        </w:rPr>
      </w:pPr>
      <w:r>
        <w:rPr>
          <w:sz w:val="24"/>
          <w:szCs w:val="24"/>
        </w:rPr>
        <w:t>“Wow,” was all Alex said. He then knelt in front of her, and pulled her hips turned him, grabbing her ass cheeks. He began licking her clit, sucking it into his mouth. He brought her to three more orgasms.</w:t>
      </w:r>
    </w:p>
    <w:p w:rsidR="00641484" w:rsidRDefault="00641484">
      <w:pPr>
        <w:spacing w:line="480" w:lineRule="auto"/>
        <w:ind w:firstLine="720"/>
        <w:rPr>
          <w:sz w:val="24"/>
          <w:szCs w:val="24"/>
        </w:rPr>
      </w:pPr>
      <w:r>
        <w:rPr>
          <w:sz w:val="24"/>
          <w:szCs w:val="24"/>
        </w:rPr>
        <w:t xml:space="preserve">As he licked her cunt, she began purring into his ear. “Lick my cunt, master. Taste my juices, master. Taste what all your sluts taste every day!” That last one was quite unlike the new Kelly. </w:t>
      </w:r>
    </w:p>
    <w:p w:rsidR="00641484" w:rsidRDefault="00641484">
      <w:pPr>
        <w:spacing w:line="480" w:lineRule="auto"/>
        <w:ind w:firstLine="720"/>
        <w:rPr>
          <w:sz w:val="24"/>
          <w:szCs w:val="24"/>
        </w:rPr>
      </w:pPr>
      <w:r>
        <w:rPr>
          <w:sz w:val="24"/>
          <w:szCs w:val="24"/>
        </w:rPr>
        <w:t>He stopped and looked up. “Kelly? You sounded different than normal there. You OK?”</w:t>
      </w:r>
    </w:p>
    <w:p w:rsidR="00641484" w:rsidRDefault="00641484">
      <w:pPr>
        <w:spacing w:line="480" w:lineRule="auto"/>
        <w:ind w:firstLine="720"/>
        <w:rPr>
          <w:sz w:val="24"/>
          <w:szCs w:val="24"/>
        </w:rPr>
      </w:pPr>
      <w:r>
        <w:rPr>
          <w:sz w:val="24"/>
          <w:szCs w:val="24"/>
        </w:rPr>
        <w:t>“Of course, master!” She smiled deeply at him. Perhaps it was part of her old personality returning for a moment. Deep down he hoped it was. He felt guilty about aiding in her sudden mental change.</w:t>
      </w:r>
    </w:p>
    <w:p w:rsidR="00641484" w:rsidRDefault="00641484">
      <w:pPr>
        <w:spacing w:line="480" w:lineRule="auto"/>
        <w:ind w:firstLine="720"/>
        <w:rPr>
          <w:sz w:val="24"/>
          <w:szCs w:val="24"/>
        </w:rPr>
      </w:pPr>
      <w:r>
        <w:rPr>
          <w:sz w:val="24"/>
          <w:szCs w:val="24"/>
        </w:rPr>
        <w:t xml:space="preserve">The two ended up making love several times that night. Alex wanted to try out all of her holes. The head she gave with her new lips was amazing! They were like a vacuum now, practically. Not only that, but somehow her lips had become sensitive as well and she actually orgasmed once while sucking him off! </w:t>
      </w:r>
    </w:p>
    <w:p w:rsidR="00641484" w:rsidRDefault="00641484">
      <w:pPr>
        <w:spacing w:line="480" w:lineRule="auto"/>
        <w:ind w:firstLine="720"/>
        <w:rPr>
          <w:sz w:val="24"/>
          <w:szCs w:val="24"/>
        </w:rPr>
      </w:pPr>
      <w:r>
        <w:rPr>
          <w:sz w:val="24"/>
          <w:szCs w:val="24"/>
        </w:rPr>
        <w:t xml:space="preserve">Alex figured the other girls were experiencing the orgasms as well. He had been so lost in the moment that he had forgotten that there was a sixth girl in the mix. After his first orgasm with her, he felt the six times orgasm spread through him, followed by the now familiar feeling of his head spinning. He sat hard on her bed, and Kelly poured him a drink. But he wouldn’t let that stop the two of them. As soon as he recovered he went at her again, taking her new ass this time. Her plump ass cheeks felt much more better between his cock now. </w:t>
      </w:r>
    </w:p>
    <w:p w:rsidR="00641484" w:rsidRDefault="00641484">
      <w:pPr>
        <w:spacing w:line="480" w:lineRule="auto"/>
        <w:ind w:firstLine="720"/>
        <w:rPr>
          <w:sz w:val="24"/>
          <w:szCs w:val="24"/>
        </w:rPr>
      </w:pPr>
      <w:r>
        <w:rPr>
          <w:sz w:val="24"/>
          <w:szCs w:val="24"/>
        </w:rPr>
        <w:t>He heard Brittney by the door moaning several times. She desperately wanted to join in, but Alex wanted to be with just Kelly at the moment. Kelly didn’t make any more outbursts like the first one she had made. Alex found himself wondering if perhaps it was just wishful thinking that he had heard that. After getting several orgasms from her, the two fell asleep in each others arms. It was the closest he had ever felt with her, but still, he wished Christina would be with him alone more often like he was with Kelly at this particular moment.</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In his dream, Alex was sitting on a grassy hill out looking the ocean. The new Kelly sat next to him. She was talking to him, but he could not hear her. A voice from the other side of her said to him, “So this is what your fantasy woman looks like, eh?”</w:t>
      </w:r>
    </w:p>
    <w:p w:rsidR="00641484" w:rsidRDefault="00641484">
      <w:pPr>
        <w:spacing w:line="480" w:lineRule="auto"/>
        <w:ind w:firstLine="720"/>
        <w:rPr>
          <w:sz w:val="24"/>
          <w:szCs w:val="24"/>
        </w:rPr>
      </w:pPr>
      <w:r>
        <w:rPr>
          <w:sz w:val="24"/>
          <w:szCs w:val="24"/>
        </w:rPr>
        <w:t>Alex looked over to see the old Kelly. This one still had the same breasts, hair, and ass. “I can’t believe you like ugly girls like this,” she said, walking up to the other Kelly, who was still smiling and talking. “For that matter, I can’t believe I made myself this damn ugly for your ass!”</w:t>
      </w:r>
    </w:p>
    <w:p w:rsidR="00641484" w:rsidRDefault="00641484">
      <w:pPr>
        <w:spacing w:line="480" w:lineRule="auto"/>
        <w:ind w:firstLine="720"/>
        <w:rPr>
          <w:sz w:val="24"/>
          <w:szCs w:val="24"/>
        </w:rPr>
      </w:pPr>
      <w:r>
        <w:rPr>
          <w:sz w:val="24"/>
          <w:szCs w:val="24"/>
        </w:rPr>
        <w:t>“I never asked for you…her to do that you know.”</w:t>
      </w:r>
    </w:p>
    <w:p w:rsidR="00641484" w:rsidRDefault="00641484">
      <w:pPr>
        <w:spacing w:line="480" w:lineRule="auto"/>
        <w:ind w:firstLine="720"/>
        <w:rPr>
          <w:sz w:val="24"/>
          <w:szCs w:val="24"/>
        </w:rPr>
      </w:pPr>
      <w:r>
        <w:rPr>
          <w:sz w:val="24"/>
          <w:szCs w:val="24"/>
        </w:rPr>
        <w:t>“I know,” she quickly replied, examining her other half. “Still your fault though. You know I’d never go for this shit.”</w:t>
      </w:r>
    </w:p>
    <w:p w:rsidR="00641484" w:rsidRDefault="00641484">
      <w:pPr>
        <w:spacing w:line="480" w:lineRule="auto"/>
        <w:ind w:firstLine="720"/>
        <w:rPr>
          <w:sz w:val="24"/>
          <w:szCs w:val="24"/>
        </w:rPr>
      </w:pPr>
      <w:r>
        <w:rPr>
          <w:sz w:val="24"/>
          <w:szCs w:val="24"/>
        </w:rPr>
        <w:t>Alex laughed. “Yeah, that’s true. Do you really think you look ugly now? I think you’re gorgeous!” She turned her head, glaring at him. “I mean, you were always gorgeous! Just more so now!”</w:t>
      </w:r>
    </w:p>
    <w:p w:rsidR="00641484" w:rsidRDefault="00641484">
      <w:pPr>
        <w:spacing w:line="480" w:lineRule="auto"/>
        <w:ind w:firstLine="720"/>
        <w:rPr>
          <w:sz w:val="24"/>
          <w:szCs w:val="24"/>
        </w:rPr>
      </w:pPr>
      <w:r>
        <w:rPr>
          <w:sz w:val="24"/>
          <w:szCs w:val="24"/>
        </w:rPr>
        <w:t>“Yeah, I bet. Let’s see.” She lifted her head a little. “Her ass is way to big. How do you expect me to sit on that thing now. And my tits are way too huge! Are you expecting to milk me, little boy? Do you think I’m so some sort of cow that you can drink milk straight out of the udder?”</w:t>
      </w:r>
    </w:p>
    <w:p w:rsidR="00641484" w:rsidRDefault="00641484">
      <w:pPr>
        <w:spacing w:line="480" w:lineRule="auto"/>
        <w:ind w:firstLine="720"/>
        <w:rPr>
          <w:sz w:val="24"/>
          <w:szCs w:val="24"/>
        </w:rPr>
      </w:pPr>
      <w:r>
        <w:rPr>
          <w:sz w:val="24"/>
          <w:szCs w:val="24"/>
        </w:rPr>
        <w:t>“Well, no. I never really thought of drinking milk out of you.”</w:t>
      </w:r>
    </w:p>
    <w:p w:rsidR="00641484" w:rsidRDefault="00641484">
      <w:pPr>
        <w:spacing w:line="480" w:lineRule="auto"/>
        <w:ind w:firstLine="720"/>
        <w:rPr>
          <w:sz w:val="24"/>
          <w:szCs w:val="24"/>
        </w:rPr>
      </w:pPr>
      <w:r>
        <w:rPr>
          <w:sz w:val="24"/>
          <w:szCs w:val="24"/>
        </w:rPr>
        <w:t>“Good! Now, I have to admit, it does make my face look a bit prettier. I like the hair too. I doubt I could pull off that look though. I once heard that the ancient Egyptians rubbed blue berries into their hair to dye it that color.”</w:t>
      </w:r>
    </w:p>
    <w:p w:rsidR="00641484" w:rsidRDefault="00641484">
      <w:pPr>
        <w:spacing w:line="480" w:lineRule="auto"/>
        <w:ind w:firstLine="720"/>
        <w:rPr>
          <w:sz w:val="24"/>
          <w:szCs w:val="24"/>
        </w:rPr>
      </w:pPr>
      <w:r>
        <w:rPr>
          <w:sz w:val="24"/>
          <w:szCs w:val="24"/>
        </w:rPr>
        <w:t>“I never heard that one before.”</w:t>
      </w:r>
    </w:p>
    <w:p w:rsidR="00641484" w:rsidRDefault="00641484">
      <w:pPr>
        <w:spacing w:line="480" w:lineRule="auto"/>
        <w:ind w:firstLine="720"/>
        <w:rPr>
          <w:sz w:val="24"/>
          <w:szCs w:val="24"/>
        </w:rPr>
      </w:pPr>
      <w:r>
        <w:rPr>
          <w:sz w:val="24"/>
          <w:szCs w:val="24"/>
        </w:rPr>
        <w:t>She ignored him. “But these fucking ears have to go! You made me look like a freak, asshole! Do you know how many people will point and laugh at me just because of these damn things!”</w:t>
      </w:r>
    </w:p>
    <w:p w:rsidR="00641484" w:rsidRDefault="00641484">
      <w:pPr>
        <w:spacing w:line="480" w:lineRule="auto"/>
        <w:ind w:firstLine="720"/>
        <w:rPr>
          <w:sz w:val="24"/>
          <w:szCs w:val="24"/>
        </w:rPr>
      </w:pPr>
      <w:r>
        <w:rPr>
          <w:sz w:val="24"/>
          <w:szCs w:val="24"/>
        </w:rPr>
        <w:t>“Ummm…I kind of do, Kelly.” She turned and looked at his ears. “Ever since I’ve got here I’ve seen all sorts of people stare at them and laugh at them. Hell! If you haven’t forgotten, you used to call me a freak all the time! So yeah, I know!” Alex had just realized that he was raising his voice against her. She upset him so much sometimes. How could she be so insensitive?</w:t>
      </w:r>
    </w:p>
    <w:p w:rsidR="00641484" w:rsidRDefault="00641484">
      <w:pPr>
        <w:spacing w:line="480" w:lineRule="auto"/>
        <w:ind w:firstLine="720"/>
        <w:rPr>
          <w:sz w:val="24"/>
          <w:szCs w:val="24"/>
        </w:rPr>
      </w:pPr>
      <w:r>
        <w:rPr>
          <w:sz w:val="24"/>
          <w:szCs w:val="24"/>
        </w:rPr>
        <w:t>Kelly blushed slightly after he said that. It was the first time he ever saw that look on her. “I’m sorry,” he said softly. “I didn’t mean to yell at you.”</w:t>
      </w:r>
    </w:p>
    <w:p w:rsidR="00641484" w:rsidRDefault="00641484">
      <w:pPr>
        <w:spacing w:line="480" w:lineRule="auto"/>
        <w:ind w:firstLine="720"/>
        <w:rPr>
          <w:sz w:val="24"/>
          <w:szCs w:val="24"/>
        </w:rPr>
      </w:pPr>
      <w:r>
        <w:rPr>
          <w:sz w:val="24"/>
          <w:szCs w:val="24"/>
        </w:rPr>
        <w:t>She smiled lightly. “It’s fine, babe. I guess I did tease you a lot. It’s how I express myself to the people I like sometimes.” She laughed and sat next to him.</w:t>
      </w:r>
    </w:p>
    <w:p w:rsidR="00641484" w:rsidRDefault="00641484">
      <w:pPr>
        <w:spacing w:line="480" w:lineRule="auto"/>
        <w:ind w:firstLine="720"/>
        <w:rPr>
          <w:sz w:val="24"/>
          <w:szCs w:val="24"/>
        </w:rPr>
      </w:pPr>
      <w:r>
        <w:rPr>
          <w:sz w:val="24"/>
          <w:szCs w:val="24"/>
        </w:rPr>
        <w:t>“Why do you hate my ears anyhow? Are they that deformed? You could easily hide them in your hair or under a hat.”</w:t>
      </w:r>
    </w:p>
    <w:p w:rsidR="00641484" w:rsidRDefault="00641484">
      <w:pPr>
        <w:spacing w:line="480" w:lineRule="auto"/>
        <w:ind w:firstLine="720"/>
        <w:rPr>
          <w:sz w:val="24"/>
          <w:szCs w:val="24"/>
        </w:rPr>
      </w:pPr>
      <w:r>
        <w:rPr>
          <w:sz w:val="24"/>
          <w:szCs w:val="24"/>
        </w:rPr>
        <w:t>Kelly sighed. “Fine! If you want to be an ass and bring it up, I’ll tell you! I used to have human ears!”</w:t>
      </w:r>
    </w:p>
    <w:p w:rsidR="00641484" w:rsidRDefault="00641484">
      <w:pPr>
        <w:spacing w:line="480" w:lineRule="auto"/>
        <w:ind w:firstLine="720"/>
        <w:rPr>
          <w:sz w:val="24"/>
          <w:szCs w:val="24"/>
        </w:rPr>
      </w:pPr>
      <w:r>
        <w:rPr>
          <w:sz w:val="24"/>
          <w:szCs w:val="24"/>
        </w:rPr>
        <w:t>Alex’s jaw dropped. “You’re a human???”</w:t>
      </w:r>
    </w:p>
    <w:p w:rsidR="00641484" w:rsidRDefault="00641484">
      <w:pPr>
        <w:spacing w:line="480" w:lineRule="auto"/>
        <w:ind w:firstLine="720"/>
        <w:rPr>
          <w:sz w:val="24"/>
          <w:szCs w:val="24"/>
        </w:rPr>
      </w:pPr>
      <w:r>
        <w:rPr>
          <w:sz w:val="24"/>
          <w:szCs w:val="24"/>
        </w:rPr>
        <w:t>“No, dumbass! I’m a fucking elf you son of a bitch! I was born with a condition where my ears looked like a human’s. Guess it was the fact that there’s supposedly human blood in me, according to my Great Great Grandma.”</w:t>
      </w:r>
    </w:p>
    <w:p w:rsidR="00641484" w:rsidRDefault="00641484">
      <w:pPr>
        <w:spacing w:line="480" w:lineRule="auto"/>
        <w:ind w:firstLine="720"/>
        <w:rPr>
          <w:sz w:val="24"/>
          <w:szCs w:val="24"/>
        </w:rPr>
      </w:pPr>
      <w:r>
        <w:rPr>
          <w:sz w:val="24"/>
          <w:szCs w:val="24"/>
        </w:rPr>
        <w:t>“So there’s elves out there with human blood?”</w:t>
      </w:r>
    </w:p>
    <w:p w:rsidR="00641484" w:rsidRDefault="00641484">
      <w:pPr>
        <w:spacing w:line="480" w:lineRule="auto"/>
        <w:ind w:firstLine="720"/>
        <w:rPr>
          <w:sz w:val="24"/>
          <w:szCs w:val="24"/>
        </w:rPr>
      </w:pPr>
      <w:r>
        <w:rPr>
          <w:sz w:val="24"/>
          <w:szCs w:val="24"/>
        </w:rPr>
        <w:t>“Are you retarded or something? Of course there are! What? You think you’re all special because you’re a human with elf blood in you? There’s plenty of elves in Elfworld that have the same rare condition I do. So you can take your own condition and shove it up your ass!” Alex thought about it for a moment. Perhaps the reason why she resisted him for so long, before the scroll, was because of her human blood.</w:t>
      </w:r>
    </w:p>
    <w:p w:rsidR="00641484" w:rsidRDefault="00641484">
      <w:pPr>
        <w:spacing w:line="480" w:lineRule="auto"/>
        <w:ind w:firstLine="720"/>
        <w:rPr>
          <w:sz w:val="24"/>
          <w:szCs w:val="24"/>
        </w:rPr>
      </w:pPr>
      <w:r>
        <w:rPr>
          <w:sz w:val="24"/>
          <w:szCs w:val="24"/>
        </w:rPr>
        <w:t>“So how did you end up like this?” he asked.</w:t>
      </w:r>
    </w:p>
    <w:p w:rsidR="00641484" w:rsidRDefault="00641484">
      <w:pPr>
        <w:spacing w:line="480" w:lineRule="auto"/>
        <w:ind w:firstLine="720"/>
        <w:rPr>
          <w:sz w:val="24"/>
          <w:szCs w:val="24"/>
        </w:rPr>
      </w:pPr>
      <w:r>
        <w:rPr>
          <w:sz w:val="24"/>
          <w:szCs w:val="24"/>
        </w:rPr>
        <w:t>“During my childhood, a lot of kids teased me. Instead of crying like a pussy, like you would have, I turned on them, teasing all of them instead. And any kid that wanted to still tease me, I shut them up with my fists!”</w:t>
      </w:r>
    </w:p>
    <w:p w:rsidR="00641484" w:rsidRDefault="00641484">
      <w:pPr>
        <w:spacing w:line="480" w:lineRule="auto"/>
        <w:ind w:firstLine="720"/>
        <w:rPr>
          <w:sz w:val="24"/>
          <w:szCs w:val="24"/>
        </w:rPr>
      </w:pPr>
      <w:r>
        <w:rPr>
          <w:sz w:val="24"/>
          <w:szCs w:val="24"/>
        </w:rPr>
        <w:t>“Wow. That’s crazy. I’m sorry you were teased a lot when you were a kid. I was teased a lot too when I was kid. Kid’s can be mean sometimes.” He tried to put an arm around her to comfort her. Kelly moved it off of her with a swipe of her hand.</w:t>
      </w:r>
    </w:p>
    <w:p w:rsidR="00641484" w:rsidRDefault="00641484">
      <w:pPr>
        <w:spacing w:line="480" w:lineRule="auto"/>
        <w:ind w:firstLine="720"/>
        <w:rPr>
          <w:sz w:val="24"/>
          <w:szCs w:val="24"/>
        </w:rPr>
      </w:pPr>
      <w:r>
        <w:rPr>
          <w:sz w:val="24"/>
          <w:szCs w:val="24"/>
        </w:rPr>
        <w:t>“Yeah. Shut up. When I was eight, my parents were able to afford my surgery to make my ears appear elflike just like everyone else’s. That is until a couple of weeks ago when ‘ditzy, slut’ Kelly over here thought you might like her with the surgery undone. She’s really nothing like me, you know? Happy?”</w:t>
      </w:r>
    </w:p>
    <w:p w:rsidR="00641484" w:rsidRDefault="00641484">
      <w:pPr>
        <w:spacing w:line="480" w:lineRule="auto"/>
        <w:ind w:firstLine="720"/>
        <w:rPr>
          <w:sz w:val="24"/>
          <w:szCs w:val="24"/>
        </w:rPr>
      </w:pPr>
      <w:r>
        <w:rPr>
          <w:sz w:val="24"/>
          <w:szCs w:val="24"/>
        </w:rPr>
        <w:t>With her story finished Alex found himself at a loss of words. “I’m so sorry, Kelly. I didn’t know about your childhood.”</w:t>
      </w:r>
    </w:p>
    <w:p w:rsidR="00641484" w:rsidRDefault="00641484">
      <w:pPr>
        <w:spacing w:line="480" w:lineRule="auto"/>
        <w:ind w:firstLine="720"/>
        <w:rPr>
          <w:sz w:val="24"/>
          <w:szCs w:val="24"/>
        </w:rPr>
      </w:pPr>
      <w:r>
        <w:rPr>
          <w:sz w:val="24"/>
          <w:szCs w:val="24"/>
        </w:rPr>
        <w:t>“Yeah,” she said, looking out into the ocean. “It’s not something I tell every Tom, Dick, and Harry.”</w:t>
      </w:r>
    </w:p>
    <w:p w:rsidR="00641484" w:rsidRDefault="00641484">
      <w:pPr>
        <w:spacing w:line="480" w:lineRule="auto"/>
        <w:ind w:firstLine="720"/>
        <w:rPr>
          <w:sz w:val="24"/>
          <w:szCs w:val="24"/>
        </w:rPr>
      </w:pPr>
      <w:r>
        <w:rPr>
          <w:sz w:val="24"/>
          <w:szCs w:val="24"/>
        </w:rPr>
        <w:t>“Yeah, I guess so. Hey, Kelly? I promise I’m going to find a way to get your body back. I don’t know how, but I’ll figure it out somehow.”</w:t>
      </w:r>
    </w:p>
    <w:p w:rsidR="00641484" w:rsidRDefault="00641484">
      <w:pPr>
        <w:spacing w:line="480" w:lineRule="auto"/>
        <w:ind w:firstLine="720"/>
        <w:rPr>
          <w:sz w:val="24"/>
          <w:szCs w:val="24"/>
        </w:rPr>
      </w:pPr>
      <w:r>
        <w:rPr>
          <w:sz w:val="24"/>
          <w:szCs w:val="24"/>
        </w:rPr>
        <w:t>“Yeah, I bet. You keep on dreaming the big dream.” After she had said that, Alex found himself waking up to Brittney sucking his cock. She smiled at him and continued it.</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The entire next day, Alex had sex with all of the girls. They fucked him wildly many times that day. They were all sex deprived and wanted a piece of him. Of course, Christina had work that day. And that night, Kelly had work herself, so she was not able to sleep with him at night. He enjoyed the sex with her the previous night and was glad the other Kelly had opened up to him. He had to wonder though why she appeared in such life like dreams whenever he fell asleep against her. He would have to ask her next time.</w:t>
      </w:r>
    </w:p>
    <w:p w:rsidR="00641484" w:rsidRDefault="00641484">
      <w:pPr>
        <w:spacing w:line="480" w:lineRule="auto"/>
        <w:ind w:firstLine="720"/>
        <w:rPr>
          <w:sz w:val="24"/>
          <w:szCs w:val="24"/>
        </w:rPr>
      </w:pPr>
      <w:r>
        <w:rPr>
          <w:sz w:val="24"/>
          <w:szCs w:val="24"/>
        </w:rPr>
        <w:t>He had his chance several nights later. Kelly had off of work that night. Alex fucked her a couple of times, much to her delight before falling asleep in her arms. The other girls complained a little but knew that they would be feeling her orgasms, so they didn’t care much where he slept. Except for Brittney that is. She wanted to sleep by him every night and even though she still felt the orgasms when he was with others, she wanted him physically inside her as much as possible. Even when they were not having sex, he could hear her walking outside the room back and forth, pacing.</w:t>
      </w:r>
    </w:p>
    <w:p w:rsidR="00641484" w:rsidRDefault="00641484">
      <w:pPr>
        <w:spacing w:line="480" w:lineRule="auto"/>
        <w:ind w:firstLine="720"/>
        <w:rPr>
          <w:sz w:val="24"/>
          <w:szCs w:val="24"/>
        </w:rPr>
      </w:pPr>
      <w:r>
        <w:rPr>
          <w:sz w:val="24"/>
          <w:szCs w:val="24"/>
        </w:rPr>
        <w:t>He was happy when he found himself on the same familiar hill with the two Kelly’s in his dream. “Here again, eh? You must like being insulted.”</w:t>
      </w:r>
    </w:p>
    <w:p w:rsidR="00641484" w:rsidRDefault="00641484">
      <w:pPr>
        <w:spacing w:line="480" w:lineRule="auto"/>
        <w:ind w:firstLine="720"/>
        <w:rPr>
          <w:sz w:val="24"/>
          <w:szCs w:val="24"/>
        </w:rPr>
      </w:pPr>
      <w:r>
        <w:rPr>
          <w:sz w:val="24"/>
          <w:szCs w:val="24"/>
        </w:rPr>
        <w:t>She sat on the other side of him. Once again the newer Kelly was talking to him mutely. “What’s she saying?”</w:t>
      </w:r>
    </w:p>
    <w:p w:rsidR="00641484" w:rsidRDefault="00641484">
      <w:pPr>
        <w:spacing w:line="480" w:lineRule="auto"/>
        <w:ind w:firstLine="720"/>
        <w:rPr>
          <w:sz w:val="24"/>
          <w:szCs w:val="24"/>
        </w:rPr>
      </w:pPr>
      <w:r>
        <w:rPr>
          <w:sz w:val="24"/>
          <w:szCs w:val="24"/>
        </w:rPr>
        <w:t>“How should I know! Kill me now? That’s what I would say!”</w:t>
      </w:r>
    </w:p>
    <w:p w:rsidR="00641484" w:rsidRDefault="00641484">
      <w:pPr>
        <w:spacing w:line="480" w:lineRule="auto"/>
        <w:ind w:firstLine="720"/>
        <w:rPr>
          <w:sz w:val="24"/>
          <w:szCs w:val="24"/>
        </w:rPr>
      </w:pPr>
      <w:r>
        <w:rPr>
          <w:sz w:val="24"/>
          <w:szCs w:val="24"/>
        </w:rPr>
        <w:t>Alex laughed nervously. It reminded him of the moment before he gave her the scroll. “I’ve been wondering, do you know why you’re able to appear in my dreams like this? I doubt these are normal dreams.”</w:t>
      </w:r>
    </w:p>
    <w:p w:rsidR="00641484" w:rsidRDefault="00641484">
      <w:pPr>
        <w:spacing w:line="480" w:lineRule="auto"/>
        <w:ind w:firstLine="720"/>
        <w:rPr>
          <w:sz w:val="24"/>
          <w:szCs w:val="24"/>
        </w:rPr>
      </w:pPr>
      <w:r>
        <w:rPr>
          <w:sz w:val="24"/>
          <w:szCs w:val="24"/>
        </w:rPr>
        <w:t>“Well, dumbass, maybe it had something to do with that little scroll you gave me. You know, the one that fried my brain and made me a slut!”</w:t>
      </w:r>
    </w:p>
    <w:p w:rsidR="00641484" w:rsidRDefault="00641484">
      <w:pPr>
        <w:spacing w:line="480" w:lineRule="auto"/>
        <w:ind w:firstLine="720"/>
        <w:rPr>
          <w:sz w:val="24"/>
          <w:szCs w:val="24"/>
        </w:rPr>
      </w:pPr>
      <w:r>
        <w:rPr>
          <w:sz w:val="24"/>
          <w:szCs w:val="24"/>
        </w:rPr>
        <w:t>“Once again, I cannot apologize enough for that. I was worried you would kill yourself. You have to believe me!”</w:t>
      </w:r>
    </w:p>
    <w:p w:rsidR="00641484" w:rsidRDefault="00641484">
      <w:pPr>
        <w:spacing w:line="480" w:lineRule="auto"/>
        <w:ind w:firstLine="720"/>
        <w:rPr>
          <w:sz w:val="24"/>
          <w:szCs w:val="24"/>
        </w:rPr>
      </w:pPr>
      <w:r>
        <w:rPr>
          <w:sz w:val="24"/>
          <w:szCs w:val="24"/>
        </w:rPr>
        <w:t>“Yeah. Why don’t you get hit by a car and get into another coma? Then you can be with me all the time!”</w:t>
      </w:r>
    </w:p>
    <w:p w:rsidR="00641484" w:rsidRDefault="00641484">
      <w:pPr>
        <w:spacing w:line="480" w:lineRule="auto"/>
        <w:ind w:firstLine="720"/>
        <w:rPr>
          <w:sz w:val="24"/>
          <w:szCs w:val="24"/>
        </w:rPr>
      </w:pPr>
      <w:r>
        <w:rPr>
          <w:sz w:val="24"/>
          <w:szCs w:val="24"/>
        </w:rPr>
        <w:t>“Oh Kelly…”</w:t>
      </w:r>
    </w:p>
    <w:p w:rsidR="00641484" w:rsidRDefault="00641484">
      <w:pPr>
        <w:spacing w:line="480" w:lineRule="auto"/>
        <w:ind w:firstLine="720"/>
        <w:rPr>
          <w:sz w:val="24"/>
          <w:szCs w:val="24"/>
        </w:rPr>
      </w:pPr>
      <w:r>
        <w:rPr>
          <w:sz w:val="24"/>
          <w:szCs w:val="24"/>
        </w:rPr>
        <w:t>“If you must know, me being here was probably a side effect of what the elders put on the scroll. They told me to be your ‘dream woman.’ I doubt they meant it literally, yet here I am, stuck in the dream world in your dreams of all peoples.”</w:t>
      </w:r>
    </w:p>
    <w:p w:rsidR="00641484" w:rsidRDefault="00641484">
      <w:pPr>
        <w:spacing w:line="480" w:lineRule="auto"/>
        <w:ind w:firstLine="720"/>
        <w:rPr>
          <w:sz w:val="24"/>
          <w:szCs w:val="24"/>
        </w:rPr>
      </w:pPr>
      <w:r>
        <w:rPr>
          <w:sz w:val="24"/>
          <w:szCs w:val="24"/>
        </w:rPr>
        <w:t>“Well, I’m kind of glad they made that one mistake. At least I can finally talk to you like a normal person in here.”</w:t>
      </w:r>
    </w:p>
    <w:p w:rsidR="00641484" w:rsidRDefault="00641484">
      <w:pPr>
        <w:spacing w:line="480" w:lineRule="auto"/>
        <w:ind w:firstLine="720"/>
        <w:rPr>
          <w:sz w:val="24"/>
          <w:szCs w:val="24"/>
        </w:rPr>
      </w:pPr>
      <w:r>
        <w:rPr>
          <w:sz w:val="24"/>
          <w:szCs w:val="24"/>
        </w:rPr>
        <w:t>“What’s wrong, babe? Can’t get much words in between fucking one girl and then another?”</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“Actually, yeah! None of them hardly ever like to talk like this anymore. All they want to do is fuck all day everyday just about. At the dinner table all they talk about is how many orgasms each of them had last night or what the positioning will be next time. I miss conversations like this, even with someone like you.”</w:t>
      </w:r>
    </w:p>
    <w:p w:rsidR="00641484" w:rsidRDefault="00641484">
      <w:pPr>
        <w:spacing w:line="480" w:lineRule="auto"/>
        <w:ind w:firstLine="720"/>
        <w:rPr>
          <w:sz w:val="24"/>
          <w:szCs w:val="24"/>
        </w:rPr>
      </w:pPr>
      <w:r>
        <w:rPr>
          <w:sz w:val="24"/>
          <w:szCs w:val="24"/>
        </w:rPr>
        <w:t>“Ah poor baby! Cry me a river!”</w:t>
      </w:r>
    </w:p>
    <w:p w:rsidR="00641484" w:rsidRDefault="00641484">
      <w:pPr>
        <w:spacing w:line="480" w:lineRule="auto"/>
        <w:ind w:firstLine="720"/>
        <w:rPr>
          <w:sz w:val="24"/>
          <w:szCs w:val="24"/>
        </w:rPr>
      </w:pPr>
      <w:r>
        <w:rPr>
          <w:sz w:val="24"/>
          <w:szCs w:val="24"/>
        </w:rPr>
        <w:t>Alex laughed. “You know, I never really was able to talk to you before. Back then, all you wanted to do was suck my penis or fuck me. Every time I talked back then, you would tell me to shut up.”</w:t>
      </w:r>
    </w:p>
    <w:p w:rsidR="00641484" w:rsidRDefault="00641484">
      <w:pPr>
        <w:spacing w:line="480" w:lineRule="auto"/>
        <w:ind w:firstLine="720"/>
        <w:rPr>
          <w:sz w:val="24"/>
          <w:szCs w:val="24"/>
        </w:rPr>
      </w:pPr>
      <w:r>
        <w:rPr>
          <w:sz w:val="24"/>
          <w:szCs w:val="24"/>
        </w:rPr>
        <w:t>“Cause you got a big mouth! You incessant questions would have woke the other patients.” She looked back to the ocean. A slight wind blew against her black hair. She waved her hand through it. “Besides, I didn’t want to talk. I learnt the hard way the more you talk the more it hurts in the end. The more you talk, the more you fall in love. And the moment you give your heart to someone, they crush under their heel! No, I don’t like getting close to people. It doesn’t matter now. I’m stuck here in this prison for the rest of our lives.”</w:t>
      </w:r>
    </w:p>
    <w:p w:rsidR="00641484" w:rsidRDefault="00641484">
      <w:pPr>
        <w:spacing w:line="480" w:lineRule="auto"/>
        <w:ind w:firstLine="720"/>
        <w:rPr>
          <w:sz w:val="24"/>
          <w:szCs w:val="24"/>
        </w:rPr>
      </w:pPr>
      <w:r>
        <w:rPr>
          <w:sz w:val="24"/>
          <w:szCs w:val="24"/>
        </w:rPr>
        <w:t>“Where are you when I’m not dreaming?”</w:t>
      </w:r>
    </w:p>
    <w:p w:rsidR="00641484" w:rsidRDefault="00641484">
      <w:pPr>
        <w:spacing w:line="480" w:lineRule="auto"/>
        <w:ind w:firstLine="720"/>
        <w:rPr>
          <w:sz w:val="24"/>
          <w:szCs w:val="24"/>
        </w:rPr>
      </w:pPr>
      <w:r>
        <w:rPr>
          <w:sz w:val="24"/>
          <w:szCs w:val="24"/>
        </w:rPr>
        <w:t>“I still see things though her eyes. I still watch you fuck her and feel you inside me, though I don‘t cum over here. Why do you think I‘m not horny for you right now?”</w:t>
      </w:r>
    </w:p>
    <w:p w:rsidR="00641484" w:rsidRDefault="00641484">
      <w:pPr>
        <w:spacing w:line="480" w:lineRule="auto"/>
        <w:ind w:firstLine="720"/>
        <w:rPr>
          <w:sz w:val="24"/>
          <w:szCs w:val="24"/>
        </w:rPr>
      </w:pPr>
      <w:r>
        <w:rPr>
          <w:sz w:val="24"/>
          <w:szCs w:val="24"/>
        </w:rPr>
        <w:t>“That’s weird.”</w:t>
      </w:r>
    </w:p>
    <w:p w:rsidR="00641484" w:rsidRDefault="00641484">
      <w:pPr>
        <w:spacing w:line="480" w:lineRule="auto"/>
        <w:ind w:firstLine="720"/>
        <w:rPr>
          <w:sz w:val="24"/>
          <w:szCs w:val="24"/>
        </w:rPr>
      </w:pPr>
      <w:r>
        <w:rPr>
          <w:sz w:val="24"/>
          <w:szCs w:val="24"/>
        </w:rPr>
        <w:t>“You’re fucking weird.”</w:t>
      </w:r>
    </w:p>
    <w:p w:rsidR="00641484" w:rsidRDefault="00641484">
      <w:pPr>
        <w:spacing w:line="480" w:lineRule="auto"/>
        <w:ind w:firstLine="720"/>
        <w:rPr>
          <w:sz w:val="24"/>
          <w:szCs w:val="24"/>
        </w:rPr>
      </w:pPr>
      <w:r>
        <w:rPr>
          <w:sz w:val="24"/>
          <w:szCs w:val="24"/>
        </w:rPr>
        <w:t>Alex laughed. “So tell me a bit more about yourself. I’d really like to know more about you.” Kelly told him lots of tales that night. He promised her once again that he would find a way to bring her back. She actually smiled that time and told him he better.</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 xml:space="preserve">Christina questioned herself again. </w:t>
      </w:r>
      <w:r>
        <w:rPr>
          <w:i/>
          <w:iCs/>
          <w:sz w:val="24"/>
          <w:szCs w:val="24"/>
        </w:rPr>
        <w:t xml:space="preserve">Why do I keep feeling jealous of Kelly? </w:t>
      </w:r>
      <w:r>
        <w:rPr>
          <w:sz w:val="24"/>
          <w:szCs w:val="24"/>
        </w:rPr>
        <w:t>Alex had begun spending the night with Kelly alone every night she had off of work. She was strangely not jealous of any of the other girls that shared their bed with them. So why was she so jealous of Kelly? She thought she wouldn’t care who he slept with as long as he slept with her as well. Maybe she liked him curled up next to her…</w:t>
      </w:r>
    </w:p>
    <w:p w:rsidR="00641484" w:rsidRDefault="00641484">
      <w:pPr>
        <w:spacing w:line="480" w:lineRule="auto"/>
        <w:ind w:firstLine="720"/>
        <w:rPr>
          <w:sz w:val="24"/>
          <w:szCs w:val="24"/>
        </w:rPr>
      </w:pPr>
      <w:r>
        <w:rPr>
          <w:sz w:val="24"/>
          <w:szCs w:val="24"/>
        </w:rPr>
        <w:t>Maybe it was the fact that Kelly was the first person he found more attractive than she was. He tried to hide it of course. He would avoid looking at her when they were all together. He also complimented Christina a lot more often, in an attempt to make her feel sexier than her. But, it did not work too well.</w:t>
      </w:r>
    </w:p>
    <w:p w:rsidR="00641484" w:rsidRDefault="00641484">
      <w:pPr>
        <w:spacing w:line="480" w:lineRule="auto"/>
        <w:ind w:firstLine="720"/>
        <w:rPr>
          <w:sz w:val="24"/>
          <w:szCs w:val="24"/>
        </w:rPr>
      </w:pPr>
      <w:r>
        <w:rPr>
          <w:sz w:val="24"/>
          <w:szCs w:val="24"/>
        </w:rPr>
        <w:t>Then there was Kelly herself. She was a very nice, caring individual. She helped Rosa cook and clean around the house when she wasn’t with her man or at her job. But there was something in her eyes. Every time she stared at her and Alex was not around, her face and everything about her looked happy and giddy. But it seemed as if her eyes were angry, glaring at her each time. Alex never noticed it seemed. In fact, his old feelings for her seemed to be developing once again. He was in love with Kelly, the girl who called him master all the time. Perhaps she should try calling him that some time.</w:t>
      </w:r>
    </w:p>
    <w:p w:rsidR="00641484" w:rsidRDefault="00641484">
      <w:pPr>
        <w:spacing w:line="480" w:lineRule="auto"/>
        <w:ind w:firstLine="720"/>
        <w:rPr>
          <w:sz w:val="24"/>
          <w:szCs w:val="24"/>
        </w:rPr>
      </w:pPr>
      <w:r>
        <w:rPr>
          <w:sz w:val="24"/>
          <w:szCs w:val="24"/>
        </w:rPr>
        <w:t>A couple of weeks after their honeymoon, Christina decided to cut back her hours. She no longer needed to work as much since Gloria paid for most of her bills. Now, she only worked three days a week and only to 3pm. It gave her much more time to spend with her man. The added time fucking him every day relieved some of the jealousy, but not all of it.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Two months after their wedding, Melanie finally moved in. All the girls were excited to have her join their ranks. Alex was very excited as well. He fucked her in every position possible while the other girls moaned from every orgasm he gave her, and thus them as well. </w:t>
      </w:r>
    </w:p>
    <w:p w:rsidR="00641484" w:rsidRDefault="00641484">
      <w:pPr>
        <w:spacing w:line="480" w:lineRule="auto"/>
        <w:ind w:firstLine="720"/>
        <w:rPr>
          <w:sz w:val="24"/>
          <w:szCs w:val="24"/>
        </w:rPr>
      </w:pPr>
      <w:r>
        <w:rPr>
          <w:sz w:val="24"/>
          <w:szCs w:val="24"/>
        </w:rPr>
        <w:t xml:space="preserve">His dizziness came back afterwards, but he got used to it very quickly this time. Christina was glad he was adapting to his power more and more quickly. For a while, he focused his attention on Melanie and the rest of them, but after two weeks, he began sleeping with Kelly once again. </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For the first time in two weeks, Alex found himself sitting on the grassy hill in between the two Kelly’s. For a while he talked to the dream Kelly at least twice a week. She continued to berate him endlessly, but at the same time, she also seemed to be slowly warming up to him, looking forward to his next visit. When Melanie arrived, he decided to focus his attention on her and the other girls for a while. He had a feeling that Christina was beginning to get jealous of the two of them as well. He didn’t want any animosity between the two of them.</w:t>
      </w:r>
    </w:p>
    <w:p w:rsidR="00641484" w:rsidRDefault="00641484">
      <w:pPr>
        <w:spacing w:line="480" w:lineRule="auto"/>
        <w:ind w:firstLine="720"/>
        <w:rPr>
          <w:sz w:val="24"/>
          <w:szCs w:val="24"/>
        </w:rPr>
      </w:pPr>
      <w:r>
        <w:rPr>
          <w:sz w:val="24"/>
          <w:szCs w:val="24"/>
        </w:rPr>
        <w:t>“Finally tired of sleeping with your new whore?”</w:t>
      </w:r>
    </w:p>
    <w:p w:rsidR="00641484" w:rsidRDefault="00641484">
      <w:pPr>
        <w:spacing w:line="480" w:lineRule="auto"/>
        <w:ind w:firstLine="720"/>
        <w:rPr>
          <w:sz w:val="24"/>
          <w:szCs w:val="24"/>
        </w:rPr>
      </w:pPr>
      <w:r>
        <w:rPr>
          <w:sz w:val="24"/>
          <w:szCs w:val="24"/>
        </w:rPr>
        <w:t>Alex laughed. “I did want to give her some attention, but I think Christina is starting to get a little jealous of the two of us.”</w:t>
      </w:r>
    </w:p>
    <w:p w:rsidR="00641484" w:rsidRDefault="00641484">
      <w:pPr>
        <w:spacing w:line="480" w:lineRule="auto"/>
        <w:ind w:firstLine="720"/>
        <w:rPr>
          <w:sz w:val="24"/>
          <w:szCs w:val="24"/>
        </w:rPr>
      </w:pPr>
      <w:r>
        <w:rPr>
          <w:sz w:val="24"/>
          <w:szCs w:val="24"/>
        </w:rPr>
        <w:t>This actually startled her a bit. “Wow! You mean that bitch can think of something besides sex! I just thought she was a slutty bimbo! Yeah, you better go to her then,” she added in a condescending tone.</w:t>
      </w:r>
    </w:p>
    <w:p w:rsidR="00641484" w:rsidRDefault="00641484">
      <w:pPr>
        <w:spacing w:line="480" w:lineRule="auto"/>
        <w:ind w:firstLine="720"/>
        <w:rPr>
          <w:sz w:val="24"/>
          <w:szCs w:val="24"/>
        </w:rPr>
      </w:pPr>
      <w:r>
        <w:rPr>
          <w:sz w:val="24"/>
          <w:szCs w:val="24"/>
        </w:rPr>
        <w:t>“Ah, don’t be like that, Kelly. I still came here to see you, right?”</w:t>
      </w:r>
    </w:p>
    <w:p w:rsidR="00641484" w:rsidRDefault="00641484">
      <w:pPr>
        <w:spacing w:line="480" w:lineRule="auto"/>
        <w:ind w:firstLine="720"/>
        <w:rPr>
          <w:sz w:val="24"/>
          <w:szCs w:val="24"/>
        </w:rPr>
      </w:pPr>
      <w:r>
        <w:rPr>
          <w:sz w:val="24"/>
          <w:szCs w:val="24"/>
        </w:rPr>
        <w:t>“Only because I make you feel guilty, which you should, asshole!”</w:t>
      </w:r>
    </w:p>
    <w:p w:rsidR="00641484" w:rsidRDefault="00641484">
      <w:pPr>
        <w:spacing w:line="480" w:lineRule="auto"/>
        <w:ind w:firstLine="720"/>
        <w:rPr>
          <w:sz w:val="24"/>
          <w:szCs w:val="24"/>
        </w:rPr>
      </w:pPr>
      <w:r>
        <w:rPr>
          <w:sz w:val="24"/>
          <w:szCs w:val="24"/>
        </w:rPr>
        <w:t>“You do know she’s my wife, right?”</w:t>
      </w:r>
    </w:p>
    <w:p w:rsidR="00641484" w:rsidRDefault="00641484">
      <w:pPr>
        <w:spacing w:line="480" w:lineRule="auto"/>
        <w:ind w:firstLine="720"/>
        <w:rPr>
          <w:sz w:val="24"/>
          <w:szCs w:val="24"/>
        </w:rPr>
      </w:pPr>
      <w:r>
        <w:rPr>
          <w:sz w:val="24"/>
          <w:szCs w:val="24"/>
        </w:rPr>
        <w:t>“And you know she sleeps around with almost a dozen other whores, right?”</w:t>
      </w:r>
    </w:p>
    <w:p w:rsidR="00641484" w:rsidRDefault="00641484">
      <w:pPr>
        <w:spacing w:line="480" w:lineRule="auto"/>
        <w:ind w:firstLine="720"/>
        <w:rPr>
          <w:sz w:val="24"/>
          <w:szCs w:val="24"/>
        </w:rPr>
      </w:pPr>
      <w:r>
        <w:rPr>
          <w:sz w:val="24"/>
          <w:szCs w:val="24"/>
        </w:rPr>
        <w:t>“Oh geez, Kelly. You know how things are. If I could, you know I’d live alone with her so that it’d be just us.”</w:t>
      </w:r>
    </w:p>
    <w:p w:rsidR="00641484" w:rsidRDefault="00641484">
      <w:pPr>
        <w:spacing w:line="480" w:lineRule="auto"/>
        <w:ind w:firstLine="720"/>
        <w:rPr>
          <w:sz w:val="24"/>
          <w:szCs w:val="24"/>
        </w:rPr>
      </w:pPr>
      <w:r>
        <w:rPr>
          <w:sz w:val="24"/>
          <w:szCs w:val="24"/>
        </w:rPr>
        <w:t>Kelly sneered. “Fucking bitch. Why can’t you just ask her?”</w:t>
      </w:r>
    </w:p>
    <w:p w:rsidR="00641484" w:rsidRDefault="00641484">
      <w:pPr>
        <w:spacing w:line="480" w:lineRule="auto"/>
        <w:ind w:firstLine="720"/>
        <w:rPr>
          <w:sz w:val="24"/>
          <w:szCs w:val="24"/>
        </w:rPr>
      </w:pPr>
      <w:r>
        <w:rPr>
          <w:sz w:val="24"/>
          <w:szCs w:val="24"/>
        </w:rPr>
        <w:t>“What?”</w:t>
      </w:r>
    </w:p>
    <w:p w:rsidR="00641484" w:rsidRDefault="00641484">
      <w:pPr>
        <w:spacing w:line="480" w:lineRule="auto"/>
        <w:ind w:firstLine="720"/>
        <w:rPr>
          <w:sz w:val="24"/>
          <w:szCs w:val="24"/>
        </w:rPr>
      </w:pPr>
      <w:r>
        <w:rPr>
          <w:sz w:val="24"/>
          <w:szCs w:val="24"/>
        </w:rPr>
        <w:t>“Idiot! Why don’t you ask Christina to move into your own place with her?”</w:t>
      </w:r>
    </w:p>
    <w:p w:rsidR="00641484" w:rsidRDefault="00641484">
      <w:pPr>
        <w:spacing w:line="480" w:lineRule="auto"/>
        <w:ind w:firstLine="720"/>
        <w:rPr>
          <w:sz w:val="24"/>
          <w:szCs w:val="24"/>
        </w:rPr>
      </w:pPr>
      <w:r>
        <w:rPr>
          <w:sz w:val="24"/>
          <w:szCs w:val="24"/>
        </w:rPr>
        <w:t>“I…I don’t know. I doubt she would agree to that.”</w:t>
      </w:r>
    </w:p>
    <w:p w:rsidR="00641484" w:rsidRDefault="00641484">
      <w:pPr>
        <w:spacing w:line="480" w:lineRule="auto"/>
        <w:ind w:firstLine="720"/>
        <w:rPr>
          <w:sz w:val="24"/>
          <w:szCs w:val="24"/>
        </w:rPr>
      </w:pPr>
      <w:r>
        <w:rPr>
          <w:sz w:val="24"/>
          <w:szCs w:val="24"/>
        </w:rPr>
        <w:t>“Didn’t the Elders tell you that they would obey your commands, eventually? Why are you such a pussy?!”</w:t>
      </w:r>
    </w:p>
    <w:p w:rsidR="00641484" w:rsidRDefault="00641484">
      <w:pPr>
        <w:spacing w:line="480" w:lineRule="auto"/>
        <w:ind w:firstLine="720"/>
        <w:rPr>
          <w:sz w:val="24"/>
          <w:szCs w:val="24"/>
        </w:rPr>
      </w:pPr>
      <w:r>
        <w:rPr>
          <w:sz w:val="24"/>
          <w:szCs w:val="24"/>
        </w:rPr>
        <w:t xml:space="preserve">“I’m not a pussy!” Alex exclaimed. </w:t>
      </w:r>
    </w:p>
    <w:p w:rsidR="00641484" w:rsidRDefault="00641484">
      <w:pPr>
        <w:spacing w:line="480" w:lineRule="auto"/>
        <w:ind w:firstLine="720"/>
        <w:rPr>
          <w:sz w:val="24"/>
          <w:szCs w:val="24"/>
        </w:rPr>
      </w:pPr>
      <w:r>
        <w:rPr>
          <w:sz w:val="24"/>
          <w:szCs w:val="24"/>
        </w:rPr>
        <w:t>She laughed at him. “Even if you did ask her she still wouldn’t listen. You’re not the only one pulling the strings here. While you pull their strings someone else is tugging on both yours and all of ours.”</w:t>
      </w:r>
    </w:p>
    <w:p w:rsidR="00641484" w:rsidRDefault="00641484">
      <w:pPr>
        <w:spacing w:line="480" w:lineRule="auto"/>
        <w:ind w:firstLine="720"/>
        <w:rPr>
          <w:sz w:val="24"/>
          <w:szCs w:val="24"/>
        </w:rPr>
      </w:pPr>
      <w:r>
        <w:rPr>
          <w:sz w:val="24"/>
          <w:szCs w:val="24"/>
        </w:rPr>
        <w:t>“What are you talking about?” he asked, curious. “You’re not saying you can control their thoughts too, are you?”</w:t>
      </w:r>
    </w:p>
    <w:p w:rsidR="00641484" w:rsidRDefault="00641484">
      <w:pPr>
        <w:spacing w:line="480" w:lineRule="auto"/>
        <w:ind w:firstLine="720"/>
        <w:rPr>
          <w:sz w:val="24"/>
          <w:szCs w:val="24"/>
        </w:rPr>
      </w:pPr>
      <w:r>
        <w:rPr>
          <w:sz w:val="24"/>
          <w:szCs w:val="24"/>
        </w:rPr>
        <w:t>“Are you fucking retarded?! If you knew me at all, you’d know full well that if I could give them commands, I’d make each and every one of those fucking sluts jump off a fucking cliff. God! You’re so stupid sometimes!”</w:t>
      </w:r>
    </w:p>
    <w:p w:rsidR="00641484" w:rsidRDefault="00641484">
      <w:pPr>
        <w:spacing w:line="480" w:lineRule="auto"/>
        <w:ind w:firstLine="720"/>
        <w:rPr>
          <w:sz w:val="24"/>
          <w:szCs w:val="24"/>
        </w:rPr>
      </w:pPr>
      <w:r>
        <w:rPr>
          <w:sz w:val="24"/>
          <w:szCs w:val="24"/>
        </w:rPr>
        <w:t>Alex rolled his eyes. She was being extra bitchy tonight. “Fine. Who’s the ones pulling my strings then?”</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“The Elders, dumbass!” Alex’s eyes widened slightly. He didn’t think about that before. Could the elders be controlling him somehow? Why would they do that? As if reading his mind, Kelly answered for him. “You’re so dumb! I don’t know why I even like you! They want you to impregnate all the women you possibly can! They won’t let you go against their plans!”</w:t>
      </w:r>
    </w:p>
    <w:p w:rsidR="00641484" w:rsidRDefault="00641484">
      <w:pPr>
        <w:spacing w:line="480" w:lineRule="auto"/>
        <w:ind w:firstLine="720"/>
        <w:rPr>
          <w:sz w:val="24"/>
          <w:szCs w:val="24"/>
        </w:rPr>
      </w:pPr>
      <w:r>
        <w:rPr>
          <w:sz w:val="24"/>
          <w:szCs w:val="24"/>
        </w:rPr>
        <w:t>“I don’t see why they won’t let me take things slowly with one, or maybe two girls sometimes. Why are they in such a hurry to populate this world with humans, anyhow?”</w:t>
      </w:r>
    </w:p>
    <w:p w:rsidR="00641484" w:rsidRDefault="00641484">
      <w:pPr>
        <w:spacing w:line="480" w:lineRule="auto"/>
        <w:ind w:firstLine="720"/>
        <w:rPr>
          <w:sz w:val="24"/>
          <w:szCs w:val="24"/>
        </w:rPr>
      </w:pPr>
      <w:r>
        <w:rPr>
          <w:sz w:val="24"/>
          <w:szCs w:val="24"/>
        </w:rPr>
        <w:t>“I don’t know! Maybe they like eating human babies for breakfast! Maybe they’ll going to steal your kids and put them in a blender and drink them all up! How should I know!”</w:t>
      </w:r>
    </w:p>
    <w:p w:rsidR="00641484" w:rsidRDefault="00641484">
      <w:pPr>
        <w:spacing w:line="480" w:lineRule="auto"/>
        <w:ind w:firstLine="720"/>
        <w:rPr>
          <w:sz w:val="24"/>
          <w:szCs w:val="24"/>
        </w:rPr>
      </w:pPr>
      <w:r>
        <w:rPr>
          <w:sz w:val="24"/>
          <w:szCs w:val="24"/>
        </w:rPr>
        <w:t>“You’re a very twisted individual.”</w:t>
      </w:r>
    </w:p>
    <w:p w:rsidR="00641484" w:rsidRDefault="00641484">
      <w:pPr>
        <w:spacing w:line="480" w:lineRule="auto"/>
        <w:ind w:firstLine="720"/>
        <w:rPr>
          <w:sz w:val="24"/>
          <w:szCs w:val="24"/>
        </w:rPr>
      </w:pPr>
      <w:r>
        <w:rPr>
          <w:sz w:val="24"/>
          <w:szCs w:val="24"/>
        </w:rPr>
        <w:t>“This coming from the guy who sucked out my soul and now sleeps with seven girls? Ha!”</w:t>
      </w:r>
    </w:p>
    <w:p w:rsidR="00641484" w:rsidRDefault="00641484">
      <w:pPr>
        <w:spacing w:line="480" w:lineRule="auto"/>
        <w:ind w:firstLine="720"/>
        <w:rPr>
          <w:sz w:val="24"/>
          <w:szCs w:val="24"/>
        </w:rPr>
      </w:pPr>
      <w:r>
        <w:rPr>
          <w:sz w:val="24"/>
          <w:szCs w:val="24"/>
        </w:rPr>
        <w:t>Alex sighed and decided to change the subject. “You know, I’ve been noticing how your personality pops up sometimes when we have sex alone. Do you know anything about that?”</w:t>
      </w:r>
    </w:p>
    <w:p w:rsidR="00641484" w:rsidRDefault="00641484">
      <w:pPr>
        <w:spacing w:line="480" w:lineRule="auto"/>
        <w:ind w:firstLine="720"/>
        <w:rPr>
          <w:sz w:val="24"/>
          <w:szCs w:val="24"/>
        </w:rPr>
      </w:pPr>
      <w:r>
        <w:rPr>
          <w:sz w:val="24"/>
          <w:szCs w:val="24"/>
        </w:rPr>
        <w:t>“Eh? It happens I suppose. I can’t really explain it, but me and ditzy Kelly over there are still connected. If things get too emotional for her, I take over for a few seconds. Not like I can do much during that time though.”</w:t>
      </w:r>
    </w:p>
    <w:p w:rsidR="00641484" w:rsidRDefault="00641484">
      <w:pPr>
        <w:spacing w:line="480" w:lineRule="auto"/>
        <w:ind w:firstLine="720"/>
        <w:rPr>
          <w:sz w:val="24"/>
          <w:szCs w:val="24"/>
        </w:rPr>
      </w:pPr>
      <w:r>
        <w:rPr>
          <w:sz w:val="24"/>
          <w:szCs w:val="24"/>
        </w:rPr>
        <w:t>“Well, maybe one day you’ll come back completely. What do you think?”</w:t>
      </w:r>
    </w:p>
    <w:p w:rsidR="00641484" w:rsidRDefault="00641484">
      <w:pPr>
        <w:spacing w:line="480" w:lineRule="auto"/>
        <w:ind w:firstLine="720"/>
        <w:rPr>
          <w:sz w:val="24"/>
          <w:szCs w:val="24"/>
        </w:rPr>
      </w:pPr>
      <w:r>
        <w:rPr>
          <w:sz w:val="24"/>
          <w:szCs w:val="24"/>
        </w:rPr>
        <w:t>“Bah! Yeah, right! Like that’ll ever happen!”</w:t>
      </w:r>
    </w:p>
    <w:p w:rsidR="00641484" w:rsidRDefault="00641484">
      <w:pPr>
        <w:spacing w:line="480" w:lineRule="auto"/>
        <w:ind w:firstLine="720"/>
        <w:rPr>
          <w:sz w:val="24"/>
          <w:szCs w:val="24"/>
        </w:rPr>
      </w:pPr>
      <w:r>
        <w:rPr>
          <w:sz w:val="24"/>
          <w:szCs w:val="24"/>
        </w:rPr>
        <w:t>A thought crossed his mind. He leaned into Kelly. “So, you like me, huh?”</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Kelly pushed him off of her. “No! That was just a slip of the tongue! I still hate your guts!”</w:t>
      </w:r>
    </w:p>
    <w:p w:rsidR="00641484" w:rsidRDefault="00641484">
      <w:pPr>
        <w:spacing w:line="480" w:lineRule="auto"/>
        <w:ind w:firstLine="720"/>
        <w:rPr>
          <w:sz w:val="24"/>
          <w:szCs w:val="24"/>
        </w:rPr>
      </w:pPr>
      <w:r>
        <w:rPr>
          <w:sz w:val="24"/>
          <w:szCs w:val="24"/>
        </w:rPr>
        <w:t xml:space="preserve">Alex leaned into her again. “Ah, you can’t fool me! You like me! I bet you’re falling in love with me all over again!” </w:t>
      </w:r>
    </w:p>
    <w:p w:rsidR="00641484" w:rsidRDefault="00641484">
      <w:pPr>
        <w:spacing w:line="480" w:lineRule="auto"/>
        <w:ind w:firstLine="720"/>
        <w:rPr>
          <w:sz w:val="24"/>
          <w:szCs w:val="24"/>
        </w:rPr>
      </w:pPr>
      <w:r>
        <w:rPr>
          <w:sz w:val="24"/>
          <w:szCs w:val="24"/>
        </w:rPr>
        <w:t>“No I’m not, asshole!” She shoved him over again. “Go lean on her!” Alex grinned playfully and leaned against her again. He heard her sigh and after the longest moment she leaned against his head. “I hate you,” she said, staring straight ahead.</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The next day, Alex decided to ask Christina about moving. He didn’t want to believe that they were being controlled by the Elders to make an army of super human babies or whatever they were planning. After having sex with her and Lisa and Brittney, he asked her if he could talk to her in private. Alex took her by the hand and lead her out to the dining room. No one hardly went there anymore. Alex wished he could, but with all the sex he never had time for TV anymore. </w:t>
      </w:r>
    </w:p>
    <w:p w:rsidR="00641484" w:rsidRDefault="00641484">
      <w:pPr>
        <w:spacing w:line="480" w:lineRule="auto"/>
        <w:ind w:firstLine="720"/>
        <w:rPr>
          <w:sz w:val="24"/>
          <w:szCs w:val="24"/>
        </w:rPr>
      </w:pPr>
      <w:r>
        <w:rPr>
          <w:sz w:val="24"/>
          <w:szCs w:val="24"/>
        </w:rPr>
        <w:t>After looking around to see if no one could hear them, he said, “I’ve been thinking. Why don’t me and you get our own place? We can visit here whenever we want to. But, for the most part it would just be me and you.”</w:t>
      </w:r>
    </w:p>
    <w:p w:rsidR="00641484" w:rsidRDefault="00641484">
      <w:pPr>
        <w:spacing w:line="480" w:lineRule="auto"/>
        <w:ind w:firstLine="720"/>
        <w:rPr>
          <w:sz w:val="24"/>
          <w:szCs w:val="24"/>
        </w:rPr>
      </w:pPr>
      <w:r>
        <w:rPr>
          <w:sz w:val="24"/>
          <w:szCs w:val="24"/>
        </w:rPr>
        <w:t>“Oh, baby.” She stroked his cheek gently. “That’s not what you want. I know you’d be happy with all of us in here. Besides, this place is beautiful! Why you would ever want to move out?”</w:t>
      </w:r>
    </w:p>
    <w:p w:rsidR="00641484" w:rsidRDefault="00641484">
      <w:pPr>
        <w:spacing w:line="480" w:lineRule="auto"/>
        <w:ind w:firstLine="720"/>
        <w:rPr>
          <w:sz w:val="24"/>
          <w:szCs w:val="24"/>
        </w:rPr>
      </w:pPr>
      <w:r>
        <w:rPr>
          <w:sz w:val="24"/>
          <w:szCs w:val="24"/>
        </w:rPr>
        <w:t>“I just want to be alone with you, that’s all. It’s ok having sex with lots of girls, but sometimes I just want it to be me and you, you know?”</w:t>
      </w:r>
    </w:p>
    <w:p w:rsidR="00641484" w:rsidRDefault="00641484">
      <w:pPr>
        <w:spacing w:line="480" w:lineRule="auto"/>
        <w:ind w:firstLine="720"/>
        <w:rPr>
          <w:sz w:val="24"/>
          <w:szCs w:val="24"/>
        </w:rPr>
      </w:pPr>
      <w:r>
        <w:rPr>
          <w:sz w:val="24"/>
          <w:szCs w:val="24"/>
        </w:rPr>
        <w:t>“Oh, Alex. You know full well that the two of us can’t afford our own place if it was just us. We’d both have to get full time jobs just to make ends meet if we wanted any place decent. We would hardly be able to see each other! It’s better like this!” He had never thought of that before.</w:t>
      </w:r>
    </w:p>
    <w:p w:rsidR="00641484" w:rsidRDefault="00641484">
      <w:pPr>
        <w:spacing w:line="480" w:lineRule="auto"/>
        <w:ind w:firstLine="720"/>
        <w:rPr>
          <w:sz w:val="24"/>
          <w:szCs w:val="24"/>
        </w:rPr>
      </w:pPr>
      <w:r>
        <w:rPr>
          <w:sz w:val="24"/>
          <w:szCs w:val="24"/>
        </w:rPr>
        <w:t>“It’s just that…” He paused, trying to find the right words. “We never go out any more. Or hardly ever talk anymore, you know. All we do is fuck. Can’t we go watch a movie or go to the beach or something?”</w:t>
      </w:r>
    </w:p>
    <w:p w:rsidR="00641484" w:rsidRDefault="00641484">
      <w:pPr>
        <w:spacing w:line="480" w:lineRule="auto"/>
        <w:ind w:firstLine="720"/>
        <w:rPr>
          <w:sz w:val="24"/>
          <w:szCs w:val="24"/>
        </w:rPr>
      </w:pPr>
      <w:r>
        <w:rPr>
          <w:sz w:val="24"/>
          <w:szCs w:val="24"/>
        </w:rPr>
        <w:t>“But Alex! We have everything we could possibly want here! If you want to be near water, we can always go to the pool out back. And, the mansion has it’s own theater. And Rosa gets most of the stuff we need! So there’s really no reason why she should go anywhere when we have it all here!”</w:t>
      </w:r>
    </w:p>
    <w:p w:rsidR="00641484" w:rsidRDefault="00641484">
      <w:pPr>
        <w:spacing w:line="480" w:lineRule="auto"/>
        <w:ind w:firstLine="720"/>
        <w:rPr>
          <w:sz w:val="24"/>
          <w:szCs w:val="24"/>
        </w:rPr>
      </w:pPr>
      <w:r>
        <w:rPr>
          <w:sz w:val="24"/>
          <w:szCs w:val="24"/>
        </w:rPr>
        <w:t>Alex knew at that point it was pointless talking to her. She wasn’t about to cave in. Kelly was right. Somehow, the Elders wanted Alex to stay in the mansion to get all these girls pregnant. Once again, Alex felt like he was a prisoner in his own home. He nodded and agreed with Christina, slowly.</w:t>
      </w:r>
    </w:p>
    <w:p w:rsidR="00641484" w:rsidRDefault="00641484">
      <w:pPr>
        <w:spacing w:line="480" w:lineRule="auto"/>
        <w:ind w:firstLine="720"/>
        <w:rPr>
          <w:sz w:val="24"/>
          <w:szCs w:val="24"/>
        </w:rPr>
      </w:pPr>
      <w:r>
        <w:rPr>
          <w:sz w:val="24"/>
          <w:szCs w:val="24"/>
        </w:rPr>
        <w:t>Her eyes narrowed slightly. “So who put these silly ideas in your head, anyhow?”</w:t>
      </w:r>
    </w:p>
    <w:p w:rsidR="00641484" w:rsidRDefault="00641484">
      <w:pPr>
        <w:spacing w:line="480" w:lineRule="auto"/>
        <w:ind w:firstLine="720"/>
        <w:rPr>
          <w:sz w:val="24"/>
          <w:szCs w:val="24"/>
        </w:rPr>
      </w:pPr>
      <w:r>
        <w:rPr>
          <w:sz w:val="24"/>
          <w:szCs w:val="24"/>
        </w:rPr>
        <w:t xml:space="preserve">“Hmm? Ah, no one. I was just thinking about it for some time now.” </w:t>
      </w:r>
    </w:p>
    <w:p w:rsidR="00641484" w:rsidRDefault="00641484">
      <w:pPr>
        <w:spacing w:line="480" w:lineRule="auto"/>
        <w:ind w:firstLine="720"/>
        <w:rPr>
          <w:sz w:val="24"/>
          <w:szCs w:val="24"/>
        </w:rPr>
      </w:pPr>
      <w:r>
        <w:rPr>
          <w:sz w:val="24"/>
          <w:szCs w:val="24"/>
        </w:rPr>
        <w:t>“Oh. Well, let’s get back to the bedroom. The other ladies are waiting.” Alex nodded and followed her back to his bedroom, his cell within these prison walls.</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Christina moaned again as another orgasm came over. She made Alex busy with his toys, fucking Melanie on top of Lisa on top of Jen on top of Brittney with the help of his handy platform remote. She knew that bitch, Kelly was trying to run off with her husband. She wasn’t about to allow her to do that. </w:t>
      </w:r>
    </w:p>
    <w:p w:rsidR="00641484" w:rsidRDefault="00641484">
      <w:pPr>
        <w:spacing w:line="480" w:lineRule="auto"/>
        <w:ind w:firstLine="720"/>
        <w:rPr>
          <w:sz w:val="24"/>
          <w:szCs w:val="24"/>
        </w:rPr>
      </w:pPr>
      <w:r>
        <w:rPr>
          <w:sz w:val="24"/>
          <w:szCs w:val="24"/>
        </w:rPr>
        <w:t>Christina opened her door to see her eyes closed, the same sensations passing through her that were passing through Christina. She gritted her teeth, trying to focus on the task at hand, even though the feeling of his cock inside her was very distracting. She slammed the door behind her, startling Kelly from her revelry.</w:t>
      </w:r>
    </w:p>
    <w:p w:rsidR="00641484" w:rsidRDefault="00641484">
      <w:pPr>
        <w:spacing w:line="480" w:lineRule="auto"/>
        <w:ind w:firstLine="720"/>
        <w:rPr>
          <w:sz w:val="24"/>
          <w:szCs w:val="24"/>
        </w:rPr>
      </w:pPr>
      <w:r>
        <w:rPr>
          <w:sz w:val="24"/>
          <w:szCs w:val="24"/>
        </w:rPr>
        <w:t>“Christina! Is master OK?”</w:t>
      </w:r>
    </w:p>
    <w:p w:rsidR="00641484" w:rsidRDefault="00641484">
      <w:pPr>
        <w:spacing w:line="480" w:lineRule="auto"/>
        <w:ind w:firstLine="720"/>
        <w:rPr>
          <w:sz w:val="24"/>
          <w:szCs w:val="24"/>
        </w:rPr>
      </w:pPr>
      <w:r>
        <w:rPr>
          <w:sz w:val="24"/>
          <w:szCs w:val="24"/>
        </w:rPr>
        <w:t>Christina grabbed her by the wrist and pulled her up. She grimaced in pain as she twisted her wrist hard. “I know you’re trying to put thoughts into my husband’s head, bitch! Stop trying to have him for yourself! I don’t care what he says! If I find out you’re trying to steal him from us again, I’ll kick you out of this house! Alex might care if you kill yourself or not, but I don’t give a damn about you, Kelly! If you put any more thoughts like that into his head, you’re done for here!”</w:t>
      </w:r>
    </w:p>
    <w:p w:rsidR="00641484" w:rsidRDefault="00641484">
      <w:pPr>
        <w:spacing w:line="480" w:lineRule="auto"/>
        <w:ind w:firstLine="720"/>
        <w:rPr>
          <w:sz w:val="24"/>
          <w:szCs w:val="24"/>
        </w:rPr>
      </w:pPr>
      <w:r>
        <w:rPr>
          <w:sz w:val="24"/>
          <w:szCs w:val="24"/>
        </w:rPr>
        <w:t>“Ow! Christina! You’re hurting me!” Christina looked down and dropped Kelly’s wrist. She turned around and walked out of the room, fuming. That bitch put her in such a fowl mood, she had stopped getting orgasms. And she desperately needed a release right now. She walked into the main room and slid next to Alex, rubbing her large breasts against him, he turned and kissed her. Soon her orgasms came onto her again and her mood quickly changed to one of happiness and pleasure. Her man was happy with them at the moment. That was all she would ever want or need.</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It wasn’t until a few days later that Alex had a chance to sleep with Kelly again. She told him how Christina got mad and tried to rape her. Alex highly doubted that was what happened. That night though, he knew she was hurting emotionally. It didn’t look as if she was crying, but she did seem more emotional than usual. She had asked him once again if he would just run away with her. They could get married in secret, she told him. But, he couldn’t. The other girls needed him, just as he needed her in his life right now. After telling her no, she was silent for the longest time. She leaned her head into his shoulder. He wished he could bring her back.</w:t>
      </w:r>
    </w:p>
    <w:p w:rsidR="00641484" w:rsidRDefault="00641484">
      <w:pPr>
        <w:spacing w:line="480" w:lineRule="auto"/>
        <w:ind w:firstLine="720"/>
        <w:rPr>
          <w:sz w:val="24"/>
          <w:szCs w:val="24"/>
        </w:rPr>
      </w:pPr>
      <w:r>
        <w:rPr>
          <w:sz w:val="24"/>
          <w:szCs w:val="24"/>
        </w:rPr>
        <w:t xml:space="preserve">Two weeks went by as Alex continued the same daily routine of sex, sex, and more sex. He continued to sleep with Kelly every time he could. The Kelly in the physical world was very attractive physically and he rather enjoyed having sex with her and her alone. And he found himself enjoying his chats with Kelly when they could in their dreams. The only person who joined in when he was with Kelly was Brittney. She couldn’t stand being away from him for too long, and whenever he didn’t lock the doors, she found her way inside to make it a threesome between the two of them. Those nights all three of them would fall asleep together. Kelly would not be in his dreams some of those nights, much to his chagrin. </w:t>
      </w:r>
    </w:p>
    <w:p w:rsidR="00641484" w:rsidRDefault="00641484">
      <w:pPr>
        <w:spacing w:line="480" w:lineRule="auto"/>
        <w:ind w:firstLine="720"/>
        <w:rPr>
          <w:sz w:val="24"/>
          <w:szCs w:val="24"/>
        </w:rPr>
      </w:pPr>
      <w:r>
        <w:rPr>
          <w:sz w:val="24"/>
          <w:szCs w:val="24"/>
        </w:rPr>
        <w:t>Over the time, Alex was getting tired of being stuck in the mansion. He desperately needed to get out for once. He went to Kelly’s room and whispered to her, “I’m getting out of here tonight. Did you want to go out with me? It’ll be a date, just the two of us.”</w:t>
      </w:r>
    </w:p>
    <w:p w:rsidR="00641484" w:rsidRDefault="00641484">
      <w:pPr>
        <w:spacing w:line="480" w:lineRule="auto"/>
        <w:ind w:firstLine="720"/>
        <w:rPr>
          <w:sz w:val="24"/>
          <w:szCs w:val="24"/>
        </w:rPr>
      </w:pPr>
      <w:r>
        <w:rPr>
          <w:sz w:val="24"/>
          <w:szCs w:val="24"/>
        </w:rPr>
        <w:t>“Really, master? You wish to have a date with me?” Kelly giggled as he slipped his arm around her own. They snuck all the way out the front door and through the gate before calling a taxi several blocks away. The two ended up going to a karaoke bar together. Alex sung at first, then coaxed Kelly to sing for him. Her voice was just as beautiful as her body. He wondered why she wasn’t a professional singer. The two ended up singing several duets together. He loved each time.</w:t>
      </w:r>
    </w:p>
    <w:p w:rsidR="00641484" w:rsidRDefault="00641484">
      <w:pPr>
        <w:spacing w:line="480" w:lineRule="auto"/>
        <w:ind w:firstLine="720"/>
        <w:rPr>
          <w:sz w:val="24"/>
          <w:szCs w:val="24"/>
        </w:rPr>
      </w:pPr>
      <w:r>
        <w:rPr>
          <w:sz w:val="24"/>
          <w:szCs w:val="24"/>
        </w:rPr>
        <w:t>Some time after midnight they took another taxi back home. Alex told her again and again how amazing she was at singing and how she could easily be a professional. She smiled and told him she’d miss him if she was on tour all the time. He smiled back and kissed her deeply. They got back to the house and was greeted by Brittney.</w:t>
      </w:r>
    </w:p>
    <w:p w:rsidR="00641484" w:rsidRDefault="00641484">
      <w:pPr>
        <w:spacing w:line="480" w:lineRule="auto"/>
        <w:ind w:firstLine="720"/>
        <w:rPr>
          <w:sz w:val="24"/>
          <w:szCs w:val="24"/>
        </w:rPr>
      </w:pPr>
      <w:r>
        <w:rPr>
          <w:sz w:val="24"/>
          <w:szCs w:val="24"/>
        </w:rPr>
        <w:t>“We were all worried about you Alex! We didn’t know where you were. I thought you had abandoned us!”</w:t>
      </w:r>
    </w:p>
    <w:p w:rsidR="00641484" w:rsidRDefault="00641484">
      <w:pPr>
        <w:spacing w:line="480" w:lineRule="auto"/>
        <w:ind w:firstLine="720"/>
        <w:rPr>
          <w:sz w:val="24"/>
          <w:szCs w:val="24"/>
        </w:rPr>
      </w:pPr>
      <w:r>
        <w:rPr>
          <w:sz w:val="24"/>
          <w:szCs w:val="24"/>
        </w:rPr>
        <w:t>“Sorry about that, Brittney. We were just at the bar for a little bit. I had to get out of the house for a little bit.”</w:t>
      </w:r>
    </w:p>
    <w:p w:rsidR="00641484" w:rsidRDefault="00641484">
      <w:pPr>
        <w:spacing w:line="480" w:lineRule="auto"/>
        <w:ind w:firstLine="720"/>
        <w:rPr>
          <w:sz w:val="24"/>
          <w:szCs w:val="24"/>
        </w:rPr>
      </w:pPr>
      <w:r>
        <w:rPr>
          <w:sz w:val="24"/>
          <w:szCs w:val="24"/>
        </w:rPr>
        <w:t>“Oh. Well, you have to bring me along next time! We can do a duet together!”</w:t>
      </w:r>
    </w:p>
    <w:p w:rsidR="00641484" w:rsidRDefault="00641484">
      <w:pPr>
        <w:spacing w:line="480" w:lineRule="auto"/>
        <w:ind w:firstLine="720"/>
        <w:rPr>
          <w:sz w:val="24"/>
          <w:szCs w:val="24"/>
        </w:rPr>
      </w:pPr>
      <w:r>
        <w:rPr>
          <w:sz w:val="24"/>
          <w:szCs w:val="24"/>
        </w:rPr>
        <w:t>“OK, maybe next time.”</w:t>
      </w:r>
    </w:p>
    <w:p w:rsidR="00641484" w:rsidRDefault="00641484">
      <w:pPr>
        <w:spacing w:line="480" w:lineRule="auto"/>
        <w:ind w:firstLine="720"/>
        <w:rPr>
          <w:sz w:val="24"/>
          <w:szCs w:val="24"/>
        </w:rPr>
      </w:pPr>
      <w:r>
        <w:rPr>
          <w:sz w:val="24"/>
          <w:szCs w:val="24"/>
        </w:rPr>
        <w:t>She looked down and said, “Do you think we can make love again tonight? I really want to feel you inside of me right now, Alex.”</w:t>
      </w:r>
    </w:p>
    <w:p w:rsidR="00641484" w:rsidRDefault="00641484">
      <w:pPr>
        <w:spacing w:line="480" w:lineRule="auto"/>
        <w:ind w:firstLine="720"/>
        <w:rPr>
          <w:sz w:val="24"/>
          <w:szCs w:val="24"/>
        </w:rPr>
      </w:pPr>
      <w:r>
        <w:rPr>
          <w:sz w:val="24"/>
          <w:szCs w:val="24"/>
        </w:rPr>
        <w:t>“Ummmm...not tonight, Brittney. I’ve had a pretty long night. Me and Kelly are going straight to bed.”</w:t>
      </w:r>
    </w:p>
    <w:p w:rsidR="00641484" w:rsidRDefault="00641484">
      <w:pPr>
        <w:spacing w:line="480" w:lineRule="auto"/>
        <w:ind w:firstLine="720"/>
        <w:rPr>
          <w:sz w:val="24"/>
          <w:szCs w:val="24"/>
        </w:rPr>
      </w:pPr>
      <w:r>
        <w:rPr>
          <w:sz w:val="24"/>
          <w:szCs w:val="24"/>
        </w:rPr>
        <w:t>“Oh.” Alex waved to her before taking Kelly’s hand and leading her to her bedroom. The two cuddled in each others arms that night before falling asleep.</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Kelly looked over at the figure of Alex and smiled. No matter what she said to him, he always took it in stride, and always returned to her again. She would never admit it to him, but she was slowly falling for him. The dream world was free of his cock’s magic, or at least she thought so. Either way, she couldn’t deny the fact that this man was the one she wanted to spend her entire life with. She wished he was hers and hers alone. He didn’t see that all those other girls only wanted sex from him. Even though they all said they loved him, none of them really did. If they did love him, they would keep him to themselves instead of sharing him with others and sleeping with other people.</w:t>
      </w:r>
    </w:p>
    <w:p w:rsidR="00641484" w:rsidRDefault="00641484">
      <w:pPr>
        <w:spacing w:line="480" w:lineRule="auto"/>
        <w:ind w:firstLine="720"/>
        <w:rPr>
          <w:sz w:val="24"/>
          <w:szCs w:val="24"/>
        </w:rPr>
      </w:pPr>
      <w:r>
        <w:rPr>
          <w:sz w:val="24"/>
          <w:szCs w:val="24"/>
        </w:rPr>
        <w:t>She sat down next to him. He looked over and smiled. “Your voice was lovely tonight. How come you never tried out to become a professional?”</w:t>
      </w:r>
    </w:p>
    <w:p w:rsidR="00641484" w:rsidRDefault="00641484">
      <w:pPr>
        <w:spacing w:line="480" w:lineRule="auto"/>
        <w:ind w:firstLine="720"/>
        <w:rPr>
          <w:sz w:val="24"/>
          <w:szCs w:val="24"/>
        </w:rPr>
      </w:pPr>
      <w:r>
        <w:rPr>
          <w:sz w:val="24"/>
          <w:szCs w:val="24"/>
        </w:rPr>
        <w:t>“It’s harder than you think, dumbass. Usually you have to hire a talent agent for shit like that. But, to be honest with you, I always did want to be a singer.”</w:t>
      </w:r>
    </w:p>
    <w:p w:rsidR="00641484" w:rsidRDefault="00641484">
      <w:pPr>
        <w:spacing w:line="480" w:lineRule="auto"/>
        <w:ind w:firstLine="720"/>
        <w:rPr>
          <w:sz w:val="24"/>
          <w:szCs w:val="24"/>
        </w:rPr>
      </w:pPr>
      <w:r>
        <w:rPr>
          <w:sz w:val="24"/>
          <w:szCs w:val="24"/>
        </w:rPr>
        <w:t>“You should try out for one of them there music thingies. I’m sure you would win! You sounded great tonight!”</w:t>
      </w:r>
    </w:p>
    <w:p w:rsidR="00641484" w:rsidRDefault="00641484">
      <w:pPr>
        <w:spacing w:line="480" w:lineRule="auto"/>
        <w:ind w:firstLine="720"/>
        <w:rPr>
          <w:sz w:val="24"/>
          <w:szCs w:val="24"/>
        </w:rPr>
      </w:pPr>
      <w:r>
        <w:rPr>
          <w:sz w:val="24"/>
          <w:szCs w:val="24"/>
        </w:rPr>
        <w:t xml:space="preserve">“Yeah, anyone would sound great next to your damn voice!” She took her hand and placed it underneath of his. His fingers intertwined with her own and she leaned into his shoulder. “But, thanks. It means a lot to me, Alex.” </w:t>
      </w:r>
    </w:p>
    <w:p w:rsidR="00641484" w:rsidRDefault="00641484">
      <w:pPr>
        <w:spacing w:line="480" w:lineRule="auto"/>
        <w:ind w:firstLine="720"/>
        <w:rPr>
          <w:sz w:val="24"/>
          <w:szCs w:val="24"/>
        </w:rPr>
      </w:pPr>
      <w:r>
        <w:rPr>
          <w:sz w:val="24"/>
          <w:szCs w:val="24"/>
        </w:rPr>
        <w:t>Alex looked down at her and smiled. She then said, “If you try to kiss me, I’ll kick your ass by the way.” She actually wanted him to kiss her. She wouldn’t even mind if he took her right then and there. She didn’t know what sex would be like in there, but she knew if it was with him, it would be amazing. But, Alex was a wuss. He never made a single move with her. She guessed he was afraid she really would beat him up. She just said that to him so that she wouldn’t come off as easy. The two looked out at the ocean. The sun was finally setting in his dream world. And the view was beautiful.</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Christina made sure that Alex was in the shower before stomping into Kelly’s room. She was in her drawers at the time searching for a shirt to wear over her bra. Christina grabbed her shoulder and spun her towards her. She then slapped her as hard as she could.</w:t>
      </w:r>
    </w:p>
    <w:p w:rsidR="00641484" w:rsidRDefault="00641484">
      <w:pPr>
        <w:spacing w:line="480" w:lineRule="auto"/>
        <w:ind w:firstLine="720"/>
        <w:rPr>
          <w:sz w:val="24"/>
          <w:szCs w:val="24"/>
        </w:rPr>
      </w:pPr>
      <w:r>
        <w:rPr>
          <w:sz w:val="24"/>
          <w:szCs w:val="24"/>
        </w:rPr>
        <w:t>“You tried to steal my man, again! I told you not to fuck with me, bitch! I want you out of here right now!”</w:t>
      </w:r>
    </w:p>
    <w:p w:rsidR="00641484" w:rsidRDefault="00641484">
      <w:pPr>
        <w:spacing w:line="480" w:lineRule="auto"/>
        <w:ind w:firstLine="720"/>
        <w:rPr>
          <w:sz w:val="24"/>
          <w:szCs w:val="24"/>
        </w:rPr>
      </w:pPr>
      <w:r>
        <w:rPr>
          <w:sz w:val="24"/>
          <w:szCs w:val="24"/>
        </w:rPr>
        <w:t>“But, master…”</w:t>
      </w:r>
    </w:p>
    <w:p w:rsidR="00641484" w:rsidRDefault="00641484">
      <w:pPr>
        <w:spacing w:line="480" w:lineRule="auto"/>
        <w:ind w:firstLine="720"/>
        <w:rPr>
          <w:sz w:val="24"/>
          <w:szCs w:val="24"/>
        </w:rPr>
      </w:pPr>
      <w:r>
        <w:rPr>
          <w:sz w:val="24"/>
          <w:szCs w:val="24"/>
        </w:rPr>
        <w:t>“I’m your master’s wife and I say you leave this instant. I don’t ever want to see your damn face again!”</w:t>
      </w:r>
    </w:p>
    <w:p w:rsidR="00641484" w:rsidRDefault="00641484">
      <w:pPr>
        <w:spacing w:line="480" w:lineRule="auto"/>
        <w:ind w:firstLine="720"/>
        <w:rPr>
          <w:sz w:val="24"/>
          <w:szCs w:val="24"/>
        </w:rPr>
      </w:pPr>
      <w:r>
        <w:rPr>
          <w:sz w:val="24"/>
          <w:szCs w:val="24"/>
        </w:rPr>
        <w:t>“No.” Her demeanor quickly changed from her normally happy, giddy look to being furious, glaring straight at her. This angered Christina more. She tried to slap her again, but Kelly caught her hand, then slapped her across the face, shocking her. Her hand felt her stinging face.</w:t>
      </w:r>
    </w:p>
    <w:p w:rsidR="00641484" w:rsidRDefault="00641484">
      <w:pPr>
        <w:spacing w:line="480" w:lineRule="auto"/>
        <w:ind w:firstLine="720"/>
        <w:rPr>
          <w:sz w:val="24"/>
          <w:szCs w:val="24"/>
        </w:rPr>
      </w:pPr>
      <w:r>
        <w:rPr>
          <w:sz w:val="24"/>
          <w:szCs w:val="24"/>
        </w:rPr>
        <w:t>“Listen, bitch! I’m not going anywhere! Maybe if you paid attention to your man more often or let him out of his house occasionally, instead of making him your goddamn mother fucking sex slave, he might still be in love with you instead of me now!” Christina was completely shocked. It wasn’t just Kelly’s sudden change of personality. The words she said actually got through to her. Alex wasn’t happy with her. She had been keeping him on such a short lease, thinking that was what he had wanted, but it wasn’t at all!</w:t>
      </w:r>
    </w:p>
    <w:p w:rsidR="00641484" w:rsidRDefault="00641484">
      <w:pPr>
        <w:spacing w:line="480" w:lineRule="auto"/>
        <w:ind w:firstLine="720"/>
        <w:rPr>
          <w:sz w:val="24"/>
          <w:szCs w:val="24"/>
        </w:rPr>
      </w:pPr>
      <w:r>
        <w:rPr>
          <w:sz w:val="24"/>
          <w:szCs w:val="24"/>
        </w:rPr>
        <w:t>Christina fell to her knees, tears welling into her eyes. “I’m so sorry, Kelly! I didn’t realize how horrible I was making him. Do you think he’ll ever be able to forgive me?”</w:t>
      </w:r>
    </w:p>
    <w:p w:rsidR="00641484" w:rsidRDefault="00641484">
      <w:pPr>
        <w:spacing w:line="480" w:lineRule="auto"/>
        <w:ind w:firstLine="720"/>
        <w:rPr>
          <w:sz w:val="24"/>
          <w:szCs w:val="24"/>
        </w:rPr>
      </w:pPr>
      <w:r>
        <w:rPr>
          <w:sz w:val="24"/>
          <w:szCs w:val="24"/>
        </w:rPr>
        <w:t>She looked up to see Kelly had returned to her normally smiling face. “Master loves you, Christina! You make him happy! He tells me all the time about how happy you make him. So, don’t cry. OK?” Christina smiled. She got up and kissed Kelly on the lips. She returned the kiss, slipping her tongue into Christina’s mouth.</w:t>
      </w:r>
    </w:p>
    <w:p w:rsidR="00641484" w:rsidRDefault="00641484">
      <w:pPr>
        <w:spacing w:line="480" w:lineRule="auto"/>
        <w:ind w:firstLine="720"/>
        <w:rPr>
          <w:sz w:val="24"/>
          <w:szCs w:val="24"/>
        </w:rPr>
      </w:pPr>
      <w:r>
        <w:rPr>
          <w:sz w:val="24"/>
          <w:szCs w:val="24"/>
        </w:rPr>
        <w:t>Christina broke the kiss and said, “How about just the two of us fuck Alex today? I think he might like having the two girls he loves the most share him alone today.”</w:t>
      </w:r>
    </w:p>
    <w:p w:rsidR="00641484" w:rsidRDefault="00641484">
      <w:pPr>
        <w:spacing w:line="480" w:lineRule="auto"/>
        <w:ind w:firstLine="720"/>
        <w:rPr>
          <w:sz w:val="24"/>
          <w:szCs w:val="24"/>
        </w:rPr>
      </w:pPr>
      <w:r>
        <w:rPr>
          <w:sz w:val="24"/>
          <w:szCs w:val="24"/>
        </w:rPr>
        <w:t>Kelly grinned deeply. “Yes. I think master would really like that a lot! Shall we go find him?”</w:t>
      </w:r>
    </w:p>
    <w:p w:rsidR="00641484" w:rsidRDefault="00641484">
      <w:pPr>
        <w:spacing w:line="480" w:lineRule="auto"/>
        <w:ind w:firstLine="720"/>
        <w:rPr>
          <w:sz w:val="24"/>
          <w:szCs w:val="24"/>
        </w:rPr>
      </w:pPr>
      <w:r>
        <w:rPr>
          <w:sz w:val="24"/>
          <w:szCs w:val="24"/>
        </w:rPr>
        <w:t>“I’m sure he’ll find his way to us, eventually.” Christina kissed Kelly once again. The two made out passionately while they waited for Alex to return.</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Over the next two months, things began to change around Alex’s life. The girls began hounding him for sex less often. Jen ended up going back to high school for her senior year. She turned eighteen a few weeks into the year. Alex spent the whole weekend of her birthday, fucking her nonstop. She thought it was romantic how he had spent time alone with her that weekend. A few weeks after school began, Jen began hanging with her friend Ming much more often. Once she got her license soon after her birthday, Alex saw even less of her.</w:t>
      </w:r>
    </w:p>
    <w:p w:rsidR="00641484" w:rsidRDefault="00641484">
      <w:pPr>
        <w:spacing w:line="480" w:lineRule="auto"/>
        <w:ind w:firstLine="720"/>
        <w:rPr>
          <w:sz w:val="24"/>
          <w:szCs w:val="24"/>
        </w:rPr>
      </w:pPr>
      <w:r>
        <w:rPr>
          <w:sz w:val="24"/>
          <w:szCs w:val="24"/>
        </w:rPr>
        <w:t>He would have sex with Kelly on the nights she did not have work and would sleep with her as well. The Kelly of his dreams grew more and more fond of him as he continued to fall in love with her. He remembered the day he first kissed her in the dream world. He was telling her about his father and how he used to hate him back in the human world. But, after spending so much time away from his family, he now enjoyed talking to him whenever he had the time to.</w:t>
      </w:r>
    </w:p>
    <w:p w:rsidR="00641484" w:rsidRDefault="00641484">
      <w:pPr>
        <w:spacing w:line="480" w:lineRule="auto"/>
        <w:ind w:firstLine="720"/>
        <w:rPr>
          <w:sz w:val="24"/>
          <w:szCs w:val="24"/>
        </w:rPr>
      </w:pPr>
      <w:r>
        <w:rPr>
          <w:sz w:val="24"/>
          <w:szCs w:val="24"/>
        </w:rPr>
        <w:t>Kelly then told him that she hoped that she might meet him one day. He found that to be the most endearing thing she had ever said. Before he even realized what he was doing, he had leaned in and kissed her. She returned the kiss quickly and before long the two were making out. They continued to talk each night. But they also made out each night as well.</w:t>
      </w:r>
    </w:p>
    <w:p w:rsidR="00641484" w:rsidRDefault="00641484">
      <w:pPr>
        <w:spacing w:line="480" w:lineRule="auto"/>
        <w:ind w:firstLine="720"/>
        <w:rPr>
          <w:sz w:val="24"/>
          <w:szCs w:val="24"/>
        </w:rPr>
      </w:pPr>
      <w:r>
        <w:rPr>
          <w:sz w:val="24"/>
          <w:szCs w:val="24"/>
        </w:rPr>
        <w:t>One night he even told her after one passionate making out session, “I love, you Kelly.”</w:t>
      </w:r>
    </w:p>
    <w:p w:rsidR="00641484" w:rsidRDefault="00641484">
      <w:pPr>
        <w:spacing w:line="480" w:lineRule="auto"/>
        <w:ind w:firstLine="720"/>
        <w:rPr>
          <w:sz w:val="24"/>
          <w:szCs w:val="24"/>
        </w:rPr>
      </w:pPr>
      <w:r>
        <w:rPr>
          <w:sz w:val="24"/>
          <w:szCs w:val="24"/>
        </w:rPr>
        <w:t>She smiled, and said, “I know.” She had yet to tell him that she loved him back. It hurt him a little, but he knew that telling people her real feelings was difficult for her. He knew she loved him too.</w:t>
      </w:r>
    </w:p>
    <w:p w:rsidR="00641484" w:rsidRDefault="00641484">
      <w:pPr>
        <w:spacing w:line="480" w:lineRule="auto"/>
        <w:ind w:firstLine="720"/>
        <w:rPr>
          <w:sz w:val="24"/>
          <w:szCs w:val="24"/>
        </w:rPr>
      </w:pPr>
      <w:r>
        <w:rPr>
          <w:sz w:val="24"/>
          <w:szCs w:val="24"/>
        </w:rPr>
        <w:t>Gloria’s work had finally caught up to her. All the time she had spent having sex with Alex made her fall behind on a lot of her paperwork. Even though she was the dean and owner of the hospital, she still had a lot of work to do each day. Alex saw a lot lesser of her since she had to stay after work late each day, trying to catch up on all she missed while she was skipping.</w:t>
      </w:r>
    </w:p>
    <w:p w:rsidR="00641484" w:rsidRDefault="00641484">
      <w:pPr>
        <w:spacing w:line="480" w:lineRule="auto"/>
        <w:ind w:firstLine="720"/>
        <w:rPr>
          <w:sz w:val="24"/>
          <w:szCs w:val="24"/>
        </w:rPr>
      </w:pPr>
      <w:r>
        <w:rPr>
          <w:sz w:val="24"/>
          <w:szCs w:val="24"/>
        </w:rPr>
        <w:t xml:space="preserve">Lisa and Christina left him alone much more often as well. It was as if the sexual atmosphere had diminished somewhat around them. They weren’t as horny as they once were. The two began going out shopping, bringing home sex lingerie to model in front of Alex when they returned. Sometimes the three of them would go to the mall or the movies together. When they went to the movies, they would take turns sucking him off in the back row during the movie. </w:t>
      </w:r>
    </w:p>
    <w:p w:rsidR="00641484" w:rsidRDefault="00641484">
      <w:pPr>
        <w:spacing w:line="480" w:lineRule="auto"/>
        <w:ind w:firstLine="720"/>
        <w:rPr>
          <w:sz w:val="24"/>
          <w:szCs w:val="24"/>
        </w:rPr>
      </w:pPr>
      <w:r>
        <w:rPr>
          <w:sz w:val="24"/>
          <w:szCs w:val="24"/>
        </w:rPr>
        <w:t>Brittney went back to college. Melanie never had a chance to take courses where she lived, so she began taking courses as well. Both of them, as well as all the other girls in the house still would fuck him when they were around, and they all tried to get together during the weekends for one big nonstop orgy. Alex also found himself with more time to watch TV and go on dates with Kelly or Christina or one of the other girls alone.</w:t>
      </w:r>
    </w:p>
    <w:p w:rsidR="00641484" w:rsidRDefault="00641484">
      <w:pPr>
        <w:spacing w:line="480" w:lineRule="auto"/>
        <w:ind w:firstLine="720"/>
        <w:rPr>
          <w:sz w:val="24"/>
          <w:szCs w:val="24"/>
        </w:rPr>
      </w:pPr>
      <w:r>
        <w:rPr>
          <w:sz w:val="24"/>
          <w:szCs w:val="24"/>
        </w:rPr>
        <w:t>It seemed as if all of the girls had decided to give him space, except for Brittney, that is. From the moment she got off of school to the moment he went to bed at night, she wanted to be by his side. She actually began skipping classes to have sex with him. One day he had asked her if it would be OK if she was doing this. She merely responded, “I don’t need school when I’m fucking a living god! One day I’ll give birth to your godlike child and help you bring the world to a new age of peace and prosperity.”</w:t>
      </w:r>
    </w:p>
    <w:p w:rsidR="00641484" w:rsidRDefault="00641484">
      <w:pPr>
        <w:spacing w:line="480" w:lineRule="auto"/>
        <w:ind w:firstLine="720"/>
        <w:rPr>
          <w:sz w:val="24"/>
          <w:szCs w:val="24"/>
        </w:rPr>
      </w:pPr>
      <w:r>
        <w:rPr>
          <w:i/>
          <w:iCs/>
          <w:sz w:val="24"/>
          <w:szCs w:val="24"/>
        </w:rPr>
        <w:t xml:space="preserve">She’s fucking crazy! </w:t>
      </w:r>
      <w:r>
        <w:rPr>
          <w:sz w:val="24"/>
          <w:szCs w:val="24"/>
        </w:rPr>
        <w:t xml:space="preserve">He didn’t tell her that though. Her worship of him was sometimes borderline insane. And she tended to follow him like a puppy dog. She began speaking constantly of how she wanted to have his god-like child and how the world should worship him like she did. Alex knew that the mixture of saving her life and having sex with her made her crazy. He wished he could fix her just as much as he could return Kelly to normal. </w:t>
      </w:r>
    </w:p>
    <w:p w:rsidR="00641484" w:rsidRDefault="00641484">
      <w:pPr>
        <w:spacing w:line="480" w:lineRule="auto"/>
        <w:ind w:firstLine="720"/>
        <w:rPr>
          <w:sz w:val="24"/>
          <w:szCs w:val="24"/>
        </w:rPr>
      </w:pPr>
      <w:r>
        <w:rPr>
          <w:sz w:val="24"/>
          <w:szCs w:val="24"/>
        </w:rPr>
        <w:t>He talked to Lisa about her, one night when she wasn’t nearby. Lisa told him she was a little worried too about her new personality and agreed to talk to her mom about it. Lisa talked to her sister, Rebecca several times and told Alex one day that Rebecca was going to fly down to see them. Alex was eager to meet his new Aunt. He never got to see her since she was busy working in New York during his wedding. He wondered if she looked anything like Brittney, and hoped that she could calm her down.</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Lisa led Rebecca into the house and hugged her tightly. Her younger sister looked just as lively as ever. The two broke their hug and Rebecca looked around the expanse of the cavernous room. “This place is amazing!” she exclaimed. “How many people live here?”</w:t>
      </w:r>
    </w:p>
    <w:p w:rsidR="00641484" w:rsidRDefault="00641484">
      <w:pPr>
        <w:spacing w:line="480" w:lineRule="auto"/>
        <w:ind w:firstLine="720"/>
        <w:rPr>
          <w:sz w:val="24"/>
          <w:szCs w:val="24"/>
        </w:rPr>
      </w:pPr>
      <w:r>
        <w:rPr>
          <w:sz w:val="24"/>
          <w:szCs w:val="24"/>
        </w:rPr>
        <w:t>“Right now? About eight. Oh! Rosa makes nine! She has her own room in here too.”</w:t>
      </w:r>
    </w:p>
    <w:p w:rsidR="00641484" w:rsidRDefault="00641484">
      <w:pPr>
        <w:spacing w:line="480" w:lineRule="auto"/>
        <w:ind w:firstLine="720"/>
        <w:rPr>
          <w:sz w:val="24"/>
          <w:szCs w:val="24"/>
        </w:rPr>
      </w:pPr>
      <w:r>
        <w:rPr>
          <w:sz w:val="24"/>
          <w:szCs w:val="24"/>
        </w:rPr>
        <w:t>“Wow, still, I bet it must be expensive for you guys to afford this place,” she said, looking around.</w:t>
      </w:r>
    </w:p>
    <w:p w:rsidR="00641484" w:rsidRDefault="00641484">
      <w:pPr>
        <w:spacing w:line="480" w:lineRule="auto"/>
        <w:ind w:firstLine="720"/>
        <w:rPr>
          <w:sz w:val="24"/>
          <w:szCs w:val="24"/>
        </w:rPr>
      </w:pPr>
      <w:r>
        <w:rPr>
          <w:sz w:val="24"/>
          <w:szCs w:val="24"/>
        </w:rPr>
        <w:t>“Oh, not at all! Gloria is actually a multi-millionaire. She lets her stay here for free pretty much.”</w:t>
      </w:r>
    </w:p>
    <w:p w:rsidR="00641484" w:rsidRDefault="00641484">
      <w:pPr>
        <w:spacing w:line="480" w:lineRule="auto"/>
        <w:ind w:firstLine="720"/>
        <w:rPr>
          <w:sz w:val="24"/>
          <w:szCs w:val="24"/>
        </w:rPr>
      </w:pPr>
      <w:r>
        <w:rPr>
          <w:sz w:val="24"/>
          <w:szCs w:val="24"/>
        </w:rPr>
        <w:t>“Wow, maybe I should move in here too.” Lisa smiled gently. She was thinking the very same thing but didn’t say anything to her. Lisa knew that Alex would be attracted to her and wouldn’t mind seeing another family member under his sheets. She also knew that Rebecca would probably only be able to calm Brittney down if she lived here with her and Brittney wasn’t going to move out. She was too addicted to Alex to do that.</w:t>
      </w:r>
    </w:p>
    <w:p w:rsidR="00641484" w:rsidRDefault="00641484">
      <w:pPr>
        <w:spacing w:line="480" w:lineRule="auto"/>
        <w:ind w:firstLine="720"/>
        <w:rPr>
          <w:sz w:val="24"/>
          <w:szCs w:val="24"/>
        </w:rPr>
      </w:pPr>
      <w:r>
        <w:rPr>
          <w:sz w:val="24"/>
          <w:szCs w:val="24"/>
        </w:rPr>
        <w:t>Lisa began giving her the tour around the house while telling her about Alex’s wedding and the other girls. She mentioned in passing how Christina let him sleep with several of the ladies, not yet mentioning he was sleeping with her or Jen or Brittney. “She lets him sleep with other girls in the house?!”</w:t>
      </w:r>
    </w:p>
    <w:p w:rsidR="00641484" w:rsidRDefault="00641484">
      <w:pPr>
        <w:spacing w:line="480" w:lineRule="auto"/>
        <w:ind w:firstLine="720"/>
        <w:rPr>
          <w:sz w:val="24"/>
          <w:szCs w:val="24"/>
        </w:rPr>
      </w:pPr>
      <w:r>
        <w:rPr>
          <w:sz w:val="24"/>
          <w:szCs w:val="24"/>
        </w:rPr>
        <w:t>“Oh yeah!” she said. “Alex is really good in bed and has a pretty big dick…according to all of them that is.”</w:t>
      </w:r>
    </w:p>
    <w:p w:rsidR="00641484" w:rsidRDefault="00641484">
      <w:pPr>
        <w:spacing w:line="480" w:lineRule="auto"/>
        <w:ind w:firstLine="720"/>
        <w:rPr>
          <w:sz w:val="24"/>
          <w:szCs w:val="24"/>
        </w:rPr>
      </w:pPr>
      <w:r>
        <w:rPr>
          <w:sz w:val="24"/>
          <w:szCs w:val="24"/>
        </w:rPr>
        <w:t>“Oh my God, Lisa! I can’t believe you said that about your own son!”</w:t>
      </w:r>
    </w:p>
    <w:p w:rsidR="00641484" w:rsidRDefault="00641484">
      <w:pPr>
        <w:spacing w:line="480" w:lineRule="auto"/>
        <w:ind w:firstLine="720"/>
        <w:rPr>
          <w:sz w:val="24"/>
          <w:szCs w:val="24"/>
        </w:rPr>
      </w:pPr>
      <w:r>
        <w:rPr>
          <w:sz w:val="24"/>
          <w:szCs w:val="24"/>
        </w:rPr>
        <w:t>“Sorry. I guess I’m just used to it, by now.” She stifled a low moan. It seemed as if Alex was fucking Brittney right now. Christina was out shopping with Kelly and Melanie while Jen was out with Ming and Gloria was at work. She wondered if she should show Rebecca what was going on. She knew that she would notice her orgasms soon after they started. Lisa clamped both hands over her mouth as her first orgasm came over her, moaning loudly into her hands.</w:t>
      </w:r>
    </w:p>
    <w:p w:rsidR="00641484" w:rsidRDefault="00641484">
      <w:pPr>
        <w:spacing w:line="480" w:lineRule="auto"/>
        <w:ind w:firstLine="720"/>
        <w:rPr>
          <w:sz w:val="24"/>
          <w:szCs w:val="24"/>
        </w:rPr>
      </w:pPr>
      <w:r>
        <w:rPr>
          <w:sz w:val="24"/>
          <w:szCs w:val="24"/>
        </w:rPr>
        <w:t>Rebecca turned and faced her. “Are you sick, Lisa?”</w:t>
      </w:r>
    </w:p>
    <w:p w:rsidR="00641484" w:rsidRDefault="00641484">
      <w:pPr>
        <w:spacing w:line="480" w:lineRule="auto"/>
        <w:ind w:firstLine="720"/>
        <w:rPr>
          <w:sz w:val="24"/>
          <w:szCs w:val="24"/>
        </w:rPr>
      </w:pPr>
      <w:r>
        <w:rPr>
          <w:sz w:val="24"/>
          <w:szCs w:val="24"/>
        </w:rPr>
        <w:t>She moaned out, “Nooooooooo! Let’s…go upstairs…I think I know where Brittney is!” She moaned out the words “Brittney is” loudly. Rebecca followed behind her as she walked into her own room. She wanted to watch her watching them first.</w:t>
      </w:r>
    </w:p>
    <w:p w:rsidR="00641484" w:rsidRDefault="00641484">
      <w:pPr>
        <w:spacing w:line="480" w:lineRule="auto"/>
        <w:ind w:firstLine="720"/>
        <w:rPr>
          <w:sz w:val="24"/>
          <w:szCs w:val="24"/>
        </w:rPr>
      </w:pPr>
      <w:r>
        <w:rPr>
          <w:sz w:val="24"/>
          <w:szCs w:val="24"/>
        </w:rPr>
        <w:t>The two walked into her room. She clamped her hands over her mouth again as another orgasm came over her. Rebecca looked around and said, “Where is she? I don’t see her.” She then looked through the see through mirror and her mouth dropped open. Lisa turned her head and moaned at the sight of Alex pumping his huge cock in and out of Brittney’s ass. It gave the both of them a good view of his huge member as it pumped in and out of her.</w:t>
      </w:r>
    </w:p>
    <w:p w:rsidR="00641484" w:rsidRDefault="00641484">
      <w:pPr>
        <w:spacing w:line="480" w:lineRule="auto"/>
        <w:ind w:firstLine="720"/>
        <w:rPr>
          <w:sz w:val="24"/>
          <w:szCs w:val="24"/>
        </w:rPr>
      </w:pPr>
      <w:r>
        <w:rPr>
          <w:sz w:val="24"/>
          <w:szCs w:val="24"/>
        </w:rPr>
        <w:t>Lisa screamed as another orgasm came over her. Rebecca exclaimed, “What the hell are they doing?! Why is Brittney fucking her own cousin?” Lisa looked down to see her rubbing her thighs together. She was obviously wet.</w:t>
      </w:r>
    </w:p>
    <w:p w:rsidR="00641484" w:rsidRDefault="00641484">
      <w:pPr>
        <w:spacing w:line="480" w:lineRule="auto"/>
        <w:ind w:firstLine="720"/>
        <w:rPr>
          <w:sz w:val="24"/>
          <w:szCs w:val="24"/>
        </w:rPr>
      </w:pPr>
      <w:r>
        <w:rPr>
          <w:sz w:val="24"/>
          <w:szCs w:val="24"/>
        </w:rPr>
        <w:t>“Well…to be honest with you…Alex has been fucking her and me for a while now. Ungh! He feels so good inside of me!” She screamed as another orgasm came over her.</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Rebecca began slowly rubbing her mound through her jeans. “He looks so big.” She couldn’t keep her eyes off of his huge cock. </w:t>
      </w:r>
    </w:p>
    <w:p w:rsidR="00641484" w:rsidRDefault="00641484">
      <w:pPr>
        <w:spacing w:line="480" w:lineRule="auto"/>
        <w:ind w:firstLine="720"/>
        <w:rPr>
          <w:sz w:val="24"/>
          <w:szCs w:val="24"/>
        </w:rPr>
      </w:pPr>
      <w:r>
        <w:rPr>
          <w:sz w:val="24"/>
          <w:szCs w:val="24"/>
        </w:rPr>
        <w:t>Between moans Lisa said, “Do you want to…join them?”</w:t>
      </w:r>
    </w:p>
    <w:p w:rsidR="00641484" w:rsidRDefault="00641484">
      <w:pPr>
        <w:spacing w:line="480" w:lineRule="auto"/>
        <w:ind w:firstLine="720"/>
        <w:rPr>
          <w:sz w:val="24"/>
          <w:szCs w:val="24"/>
        </w:rPr>
      </w:pPr>
      <w:r>
        <w:rPr>
          <w:sz w:val="24"/>
          <w:szCs w:val="24"/>
        </w:rPr>
        <w:t>She furrowed her brow for a moment then looked back. “I don’t know, Lisa. I have a husband you know. And he’s my nephew! Except…his cock is so much bigger than Jim’s. I just want to feel him once. Do you think I’m a slut for saying that?”</w:t>
      </w:r>
    </w:p>
    <w:p w:rsidR="00641484" w:rsidRDefault="00641484">
      <w:pPr>
        <w:spacing w:line="480" w:lineRule="auto"/>
        <w:ind w:firstLine="720"/>
        <w:rPr>
          <w:sz w:val="24"/>
          <w:szCs w:val="24"/>
        </w:rPr>
      </w:pPr>
      <w:r>
        <w:rPr>
          <w:sz w:val="24"/>
          <w:szCs w:val="24"/>
        </w:rPr>
        <w:t>“No! Of course not, Rebecca! The first time I saw him fucking someone I had to feel him inside of me too! Come on! Let’s introduce you to him!”</w:t>
      </w:r>
    </w:p>
    <w:p w:rsidR="00641484" w:rsidRDefault="00641484">
      <w:pPr>
        <w:spacing w:line="480" w:lineRule="auto"/>
        <w:ind w:firstLine="720"/>
        <w:rPr>
          <w:sz w:val="24"/>
          <w:szCs w:val="24"/>
        </w:rPr>
      </w:pPr>
      <w:r>
        <w:rPr>
          <w:sz w:val="24"/>
          <w:szCs w:val="24"/>
        </w:rPr>
        <w:t>“Do you think he’ll take me too?”</w:t>
      </w:r>
    </w:p>
    <w:p w:rsidR="00641484" w:rsidRDefault="00641484">
      <w:pPr>
        <w:spacing w:line="480" w:lineRule="auto"/>
        <w:ind w:firstLine="720"/>
        <w:rPr>
          <w:sz w:val="24"/>
          <w:szCs w:val="24"/>
        </w:rPr>
      </w:pPr>
      <w:r>
        <w:rPr>
          <w:sz w:val="24"/>
          <w:szCs w:val="24"/>
        </w:rPr>
        <w:t>“Of course he will! He loves Brittney and you look just like her. Now come on!” Lisa led Brittney out of her room and into the main bedroom. Alex looked over and his mouth gasped at how much Rebecca looked like her daughter.</w:t>
      </w:r>
    </w:p>
    <w:p w:rsidR="00641484" w:rsidRDefault="00641484">
      <w:pPr>
        <w:spacing w:line="480" w:lineRule="auto"/>
        <w:ind w:firstLine="720"/>
        <w:rPr>
          <w:sz w:val="24"/>
          <w:szCs w:val="24"/>
        </w:rPr>
      </w:pPr>
      <w:r>
        <w:rPr>
          <w:sz w:val="24"/>
          <w:szCs w:val="24"/>
        </w:rPr>
        <w:t>Rebecca looked over and gasped. “Oh my God! Mom! You’re here!”</w:t>
      </w:r>
    </w:p>
    <w:p w:rsidR="00641484" w:rsidRDefault="00641484">
      <w:pPr>
        <w:spacing w:line="480" w:lineRule="auto"/>
        <w:ind w:firstLine="720"/>
        <w:rPr>
          <w:sz w:val="24"/>
          <w:szCs w:val="24"/>
        </w:rPr>
      </w:pPr>
      <w:r>
        <w:rPr>
          <w:sz w:val="24"/>
          <w:szCs w:val="24"/>
        </w:rPr>
        <w:t>Lisa quickly stripped off all of her clothes before removing Rebecca’s. She was in a trance staring at Alex’s long thick cock. Finally she stuttered, “Can I join you guys?”</w:t>
      </w:r>
    </w:p>
    <w:p w:rsidR="00641484" w:rsidRDefault="00641484">
      <w:pPr>
        <w:spacing w:line="480" w:lineRule="auto"/>
        <w:ind w:firstLine="720"/>
        <w:rPr>
          <w:sz w:val="24"/>
          <w:szCs w:val="24"/>
        </w:rPr>
      </w:pPr>
      <w:r>
        <w:rPr>
          <w:sz w:val="24"/>
          <w:szCs w:val="24"/>
        </w:rPr>
        <w:t>Alex stammered, “Sure, I guess.” Alex pulled out of Brittney’s ass as Rebecca took off the rest of her clothes. She walked up to Alex and shoved her tongue into his mouth, lost in lust. Lisa looked at her naked body next to Brittney’s. The two looked similar in almost every way.</w:t>
      </w:r>
    </w:p>
    <w:p w:rsidR="00641484" w:rsidRDefault="00641484">
      <w:pPr>
        <w:spacing w:line="480" w:lineRule="auto"/>
        <w:ind w:firstLine="720"/>
        <w:rPr>
          <w:sz w:val="24"/>
          <w:szCs w:val="24"/>
        </w:rPr>
      </w:pPr>
      <w:r>
        <w:rPr>
          <w:sz w:val="24"/>
          <w:szCs w:val="24"/>
        </w:rPr>
        <w:t>Alex laid down and let Rebecca slowly sink onto his cock. She began moaning loudly as she bounced roughly onto his dick. She screamed as an orgasm came over her. It would seem that Rebecca was a screamer just like she was. Lisa smiled as an orgasm came over her and Brittney as well. She pumped in and out of him, riding him hard as orgasms flowed through her. Lisa walked up to her and latched onto her large breast. Brittney tentatively reached for her other one and groped it before sucking it into her own mouth. Alex leaned forward and pressed his lips against Rebecca’s.</w:t>
      </w:r>
    </w:p>
    <w:p w:rsidR="00641484" w:rsidRDefault="00641484">
      <w:pPr>
        <w:spacing w:line="480" w:lineRule="auto"/>
        <w:ind w:firstLine="720"/>
        <w:rPr>
          <w:sz w:val="24"/>
          <w:szCs w:val="24"/>
        </w:rPr>
      </w:pPr>
      <w:r>
        <w:rPr>
          <w:sz w:val="24"/>
          <w:szCs w:val="24"/>
        </w:rPr>
        <w:t>They broke the kiss and Rebecca said, “Take my ass like you took my daughter’s. My husband never takes my ass even though I like it so much!”</w:t>
      </w:r>
    </w:p>
    <w:p w:rsidR="00641484" w:rsidRDefault="00641484">
      <w:pPr>
        <w:spacing w:line="480" w:lineRule="auto"/>
        <w:ind w:firstLine="720"/>
        <w:rPr>
          <w:sz w:val="24"/>
          <w:szCs w:val="24"/>
        </w:rPr>
      </w:pPr>
      <w:r>
        <w:rPr>
          <w:sz w:val="24"/>
          <w:szCs w:val="24"/>
        </w:rPr>
        <w:t>Alex asked, “Are you sure?”</w:t>
      </w:r>
    </w:p>
    <w:p w:rsidR="00641484" w:rsidRDefault="00641484">
      <w:pPr>
        <w:spacing w:line="480" w:lineRule="auto"/>
        <w:ind w:firstLine="720"/>
        <w:rPr>
          <w:sz w:val="24"/>
          <w:szCs w:val="24"/>
        </w:rPr>
      </w:pPr>
      <w:r>
        <w:rPr>
          <w:sz w:val="24"/>
          <w:szCs w:val="24"/>
        </w:rPr>
        <w:t>“Yeah, honey.” She got off of him and the two girls watched as he positioned his cock behind her and pushed in. She moaned deeply as he slowly pushed his way all the way inside of her.</w:t>
      </w:r>
    </w:p>
    <w:p w:rsidR="00641484" w:rsidRDefault="00641484">
      <w:pPr>
        <w:spacing w:line="480" w:lineRule="auto"/>
        <w:ind w:firstLine="720"/>
        <w:rPr>
          <w:sz w:val="24"/>
          <w:szCs w:val="24"/>
        </w:rPr>
      </w:pPr>
      <w:r>
        <w:rPr>
          <w:sz w:val="24"/>
          <w:szCs w:val="24"/>
        </w:rPr>
        <w:t>“Ungh! I love how your huge cock feels in my ass!” Rebecca exclaimed. Alex pounded into her ass. All three girls moaned as orgasm after orgasm poured over them. Lisa slipped underneath of Rebecca. She didn’t need to say anything. Rebecca leaned her head down and began licking her pussy. Brittney stood by meanwhile, stroking her clit wildly.</w:t>
      </w:r>
    </w:p>
    <w:p w:rsidR="00641484" w:rsidRDefault="00641484">
      <w:pPr>
        <w:spacing w:line="480" w:lineRule="auto"/>
        <w:ind w:firstLine="720"/>
        <w:rPr>
          <w:sz w:val="24"/>
          <w:szCs w:val="24"/>
        </w:rPr>
      </w:pPr>
      <w:r>
        <w:rPr>
          <w:sz w:val="24"/>
          <w:szCs w:val="24"/>
        </w:rPr>
        <w:t>Soon enough Alex began really pounding into her and the nonstop orgasm feeling came over her. Both her and Rebecca screamed in a state of constant ecstasy as he pulled her hips into his waiting cock. She pushed her hips back into him as he pounded into her, making him go even faster. Alex moaned loudly and sprayed his seed deep into all three girl’s asses, sparking one more orgasm from them all.</w:t>
      </w:r>
    </w:p>
    <w:p w:rsidR="00641484" w:rsidRDefault="00641484">
      <w:pPr>
        <w:spacing w:line="480" w:lineRule="auto"/>
        <w:ind w:firstLine="720"/>
        <w:rPr>
          <w:sz w:val="24"/>
          <w:szCs w:val="24"/>
        </w:rPr>
      </w:pPr>
      <w:r>
        <w:rPr>
          <w:sz w:val="24"/>
          <w:szCs w:val="24"/>
        </w:rPr>
        <w:t>He collapsed on top of Rebecca as she laid down. “Holy shit, Alex. That was the best sex I’ve ever had! I’m gonna have to come here a lot more often!”</w:t>
      </w:r>
    </w:p>
    <w:p w:rsidR="00641484" w:rsidRDefault="00641484">
      <w:pPr>
        <w:spacing w:line="480" w:lineRule="auto"/>
        <w:ind w:firstLine="720"/>
        <w:rPr>
          <w:sz w:val="24"/>
          <w:szCs w:val="24"/>
        </w:rPr>
      </w:pPr>
      <w:r>
        <w:rPr>
          <w:sz w:val="24"/>
          <w:szCs w:val="24"/>
        </w:rPr>
        <w:t>Alex smiled down at her. “I hope you do Aunt Rebecca.”</w:t>
      </w:r>
    </w:p>
    <w:p w:rsidR="00641484" w:rsidRDefault="00641484">
      <w:pPr>
        <w:spacing w:line="480" w:lineRule="auto"/>
        <w:ind w:firstLine="720"/>
        <w:rPr>
          <w:sz w:val="24"/>
          <w:szCs w:val="24"/>
        </w:rPr>
      </w:pPr>
      <w:r>
        <w:rPr>
          <w:sz w:val="24"/>
          <w:szCs w:val="24"/>
        </w:rPr>
        <w:t>“Just call me Rebecca, baby.” Alex smiled and kissed her deeply.</w:t>
      </w:r>
    </w:p>
    <w:p w:rsidR="00641484" w:rsidRDefault="00641484">
      <w:pPr>
        <w:spacing w:line="480" w:lineRule="auto"/>
        <w:ind w:firstLine="720"/>
        <w:rPr>
          <w:sz w:val="24"/>
          <w:szCs w:val="24"/>
        </w:rPr>
      </w:pPr>
      <w:r>
        <w:rPr>
          <w:sz w:val="24"/>
          <w:szCs w:val="24"/>
        </w:rPr>
        <w:t>After the amazing sex they had Rebecca and Lisa sat Brittney down and discussed her recent behavior. Rebecca told her that if she kept up with the stalking and worshipping nonsense they would have to put her in an institute. At that point Brittney broke down crying. She told them all, “I love him so much! It physically hurts when I’m not near him!”</w:t>
      </w:r>
    </w:p>
    <w:p w:rsidR="00641484" w:rsidRDefault="00641484">
      <w:pPr>
        <w:spacing w:line="480" w:lineRule="auto"/>
        <w:ind w:firstLine="720"/>
        <w:rPr>
          <w:sz w:val="24"/>
          <w:szCs w:val="24"/>
        </w:rPr>
      </w:pPr>
      <w:r>
        <w:rPr>
          <w:sz w:val="24"/>
          <w:szCs w:val="24"/>
        </w:rPr>
        <w:t>Rebecca rubbed her back gently. “I know how you feel, dear, but Alex needs his space. And you are starting to scare some of the people living here with you calling him some sort of god to worship. It’s not healthy, Brittney!”</w:t>
      </w:r>
    </w:p>
    <w:p w:rsidR="00641484" w:rsidRDefault="00641484">
      <w:pPr>
        <w:spacing w:line="480" w:lineRule="auto"/>
        <w:ind w:firstLine="720"/>
        <w:rPr>
          <w:sz w:val="24"/>
          <w:szCs w:val="24"/>
        </w:rPr>
      </w:pPr>
      <w:r>
        <w:rPr>
          <w:sz w:val="24"/>
          <w:szCs w:val="24"/>
        </w:rPr>
        <w:t>Brittney sniffed. “I know, mom. It’s just that he’s so wonderful and I love him so much. No normal person could ever make me feel this way!”</w:t>
      </w:r>
    </w:p>
    <w:p w:rsidR="00641484" w:rsidRDefault="00641484">
      <w:pPr>
        <w:spacing w:line="480" w:lineRule="auto"/>
        <w:ind w:firstLine="720"/>
        <w:rPr>
          <w:sz w:val="24"/>
          <w:szCs w:val="24"/>
        </w:rPr>
      </w:pPr>
      <w:r>
        <w:rPr>
          <w:sz w:val="24"/>
          <w:szCs w:val="24"/>
        </w:rPr>
        <w:t>Lisa said, “I love Alex too, Brittney, but I don’t worship him! You just have to calm down a little. We’re not telling you to stop seeing him or anything like that, ok?”</w:t>
      </w:r>
    </w:p>
    <w:p w:rsidR="00641484" w:rsidRDefault="00641484">
      <w:pPr>
        <w:spacing w:line="480" w:lineRule="auto"/>
        <w:ind w:firstLine="720"/>
        <w:rPr>
          <w:sz w:val="24"/>
          <w:szCs w:val="24"/>
        </w:rPr>
      </w:pPr>
      <w:r>
        <w:rPr>
          <w:sz w:val="24"/>
          <w:szCs w:val="24"/>
        </w:rPr>
        <w:t>“OK, Aunt Lisa. I’ll try not to be all crazy around him for now on.” The girls smiled. It seemed she was finally giving in. Lisa and Rebecca talked to her some more. Alex chimed in occasionally but had very little to say for the most part. Lisa figured if he said something it may hurt her a lot more, so he just kept his mouth shut.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Two months passed. Things were looking good for Alex. The girls gave him the space he needed while continuing to have sex with him when he wanted it. His Aunt Rebecca visited on the weekends when she could and fucked Alex wildly. He felt a bit guilty after he learned she was married, but there was nothing he could do about it. She was addicted to him now and he didn’t want her to suffer because of him.</w:t>
      </w:r>
    </w:p>
    <w:p w:rsidR="00641484" w:rsidRDefault="00641484">
      <w:pPr>
        <w:spacing w:line="480" w:lineRule="auto"/>
        <w:ind w:firstLine="720"/>
        <w:rPr>
          <w:sz w:val="24"/>
          <w:szCs w:val="24"/>
        </w:rPr>
      </w:pPr>
      <w:r>
        <w:rPr>
          <w:sz w:val="24"/>
          <w:szCs w:val="24"/>
        </w:rPr>
        <w:t>Brittney began following Alex less often after the talk she had with them all. She bought a camera and began taking pictures of him having sex with her and the other ladies. She told him it helped her control her impulses some. Alex agreed with her taking photos of him after that. If it kept her off of him a little more, he was all for it.</w:t>
      </w:r>
    </w:p>
    <w:p w:rsidR="00641484" w:rsidRDefault="00641484">
      <w:pPr>
        <w:spacing w:line="480" w:lineRule="auto"/>
        <w:ind w:firstLine="720"/>
        <w:rPr>
          <w:sz w:val="24"/>
          <w:szCs w:val="24"/>
        </w:rPr>
      </w:pPr>
      <w:r>
        <w:rPr>
          <w:sz w:val="24"/>
          <w:szCs w:val="24"/>
        </w:rPr>
        <w:t>Things between him and Kelly were looking good too. He had sex with Kelly whenever he could. Him and the dream Kelly kissed often. He loved her more and more each time they were together. One day Kelly had had enough of just kissing.</w:t>
      </w:r>
    </w:p>
    <w:p w:rsidR="00641484" w:rsidRDefault="00641484">
      <w:pPr>
        <w:spacing w:line="480" w:lineRule="auto"/>
        <w:ind w:firstLine="720"/>
        <w:rPr>
          <w:sz w:val="24"/>
          <w:szCs w:val="24"/>
        </w:rPr>
      </w:pPr>
      <w:r>
        <w:rPr>
          <w:sz w:val="24"/>
          <w:szCs w:val="24"/>
        </w:rPr>
        <w:t>She told him, “Fuck me, you bastard!” The two’s clothes disappeared and they made love that night for the first time in the dream world. Kelly only had four orgasms that night, even though Alex still lasted two full hours with her. She told him later that they were four of the best orgasms she had ever had. Alex was glad.</w:t>
      </w:r>
    </w:p>
    <w:p w:rsidR="00641484" w:rsidRDefault="00641484">
      <w:pPr>
        <w:spacing w:line="480" w:lineRule="auto"/>
        <w:ind w:firstLine="720"/>
        <w:rPr>
          <w:sz w:val="24"/>
          <w:szCs w:val="24"/>
        </w:rPr>
      </w:pPr>
      <w:r>
        <w:rPr>
          <w:sz w:val="24"/>
          <w:szCs w:val="24"/>
        </w:rPr>
        <w:t>Two months later Kelly (the physical one) leaped into his arms and exclaimed, “Master! I’m pregnant! I’m having your baby, master!” Alex couldn’t believe what he had just heard! He had had sex without protection to a handful of women. He was actually thinking that he couldn’t get them pregnant, since all of them had sex so often.</w:t>
      </w:r>
    </w:p>
    <w:p w:rsidR="00641484" w:rsidRDefault="00641484">
      <w:pPr>
        <w:spacing w:line="480" w:lineRule="auto"/>
        <w:ind w:firstLine="720"/>
        <w:rPr>
          <w:sz w:val="24"/>
          <w:szCs w:val="24"/>
        </w:rPr>
      </w:pPr>
      <w:r>
        <w:rPr>
          <w:sz w:val="24"/>
          <w:szCs w:val="24"/>
        </w:rPr>
        <w:t>Still, Alex was elated once he let it set in. “That’s great, Kelly! You’re going to be a mom!” He wondered how the other Kelly would take it. He didn’t think of her much as the motherly type. The two informed the other ladies together. All of them were excited that Kelly was pregnant. Alex slept with her that night, holding her belly.</w:t>
      </w:r>
    </w:p>
    <w:p w:rsidR="00641484" w:rsidRDefault="00641484">
      <w:pPr>
        <w:spacing w:line="480" w:lineRule="auto"/>
        <w:ind w:firstLine="720"/>
        <w:rPr>
          <w:sz w:val="24"/>
          <w:szCs w:val="24"/>
        </w:rPr>
      </w:pPr>
      <w:r>
        <w:rPr>
          <w:sz w:val="24"/>
          <w:szCs w:val="24"/>
        </w:rPr>
        <w:t>Alex was on the grassy hill once again with Kelly. It was nighttime now there. “Now you’ve gone and done it. You made me pregnant, you fucking bastard!”</w:t>
      </w:r>
    </w:p>
    <w:p w:rsidR="00641484" w:rsidRDefault="00641484">
      <w:pPr>
        <w:spacing w:line="480" w:lineRule="auto"/>
        <w:ind w:firstLine="720"/>
        <w:rPr>
          <w:sz w:val="24"/>
          <w:szCs w:val="24"/>
        </w:rPr>
      </w:pPr>
      <w:r>
        <w:rPr>
          <w:sz w:val="24"/>
          <w:szCs w:val="24"/>
        </w:rPr>
        <w:t>Alex groaned at the angry face she was putting on. “Ummmm…sorry Kelly. I didn’t mean to?”</w:t>
      </w:r>
    </w:p>
    <w:p w:rsidR="00641484" w:rsidRDefault="00641484">
      <w:pPr>
        <w:spacing w:line="480" w:lineRule="auto"/>
        <w:ind w:firstLine="720"/>
        <w:rPr>
          <w:sz w:val="24"/>
          <w:szCs w:val="24"/>
        </w:rPr>
      </w:pPr>
      <w:r>
        <w:rPr>
          <w:sz w:val="24"/>
          <w:szCs w:val="24"/>
        </w:rPr>
        <w:t>Her face quickly turned to a bright smile. “I’m just kidding, fool! I’m glad I’m having your baby. I…love you Alex. I just wanted to tell you that.”</w:t>
      </w:r>
    </w:p>
    <w:p w:rsidR="00641484" w:rsidRDefault="00641484">
      <w:pPr>
        <w:spacing w:line="480" w:lineRule="auto"/>
        <w:ind w:firstLine="720"/>
        <w:rPr>
          <w:sz w:val="24"/>
          <w:szCs w:val="24"/>
        </w:rPr>
      </w:pPr>
      <w:r>
        <w:rPr>
          <w:sz w:val="24"/>
          <w:szCs w:val="24"/>
        </w:rPr>
        <w:t>Alex leaned over and kissed her gently. “I love you too, Kelly. And I’m glad that we are having  baby together.”</w:t>
      </w:r>
    </w:p>
    <w:p w:rsidR="00641484" w:rsidRDefault="00641484">
      <w:pPr>
        <w:spacing w:line="480" w:lineRule="auto"/>
        <w:ind w:firstLine="720"/>
        <w:rPr>
          <w:sz w:val="24"/>
          <w:szCs w:val="24"/>
        </w:rPr>
      </w:pPr>
      <w:r>
        <w:rPr>
          <w:sz w:val="24"/>
          <w:szCs w:val="24"/>
        </w:rPr>
        <w:t>“Still, I wish I was married to you instead of that slut.”</w:t>
      </w:r>
    </w:p>
    <w:p w:rsidR="00641484" w:rsidRDefault="00641484">
      <w:pPr>
        <w:spacing w:line="480" w:lineRule="auto"/>
        <w:ind w:firstLine="720"/>
        <w:rPr>
          <w:sz w:val="24"/>
          <w:szCs w:val="24"/>
        </w:rPr>
      </w:pPr>
      <w:r>
        <w:rPr>
          <w:sz w:val="24"/>
          <w:szCs w:val="24"/>
        </w:rPr>
        <w:t>“I know, baby.”</w:t>
      </w:r>
    </w:p>
    <w:p w:rsidR="00641484" w:rsidRDefault="00641484">
      <w:pPr>
        <w:spacing w:line="480" w:lineRule="auto"/>
        <w:ind w:firstLine="720"/>
        <w:rPr>
          <w:sz w:val="24"/>
          <w:szCs w:val="24"/>
        </w:rPr>
      </w:pPr>
      <w:r>
        <w:rPr>
          <w:sz w:val="24"/>
          <w:szCs w:val="24"/>
        </w:rPr>
        <w:t>“If I asked you to run away with me again, would you do it now that I’m pregnant?”</w:t>
      </w:r>
    </w:p>
    <w:p w:rsidR="00641484" w:rsidRDefault="00641484">
      <w:pPr>
        <w:spacing w:line="480" w:lineRule="auto"/>
        <w:ind w:firstLine="720"/>
        <w:rPr>
          <w:sz w:val="24"/>
          <w:szCs w:val="24"/>
        </w:rPr>
      </w:pPr>
      <w:r>
        <w:rPr>
          <w:sz w:val="24"/>
          <w:szCs w:val="24"/>
        </w:rPr>
        <w:t xml:space="preserve">Alex sighed. “I don’t know. Maybe. I think I would. I don’t think I would mind spending my life with you and you alone.” Kelly smiled and kissed him. </w:t>
      </w:r>
    </w:p>
    <w:p w:rsidR="00641484" w:rsidRDefault="00641484">
      <w:pPr>
        <w:spacing w:line="480" w:lineRule="auto"/>
        <w:ind w:firstLine="720"/>
        <w:rPr>
          <w:sz w:val="24"/>
          <w:szCs w:val="24"/>
        </w:rPr>
      </w:pPr>
      <w:r>
        <w:rPr>
          <w:sz w:val="24"/>
          <w:szCs w:val="24"/>
        </w:rPr>
        <w:t xml:space="preserve">“You really know how to turn a girl on!” </w:t>
      </w:r>
    </w:p>
    <w:p w:rsidR="00641484" w:rsidRDefault="00641484">
      <w:pPr>
        <w:spacing w:line="480" w:lineRule="auto"/>
        <w:ind w:firstLine="720"/>
        <w:rPr>
          <w:sz w:val="24"/>
          <w:szCs w:val="24"/>
        </w:rPr>
      </w:pPr>
      <w:r>
        <w:rPr>
          <w:sz w:val="24"/>
          <w:szCs w:val="24"/>
        </w:rPr>
        <w:t>Playfully Alex said, “I sure hope those Elders don’t eat our baby!”</w:t>
      </w:r>
    </w:p>
    <w:p w:rsidR="00641484" w:rsidRDefault="00641484">
      <w:pPr>
        <w:spacing w:line="480" w:lineRule="auto"/>
        <w:ind w:firstLine="720"/>
        <w:rPr>
          <w:sz w:val="24"/>
          <w:szCs w:val="24"/>
        </w:rPr>
      </w:pPr>
      <w:r>
        <w:rPr>
          <w:sz w:val="24"/>
          <w:szCs w:val="24"/>
        </w:rPr>
        <w:t>Kelly laughed. “You do know my other half took herself off of birth control several months ago, right? The Elders made her do it.”</w:t>
      </w:r>
    </w:p>
    <w:p w:rsidR="00641484" w:rsidRDefault="00641484">
      <w:pPr>
        <w:spacing w:line="480" w:lineRule="auto"/>
        <w:ind w:firstLine="720"/>
        <w:rPr>
          <w:sz w:val="24"/>
          <w:szCs w:val="24"/>
        </w:rPr>
      </w:pPr>
      <w:r>
        <w:rPr>
          <w:sz w:val="24"/>
          <w:szCs w:val="24"/>
        </w:rPr>
        <w:t xml:space="preserve">“What? Really? I guess they really are pulling the strings here.” Alex frowned. “I wonder who they actually are anyhow. I looked them up before on the internet and never found any references to them.” </w:t>
      </w:r>
    </w:p>
    <w:p w:rsidR="00641484" w:rsidRDefault="00641484">
      <w:pPr>
        <w:spacing w:line="480" w:lineRule="auto"/>
        <w:ind w:firstLine="720"/>
        <w:rPr>
          <w:sz w:val="24"/>
          <w:szCs w:val="24"/>
        </w:rPr>
      </w:pPr>
      <w:r>
        <w:rPr>
          <w:sz w:val="24"/>
          <w:szCs w:val="24"/>
        </w:rPr>
        <w:t>“I doubt you would.”</w:t>
      </w:r>
    </w:p>
    <w:p w:rsidR="00641484" w:rsidRDefault="00641484">
      <w:pPr>
        <w:spacing w:line="480" w:lineRule="auto"/>
        <w:ind w:firstLine="720"/>
        <w:rPr>
          <w:sz w:val="24"/>
          <w:szCs w:val="24"/>
        </w:rPr>
      </w:pPr>
      <w:r>
        <w:rPr>
          <w:sz w:val="24"/>
          <w:szCs w:val="24"/>
        </w:rPr>
        <w:t>“I wonder how they control people. And why can’t they control me like all of them? I mean it would be a lot easier on them if they made me want sex more often or wanted to make all of you pregnant.”</w:t>
      </w:r>
    </w:p>
    <w:p w:rsidR="00641484" w:rsidRDefault="00641484">
      <w:pPr>
        <w:spacing w:line="480" w:lineRule="auto"/>
        <w:ind w:firstLine="720"/>
        <w:rPr>
          <w:sz w:val="24"/>
          <w:szCs w:val="24"/>
        </w:rPr>
      </w:pPr>
      <w:r>
        <w:rPr>
          <w:sz w:val="24"/>
          <w:szCs w:val="24"/>
        </w:rPr>
        <w:t>A far away look came over Kelly’s eyes. “I think they control people through their dreams. Maybe because I’m here they can’t go into your dreams. Who knows!”</w:t>
      </w:r>
    </w:p>
    <w:p w:rsidR="00641484" w:rsidRDefault="00641484">
      <w:pPr>
        <w:spacing w:line="480" w:lineRule="auto"/>
        <w:ind w:firstLine="720"/>
        <w:rPr>
          <w:sz w:val="24"/>
          <w:szCs w:val="24"/>
        </w:rPr>
      </w:pPr>
      <w:r>
        <w:rPr>
          <w:sz w:val="24"/>
          <w:szCs w:val="24"/>
        </w:rPr>
        <w:t>“So you think the Elders are dream gods, eh? I suppose if a human like me has magical powers, then anything is possible.” Alex leaned over and kissed her passionately. The two made love three times that night. Alex loved every second of it but couldn‘t help but wonder who the Elders really were.</w:t>
      </w:r>
    </w:p>
    <w:p w:rsidR="00641484" w:rsidRDefault="00641484">
      <w:pPr>
        <w:spacing w:line="480" w:lineRule="auto"/>
        <w:ind w:firstLine="720"/>
        <w:rPr>
          <w:sz w:val="24"/>
          <w:szCs w:val="24"/>
        </w:rPr>
      </w:pPr>
      <w:r>
        <w:rPr>
          <w:sz w:val="24"/>
          <w:szCs w:val="24"/>
        </w:rPr>
        <w:t xml:space="preserve">Over the next three months, Alex spent every moment he could with the two Kelly’s. He had her switch to working day time. He wanted her to quit completely but she told him that she liked her job. Every night now, he slept next to her. Sometimes some of the other girls would join the two of them. </w:t>
      </w:r>
    </w:p>
    <w:p w:rsidR="00641484" w:rsidRDefault="00641484">
      <w:pPr>
        <w:spacing w:line="480" w:lineRule="auto"/>
        <w:ind w:firstLine="720"/>
        <w:rPr>
          <w:sz w:val="24"/>
          <w:szCs w:val="24"/>
        </w:rPr>
      </w:pPr>
      <w:r>
        <w:rPr>
          <w:sz w:val="24"/>
          <w:szCs w:val="24"/>
        </w:rPr>
        <w:t>Over that time Kelly’s breasts grew rapidly over the time. By the end of the third month, her tits were colossal Z cups. Her breasts swayed everywhere she went. Alex loved it and he loved sucking her growing orbs. She began leaking milk occasionally. It was new for Alex and the milk tasted more like fruit punch than actual milk. It was strange indeed. The dream Kelly’s breasts grew as well until she was a mighty M cup. Alex liked sucking her new breasts as well. Each time he did she would tell him, “Suck my tits like your kid will! That’s it! Suck ‘em!”</w:t>
      </w:r>
    </w:p>
    <w:p w:rsidR="00641484" w:rsidRDefault="00641484">
      <w:pPr>
        <w:spacing w:line="480" w:lineRule="auto"/>
        <w:ind w:firstLine="720"/>
        <w:rPr>
          <w:sz w:val="24"/>
          <w:szCs w:val="24"/>
        </w:rPr>
      </w:pPr>
      <w:r>
        <w:rPr>
          <w:sz w:val="24"/>
          <w:szCs w:val="24"/>
        </w:rPr>
        <w:t>Christina, however, began quickly growing Jealous once more of Kelly. She began begging Alex every night to make her pregnant just like her. Christina went off of her birth control pills, purposely trying to have his baby. But, as much as they fucked, she was still not able to conceive. Alex didn’t tell her this, but at the moment he didn’t want to have her baby. He wanted to find out how to deal with one baby before adding a second one to take care of.</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Morpheus sat on his throne in his castle within the world of dreams. He tried to enter Alex Wright’s dreams again, but couldn’t. It seemed as if someone else was in his dreams again. For a while he was able to reach his dreams. He coaxed him in his dream into having sex with more women. Soon after he had sex with his Aunt Rebecca. But, ever since Kelly became pregnant three months ago, he was no longer able to enter his dreams. He quickly put two and two together and came to the conclusion that Kelly was somehow in his dream space. </w:t>
      </w:r>
    </w:p>
    <w:p w:rsidR="00641484" w:rsidRDefault="00641484">
      <w:pPr>
        <w:spacing w:line="480" w:lineRule="auto"/>
        <w:ind w:firstLine="720"/>
        <w:rPr>
          <w:sz w:val="24"/>
          <w:szCs w:val="24"/>
        </w:rPr>
      </w:pPr>
      <w:r>
        <w:rPr>
          <w:sz w:val="24"/>
          <w:szCs w:val="24"/>
        </w:rPr>
        <w:t>Morpheus decided that Alex needed more women to help him forget about her, so that he can enter his dreams again and push him to focus his powers on impregnating all of them. He nodded to one of the Elders bowing before him. The Elder stood up and left with a small ring in his hand. Things weren’t going perfect, but Morpheus was the god of dreams. The human would multiply and when he did Morpheus would be ready to take his children when the time was right.</w:t>
      </w:r>
    </w:p>
    <w:p w:rsidR="00641484" w:rsidRDefault="00641484">
      <w:pPr>
        <w:spacing w:line="480" w:lineRule="auto"/>
        <w:jc w:val="center"/>
        <w:rPr>
          <w:sz w:val="28"/>
          <w:szCs w:val="28"/>
          <w:u w:val="single"/>
        </w:rPr>
      </w:pPr>
      <w:r>
        <w:rPr>
          <w:sz w:val="24"/>
          <w:szCs w:val="24"/>
        </w:rPr>
        <w:br w:type="page"/>
      </w:r>
      <w:r>
        <w:rPr>
          <w:sz w:val="28"/>
          <w:szCs w:val="28"/>
          <w:u w:val="single"/>
        </w:rPr>
        <w:t>Chapter 3</w:t>
      </w:r>
    </w:p>
    <w:p w:rsidR="00641484" w:rsidRDefault="00641484">
      <w:pPr>
        <w:spacing w:line="480" w:lineRule="auto"/>
        <w:jc w:val="center"/>
        <w:rPr>
          <w:sz w:val="28"/>
          <w:szCs w:val="28"/>
          <w:u w:val="single"/>
        </w:rPr>
      </w:pPr>
    </w:p>
    <w:p w:rsidR="00641484" w:rsidRDefault="00641484">
      <w:pPr>
        <w:spacing w:line="480" w:lineRule="auto"/>
        <w:ind w:firstLine="720"/>
        <w:rPr>
          <w:sz w:val="24"/>
          <w:szCs w:val="24"/>
        </w:rPr>
      </w:pPr>
      <w:r>
        <w:rPr>
          <w:sz w:val="24"/>
          <w:szCs w:val="24"/>
        </w:rPr>
        <w:t xml:space="preserve">Alex found himself alone one weekday. Lisa and Christina were out shopping again, while Brittney and Melanie and Jen were all at their schools. Alex was glad that Brittney had decided to go back to school. Kelly and Gloria were at their jobs. So, that day it was just him, and Rosa of course. She tried to stay away from him and the others. </w:t>
      </w:r>
    </w:p>
    <w:p w:rsidR="00641484" w:rsidRDefault="00641484">
      <w:pPr>
        <w:spacing w:line="480" w:lineRule="auto"/>
        <w:ind w:firstLine="720"/>
        <w:rPr>
          <w:sz w:val="24"/>
          <w:szCs w:val="24"/>
        </w:rPr>
      </w:pPr>
      <w:r>
        <w:rPr>
          <w:sz w:val="24"/>
          <w:szCs w:val="24"/>
        </w:rPr>
        <w:t>While working on his writing in the library, Rosa walked up to him. “Senior? Two guests at door, senior.” Her English was choppy but he understood.</w:t>
      </w:r>
    </w:p>
    <w:p w:rsidR="00641484" w:rsidRDefault="00641484">
      <w:pPr>
        <w:spacing w:line="480" w:lineRule="auto"/>
        <w:ind w:firstLine="720"/>
        <w:rPr>
          <w:sz w:val="24"/>
          <w:szCs w:val="24"/>
        </w:rPr>
      </w:pPr>
      <w:r>
        <w:rPr>
          <w:sz w:val="24"/>
          <w:szCs w:val="24"/>
        </w:rPr>
        <w:t>“Did they say who they were?”</w:t>
      </w:r>
    </w:p>
    <w:p w:rsidR="00641484" w:rsidRDefault="00641484">
      <w:pPr>
        <w:spacing w:line="480" w:lineRule="auto"/>
        <w:ind w:firstLine="720"/>
        <w:rPr>
          <w:sz w:val="24"/>
          <w:szCs w:val="24"/>
        </w:rPr>
      </w:pPr>
      <w:r>
        <w:rPr>
          <w:sz w:val="24"/>
          <w:szCs w:val="24"/>
        </w:rPr>
        <w:t xml:space="preserve">“Si, senior. It is your wife’s two sisters.” </w:t>
      </w:r>
      <w:r>
        <w:rPr>
          <w:i/>
          <w:iCs/>
          <w:sz w:val="24"/>
          <w:szCs w:val="24"/>
        </w:rPr>
        <w:t xml:space="preserve">Oh God. Not those two again. What do they want now? </w:t>
      </w:r>
      <w:r>
        <w:rPr>
          <w:sz w:val="24"/>
          <w:szCs w:val="24"/>
        </w:rPr>
        <w:t>Alex hadn’t seen Sheila and Misty since the wedding. They hadn’t really talked to him that day, but he noticed them several times talking to each other and pointing at his ears. They were always a couple of bitches. They used to tease Christina all the time about her large breasts.</w:t>
      </w:r>
    </w:p>
    <w:p w:rsidR="00641484" w:rsidRDefault="00641484">
      <w:pPr>
        <w:spacing w:line="480" w:lineRule="auto"/>
        <w:ind w:firstLine="720"/>
        <w:rPr>
          <w:sz w:val="24"/>
          <w:szCs w:val="24"/>
        </w:rPr>
      </w:pPr>
      <w:r>
        <w:rPr>
          <w:sz w:val="24"/>
          <w:szCs w:val="24"/>
        </w:rPr>
        <w:t xml:space="preserve">Alex sighed. “Let them in. But, tell them that Christina’s not here.” </w:t>
      </w:r>
    </w:p>
    <w:p w:rsidR="00641484" w:rsidRDefault="00641484">
      <w:pPr>
        <w:spacing w:line="480" w:lineRule="auto"/>
        <w:ind w:firstLine="720"/>
        <w:rPr>
          <w:sz w:val="24"/>
          <w:szCs w:val="24"/>
        </w:rPr>
      </w:pPr>
      <w:r>
        <w:rPr>
          <w:sz w:val="24"/>
          <w:szCs w:val="24"/>
        </w:rPr>
        <w:t>A few minutes later the two girls walked in. Both of them had cute faces like Christina, but their breasts and butts were much smaller than hers. Both of them had long red hair. Sheila was holding a small box for Alex. “Hi!” they both said in unison.</w:t>
      </w:r>
    </w:p>
    <w:p w:rsidR="00641484" w:rsidRDefault="00641484">
      <w:pPr>
        <w:spacing w:line="480" w:lineRule="auto"/>
        <w:ind w:firstLine="720"/>
        <w:rPr>
          <w:sz w:val="24"/>
          <w:szCs w:val="24"/>
        </w:rPr>
      </w:pPr>
      <w:r>
        <w:rPr>
          <w:sz w:val="24"/>
          <w:szCs w:val="24"/>
        </w:rPr>
        <w:t>They giggled and held up the box for Alex. “We realized we never gave you a wedding day present so here it is!” Sheila said.</w:t>
      </w:r>
    </w:p>
    <w:p w:rsidR="00641484" w:rsidRDefault="00641484">
      <w:pPr>
        <w:spacing w:line="480" w:lineRule="auto"/>
        <w:ind w:firstLine="720"/>
        <w:rPr>
          <w:sz w:val="24"/>
          <w:szCs w:val="24"/>
        </w:rPr>
      </w:pPr>
      <w:r>
        <w:rPr>
          <w:sz w:val="24"/>
          <w:szCs w:val="24"/>
        </w:rPr>
        <w:t>Alex unwrapped it and opened the small box. Inside was a small bronze ring. “Ummm…thanks, I guess.”</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“We bought it at an antique shop. The old man there said that it was a magic ring that allowed humans to make wishes.” The two girls giggled again. </w:t>
      </w:r>
    </w:p>
    <w:p w:rsidR="00641484" w:rsidRDefault="00641484">
      <w:pPr>
        <w:spacing w:line="480" w:lineRule="auto"/>
        <w:ind w:firstLine="720"/>
        <w:rPr>
          <w:sz w:val="24"/>
          <w:szCs w:val="24"/>
        </w:rPr>
      </w:pPr>
      <w:r>
        <w:rPr>
          <w:sz w:val="24"/>
          <w:szCs w:val="24"/>
        </w:rPr>
        <w:t>Misty said, “We figured, since you were ’human’ like you keep saying to Christina, we’d give this to you.”</w:t>
      </w:r>
    </w:p>
    <w:p w:rsidR="00641484" w:rsidRDefault="00641484">
      <w:pPr>
        <w:spacing w:line="480" w:lineRule="auto"/>
        <w:ind w:firstLine="720"/>
        <w:rPr>
          <w:sz w:val="24"/>
          <w:szCs w:val="24"/>
        </w:rPr>
      </w:pPr>
      <w:r>
        <w:rPr>
          <w:sz w:val="24"/>
          <w:szCs w:val="24"/>
        </w:rPr>
        <w:t xml:space="preserve">“Go on! Make a wish!” Sheila said. Alex groaned and slipped the ring onto his finger. It seemed to be a perfect fit. </w:t>
      </w:r>
    </w:p>
    <w:p w:rsidR="00641484" w:rsidRDefault="00641484">
      <w:pPr>
        <w:spacing w:line="480" w:lineRule="auto"/>
        <w:ind w:firstLine="720"/>
        <w:rPr>
          <w:i/>
          <w:iCs/>
          <w:sz w:val="24"/>
          <w:szCs w:val="24"/>
        </w:rPr>
      </w:pPr>
      <w:r>
        <w:rPr>
          <w:i/>
          <w:iCs/>
          <w:sz w:val="24"/>
          <w:szCs w:val="24"/>
        </w:rPr>
        <w:t xml:space="preserve">Those girls were always teasing someone </w:t>
      </w:r>
      <w:r>
        <w:rPr>
          <w:sz w:val="24"/>
          <w:szCs w:val="24"/>
        </w:rPr>
        <w:t xml:space="preserve">he thought. </w:t>
      </w:r>
      <w:r>
        <w:rPr>
          <w:i/>
          <w:iCs/>
          <w:sz w:val="24"/>
          <w:szCs w:val="24"/>
        </w:rPr>
        <w:t>I wish their tits were DDD cups too. Maybe then they’ll stop teasing people. It would serve them right if it came true.</w:t>
      </w:r>
    </w:p>
    <w:p w:rsidR="00641484" w:rsidRDefault="00641484">
      <w:pPr>
        <w:spacing w:line="480" w:lineRule="auto"/>
        <w:ind w:firstLine="720"/>
        <w:rPr>
          <w:sz w:val="24"/>
          <w:szCs w:val="24"/>
        </w:rPr>
      </w:pPr>
      <w:r>
        <w:rPr>
          <w:sz w:val="24"/>
          <w:szCs w:val="24"/>
        </w:rPr>
        <w:t>Then, suddenly, their breasts began expanding. The two girls didn’t seem to even notice their growing busts. In fact, their shirts began growing with their large breasts. When they seemed to be at the same size as Christina, the growth stopped. Both of the girls never even realized what had happened.</w:t>
      </w:r>
    </w:p>
    <w:p w:rsidR="00641484" w:rsidRDefault="00641484">
      <w:pPr>
        <w:spacing w:line="480" w:lineRule="auto"/>
        <w:ind w:firstLine="720"/>
        <w:rPr>
          <w:sz w:val="24"/>
          <w:szCs w:val="24"/>
        </w:rPr>
      </w:pPr>
      <w:r>
        <w:rPr>
          <w:sz w:val="24"/>
          <w:szCs w:val="24"/>
        </w:rPr>
        <w:t>Alex was beside himself. The ring actually made his wish come true! “Are you going to wish for something, or just stare at our tits all day?” Misty said, giggling.</w:t>
      </w:r>
    </w:p>
    <w:p w:rsidR="00641484" w:rsidRDefault="00641484">
      <w:pPr>
        <w:spacing w:line="480" w:lineRule="auto"/>
        <w:ind w:firstLine="720"/>
        <w:rPr>
          <w:sz w:val="24"/>
          <w:szCs w:val="24"/>
        </w:rPr>
      </w:pPr>
      <w:r>
        <w:rPr>
          <w:sz w:val="24"/>
          <w:szCs w:val="24"/>
        </w:rPr>
        <w:t>“Ummmm…I did already. I made your breasts DDD cups.”</w:t>
      </w:r>
    </w:p>
    <w:p w:rsidR="00641484" w:rsidRDefault="00641484">
      <w:pPr>
        <w:spacing w:line="480" w:lineRule="auto"/>
        <w:ind w:firstLine="720"/>
        <w:rPr>
          <w:sz w:val="24"/>
          <w:szCs w:val="24"/>
        </w:rPr>
      </w:pPr>
      <w:r>
        <w:rPr>
          <w:sz w:val="24"/>
          <w:szCs w:val="24"/>
        </w:rPr>
        <w:t>“What are you talking about? Our breasts were always DDD cups! Are you crazy or something?” Both girls giggled again. It would seem as if the ring changed reality around them so that the breasts grew on them when they were younger.</w:t>
      </w:r>
    </w:p>
    <w:p w:rsidR="00641484" w:rsidRDefault="00641484">
      <w:pPr>
        <w:spacing w:line="480" w:lineRule="auto"/>
        <w:ind w:firstLine="720"/>
        <w:rPr>
          <w:i/>
          <w:iCs/>
          <w:sz w:val="24"/>
          <w:szCs w:val="24"/>
        </w:rPr>
      </w:pPr>
      <w:r>
        <w:rPr>
          <w:sz w:val="24"/>
          <w:szCs w:val="24"/>
        </w:rPr>
        <w:t xml:space="preserve">“Fine. Let me try something different.” Alex thought </w:t>
      </w:r>
      <w:r>
        <w:rPr>
          <w:i/>
          <w:iCs/>
          <w:sz w:val="24"/>
          <w:szCs w:val="24"/>
        </w:rPr>
        <w:t>I wish their asses would fill out so that they were nice and round just the way I like it and that they still remembered their old butts.</w:t>
      </w:r>
    </w:p>
    <w:p w:rsidR="00641484" w:rsidRDefault="00641484">
      <w:pPr>
        <w:spacing w:line="480" w:lineRule="auto"/>
        <w:ind w:firstLine="720"/>
        <w:rPr>
          <w:sz w:val="24"/>
          <w:szCs w:val="24"/>
        </w:rPr>
      </w:pPr>
      <w:r>
        <w:rPr>
          <w:sz w:val="24"/>
          <w:szCs w:val="24"/>
        </w:rPr>
        <w:t xml:space="preserve">The girls gasped and looked at each other before staring at their own asses as their hips widened slightly and their asses grew out. “Oh my God!” both girls said in unison. </w:t>
      </w:r>
      <w:r>
        <w:rPr>
          <w:sz w:val="24"/>
          <w:szCs w:val="24"/>
        </w:rPr>
        <w:tab/>
        <w:t>“How’d you do that?” Misty asked.</w:t>
      </w:r>
    </w:p>
    <w:p w:rsidR="00641484" w:rsidRDefault="00641484">
      <w:pPr>
        <w:spacing w:line="480" w:lineRule="auto"/>
        <w:ind w:firstLine="720"/>
        <w:rPr>
          <w:sz w:val="24"/>
          <w:szCs w:val="24"/>
        </w:rPr>
      </w:pPr>
      <w:r>
        <w:rPr>
          <w:sz w:val="24"/>
          <w:szCs w:val="24"/>
        </w:rPr>
        <w:t>“I guess I’m really a human after all, huh?” Alex exclaimed.</w:t>
      </w:r>
    </w:p>
    <w:p w:rsidR="00641484" w:rsidRDefault="00641484">
      <w:pPr>
        <w:spacing w:line="480" w:lineRule="auto"/>
        <w:ind w:firstLine="720"/>
        <w:rPr>
          <w:sz w:val="24"/>
          <w:szCs w:val="24"/>
        </w:rPr>
      </w:pPr>
      <w:r>
        <w:rPr>
          <w:sz w:val="24"/>
          <w:szCs w:val="24"/>
        </w:rPr>
        <w:t>The girls exchanged glances. “That’s awesome!” Sheila said. “Can you wish for our butts and breasts to be tiny now? We want to be super sexy!” Misty nodded in agreement.</w:t>
      </w:r>
    </w:p>
    <w:p w:rsidR="00641484" w:rsidRDefault="00641484">
      <w:pPr>
        <w:spacing w:line="480" w:lineRule="auto"/>
        <w:ind w:firstLine="720"/>
        <w:rPr>
          <w:sz w:val="24"/>
          <w:szCs w:val="24"/>
        </w:rPr>
      </w:pPr>
      <w:r>
        <w:rPr>
          <w:sz w:val="24"/>
          <w:szCs w:val="24"/>
        </w:rPr>
        <w:t>“Why should I? You two used to tease Christina all the time! She was hurt all the time because of you two.”</w:t>
      </w:r>
    </w:p>
    <w:p w:rsidR="00641484" w:rsidRDefault="00641484">
      <w:pPr>
        <w:spacing w:line="480" w:lineRule="auto"/>
        <w:ind w:firstLine="720"/>
        <w:rPr>
          <w:sz w:val="24"/>
          <w:szCs w:val="24"/>
        </w:rPr>
      </w:pPr>
      <w:r>
        <w:rPr>
          <w:sz w:val="24"/>
          <w:szCs w:val="24"/>
        </w:rPr>
        <w:t>“We’re sorry,” Misty said. “That’s just what sisters do sometimes.”</w:t>
      </w:r>
    </w:p>
    <w:p w:rsidR="00641484" w:rsidRDefault="00641484">
      <w:pPr>
        <w:spacing w:line="480" w:lineRule="auto"/>
        <w:ind w:firstLine="720"/>
        <w:rPr>
          <w:sz w:val="24"/>
          <w:szCs w:val="24"/>
        </w:rPr>
      </w:pPr>
      <w:r>
        <w:rPr>
          <w:sz w:val="24"/>
          <w:szCs w:val="24"/>
        </w:rPr>
        <w:t>Alex frowned and said, “You know what? Instead of wishing for the two of you to have no chest or ass, I think I may just wish for the two of you to become Christina and my love slaves. That way you both can see what it’s like to be bullied!”</w:t>
      </w:r>
    </w:p>
    <w:p w:rsidR="00641484" w:rsidRDefault="00641484">
      <w:pPr>
        <w:spacing w:line="480" w:lineRule="auto"/>
        <w:ind w:firstLine="720"/>
        <w:rPr>
          <w:sz w:val="24"/>
          <w:szCs w:val="24"/>
        </w:rPr>
      </w:pPr>
      <w:r>
        <w:rPr>
          <w:sz w:val="24"/>
          <w:szCs w:val="24"/>
        </w:rPr>
        <w:t>The looks on the two girls faces suddenly turned to one of lust. “Oh master!” Misty exclaimed. “Please don’t hurt your servants! We’re sorry for whatever we did.” It seemed as if the wish had come true even though Alex was just kidding with them.</w:t>
      </w:r>
    </w:p>
    <w:p w:rsidR="00641484" w:rsidRDefault="00641484">
      <w:pPr>
        <w:spacing w:line="480" w:lineRule="auto"/>
        <w:ind w:firstLine="720"/>
        <w:rPr>
          <w:sz w:val="24"/>
          <w:szCs w:val="24"/>
        </w:rPr>
      </w:pPr>
      <w:r>
        <w:rPr>
          <w:sz w:val="24"/>
          <w:szCs w:val="24"/>
        </w:rPr>
        <w:t>He contemplated the situation for a bit and figured he might as well have fun with them while they were like this. “Strip!” he shouted.</w:t>
      </w:r>
    </w:p>
    <w:p w:rsidR="00641484" w:rsidRDefault="00641484">
      <w:pPr>
        <w:spacing w:line="480" w:lineRule="auto"/>
        <w:ind w:firstLine="720"/>
        <w:rPr>
          <w:sz w:val="24"/>
          <w:szCs w:val="24"/>
        </w:rPr>
      </w:pPr>
      <w:r>
        <w:rPr>
          <w:sz w:val="24"/>
          <w:szCs w:val="24"/>
        </w:rPr>
        <w:t>“Yes, master!” Both girls disrobed, revealing their curvy bodies for Alex to stare at. Both their asses and tits looked identical to Christina’s. He reached over and grabbed Misty’s ass cheek, pulling her closer to her. He pressed his lips against her and she eagerly kissed him back. Alex then took Sheila by the head and brought her in front of Misty. The two began kissing passionately as he took off the rest of his clothes.</w:t>
      </w:r>
    </w:p>
    <w:p w:rsidR="00641484" w:rsidRDefault="00641484">
      <w:pPr>
        <w:spacing w:line="480" w:lineRule="auto"/>
        <w:ind w:firstLine="720"/>
        <w:rPr>
          <w:sz w:val="24"/>
          <w:szCs w:val="24"/>
        </w:rPr>
      </w:pPr>
      <w:r>
        <w:rPr>
          <w:sz w:val="24"/>
          <w:szCs w:val="24"/>
        </w:rPr>
        <w:t>While kissing, the two stared down at his six inch cock, hoping that he will put it inside of one of them. “Bend over, now!” Both the girls bent over side by side presenting their pussies and asses for him. He stuffed his cock balls deep into Sheila’s pussy from behind her and began slamming into her. Both girls began having orgasms as he slammed in and out of her.</w:t>
      </w:r>
    </w:p>
    <w:p w:rsidR="00641484" w:rsidRDefault="00641484">
      <w:pPr>
        <w:spacing w:line="480" w:lineRule="auto"/>
        <w:ind w:firstLine="720"/>
        <w:rPr>
          <w:sz w:val="24"/>
          <w:szCs w:val="24"/>
        </w:rPr>
      </w:pPr>
      <w:r>
        <w:rPr>
          <w:sz w:val="24"/>
          <w:szCs w:val="24"/>
        </w:rPr>
        <w:t xml:space="preserve">He slowed down, wondering what he should wish for next. He looked down at his penis and smiled. Even though his penis was plenty big for most girls, Alex was like most guys and had always wanted a bigger dick. He silently wished </w:t>
      </w:r>
      <w:r>
        <w:rPr>
          <w:i/>
          <w:iCs/>
          <w:sz w:val="24"/>
          <w:szCs w:val="24"/>
        </w:rPr>
        <w:t xml:space="preserve">I wish my penis was ten inches long and two inches wide when I’m erect! </w:t>
      </w:r>
    </w:p>
    <w:p w:rsidR="00641484" w:rsidRDefault="00641484">
      <w:pPr>
        <w:spacing w:line="480" w:lineRule="auto"/>
        <w:ind w:firstLine="720"/>
        <w:rPr>
          <w:sz w:val="24"/>
          <w:szCs w:val="24"/>
        </w:rPr>
      </w:pPr>
      <w:r>
        <w:rPr>
          <w:sz w:val="24"/>
          <w:szCs w:val="24"/>
        </w:rPr>
        <w:t xml:space="preserve">He felt his cock grow and lengthen inside of Sheila. She felt it grow too and began moaning deeper as her orgasms came on more quickly. He picked up the speed a little and even though he wasn’t at full speed it seemed that the girls were having continuous orgasms as their moans did not cease. He wondered what else he should wish for. Then it came to him. </w:t>
      </w:r>
      <w:r>
        <w:rPr>
          <w:i/>
          <w:iCs/>
          <w:sz w:val="24"/>
          <w:szCs w:val="24"/>
        </w:rPr>
        <w:t xml:space="preserve">I wish I had the energy to no longer have lightheadedness whenever I came inside of multiple women. </w:t>
      </w:r>
      <w:r>
        <w:rPr>
          <w:sz w:val="24"/>
          <w:szCs w:val="24"/>
        </w:rPr>
        <w:t xml:space="preserve">A surge of energy poured out of him as he pounded into Sheila. </w:t>
      </w:r>
    </w:p>
    <w:p w:rsidR="00641484" w:rsidRDefault="00641484">
      <w:pPr>
        <w:spacing w:line="480" w:lineRule="auto"/>
        <w:ind w:firstLine="720"/>
        <w:rPr>
          <w:sz w:val="24"/>
          <w:szCs w:val="24"/>
        </w:rPr>
      </w:pPr>
      <w:r>
        <w:rPr>
          <w:sz w:val="24"/>
          <w:szCs w:val="24"/>
        </w:rPr>
        <w:t>He could go on for days with his new found energy, so he gave himself the ability to ejaculate on command as well as get erect whenever he pleased, adding in, “without feeling that hurting feeling when I do it too much.” That part was important for him since much of the time when he started off, his cock would ache after the first time he would come in one day.</w:t>
      </w:r>
    </w:p>
    <w:p w:rsidR="00641484" w:rsidRDefault="00641484">
      <w:pPr>
        <w:spacing w:line="480" w:lineRule="auto"/>
        <w:ind w:firstLine="720"/>
        <w:rPr>
          <w:sz w:val="24"/>
          <w:szCs w:val="24"/>
        </w:rPr>
      </w:pPr>
      <w:r>
        <w:rPr>
          <w:sz w:val="24"/>
          <w:szCs w:val="24"/>
        </w:rPr>
        <w:t>He didn’t want to actually hurt anyone, so he made another wish so that any girl he was inside would feel nothing but pleasure from him. He switched to Misty, pounding her ass. Misty seemed to be just as tight as Sheila. His newest wish made his cock slide into her with hardly any resistance and made her orgasm rather quickly from his cock ramming in between her ass cheeks. He decided to cum at that moment. His balls tensed up and he shoot his load deep into Misty’s ass. He then decided to try out his other power and quickly hardened again. He decided to take Sheila’s ass next. After pounding into her for another half hour he decided to cum into her ass and stop for the moment. He had to think of just what exactly he wanted to do with this ring.</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As Christina drove down the road with Lisa, an orgasm suddenly came over the both of them. It shocked Christina so much that she ran her car onto a sidewalk before slamming on the brakes. Both of them looked at each other moaning deeply. Another orgasm came over them. Christina put her car in park. She would have to wait this out. It was too distracting for her right now.</w:t>
      </w:r>
    </w:p>
    <w:p w:rsidR="00641484" w:rsidRDefault="00641484">
      <w:pPr>
        <w:spacing w:line="480" w:lineRule="auto"/>
        <w:ind w:firstLine="720"/>
        <w:rPr>
          <w:sz w:val="24"/>
          <w:szCs w:val="24"/>
        </w:rPr>
      </w:pPr>
      <w:r>
        <w:rPr>
          <w:sz w:val="24"/>
          <w:szCs w:val="24"/>
        </w:rPr>
        <w:t>“Looks as if Alex’s range has increased again,” Lisa told her between moans.</w:t>
      </w:r>
    </w:p>
    <w:p w:rsidR="00641484" w:rsidRDefault="00641484">
      <w:pPr>
        <w:spacing w:line="480" w:lineRule="auto"/>
        <w:ind w:firstLine="720"/>
        <w:rPr>
          <w:sz w:val="24"/>
          <w:szCs w:val="24"/>
        </w:rPr>
      </w:pPr>
      <w:r>
        <w:rPr>
          <w:sz w:val="24"/>
          <w:szCs w:val="24"/>
        </w:rPr>
        <w:t>“Yeah, I hope he’s ok with it.”</w:t>
      </w:r>
    </w:p>
    <w:p w:rsidR="00641484" w:rsidRDefault="00641484">
      <w:pPr>
        <w:spacing w:line="480" w:lineRule="auto"/>
        <w:ind w:firstLine="720"/>
        <w:rPr>
          <w:sz w:val="24"/>
          <w:szCs w:val="24"/>
        </w:rPr>
      </w:pPr>
      <w:r>
        <w:rPr>
          <w:sz w:val="24"/>
          <w:szCs w:val="24"/>
        </w:rPr>
        <w:t>“I wonder who he’s fucking right now.”</w:t>
      </w:r>
    </w:p>
    <w:p w:rsidR="00641484" w:rsidRDefault="00641484">
      <w:pPr>
        <w:spacing w:line="480" w:lineRule="auto"/>
        <w:ind w:firstLine="720"/>
        <w:rPr>
          <w:sz w:val="24"/>
          <w:szCs w:val="24"/>
        </w:rPr>
      </w:pPr>
      <w:r>
        <w:rPr>
          <w:sz w:val="24"/>
          <w:szCs w:val="24"/>
        </w:rPr>
        <w:t>“Probably our slaves, Sheila and Misty. Those are the only two there with him right now. Christina imagined Alex slapping their asses while he plugged them. She’ll have to join in with her dildo later on. She and Alex sometimes liked to pound both of their asses at the same, him with his huge ten inch cock, and her with her six inch dildo.</w:t>
      </w:r>
    </w:p>
    <w:p w:rsidR="00641484" w:rsidRDefault="00641484">
      <w:pPr>
        <w:spacing w:line="480" w:lineRule="auto"/>
        <w:ind w:firstLine="720"/>
        <w:rPr>
          <w:sz w:val="24"/>
          <w:szCs w:val="24"/>
        </w:rPr>
      </w:pPr>
      <w:r>
        <w:rPr>
          <w:sz w:val="24"/>
          <w:szCs w:val="24"/>
        </w:rPr>
        <w:t>The orgasms dimmed down and finally came to a stop. “Let’s go see what our man’s up to.” Christina drove back up to the mansion and keyed herself through the gate. She parked in Gloria’s garage, and she and Lisa walked inside looking for Alex.</w:t>
      </w:r>
    </w:p>
    <w:p w:rsidR="00641484" w:rsidRDefault="00641484">
      <w:pPr>
        <w:spacing w:line="480" w:lineRule="auto"/>
        <w:ind w:firstLine="720"/>
        <w:rPr>
          <w:sz w:val="24"/>
          <w:szCs w:val="24"/>
        </w:rPr>
      </w:pPr>
      <w:r>
        <w:rPr>
          <w:sz w:val="24"/>
          <w:szCs w:val="24"/>
        </w:rPr>
        <w:t>They went to the main bedroom first, but no one was there. The two began searching around the house for him. Christina called out, “Alex? Where are you?”</w:t>
      </w:r>
    </w:p>
    <w:p w:rsidR="00641484" w:rsidRDefault="00641484">
      <w:pPr>
        <w:spacing w:line="480" w:lineRule="auto"/>
        <w:ind w:firstLine="720"/>
        <w:rPr>
          <w:sz w:val="24"/>
          <w:szCs w:val="24"/>
        </w:rPr>
      </w:pPr>
      <w:r>
        <w:rPr>
          <w:sz w:val="24"/>
          <w:szCs w:val="24"/>
        </w:rPr>
        <w:t>“In the library!” Christina walked to the library. She saw Alex sitting by the computer typing away fully clothed. She then looked in the corner and saw her slave sisters Sheila and Misty naked.</w:t>
      </w:r>
    </w:p>
    <w:p w:rsidR="00641484" w:rsidRDefault="00641484">
      <w:pPr>
        <w:spacing w:line="480" w:lineRule="auto"/>
        <w:ind w:firstLine="720"/>
        <w:rPr>
          <w:sz w:val="24"/>
          <w:szCs w:val="24"/>
        </w:rPr>
      </w:pPr>
      <w:r>
        <w:rPr>
          <w:sz w:val="24"/>
          <w:szCs w:val="24"/>
        </w:rPr>
        <w:t>They looked up and smiled. “Mistress Christina! We missed you!” Misty exclaimed.</w:t>
      </w:r>
    </w:p>
    <w:p w:rsidR="00641484" w:rsidRDefault="00641484">
      <w:pPr>
        <w:spacing w:line="480" w:lineRule="auto"/>
        <w:ind w:firstLine="720"/>
        <w:rPr>
          <w:sz w:val="24"/>
          <w:szCs w:val="24"/>
        </w:rPr>
      </w:pPr>
      <w:r>
        <w:rPr>
          <w:sz w:val="24"/>
          <w:szCs w:val="24"/>
        </w:rPr>
        <w:t>“Shut up, bitch.” Misty and Sheila both pouted and said nothing. She then turned to Alex. “Are you ok, baby?”</w:t>
      </w:r>
    </w:p>
    <w:p w:rsidR="00641484" w:rsidRDefault="00641484">
      <w:pPr>
        <w:spacing w:line="480" w:lineRule="auto"/>
        <w:ind w:firstLine="720"/>
        <w:rPr>
          <w:sz w:val="24"/>
          <w:szCs w:val="24"/>
        </w:rPr>
      </w:pPr>
      <w:r>
        <w:rPr>
          <w:sz w:val="24"/>
          <w:szCs w:val="24"/>
        </w:rPr>
        <w:t>“Yeah, why?”</w:t>
      </w:r>
    </w:p>
    <w:p w:rsidR="00641484" w:rsidRDefault="00641484">
      <w:pPr>
        <w:spacing w:line="480" w:lineRule="auto"/>
        <w:ind w:firstLine="720"/>
        <w:rPr>
          <w:sz w:val="24"/>
          <w:szCs w:val="24"/>
        </w:rPr>
      </w:pPr>
      <w:r>
        <w:rPr>
          <w:sz w:val="24"/>
          <w:szCs w:val="24"/>
        </w:rPr>
        <w:t>“It’s just me and Lisa here started having orgasms two miles away from here. I almost wrecked!”</w:t>
      </w:r>
    </w:p>
    <w:p w:rsidR="00641484" w:rsidRDefault="00641484">
      <w:pPr>
        <w:spacing w:line="480" w:lineRule="auto"/>
        <w:ind w:firstLine="720"/>
        <w:rPr>
          <w:sz w:val="24"/>
          <w:szCs w:val="24"/>
        </w:rPr>
      </w:pPr>
      <w:r>
        <w:rPr>
          <w:sz w:val="24"/>
          <w:szCs w:val="24"/>
        </w:rPr>
        <w:t>“Oh my God!” Alex exclaimed. “Are you guys ok?”</w:t>
      </w:r>
    </w:p>
    <w:p w:rsidR="00641484" w:rsidRDefault="00641484">
      <w:pPr>
        <w:spacing w:line="480" w:lineRule="auto"/>
        <w:ind w:firstLine="720"/>
        <w:rPr>
          <w:sz w:val="24"/>
          <w:szCs w:val="24"/>
        </w:rPr>
      </w:pPr>
      <w:r>
        <w:rPr>
          <w:sz w:val="24"/>
          <w:szCs w:val="24"/>
        </w:rPr>
        <w:t>Lisa chimed in, “We’re fine, dear. Just a little surprised, that’s all.”</w:t>
      </w:r>
    </w:p>
    <w:p w:rsidR="00641484" w:rsidRDefault="00641484">
      <w:pPr>
        <w:spacing w:line="480" w:lineRule="auto"/>
        <w:ind w:firstLine="720"/>
        <w:rPr>
          <w:sz w:val="24"/>
          <w:szCs w:val="24"/>
        </w:rPr>
      </w:pPr>
      <w:r>
        <w:rPr>
          <w:sz w:val="24"/>
          <w:szCs w:val="24"/>
        </w:rPr>
        <w:t>“Well, to be honest I used this ring to wish for enough energy to cum without ever feeling lightheaded again. It must have increased the range of things as well. I’m sorry guys.”</w:t>
      </w:r>
    </w:p>
    <w:p w:rsidR="00641484" w:rsidRDefault="00641484">
      <w:pPr>
        <w:spacing w:line="480" w:lineRule="auto"/>
        <w:ind w:firstLine="720"/>
        <w:rPr>
          <w:sz w:val="24"/>
          <w:szCs w:val="24"/>
        </w:rPr>
      </w:pPr>
      <w:r>
        <w:rPr>
          <w:sz w:val="24"/>
          <w:szCs w:val="24"/>
        </w:rPr>
        <w:t>“Wait. What?”</w:t>
      </w:r>
    </w:p>
    <w:p w:rsidR="00641484" w:rsidRDefault="00641484">
      <w:pPr>
        <w:spacing w:line="480" w:lineRule="auto"/>
        <w:ind w:firstLine="720"/>
        <w:rPr>
          <w:sz w:val="24"/>
          <w:szCs w:val="24"/>
        </w:rPr>
      </w:pPr>
      <w:r>
        <w:rPr>
          <w:sz w:val="24"/>
          <w:szCs w:val="24"/>
        </w:rPr>
        <w:t>“Oh yeah! Your sisters gave me this magic ring. I accidentally wished for them to be our love slaves.”</w:t>
      </w:r>
    </w:p>
    <w:p w:rsidR="00641484" w:rsidRDefault="00641484">
      <w:pPr>
        <w:spacing w:line="480" w:lineRule="auto"/>
        <w:ind w:firstLine="720"/>
        <w:rPr>
          <w:sz w:val="24"/>
          <w:szCs w:val="24"/>
        </w:rPr>
      </w:pPr>
      <w:r>
        <w:rPr>
          <w:sz w:val="24"/>
          <w:szCs w:val="24"/>
        </w:rPr>
        <w:t>“Baby, are you feeling well?” Christina asked. “Sheila and Misty have been our sex slaves for a while now! Don’t you remember? I made them my slaves when I was fourteen and when I met you I decided to share them with you.”</w:t>
      </w:r>
    </w:p>
    <w:p w:rsidR="00641484" w:rsidRDefault="00641484">
      <w:pPr>
        <w:spacing w:line="480" w:lineRule="auto"/>
        <w:ind w:firstLine="720"/>
        <w:rPr>
          <w:sz w:val="24"/>
          <w:szCs w:val="24"/>
        </w:rPr>
      </w:pPr>
      <w:r>
        <w:rPr>
          <w:sz w:val="24"/>
          <w:szCs w:val="24"/>
        </w:rPr>
        <w:t>Alex rubbed his chin while staring at the two girls in the corner. “Hmmm…maybe this ring changes reality around everyone except the wearer. So, they always had the same sized breasts and asses to you?” Lisa and Christina both nodded slowly at him. Alex seemed to be acting rather strange. She hoped he was OK. “What about my penis? How big has it always been?”</w:t>
      </w:r>
    </w:p>
    <w:p w:rsidR="00641484" w:rsidRDefault="00641484">
      <w:pPr>
        <w:spacing w:line="480" w:lineRule="auto"/>
        <w:ind w:firstLine="720"/>
        <w:rPr>
          <w:sz w:val="24"/>
          <w:szCs w:val="24"/>
        </w:rPr>
      </w:pPr>
      <w:r>
        <w:rPr>
          <w:sz w:val="24"/>
          <w:szCs w:val="24"/>
        </w:rPr>
        <w:t>Lisa answered, “Ten inches, dear. I measured it myself one night. Don’t you remember that?”</w:t>
      </w:r>
    </w:p>
    <w:p w:rsidR="00641484" w:rsidRDefault="00641484">
      <w:pPr>
        <w:spacing w:line="480" w:lineRule="auto"/>
        <w:ind w:firstLine="720"/>
        <w:rPr>
          <w:sz w:val="24"/>
          <w:szCs w:val="24"/>
        </w:rPr>
      </w:pPr>
      <w:r>
        <w:rPr>
          <w:sz w:val="24"/>
          <w:szCs w:val="24"/>
        </w:rPr>
        <w:t>Alex laughed. “It used to be six inches, but I used a wish to make it ten. It’s weird how reality changed around that but not around the whole excess energy thing. Weird.”</w:t>
      </w:r>
    </w:p>
    <w:p w:rsidR="00641484" w:rsidRDefault="00641484">
      <w:pPr>
        <w:spacing w:line="480" w:lineRule="auto"/>
        <w:ind w:firstLine="720"/>
        <w:rPr>
          <w:sz w:val="24"/>
          <w:szCs w:val="24"/>
        </w:rPr>
      </w:pPr>
      <w:r>
        <w:rPr>
          <w:sz w:val="24"/>
          <w:szCs w:val="24"/>
        </w:rPr>
        <w:t>Christina stated, “So you think that your new ring can make wishes come true?”</w:t>
      </w:r>
    </w:p>
    <w:p w:rsidR="00641484" w:rsidRDefault="00641484">
      <w:pPr>
        <w:spacing w:line="480" w:lineRule="auto"/>
        <w:ind w:firstLine="720"/>
        <w:rPr>
          <w:sz w:val="24"/>
          <w:szCs w:val="24"/>
        </w:rPr>
      </w:pPr>
      <w:r>
        <w:rPr>
          <w:sz w:val="24"/>
          <w:szCs w:val="24"/>
        </w:rPr>
        <w:t xml:space="preserve">“Yep. The girls gave it to me. They said only humans can use its magic.” </w:t>
      </w:r>
    </w:p>
    <w:p w:rsidR="00641484" w:rsidRDefault="00641484">
      <w:pPr>
        <w:spacing w:line="480" w:lineRule="auto"/>
        <w:ind w:firstLine="720"/>
        <w:rPr>
          <w:sz w:val="24"/>
          <w:szCs w:val="24"/>
        </w:rPr>
      </w:pPr>
      <w:r>
        <w:rPr>
          <w:sz w:val="24"/>
          <w:szCs w:val="24"/>
        </w:rPr>
        <w:t>“This is all very hard for me to imagine. Can you make a wish right now?” Christina asked.</w:t>
      </w:r>
    </w:p>
    <w:p w:rsidR="00641484" w:rsidRDefault="00641484">
      <w:pPr>
        <w:spacing w:line="480" w:lineRule="auto"/>
        <w:ind w:firstLine="720"/>
        <w:rPr>
          <w:sz w:val="24"/>
          <w:szCs w:val="24"/>
        </w:rPr>
      </w:pPr>
      <w:r>
        <w:rPr>
          <w:sz w:val="24"/>
          <w:szCs w:val="24"/>
        </w:rPr>
        <w:t>“Ummmm…I guess, but if I did, it may just change reality again so that you guys would think nothing happened.”</w:t>
      </w:r>
    </w:p>
    <w:p w:rsidR="00641484" w:rsidRDefault="00641484">
      <w:pPr>
        <w:spacing w:line="480" w:lineRule="auto"/>
        <w:ind w:firstLine="720"/>
        <w:rPr>
          <w:sz w:val="24"/>
          <w:szCs w:val="24"/>
        </w:rPr>
      </w:pPr>
      <w:r>
        <w:rPr>
          <w:sz w:val="24"/>
          <w:szCs w:val="24"/>
        </w:rPr>
        <w:t>Christina had an idea. “I got it! How about you wish for the next wish I make to come true? That make work, right?”</w:t>
      </w:r>
    </w:p>
    <w:p w:rsidR="00641484" w:rsidRDefault="00641484">
      <w:pPr>
        <w:spacing w:line="480" w:lineRule="auto"/>
        <w:ind w:firstLine="720"/>
        <w:rPr>
          <w:sz w:val="24"/>
          <w:szCs w:val="24"/>
        </w:rPr>
      </w:pPr>
      <w:r>
        <w:rPr>
          <w:sz w:val="24"/>
          <w:szCs w:val="24"/>
        </w:rPr>
        <w:t>“Oh, I don’t know Christina. I guess we can try. I wish Christina’s next wish comes true. There you go.”</w:t>
      </w:r>
    </w:p>
    <w:p w:rsidR="00641484" w:rsidRDefault="00641484">
      <w:pPr>
        <w:spacing w:line="480" w:lineRule="auto"/>
        <w:ind w:firstLine="720"/>
        <w:rPr>
          <w:sz w:val="24"/>
          <w:szCs w:val="24"/>
        </w:rPr>
      </w:pPr>
      <w:r>
        <w:rPr>
          <w:sz w:val="24"/>
          <w:szCs w:val="24"/>
        </w:rPr>
        <w:t>Christina silently wished, “I wish both my breasts and Lisa’s grew to a large sensitive G cup and our hips and asses were a few inches bigger and twice as sensitive as before.” Christina felt a tingling in her hips and ass and looked down. Slowly her hips were widening and her butt was growing larger. She looked over and Lisa’s hips and ass began filling out as well. Both their jeans seemed to grow with their bodies as well. It was amazing. She then felt another tingle in her chest. Her shirt filled out as her breasts expanded for beyond what they used to be. Now they were the same size as Kelly’s. She didn’t really expect it to happen, but now that it had, maybe he’ll pay more attention to her and finally give her the baby she wanted desperately.</w:t>
      </w:r>
    </w:p>
    <w:p w:rsidR="00641484" w:rsidRDefault="00641484">
      <w:pPr>
        <w:spacing w:line="480" w:lineRule="auto"/>
        <w:ind w:firstLine="720"/>
        <w:rPr>
          <w:sz w:val="24"/>
          <w:szCs w:val="24"/>
        </w:rPr>
      </w:pPr>
      <w:r>
        <w:rPr>
          <w:sz w:val="24"/>
          <w:szCs w:val="24"/>
        </w:rPr>
        <w:t>Lisa looked over to her and said, “So, what did you wish for?”</w:t>
      </w:r>
    </w:p>
    <w:p w:rsidR="00641484" w:rsidRDefault="00641484">
      <w:pPr>
        <w:spacing w:line="480" w:lineRule="auto"/>
        <w:ind w:firstLine="720"/>
        <w:rPr>
          <w:sz w:val="24"/>
          <w:szCs w:val="24"/>
        </w:rPr>
      </w:pPr>
      <w:r>
        <w:rPr>
          <w:sz w:val="24"/>
          <w:szCs w:val="24"/>
        </w:rPr>
        <w:t>Alex answered for her. “She made your breasts and ass a bit bigger.”</w:t>
      </w:r>
    </w:p>
    <w:p w:rsidR="00641484" w:rsidRDefault="00641484">
      <w:pPr>
        <w:spacing w:line="480" w:lineRule="auto"/>
        <w:ind w:firstLine="720"/>
        <w:rPr>
          <w:sz w:val="24"/>
          <w:szCs w:val="24"/>
        </w:rPr>
      </w:pPr>
      <w:r>
        <w:rPr>
          <w:sz w:val="24"/>
          <w:szCs w:val="24"/>
        </w:rPr>
        <w:t xml:space="preserve">“What? Really?” She looked at herself. “I don’t look any bigger.” It would seem that the reality changed around Lisa but not her and Alex. </w:t>
      </w:r>
    </w:p>
    <w:p w:rsidR="00641484" w:rsidRDefault="00641484">
      <w:pPr>
        <w:spacing w:line="480" w:lineRule="auto"/>
        <w:ind w:firstLine="720"/>
        <w:rPr>
          <w:sz w:val="24"/>
          <w:szCs w:val="24"/>
        </w:rPr>
      </w:pPr>
      <w:r>
        <w:rPr>
          <w:sz w:val="24"/>
          <w:szCs w:val="24"/>
        </w:rPr>
        <w:t>“Holy shit, Alex! This is amazing!” She spun around for Alex, her heavy G cups spinning almost three feet in front of her. His eyes were glued to her rack and large bouncing tits as she did that. “So how about we test out our new assets, Lisa?”</w:t>
      </w:r>
    </w:p>
    <w:p w:rsidR="00641484" w:rsidRDefault="00641484">
      <w:pPr>
        <w:spacing w:line="480" w:lineRule="auto"/>
        <w:ind w:firstLine="720"/>
        <w:rPr>
          <w:sz w:val="24"/>
          <w:szCs w:val="24"/>
        </w:rPr>
      </w:pPr>
      <w:r>
        <w:rPr>
          <w:sz w:val="24"/>
          <w:szCs w:val="24"/>
        </w:rPr>
        <w:t>Lisa smiled and said, “Well, I’m used to these puppies. But who I am to deny sex with my handsome ten inch stud!”</w:t>
      </w:r>
    </w:p>
    <w:p w:rsidR="00641484" w:rsidRDefault="00641484">
      <w:pPr>
        <w:spacing w:line="480" w:lineRule="auto"/>
        <w:ind w:firstLine="720"/>
        <w:rPr>
          <w:sz w:val="24"/>
          <w:szCs w:val="24"/>
        </w:rPr>
      </w:pPr>
      <w:r>
        <w:rPr>
          <w:sz w:val="24"/>
          <w:szCs w:val="24"/>
        </w:rPr>
        <w:t>Alex smiled and said, “Come here, you!” He pulled Lisa towards him and kissed her deeply. Christina joined in, pressing her huge tits against the both of them as they shared a three way kiss. Each girl took a side of his shirt and pulled it off him before taking off their own. Christina couldn’t help but look at her new bra encased breasts. They seemed so large and perfectly round. Alex was staring at them too it seemed. He reached forward and grabbed and squeezed her tit. It felt so sensitive. He used his other hand to cup Lisa’s own large black bra. She let out a loud moan as he fondled them both.</w:t>
      </w:r>
    </w:p>
    <w:p w:rsidR="00641484" w:rsidRDefault="00641484">
      <w:pPr>
        <w:spacing w:line="480" w:lineRule="auto"/>
        <w:ind w:firstLine="720"/>
        <w:rPr>
          <w:sz w:val="24"/>
          <w:szCs w:val="24"/>
        </w:rPr>
      </w:pPr>
      <w:r>
        <w:rPr>
          <w:sz w:val="24"/>
          <w:szCs w:val="24"/>
        </w:rPr>
        <w:t xml:space="preserve">Christina then reached behind her and unstrapped her bra. She was lucky she wasn’t wearing a front clasp bra that day. Her bra expanded with the rest of her and her breasts stuck out too far now for her to unclasp it from the front. Once her bra came off, Christina moved in to kiss Alex. Her breasts parted, engulfing his body as she leaned in to kiss him. Lisa got behind him, her own breasts spreading out beneath her own, putting Alex in a breast sandwich. They both giggled and started bouncing, rubbing their huge tits against his sides. Alex laughed as well at the situation. </w:t>
      </w:r>
    </w:p>
    <w:p w:rsidR="00641484" w:rsidRDefault="00641484">
      <w:pPr>
        <w:spacing w:line="480" w:lineRule="auto"/>
        <w:ind w:firstLine="720"/>
        <w:rPr>
          <w:sz w:val="24"/>
          <w:szCs w:val="24"/>
        </w:rPr>
      </w:pPr>
      <w:r>
        <w:rPr>
          <w:sz w:val="24"/>
          <w:szCs w:val="24"/>
        </w:rPr>
        <w:t>The two girls broke their hug to take off their pants while Alex took his off as well. Christina found her own pants rather difficult to pull down, with her new hips so wide and her new buttocks so large. It took her a while to shimmy out of them, pulling on one side, then the other. Finally she slipped out of them. She stopped wearing panties a few months ago, since Alex liked his women without them. Lisa also wasn’t wearing underwear that day.</w:t>
      </w:r>
    </w:p>
    <w:p w:rsidR="00641484" w:rsidRDefault="00641484">
      <w:pPr>
        <w:spacing w:line="480" w:lineRule="auto"/>
        <w:ind w:firstLine="720"/>
        <w:rPr>
          <w:sz w:val="24"/>
          <w:szCs w:val="24"/>
        </w:rPr>
      </w:pPr>
      <w:r>
        <w:rPr>
          <w:sz w:val="24"/>
          <w:szCs w:val="24"/>
        </w:rPr>
        <w:t>Alex took one of Christina’s large breasts into his mouth, sucking as much of it he could. The feeling of his tongue on her breast was electric to her. Within moments she felt herself orgasming, much faster than it took before. Alex lifted his face to her own and asked, “Did you cum already? That was fast just for breast play!”</w:t>
      </w:r>
    </w:p>
    <w:p w:rsidR="00641484" w:rsidRDefault="00641484">
      <w:pPr>
        <w:spacing w:line="480" w:lineRule="auto"/>
        <w:ind w:firstLine="720"/>
        <w:rPr>
          <w:sz w:val="24"/>
          <w:szCs w:val="24"/>
        </w:rPr>
      </w:pPr>
      <w:r>
        <w:rPr>
          <w:sz w:val="24"/>
          <w:szCs w:val="24"/>
        </w:rPr>
        <w:t xml:space="preserve">“Yeah. I made my breasts a lot more sensitive as well as Lisa’s. Try hers next.” Lisa lifted up one of her own breasts and Alex began licking and sucking it. Within moments she screamed as an orgasm took her. </w:t>
      </w:r>
    </w:p>
    <w:p w:rsidR="00641484" w:rsidRDefault="00641484">
      <w:pPr>
        <w:spacing w:line="480" w:lineRule="auto"/>
        <w:ind w:firstLine="720"/>
        <w:rPr>
          <w:sz w:val="24"/>
          <w:szCs w:val="24"/>
        </w:rPr>
      </w:pPr>
      <w:r>
        <w:rPr>
          <w:sz w:val="24"/>
          <w:szCs w:val="24"/>
        </w:rPr>
        <w:t>“Oh my God!” Lisa screamed. “I’ve never had an orgasm like that just from my tits before! Alex, You’re incredible!” Alex must have thought it was amusing, because he switched to her other breast and licked and sucked it through two more orgasms in Lisa. He reached down and fingered Christina’s clit while he sucked them.</w:t>
      </w:r>
    </w:p>
    <w:p w:rsidR="00641484" w:rsidRDefault="00641484">
      <w:pPr>
        <w:spacing w:line="480" w:lineRule="auto"/>
        <w:ind w:firstLine="720"/>
        <w:rPr>
          <w:sz w:val="24"/>
          <w:szCs w:val="24"/>
        </w:rPr>
      </w:pPr>
      <w:r>
        <w:rPr>
          <w:sz w:val="24"/>
          <w:szCs w:val="24"/>
        </w:rPr>
        <w:t>After a while, Christina wanted more. She lifted Alex’s face by the chin to her own and kissed him before slowly lowering him to the floor. She began lowering herself slowly on his huge ten inch cock. She always remembered it being this big, however, if Alex was telling the truth, then she may only be used to his six inch member. And he was right. She thought his cock filled her up before, but now it felt massive against her. And yet his cock didn’t feel painful at all. At least that was good. As she lowered herself on him, he pulled her hips down trying to help her along. She wound up having three orgasms before she bottomed out on him. Lisa and her slave sisters also experienced the orgasms.</w:t>
      </w:r>
    </w:p>
    <w:p w:rsidR="00641484" w:rsidRDefault="00641484">
      <w:pPr>
        <w:spacing w:line="480" w:lineRule="auto"/>
        <w:ind w:firstLine="720"/>
        <w:rPr>
          <w:sz w:val="24"/>
          <w:szCs w:val="24"/>
        </w:rPr>
      </w:pPr>
      <w:r>
        <w:rPr>
          <w:sz w:val="24"/>
          <w:szCs w:val="24"/>
        </w:rPr>
        <w:t>Once fully down on Alex, Christina began slowly lifting up on his cock, before lowering herself again. Every full stroke she made on the large thing seemed to make her orgasm again. As she grew used to it, Christina was able to pick up the pace, bouncing up and down on his penis. She began raising herself quickly, before slamming down on his cock again. Before long she began to experience the nonstop orgasm feeling. It was the first time since he had proposed that she felt it from this position.</w:t>
      </w:r>
    </w:p>
    <w:p w:rsidR="00641484" w:rsidRDefault="00641484">
      <w:pPr>
        <w:spacing w:line="480" w:lineRule="auto"/>
        <w:ind w:firstLine="720"/>
        <w:rPr>
          <w:sz w:val="24"/>
          <w:szCs w:val="24"/>
        </w:rPr>
      </w:pPr>
      <w:r>
        <w:rPr>
          <w:sz w:val="24"/>
          <w:szCs w:val="24"/>
        </w:rPr>
        <w:t xml:space="preserve">As she slammed on his cock again and again, Alex began groaning, not in pleasure, but in pain. She slowed down and asked, “Baby? Are you ok?” </w:t>
      </w:r>
    </w:p>
    <w:p w:rsidR="00641484" w:rsidRDefault="00641484">
      <w:pPr>
        <w:spacing w:line="480" w:lineRule="auto"/>
        <w:ind w:firstLine="720"/>
        <w:rPr>
          <w:sz w:val="24"/>
          <w:szCs w:val="24"/>
        </w:rPr>
      </w:pPr>
      <w:r>
        <w:rPr>
          <w:sz w:val="24"/>
          <w:szCs w:val="24"/>
        </w:rPr>
        <w:t>He winced and said, “Yeah, yeah. I’ll be fine. Don’t worry about me.” She rubbed his face before grinding against him again. As her large breasts slapped heavily against him, he began moaning again and a few times he would say, “Ow.” She hoped he was OK. Eventually he stopped moaning.</w:t>
      </w:r>
    </w:p>
    <w:p w:rsidR="00641484" w:rsidRDefault="00641484">
      <w:pPr>
        <w:spacing w:line="480" w:lineRule="auto"/>
        <w:ind w:firstLine="720"/>
        <w:rPr>
          <w:sz w:val="24"/>
          <w:szCs w:val="24"/>
        </w:rPr>
      </w:pPr>
      <w:r>
        <w:rPr>
          <w:sz w:val="24"/>
          <w:szCs w:val="24"/>
        </w:rPr>
        <w:t>As she was overcome by the constant orgasm, Christina started moaning to him, “Give me a baby, Alex! I want your baby so badly Alex! Cum inside me, baby!” After saying that a few times, Alex complied and came deep inside of her. Christina slowly got off of him. Her pussy wasn’t sore like she thought it would be.</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Alex stood up and smiled at them. “Watch this,” he said. Christina watched in awe as his penis once again grew to its full length and size. Usually it took a few minutes of someone sucking it before it reached its full length. And yet, he somehow made it erect within moments of cumming inside of her.</w:t>
      </w:r>
    </w:p>
    <w:p w:rsidR="00641484" w:rsidRDefault="00641484">
      <w:pPr>
        <w:spacing w:line="480" w:lineRule="auto"/>
        <w:ind w:firstLine="720"/>
        <w:rPr>
          <w:sz w:val="24"/>
          <w:szCs w:val="24"/>
        </w:rPr>
      </w:pPr>
      <w:r>
        <w:rPr>
          <w:sz w:val="24"/>
          <w:szCs w:val="24"/>
        </w:rPr>
        <w:t xml:space="preserve">“How did you do that?” She asked, incredulously. </w:t>
      </w:r>
    </w:p>
    <w:p w:rsidR="00641484" w:rsidRDefault="00641484">
      <w:pPr>
        <w:spacing w:line="480" w:lineRule="auto"/>
        <w:ind w:firstLine="720"/>
        <w:rPr>
          <w:sz w:val="24"/>
          <w:szCs w:val="24"/>
        </w:rPr>
      </w:pPr>
      <w:r>
        <w:rPr>
          <w:sz w:val="24"/>
          <w:szCs w:val="24"/>
        </w:rPr>
        <w:t>“One of my wishes was to be able to become erect any time I please. I can also cum anytime I want to now.”</w:t>
      </w:r>
    </w:p>
    <w:p w:rsidR="00641484" w:rsidRDefault="00641484">
      <w:pPr>
        <w:spacing w:line="480" w:lineRule="auto"/>
        <w:ind w:firstLine="720"/>
        <w:rPr>
          <w:sz w:val="24"/>
          <w:szCs w:val="24"/>
        </w:rPr>
      </w:pPr>
      <w:r>
        <w:rPr>
          <w:sz w:val="24"/>
          <w:szCs w:val="24"/>
        </w:rPr>
        <w:t>Lisa stepped up. “MMMmmmmm. I think I want that thing inside my ass now, honey. Do you think I can get a turn?”</w:t>
      </w:r>
    </w:p>
    <w:p w:rsidR="00641484" w:rsidRDefault="00641484">
      <w:pPr>
        <w:spacing w:line="480" w:lineRule="auto"/>
        <w:ind w:firstLine="720"/>
        <w:rPr>
          <w:sz w:val="24"/>
          <w:szCs w:val="24"/>
        </w:rPr>
      </w:pPr>
      <w:r>
        <w:rPr>
          <w:sz w:val="24"/>
          <w:szCs w:val="24"/>
        </w:rPr>
        <w:t>Christina remembered his ten inch penis being in her butt before, but if it was only six inches before, she thought it may actually hurt her now. “Hey Lisa? Maybe you should get some lotion or something first. It may be too big for you now.”</w:t>
      </w:r>
    </w:p>
    <w:p w:rsidR="00641484" w:rsidRDefault="00641484">
      <w:pPr>
        <w:spacing w:line="480" w:lineRule="auto"/>
        <w:ind w:firstLine="720"/>
        <w:rPr>
          <w:sz w:val="24"/>
          <w:szCs w:val="24"/>
        </w:rPr>
      </w:pPr>
      <w:r>
        <w:rPr>
          <w:sz w:val="24"/>
          <w:szCs w:val="24"/>
        </w:rPr>
        <w:t>“Nonsense!” she said. “It fit in here plenty of times before. I’ll be fine.”</w:t>
      </w:r>
    </w:p>
    <w:p w:rsidR="00641484" w:rsidRDefault="00641484">
      <w:pPr>
        <w:spacing w:line="480" w:lineRule="auto"/>
        <w:ind w:firstLine="720"/>
        <w:rPr>
          <w:sz w:val="24"/>
          <w:szCs w:val="24"/>
        </w:rPr>
      </w:pPr>
      <w:r>
        <w:rPr>
          <w:sz w:val="24"/>
          <w:szCs w:val="24"/>
        </w:rPr>
        <w:t xml:space="preserve">“Don’t worry,” Alex explained. “I made sure that it will never hurt anyone. She’ll only feel pleasure from it.” Christina breathed a sigh of relief. It would be horrible if he couldn’t do anyone in the ass anymore. She always liked it up there. </w:t>
      </w:r>
    </w:p>
    <w:p w:rsidR="00641484" w:rsidRDefault="00641484">
      <w:pPr>
        <w:spacing w:line="480" w:lineRule="auto"/>
        <w:ind w:firstLine="720"/>
        <w:rPr>
          <w:sz w:val="24"/>
          <w:szCs w:val="24"/>
        </w:rPr>
      </w:pPr>
      <w:r>
        <w:rPr>
          <w:sz w:val="24"/>
          <w:szCs w:val="24"/>
        </w:rPr>
        <w:t>Lisa rolled onto her front side. Her new breasts propped her up, almost at a 45 degree angle. “Ummmm….I don’t think we can do this position anymore. We’ll have to use a bed for you to lean on,” Alex stated.</w:t>
      </w:r>
    </w:p>
    <w:p w:rsidR="00641484" w:rsidRDefault="00641484">
      <w:pPr>
        <w:spacing w:line="480" w:lineRule="auto"/>
        <w:ind w:firstLine="720"/>
        <w:rPr>
          <w:sz w:val="24"/>
          <w:szCs w:val="24"/>
        </w:rPr>
      </w:pPr>
      <w:r>
        <w:rPr>
          <w:sz w:val="24"/>
          <w:szCs w:val="24"/>
        </w:rPr>
        <w:t>“What are you talking about?” Lisa asked. “We’ve done it like this plenty of times before!” Christina looked at her body. Alex was right. Now that her gigantic breasts were so large, they propped her up at an angle so that her butt would be slanted downwards too far. Christina remembered how Kelly had to start doing that as well when she became pregnant. It was sad that she would be able to do it in that position any more, but she knew her husband adored her new assets more, and that was more important to her.</w:t>
      </w:r>
    </w:p>
    <w:p w:rsidR="00641484" w:rsidRDefault="00641484">
      <w:pPr>
        <w:spacing w:line="480" w:lineRule="auto"/>
        <w:ind w:firstLine="720"/>
        <w:rPr>
          <w:sz w:val="24"/>
          <w:szCs w:val="24"/>
        </w:rPr>
      </w:pPr>
      <w:r>
        <w:rPr>
          <w:sz w:val="24"/>
          <w:szCs w:val="24"/>
        </w:rPr>
        <w:t>Alex sighed deeply. “That was before I…or we changed your breast size, mom. Just trust me, OK?”</w:t>
      </w:r>
    </w:p>
    <w:p w:rsidR="00641484" w:rsidRDefault="00641484">
      <w:pPr>
        <w:spacing w:line="480" w:lineRule="auto"/>
        <w:ind w:firstLine="720"/>
        <w:rPr>
          <w:sz w:val="24"/>
          <w:szCs w:val="24"/>
        </w:rPr>
      </w:pPr>
      <w:r>
        <w:rPr>
          <w:sz w:val="24"/>
          <w:szCs w:val="24"/>
        </w:rPr>
        <w:t>Christina chimed in. “He’s right, Lisa. Your breasts are too big now. Your butt is practically resting on the ground now.”</w:t>
      </w:r>
    </w:p>
    <w:p w:rsidR="00641484" w:rsidRDefault="00641484">
      <w:pPr>
        <w:spacing w:line="480" w:lineRule="auto"/>
        <w:ind w:firstLine="720"/>
        <w:rPr>
          <w:sz w:val="24"/>
          <w:szCs w:val="24"/>
        </w:rPr>
      </w:pPr>
      <w:r>
        <w:rPr>
          <w:sz w:val="24"/>
          <w:szCs w:val="24"/>
        </w:rPr>
        <w:t>Lisa looked behind her and grimaced. “That’s weird. I guess he really can make wishes come true, can’t he? I was sure this position worked before. That’s so fucking weird!”</w:t>
      </w:r>
    </w:p>
    <w:p w:rsidR="00641484" w:rsidRDefault="00641484">
      <w:pPr>
        <w:spacing w:line="480" w:lineRule="auto"/>
        <w:ind w:firstLine="720"/>
        <w:rPr>
          <w:sz w:val="24"/>
          <w:szCs w:val="24"/>
        </w:rPr>
      </w:pPr>
      <w:r>
        <w:rPr>
          <w:sz w:val="24"/>
          <w:szCs w:val="24"/>
        </w:rPr>
        <w:t>Alex laughed. “I know, right? You’ll get used to it. Come on. Let’s get to the main bedroom.” Lisa got up and her, Christina, and Alex began walking out of the library towards the stairs.</w:t>
      </w:r>
    </w:p>
    <w:p w:rsidR="00641484" w:rsidRDefault="00641484">
      <w:pPr>
        <w:spacing w:line="480" w:lineRule="auto"/>
        <w:ind w:firstLine="720"/>
        <w:rPr>
          <w:sz w:val="24"/>
          <w:szCs w:val="24"/>
        </w:rPr>
      </w:pPr>
      <w:r>
        <w:rPr>
          <w:sz w:val="24"/>
          <w:szCs w:val="24"/>
        </w:rPr>
        <w:t>“Can we come, mistress?” Danielle asked, meekly.</w:t>
      </w:r>
    </w:p>
    <w:p w:rsidR="00641484" w:rsidRDefault="00641484">
      <w:pPr>
        <w:spacing w:line="480" w:lineRule="auto"/>
        <w:ind w:firstLine="720"/>
        <w:rPr>
          <w:sz w:val="24"/>
          <w:szCs w:val="24"/>
        </w:rPr>
      </w:pPr>
      <w:r>
        <w:rPr>
          <w:sz w:val="24"/>
          <w:szCs w:val="24"/>
        </w:rPr>
        <w:t>“No!” both Alex and Christina said in unison, before laughing. Alex added in, “Go get something to eat ladies. Make us some ham and cheese sandwiches too while you’re at it.”</w:t>
      </w:r>
    </w:p>
    <w:p w:rsidR="00641484" w:rsidRDefault="00641484">
      <w:pPr>
        <w:spacing w:line="480" w:lineRule="auto"/>
        <w:ind w:firstLine="720"/>
        <w:rPr>
          <w:sz w:val="24"/>
          <w:szCs w:val="24"/>
        </w:rPr>
      </w:pPr>
      <w:r>
        <w:rPr>
          <w:sz w:val="24"/>
          <w:szCs w:val="24"/>
        </w:rPr>
        <w:t>“Yes, master. Thank you, master.” Misty said.</w:t>
      </w:r>
    </w:p>
    <w:p w:rsidR="00641484" w:rsidRDefault="00641484">
      <w:pPr>
        <w:spacing w:line="480" w:lineRule="auto"/>
        <w:ind w:firstLine="720"/>
        <w:rPr>
          <w:sz w:val="24"/>
          <w:szCs w:val="24"/>
        </w:rPr>
      </w:pPr>
      <w:r>
        <w:rPr>
          <w:sz w:val="24"/>
          <w:szCs w:val="24"/>
        </w:rPr>
        <w:t>The three of them all walked up the stairs, still naked, while Christina’s sisters walked towards the kitchen, also naked. “They better not get their dirty cum on my sandwich!” Christina said as she followed Alex.</w:t>
      </w:r>
    </w:p>
    <w:p w:rsidR="00641484" w:rsidRDefault="00641484">
      <w:pPr>
        <w:spacing w:line="480" w:lineRule="auto"/>
        <w:ind w:firstLine="720"/>
        <w:rPr>
          <w:sz w:val="24"/>
          <w:szCs w:val="24"/>
        </w:rPr>
      </w:pPr>
      <w:r>
        <w:rPr>
          <w:sz w:val="24"/>
          <w:szCs w:val="24"/>
        </w:rPr>
        <w:t>Alex laughed. “I didn’t even think of that. I’m sure they’re make sure they don’t. They know I’d beat their asses if they did.” Christina snickered at that remark. Alex really was getting into the whole slave thing. She remembered how shortly after the two of them met, she introduced him to her sisters. She then told her sisters that Alex was also their master as well and that he could do what he pleased with their bodies. Alex was shocked at first at this revelation, but said that if Christina didn’t mind, then he would try to go along with it too. Misty and Sheila warmed up quickly to the thought of his cock inside of them, so they hardly complained. Besides that, Alex was actually too nice to punish them, besides the occasional slap on the butt cheek while he was doing one of them from behind.</w:t>
      </w:r>
    </w:p>
    <w:p w:rsidR="00641484" w:rsidRDefault="00641484">
      <w:pPr>
        <w:spacing w:line="480" w:lineRule="auto"/>
        <w:ind w:firstLine="720"/>
        <w:rPr>
          <w:sz w:val="24"/>
          <w:szCs w:val="24"/>
        </w:rPr>
      </w:pPr>
      <w:r>
        <w:rPr>
          <w:sz w:val="24"/>
          <w:szCs w:val="24"/>
        </w:rPr>
        <w:t>The three of them got into their room and Lisa quickly bent over the side of the bed. “Now stick that huge stick of yours inside me, lover!” Lisa was in a hurry to have his cock buried deep inside of her. Alex got behind her and put his penis at her anal opening. Even though he had said it would be alright, Christina noticed that he still looked a bit apprehensive about it. He began pushing into her. It took him almost five minutes of him pushing against her while she pushed her hips against him for him to get his cock in.</w:t>
      </w:r>
    </w:p>
    <w:p w:rsidR="00641484" w:rsidRDefault="00641484">
      <w:pPr>
        <w:spacing w:line="480" w:lineRule="auto"/>
        <w:ind w:firstLine="720"/>
        <w:rPr>
          <w:sz w:val="24"/>
          <w:szCs w:val="24"/>
        </w:rPr>
      </w:pPr>
      <w:r>
        <w:rPr>
          <w:sz w:val="24"/>
          <w:szCs w:val="24"/>
        </w:rPr>
        <w:t xml:space="preserve">Lisa moaned the moment the head of his cock entered her asshole. An orgasm came over Christina and her slightly afterwards. The two of them had seven orgasms before Alex was fully inside of her. She remembered how she wished for both of their asses to be more sensitive as well. It seemed to have worked somewhat, because after only a few strokes in and out of Lisa, Christina began feeling the constant orgasm feeling again. And he was still going slowly. She had no idea what it would be like if he really pounded into them. </w:t>
      </w:r>
    </w:p>
    <w:p w:rsidR="00641484" w:rsidRDefault="00641484">
      <w:pPr>
        <w:spacing w:line="480" w:lineRule="auto"/>
        <w:ind w:firstLine="720"/>
        <w:rPr>
          <w:sz w:val="24"/>
          <w:szCs w:val="24"/>
        </w:rPr>
      </w:pPr>
      <w:r>
        <w:rPr>
          <w:sz w:val="24"/>
          <w:szCs w:val="24"/>
        </w:rPr>
        <w:t>Alex continued his pace inside of Lisa. Christina walked beside Alex and french kissed him the entire time he was doing so. It felt so good to feel his cock in her ass while they kissed. He picked up the speed a little and Christina’s orgasm began to grow more intense. She didn’t know how long she could keep up this pace without passing out. She figured Lisa may be the same way. She broke the kiss and looked up into Alex’s eyes. Between long breathes, she said, “Alex, baby, can you keep it slow for us? We’re a little too sensitive for you to go fast right now. If we can get used to it, I promise we can go faster eventually.”</w:t>
      </w:r>
    </w:p>
    <w:p w:rsidR="00641484" w:rsidRDefault="00641484">
      <w:pPr>
        <w:spacing w:line="480" w:lineRule="auto"/>
        <w:ind w:firstLine="720"/>
        <w:rPr>
          <w:sz w:val="24"/>
          <w:szCs w:val="24"/>
        </w:rPr>
      </w:pPr>
      <w:r>
        <w:rPr>
          <w:sz w:val="24"/>
          <w:szCs w:val="24"/>
        </w:rPr>
        <w:t xml:space="preserve">Alex said, “Yeah. Tell me if either of you are about to pass out. I’ll slow down for now.” Alex slowed down. The constant orgasm continued for Christina but it wasn’t as intense as before. </w:t>
      </w:r>
    </w:p>
    <w:p w:rsidR="00641484" w:rsidRDefault="00641484">
      <w:pPr>
        <w:spacing w:line="480" w:lineRule="auto"/>
        <w:ind w:firstLine="720"/>
        <w:rPr>
          <w:sz w:val="24"/>
          <w:szCs w:val="24"/>
        </w:rPr>
      </w:pPr>
      <w:r>
        <w:rPr>
          <w:sz w:val="24"/>
          <w:szCs w:val="24"/>
        </w:rPr>
        <w:t>After about a half hour, Lisa practically screamed, “Can you cum now, honey? I’m getting a little tired!”</w:t>
      </w:r>
    </w:p>
    <w:p w:rsidR="00641484" w:rsidRDefault="00641484">
      <w:pPr>
        <w:spacing w:line="480" w:lineRule="auto"/>
        <w:ind w:firstLine="720"/>
        <w:rPr>
          <w:sz w:val="24"/>
          <w:szCs w:val="24"/>
        </w:rPr>
      </w:pPr>
      <w:r>
        <w:rPr>
          <w:sz w:val="24"/>
          <w:szCs w:val="24"/>
        </w:rPr>
        <w:t xml:space="preserve">“OK, Lisa.” Alex came inside her and pulled out. The three then laid in the huge bed, exhausted. Christina had never cum that hard her entire life. She couldn’t wait until she could feel those sensations once again. </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Alex sat on the grassy hill between the two Kellys once more. The old Kelly leaned against him. “Christina’s breasts kept slapping my stomach and sides today while we had sex. It hurt like hell,” Alex said.</w:t>
      </w:r>
    </w:p>
    <w:p w:rsidR="00641484" w:rsidRDefault="00641484">
      <w:pPr>
        <w:spacing w:line="480" w:lineRule="auto"/>
        <w:ind w:firstLine="720"/>
        <w:rPr>
          <w:sz w:val="24"/>
          <w:szCs w:val="24"/>
        </w:rPr>
      </w:pPr>
      <w:r>
        <w:rPr>
          <w:sz w:val="24"/>
          <w:szCs w:val="24"/>
        </w:rPr>
        <w:t>“Ha! That’s what you get for fucking around!” she told him.</w:t>
      </w:r>
    </w:p>
    <w:p w:rsidR="00641484" w:rsidRDefault="00641484">
      <w:pPr>
        <w:spacing w:line="480" w:lineRule="auto"/>
        <w:ind w:firstLine="720"/>
        <w:rPr>
          <w:sz w:val="24"/>
          <w:szCs w:val="24"/>
        </w:rPr>
      </w:pPr>
      <w:r>
        <w:rPr>
          <w:sz w:val="24"/>
          <w:szCs w:val="24"/>
        </w:rPr>
        <w:t xml:space="preserve"> “So do you remember my penis being smaller?” He asked her.</w:t>
      </w:r>
    </w:p>
    <w:p w:rsidR="00641484" w:rsidRDefault="00641484">
      <w:pPr>
        <w:spacing w:line="480" w:lineRule="auto"/>
        <w:ind w:firstLine="720"/>
        <w:rPr>
          <w:sz w:val="24"/>
          <w:szCs w:val="24"/>
        </w:rPr>
      </w:pPr>
      <w:r>
        <w:rPr>
          <w:sz w:val="24"/>
          <w:szCs w:val="24"/>
        </w:rPr>
        <w:t>“Yeah,” she replied slowly. “It’s like I have two sets of memories now. One of your penis being that length and one of it always being twelve inches. It’s the weirdest fucking thing in the world.”</w:t>
      </w:r>
    </w:p>
    <w:p w:rsidR="00641484" w:rsidRDefault="00641484">
      <w:pPr>
        <w:spacing w:line="480" w:lineRule="auto"/>
        <w:ind w:firstLine="720"/>
        <w:rPr>
          <w:sz w:val="24"/>
          <w:szCs w:val="24"/>
        </w:rPr>
      </w:pPr>
      <w:r>
        <w:rPr>
          <w:sz w:val="24"/>
          <w:szCs w:val="24"/>
        </w:rPr>
        <w:t>“Yeah, I hear ya. It sure is going to take some getting used to, that’s sure. I tried it out on all the girls today, just to make sure I’d be ok in each of them. It looked like they were all fine with it.”</w:t>
      </w:r>
    </w:p>
    <w:p w:rsidR="00641484" w:rsidRDefault="00641484">
      <w:pPr>
        <w:spacing w:line="480" w:lineRule="auto"/>
        <w:ind w:firstLine="720"/>
        <w:rPr>
          <w:sz w:val="24"/>
          <w:szCs w:val="24"/>
        </w:rPr>
      </w:pPr>
      <w:r>
        <w:rPr>
          <w:sz w:val="24"/>
          <w:szCs w:val="24"/>
        </w:rPr>
        <w:t>“I know. I started orgasming in the middle of work, you bastard! I had to hide in the linen closet until it stopped! Then, an hour later I start having an orgasm again! I barely had time to work between all the orgasms!”</w:t>
      </w:r>
    </w:p>
    <w:p w:rsidR="00641484" w:rsidRDefault="00641484">
      <w:pPr>
        <w:spacing w:line="480" w:lineRule="auto"/>
        <w:ind w:firstLine="720"/>
        <w:rPr>
          <w:sz w:val="24"/>
          <w:szCs w:val="24"/>
        </w:rPr>
      </w:pPr>
      <w:r>
        <w:rPr>
          <w:sz w:val="24"/>
          <w:szCs w:val="24"/>
        </w:rPr>
        <w:t>“Oh my God! I’m so sorry, Kelly! I didn’t know the orgasms extended that much. I mean, Christina said that her and Lisa had orgasms a mile away, but I didn’t think it would extend that far.</w:t>
      </w:r>
    </w:p>
    <w:p w:rsidR="00641484" w:rsidRDefault="00641484">
      <w:pPr>
        <w:spacing w:line="480" w:lineRule="auto"/>
        <w:ind w:firstLine="720"/>
        <w:rPr>
          <w:sz w:val="24"/>
          <w:szCs w:val="24"/>
        </w:rPr>
      </w:pPr>
      <w:r>
        <w:rPr>
          <w:sz w:val="24"/>
          <w:szCs w:val="24"/>
        </w:rPr>
        <w:t>“Yeah, well, it did, asshole. I joined Gloria the second time it happened. She was orgasming too. She said the two of us would have to focus more on deskwork.”</w:t>
      </w:r>
    </w:p>
    <w:p w:rsidR="00641484" w:rsidRDefault="00641484">
      <w:pPr>
        <w:spacing w:line="480" w:lineRule="auto"/>
        <w:ind w:firstLine="720"/>
        <w:rPr>
          <w:sz w:val="24"/>
          <w:szCs w:val="24"/>
        </w:rPr>
      </w:pPr>
      <w:r>
        <w:rPr>
          <w:sz w:val="24"/>
          <w:szCs w:val="24"/>
        </w:rPr>
        <w:t>“Oh wow. I’m so sorry about that. I’ll have to figure out a way around that.”</w:t>
      </w:r>
    </w:p>
    <w:p w:rsidR="00641484" w:rsidRDefault="00641484">
      <w:pPr>
        <w:spacing w:line="480" w:lineRule="auto"/>
        <w:ind w:firstLine="720"/>
        <w:rPr>
          <w:sz w:val="24"/>
          <w:szCs w:val="24"/>
        </w:rPr>
      </w:pPr>
      <w:r>
        <w:rPr>
          <w:sz w:val="24"/>
          <w:szCs w:val="24"/>
        </w:rPr>
        <w:t>“You better, you asshole! I can’t work while I’m orgasming!”</w:t>
      </w:r>
    </w:p>
    <w:p w:rsidR="00641484" w:rsidRDefault="00641484">
      <w:pPr>
        <w:spacing w:line="480" w:lineRule="auto"/>
        <w:ind w:firstLine="720"/>
        <w:rPr>
          <w:sz w:val="24"/>
          <w:szCs w:val="24"/>
        </w:rPr>
      </w:pPr>
      <w:r>
        <w:rPr>
          <w:sz w:val="24"/>
          <w:szCs w:val="24"/>
        </w:rPr>
        <w:t>“By the way, I tried to wish for your old self to return but it didn’t work.” He stared down at the ring on his finger. “I wonder why I can’t use it to free you.”</w:t>
      </w:r>
    </w:p>
    <w:p w:rsidR="00641484" w:rsidRDefault="00641484">
      <w:pPr>
        <w:spacing w:line="480" w:lineRule="auto"/>
        <w:ind w:firstLine="720"/>
        <w:rPr>
          <w:sz w:val="24"/>
          <w:szCs w:val="24"/>
        </w:rPr>
      </w:pPr>
      <w:r>
        <w:rPr>
          <w:sz w:val="24"/>
          <w:szCs w:val="24"/>
        </w:rPr>
        <w:t>“Oh that’s simple. If you weren’t so dumb you’d know full well that the Elders gave it to you! And they aren’t going to let your ring do anything that goes against their wishes!”</w:t>
      </w:r>
    </w:p>
    <w:p w:rsidR="00641484" w:rsidRDefault="00641484">
      <w:pPr>
        <w:spacing w:line="480" w:lineRule="auto"/>
        <w:ind w:firstLine="720"/>
        <w:rPr>
          <w:sz w:val="24"/>
          <w:szCs w:val="24"/>
        </w:rPr>
      </w:pPr>
      <w:r>
        <w:rPr>
          <w:sz w:val="24"/>
          <w:szCs w:val="24"/>
        </w:rPr>
        <w:t>“Yeah, but Sheila and Misty gave it to me, not the elders.”</w:t>
      </w:r>
    </w:p>
    <w:p w:rsidR="00641484" w:rsidRDefault="00641484">
      <w:pPr>
        <w:spacing w:line="480" w:lineRule="auto"/>
        <w:ind w:firstLine="720"/>
        <w:rPr>
          <w:sz w:val="24"/>
          <w:szCs w:val="24"/>
        </w:rPr>
      </w:pPr>
      <w:r>
        <w:rPr>
          <w:sz w:val="24"/>
          <w:szCs w:val="24"/>
        </w:rPr>
        <w:t>“Are you that retarded? They gave it to them knowing that they would give it to you! It doesn’t take a genius to figure that out you know!”</w:t>
      </w:r>
    </w:p>
    <w:p w:rsidR="00641484" w:rsidRDefault="00641484">
      <w:pPr>
        <w:spacing w:line="480" w:lineRule="auto"/>
        <w:ind w:firstLine="720"/>
        <w:rPr>
          <w:sz w:val="24"/>
          <w:szCs w:val="24"/>
        </w:rPr>
      </w:pPr>
      <w:r>
        <w:rPr>
          <w:sz w:val="24"/>
          <w:szCs w:val="24"/>
        </w:rPr>
        <w:t xml:space="preserve">Alex sighed. “Yeah, I suppose that’s true. I did wish to know who the Elders were earlier but nothing happened. I should’ve figured that. I guess I really ain’t that bright.” </w:t>
      </w:r>
    </w:p>
    <w:p w:rsidR="00641484" w:rsidRDefault="00641484">
      <w:pPr>
        <w:spacing w:line="480" w:lineRule="auto"/>
        <w:ind w:firstLine="720"/>
        <w:rPr>
          <w:sz w:val="24"/>
          <w:szCs w:val="24"/>
        </w:rPr>
      </w:pPr>
      <w:r>
        <w:rPr>
          <w:sz w:val="24"/>
          <w:szCs w:val="24"/>
        </w:rPr>
        <w:t>“You know, there’s always a way around things.”</w:t>
      </w:r>
    </w:p>
    <w:p w:rsidR="00641484" w:rsidRDefault="00641484">
      <w:pPr>
        <w:spacing w:line="480" w:lineRule="auto"/>
        <w:ind w:firstLine="720"/>
        <w:rPr>
          <w:sz w:val="24"/>
          <w:szCs w:val="24"/>
        </w:rPr>
      </w:pPr>
      <w:r>
        <w:rPr>
          <w:sz w:val="24"/>
          <w:szCs w:val="24"/>
        </w:rPr>
        <w:t>“What do you mean?” he asked.</w:t>
      </w:r>
    </w:p>
    <w:p w:rsidR="00641484" w:rsidRDefault="00641484">
      <w:pPr>
        <w:spacing w:line="480" w:lineRule="auto"/>
        <w:ind w:firstLine="720"/>
        <w:rPr>
          <w:sz w:val="24"/>
          <w:szCs w:val="24"/>
        </w:rPr>
      </w:pPr>
      <w:r>
        <w:rPr>
          <w:sz w:val="24"/>
          <w:szCs w:val="24"/>
        </w:rPr>
        <w:t>“I’m just saying. Maybe you can wish to see the Elders or know where they live or where they are from. Maybe you could wish to see a few years into the future to see what how their plans turned out. Who knows! Look, you’re not as dumb as I say you are sometimes. I know you’ll figure something out eventually.”</w:t>
      </w:r>
    </w:p>
    <w:p w:rsidR="00641484" w:rsidRDefault="00641484">
      <w:pPr>
        <w:spacing w:line="480" w:lineRule="auto"/>
        <w:ind w:firstLine="720"/>
        <w:rPr>
          <w:sz w:val="24"/>
          <w:szCs w:val="24"/>
        </w:rPr>
      </w:pPr>
      <w:r>
        <w:rPr>
          <w:sz w:val="24"/>
          <w:szCs w:val="24"/>
        </w:rPr>
        <w:t>“I suppose I could try some of those in the morning. Thanks, Kelly!”</w:t>
      </w:r>
    </w:p>
    <w:p w:rsidR="00641484" w:rsidRDefault="00641484">
      <w:pPr>
        <w:spacing w:line="480" w:lineRule="auto"/>
        <w:ind w:firstLine="720"/>
        <w:rPr>
          <w:sz w:val="24"/>
          <w:szCs w:val="24"/>
        </w:rPr>
      </w:pPr>
      <w:r>
        <w:rPr>
          <w:sz w:val="24"/>
          <w:szCs w:val="24"/>
        </w:rPr>
        <w:t>“Now come over here, babe! I want to see how your new cock feels inside me now!” The two made love for the rest of the night. She ended up having well over a dozen orgasms before they were finished. Alex hoped that he could find a way to get her out of his dreams and into reality. She meant the world to him now.</w:t>
      </w:r>
    </w:p>
    <w:p w:rsidR="00641484" w:rsidRDefault="00641484">
      <w:pPr>
        <w:spacing w:line="480" w:lineRule="auto"/>
        <w:ind w:firstLine="720"/>
        <w:rPr>
          <w:i/>
          <w:iCs/>
          <w:sz w:val="24"/>
          <w:szCs w:val="24"/>
        </w:rPr>
      </w:pPr>
      <w:r>
        <w:rPr>
          <w:sz w:val="24"/>
          <w:szCs w:val="24"/>
        </w:rPr>
        <w:t xml:space="preserve">Dawn came, and Alex woke up next to Kelly. He told the girls that he wanted to have some time alone that day, so they all went their separate ways. Once he was alone in his personal bedroom, sitting down in his chair, Alex closed his eyes and made his wish. </w:t>
      </w:r>
      <w:r>
        <w:rPr>
          <w:i/>
          <w:iCs/>
          <w:sz w:val="24"/>
          <w:szCs w:val="24"/>
        </w:rPr>
        <w:t>Here goes nothing. I wish I could see what happens twenty years in the future.</w:t>
      </w:r>
    </w:p>
    <w:p w:rsidR="00641484" w:rsidRDefault="00641484">
      <w:pPr>
        <w:spacing w:line="480" w:lineRule="auto"/>
        <w:ind w:firstLine="720"/>
        <w:rPr>
          <w:i/>
          <w:iCs/>
          <w:sz w:val="24"/>
          <w:szCs w:val="24"/>
        </w:rPr>
      </w:pPr>
    </w:p>
    <w:p w:rsidR="00641484" w:rsidRDefault="00641484">
      <w:pPr>
        <w:spacing w:line="480" w:lineRule="auto"/>
        <w:ind w:firstLine="720"/>
        <w:rPr>
          <w:i/>
          <w:iCs/>
          <w:sz w:val="24"/>
          <w:szCs w:val="24"/>
        </w:rPr>
      </w:pPr>
    </w:p>
    <w:p w:rsidR="00641484" w:rsidRDefault="00641484">
      <w:pPr>
        <w:spacing w:line="480" w:lineRule="auto"/>
        <w:ind w:firstLine="720"/>
        <w:rPr>
          <w:sz w:val="24"/>
          <w:szCs w:val="24"/>
        </w:rPr>
      </w:pPr>
      <w:r>
        <w:rPr>
          <w:sz w:val="24"/>
          <w:szCs w:val="24"/>
        </w:rPr>
        <w:t>When he opened his eyes, he was in a large palace. He looked over to see himself sitting on a throne. That Alex looked to be just about the same age as him. He wore a pair a tight black jeans and nothing else. He was currently being fanned by several naked women. Many naked women surrounded him. All of them seemed to have P cups or higher. Some were even bigger than the Z cups Kelly and Christina had! He noticed Brittney in one corner, naked, talking to him. In another corner was three Christinas? How was that possible? Alex knew full well that Christina wasn’t a triplet. So, how was there three of her? It just made no sense!</w:t>
      </w:r>
    </w:p>
    <w:p w:rsidR="00641484" w:rsidRDefault="00641484">
      <w:pPr>
        <w:spacing w:line="480" w:lineRule="auto"/>
        <w:ind w:firstLine="720"/>
        <w:rPr>
          <w:sz w:val="24"/>
          <w:szCs w:val="24"/>
        </w:rPr>
      </w:pPr>
      <w:r>
        <w:rPr>
          <w:sz w:val="24"/>
          <w:szCs w:val="24"/>
        </w:rPr>
        <w:t>A servant walked in and bowed to the older Alex. “Sir. Your daughter Tiffany has been sent to the private college all your other daughters have gone to.”</w:t>
      </w:r>
    </w:p>
    <w:p w:rsidR="00641484" w:rsidRDefault="00641484">
      <w:pPr>
        <w:spacing w:line="480" w:lineRule="auto"/>
        <w:ind w:firstLine="720"/>
        <w:rPr>
          <w:sz w:val="24"/>
          <w:szCs w:val="24"/>
        </w:rPr>
      </w:pPr>
      <w:r>
        <w:rPr>
          <w:sz w:val="24"/>
          <w:szCs w:val="24"/>
        </w:rPr>
        <w:t>Future Alex frowned deeply. “Ah, already? Well that sucks! I wanted to say goodbye before she left and give her a party!”</w:t>
      </w:r>
    </w:p>
    <w:p w:rsidR="00641484" w:rsidRDefault="00641484">
      <w:pPr>
        <w:spacing w:line="480" w:lineRule="auto"/>
        <w:ind w:firstLine="720"/>
        <w:rPr>
          <w:sz w:val="24"/>
          <w:szCs w:val="24"/>
        </w:rPr>
      </w:pPr>
      <w:r>
        <w:rPr>
          <w:sz w:val="24"/>
          <w:szCs w:val="24"/>
        </w:rPr>
        <w:t>“My Lord, she had come of age several days ago. You know she was about to go to school.”</w:t>
      </w:r>
    </w:p>
    <w:p w:rsidR="00641484" w:rsidRDefault="00641484">
      <w:pPr>
        <w:spacing w:line="480" w:lineRule="auto"/>
        <w:ind w:firstLine="720"/>
        <w:rPr>
          <w:sz w:val="24"/>
          <w:szCs w:val="24"/>
        </w:rPr>
      </w:pPr>
      <w:r>
        <w:rPr>
          <w:sz w:val="24"/>
          <w:szCs w:val="24"/>
        </w:rPr>
        <w:t>A guy walked in and bowed deeply to Alex. Alex couldn’t help but notice his ears were human, quite like his own. “Father, how are you today?”</w:t>
      </w:r>
    </w:p>
    <w:p w:rsidR="00641484" w:rsidRDefault="00641484">
      <w:pPr>
        <w:spacing w:line="480" w:lineRule="auto"/>
        <w:ind w:firstLine="720"/>
        <w:rPr>
          <w:sz w:val="24"/>
          <w:szCs w:val="24"/>
        </w:rPr>
      </w:pPr>
      <w:r>
        <w:rPr>
          <w:sz w:val="24"/>
          <w:szCs w:val="24"/>
        </w:rPr>
        <w:t>“Good Jason. How’s things going for you?”</w:t>
      </w:r>
    </w:p>
    <w:p w:rsidR="00641484" w:rsidRDefault="00641484">
      <w:pPr>
        <w:spacing w:line="480" w:lineRule="auto"/>
        <w:ind w:firstLine="720"/>
        <w:rPr>
          <w:sz w:val="24"/>
          <w:szCs w:val="24"/>
        </w:rPr>
      </w:pPr>
      <w:r>
        <w:rPr>
          <w:sz w:val="24"/>
          <w:szCs w:val="24"/>
        </w:rPr>
        <w:t>“Good. I had sex with twelve different girls last night. I am sure they will all be pregnant with my kids soon, dad.”</w:t>
      </w:r>
    </w:p>
    <w:p w:rsidR="00641484" w:rsidRDefault="00641484">
      <w:pPr>
        <w:spacing w:line="480" w:lineRule="auto"/>
        <w:ind w:firstLine="720"/>
        <w:rPr>
          <w:sz w:val="24"/>
          <w:szCs w:val="24"/>
        </w:rPr>
      </w:pPr>
      <w:r>
        <w:rPr>
          <w:sz w:val="24"/>
          <w:szCs w:val="24"/>
        </w:rPr>
        <w:t>“Hey, that’s awesome! Good job keeping the human race growing.”</w:t>
      </w:r>
    </w:p>
    <w:p w:rsidR="00641484" w:rsidRDefault="00641484">
      <w:pPr>
        <w:spacing w:line="480" w:lineRule="auto"/>
        <w:ind w:firstLine="720"/>
        <w:rPr>
          <w:sz w:val="24"/>
          <w:szCs w:val="24"/>
        </w:rPr>
      </w:pPr>
      <w:r>
        <w:rPr>
          <w:sz w:val="24"/>
          <w:szCs w:val="24"/>
        </w:rPr>
        <w:t>“Thanks dad. I heard Tiffany left this morning. I was wondering, do you know the address her and my other sisters are staying? I would like to visit them sometime.”</w:t>
      </w:r>
    </w:p>
    <w:p w:rsidR="00641484" w:rsidRDefault="00641484">
      <w:pPr>
        <w:spacing w:line="480" w:lineRule="auto"/>
        <w:ind w:firstLine="720"/>
        <w:rPr>
          <w:sz w:val="24"/>
          <w:szCs w:val="24"/>
        </w:rPr>
      </w:pPr>
      <w:r>
        <w:rPr>
          <w:sz w:val="24"/>
          <w:szCs w:val="24"/>
        </w:rPr>
        <w:t>“Fraid not, son. My advisors keep telling me that they have to keep their school’s location a secret, even from me. You’d think the god of this world would be allowed to see his kids sometimes. Sometimes I feel like they’ll the ones pulling the strings around here.”</w:t>
      </w:r>
    </w:p>
    <w:p w:rsidR="00641484" w:rsidRDefault="00641484">
      <w:pPr>
        <w:spacing w:line="480" w:lineRule="auto"/>
        <w:ind w:firstLine="720"/>
        <w:rPr>
          <w:sz w:val="24"/>
          <w:szCs w:val="24"/>
        </w:rPr>
      </w:pPr>
      <w:r>
        <w:rPr>
          <w:sz w:val="24"/>
          <w:szCs w:val="24"/>
        </w:rPr>
        <w:t>“Yes father. Anyhow, I am going to have sex again. Did you want to join in?”</w:t>
      </w:r>
    </w:p>
    <w:p w:rsidR="00641484" w:rsidRDefault="00641484">
      <w:pPr>
        <w:spacing w:line="480" w:lineRule="auto"/>
        <w:ind w:firstLine="720"/>
        <w:rPr>
          <w:sz w:val="24"/>
          <w:szCs w:val="24"/>
        </w:rPr>
      </w:pPr>
      <w:r>
        <w:rPr>
          <w:sz w:val="24"/>
          <w:szCs w:val="24"/>
        </w:rPr>
        <w:t xml:space="preserve">“Ugh. You know I don’t like seeing other guys junk. You have fun. I got plenty of women to keep my company here.” He grabbed one of the Christinas and kissed her deeply. He smiled and plunged a finger into her pussy, sliding it in and out of her. All the women moaned from it. </w:t>
      </w:r>
    </w:p>
    <w:p w:rsidR="00641484" w:rsidRDefault="00641484">
      <w:pPr>
        <w:spacing w:line="480" w:lineRule="auto"/>
        <w:ind w:firstLine="720"/>
        <w:rPr>
          <w:sz w:val="24"/>
          <w:szCs w:val="24"/>
        </w:rPr>
      </w:pPr>
      <w:r>
        <w:rPr>
          <w:sz w:val="24"/>
          <w:szCs w:val="24"/>
        </w:rPr>
        <w:t>His future son bowed before future Alex and left. Alex watched as several more people came to him. Many of them were females offering their bodies to him in the hopes that he will impregnate them as well. Some of Alex’s other sons showed up as well. All of them seemed to have human ears just like their father. A small girl came in eventually that was also human. She talked to her father and one of the women, apparently her mom, before hurrying off to play.</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i/>
          <w:iCs/>
          <w:sz w:val="24"/>
          <w:szCs w:val="24"/>
        </w:rPr>
      </w:pPr>
      <w:r>
        <w:rPr>
          <w:sz w:val="24"/>
          <w:szCs w:val="24"/>
        </w:rPr>
        <w:t xml:space="preserve">Alex woke from his vision. He looked around and noticed that he was back in his room. He looked at his alarm clock. Only one minute had passed since his mind jumped twenty years. </w:t>
      </w:r>
      <w:r>
        <w:rPr>
          <w:i/>
          <w:iCs/>
          <w:sz w:val="24"/>
          <w:szCs w:val="24"/>
        </w:rPr>
        <w:t>Well, that wasn’t all that bad. I wonder how I stayed so young. I guess I wished at some point for eternal youth. It looked as if I was a god to a lot of them. I bet Brittney had some part of that. Should I look farther? I didn’t see anything about the Elders that time. It was as if I had completely forgotten them.</w:t>
      </w:r>
    </w:p>
    <w:p w:rsidR="00641484" w:rsidRDefault="00641484">
      <w:pPr>
        <w:spacing w:line="480" w:lineRule="auto"/>
        <w:ind w:firstLine="720"/>
        <w:rPr>
          <w:sz w:val="24"/>
          <w:szCs w:val="24"/>
        </w:rPr>
      </w:pPr>
      <w:r>
        <w:rPr>
          <w:sz w:val="24"/>
          <w:szCs w:val="24"/>
        </w:rPr>
        <w:t>Before he even knew what he was doing, Alex mouthed the words, “I wish to see forty years into the future.” He closed his eyes.</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When he opened them, he saw his future self in fatigues. He was holding an assault rifle in his hands. Several people were with him, also in fatigues. Some of them were elves. Many of them were human. They seemed to be charging some sort of complex. Future Alex screamed out, “For our families!” before rushing onto the field, followed by the others.</w:t>
      </w:r>
    </w:p>
    <w:p w:rsidR="00641484" w:rsidRDefault="00641484">
      <w:pPr>
        <w:spacing w:line="480" w:lineRule="auto"/>
        <w:ind w:firstLine="720"/>
        <w:rPr>
          <w:sz w:val="24"/>
          <w:szCs w:val="24"/>
        </w:rPr>
      </w:pPr>
      <w:r>
        <w:rPr>
          <w:sz w:val="24"/>
          <w:szCs w:val="24"/>
        </w:rPr>
        <w:t>The lot of them fired their weapons onto soldiers guarding the facility. Explosions could be heard in the distance. Alex hurled a grenade at several men in front of him, blowing them away. “You bastards killed Kelly! You killed my mom and sister! And you kidnapped my kids! I won’t forgive you!”</w:t>
      </w:r>
    </w:p>
    <w:p w:rsidR="00641484" w:rsidRDefault="00641484">
      <w:pPr>
        <w:spacing w:line="480" w:lineRule="auto"/>
        <w:ind w:firstLine="720"/>
        <w:rPr>
          <w:sz w:val="24"/>
          <w:szCs w:val="24"/>
        </w:rPr>
      </w:pPr>
      <w:r>
        <w:rPr>
          <w:sz w:val="24"/>
          <w:szCs w:val="24"/>
        </w:rPr>
        <w:t>The group of them edged their way to the facility. Suddenly a hatch opened in the roof of the building. Several giant robots flew out of it. They began shooting Alex’s force away with their missiles and cannons. One of the robots landed on the ground in front of the future Alex. “I won’t let you do this to humanity, you bastards!” He lifted his gun and shot at the robot. The bullets did not effect it though. The machine aimed one of its cannons at Alex and fired, killing him.</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i/>
          <w:iCs/>
          <w:sz w:val="24"/>
          <w:szCs w:val="24"/>
        </w:rPr>
      </w:pPr>
      <w:r>
        <w:rPr>
          <w:sz w:val="24"/>
          <w:szCs w:val="24"/>
        </w:rPr>
        <w:t xml:space="preserve">Alex woke with a start. He felt something warm drip down into his mouth. His nose was bleeding. </w:t>
      </w:r>
      <w:r>
        <w:rPr>
          <w:i/>
          <w:iCs/>
          <w:sz w:val="24"/>
          <w:szCs w:val="24"/>
        </w:rPr>
        <w:t xml:space="preserve">Could that have been real? </w:t>
      </w:r>
      <w:r>
        <w:rPr>
          <w:sz w:val="24"/>
          <w:szCs w:val="24"/>
        </w:rPr>
        <w:t xml:space="preserve">he thought. </w:t>
      </w:r>
      <w:r>
        <w:rPr>
          <w:i/>
          <w:iCs/>
          <w:sz w:val="24"/>
          <w:szCs w:val="24"/>
        </w:rPr>
        <w:t>Giant robots? Fighting the army? Did the government really steal my family members away? Why would they do that? Is that really what my future is? Should I look any farther?</w:t>
      </w:r>
    </w:p>
    <w:p w:rsidR="00641484" w:rsidRDefault="00641484">
      <w:pPr>
        <w:spacing w:line="480" w:lineRule="auto"/>
        <w:ind w:firstLine="720"/>
        <w:rPr>
          <w:sz w:val="24"/>
          <w:szCs w:val="24"/>
        </w:rPr>
      </w:pPr>
      <w:r>
        <w:rPr>
          <w:sz w:val="24"/>
          <w:szCs w:val="24"/>
        </w:rPr>
        <w:t>Alex went to the bathroom and wiped his face off. It all looked so real to him. He was scared to see any farther, but he had to look one more time. “I wish to see the future one hundred years from now.” He closed his eyes.</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jc w:val="right"/>
        <w:rPr>
          <w:sz w:val="24"/>
          <w:szCs w:val="24"/>
        </w:rPr>
      </w:pPr>
    </w:p>
    <w:p w:rsidR="00641484" w:rsidRDefault="00641484">
      <w:pPr>
        <w:spacing w:line="480" w:lineRule="auto"/>
        <w:ind w:firstLine="720"/>
        <w:rPr>
          <w:sz w:val="24"/>
          <w:szCs w:val="24"/>
        </w:rPr>
      </w:pPr>
      <w:r>
        <w:rPr>
          <w:sz w:val="24"/>
          <w:szCs w:val="24"/>
        </w:rPr>
        <w:t>When he opened them, he was in a factory. He felt different than the last couple of times he had went to the future. Everything looked so blurry to him. He looked around and saw hundreds of humans hooked to machines. The machines seemed to be sucking their magical essence from them. He didn’t know how he knew that it was their magical energy, but he knew that was what it was. The people there were mostly females with a few middle aged and older men added to the mix. Alex wondered where all the young men were.</w:t>
      </w:r>
    </w:p>
    <w:p w:rsidR="00641484" w:rsidRDefault="00641484">
      <w:pPr>
        <w:spacing w:line="480" w:lineRule="auto"/>
        <w:ind w:firstLine="720"/>
        <w:rPr>
          <w:sz w:val="24"/>
          <w:szCs w:val="24"/>
        </w:rPr>
      </w:pPr>
      <w:r>
        <w:rPr>
          <w:sz w:val="24"/>
          <w:szCs w:val="24"/>
        </w:rPr>
        <w:t xml:space="preserve">He somehow shifted to a different location. A line of female elves waited against a wall, leading to a doorway. Beyond the door was a large room with a naked man chained to the center. The door buzzed and a female walked in and gasped at the length of the man’s cock. She then disrobed him and began having sex with him. After he had orgasmed inside of her, the woman smiled and put back on her clothes before leaving. </w:t>
      </w:r>
    </w:p>
    <w:p w:rsidR="00641484" w:rsidRDefault="00641484">
      <w:pPr>
        <w:spacing w:line="480" w:lineRule="auto"/>
        <w:ind w:firstLine="720"/>
        <w:rPr>
          <w:sz w:val="24"/>
          <w:szCs w:val="24"/>
        </w:rPr>
      </w:pPr>
      <w:r>
        <w:rPr>
          <w:sz w:val="24"/>
          <w:szCs w:val="24"/>
        </w:rPr>
        <w:t xml:space="preserve">Alex wondered what exactly were they using the magical energies for. He shifted several times to different locations. Once barren deserts were now full of water and elves. Third world countries were growing crops in land that had been once barren. The entire world prospered from the humans’ energy. </w:t>
      </w:r>
    </w:p>
    <w:p w:rsidR="00641484" w:rsidRDefault="00641484">
      <w:pPr>
        <w:spacing w:line="480" w:lineRule="auto"/>
        <w:ind w:firstLine="720"/>
        <w:rPr>
          <w:sz w:val="24"/>
          <w:szCs w:val="24"/>
        </w:rPr>
      </w:pPr>
      <w:r>
        <w:rPr>
          <w:sz w:val="24"/>
          <w:szCs w:val="24"/>
        </w:rPr>
        <w:t>He shifted one final time back to another facility. Several humans were strapped to machines. The machines powered some sort of gateway. Alex watched as elfin soldiers walked out of the gateway followed by human prisoners in shackles. The humans were grouped together and put into cells for processing.</w:t>
      </w:r>
    </w:p>
    <w:p w:rsidR="00641484" w:rsidRDefault="00641484">
      <w:pPr>
        <w:spacing w:line="480" w:lineRule="auto"/>
        <w:ind w:firstLine="720"/>
        <w:rPr>
          <w:sz w:val="24"/>
          <w:szCs w:val="24"/>
        </w:rPr>
      </w:pPr>
      <w:r>
        <w:rPr>
          <w:sz w:val="24"/>
          <w:szCs w:val="24"/>
        </w:rPr>
        <w:t>Alex wondered where the gateway went. He shifted again and was on a battlefield. Thousands of elves fought against the humans. Both sides had tanks and planes, but only the elves carried their gigantic robots. Somehow, he knew that he was back on Earth. He thought that Earth was wiped out by the virus that affected him a hundred years ago, yet here they were alive and well. How was that even possible? Could the Elders have lied to him about it? He doubted that. The Elders had no reason to tell him that Earth was destroyed or saved. If Earth remained, Alex could have tried to get back home his entire life to no avail. He had no idea what the hell was going on. None of it made sense to him.</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Alex woke and rubbed his eyes. </w:t>
      </w:r>
      <w:r>
        <w:rPr>
          <w:i/>
          <w:iCs/>
          <w:sz w:val="24"/>
          <w:szCs w:val="24"/>
        </w:rPr>
        <w:t xml:space="preserve">That couldn’t possibly be real! I mean there aren’t three Christinas and Earth was destroyed. I know it! </w:t>
      </w:r>
      <w:r>
        <w:rPr>
          <w:sz w:val="24"/>
          <w:szCs w:val="24"/>
        </w:rPr>
        <w:t>Alex looked at his clock. Once again only a minute had passed since his last vision. He began wondering what he could wish for next. He wished he knew what all of this had to do with the Elders, but the wish never came true.</w:t>
      </w:r>
    </w:p>
    <w:p w:rsidR="00641484" w:rsidRDefault="00641484">
      <w:pPr>
        <w:spacing w:line="480" w:lineRule="auto"/>
        <w:ind w:firstLine="720"/>
        <w:rPr>
          <w:sz w:val="24"/>
          <w:szCs w:val="24"/>
        </w:rPr>
      </w:pPr>
      <w:r>
        <w:rPr>
          <w:sz w:val="24"/>
          <w:szCs w:val="24"/>
        </w:rPr>
        <w:t>He went to the kitchen to get himself something to eat. A pair of large breasts squeezed against his back and a pair of arms wrapped around his neck. “Hey, sexy!” Jen exclaimed. Alex turned around and kissed Jen.</w:t>
      </w:r>
    </w:p>
    <w:p w:rsidR="00641484" w:rsidRDefault="00641484">
      <w:pPr>
        <w:spacing w:line="480" w:lineRule="auto"/>
        <w:ind w:firstLine="720"/>
        <w:rPr>
          <w:sz w:val="24"/>
          <w:szCs w:val="24"/>
        </w:rPr>
      </w:pPr>
      <w:r>
        <w:rPr>
          <w:sz w:val="24"/>
          <w:szCs w:val="24"/>
        </w:rPr>
        <w:t>“What’s you up to?” Alex asked her.</w:t>
      </w:r>
    </w:p>
    <w:p w:rsidR="00641484" w:rsidRDefault="00641484">
      <w:pPr>
        <w:spacing w:line="480" w:lineRule="auto"/>
        <w:ind w:firstLine="720"/>
        <w:rPr>
          <w:sz w:val="24"/>
          <w:szCs w:val="24"/>
        </w:rPr>
      </w:pPr>
      <w:r>
        <w:rPr>
          <w:sz w:val="24"/>
          <w:szCs w:val="24"/>
        </w:rPr>
        <w:t>“Oh, not much. I brought Ming here today since she’s never seen the place before. But, she won’t stop talking about her sex life! I have more sex than her with you and yet she’s always complaining about how she gets all these men and none of them came make her orgasm.” She hugged him tightly. “I’m so glad I have you in my life, Alex. I never thought I’d be able to get anyone with these tits and my ass. I’m glad you can make me cum.”</w:t>
      </w:r>
    </w:p>
    <w:p w:rsidR="00641484" w:rsidRDefault="00641484">
      <w:pPr>
        <w:spacing w:line="480" w:lineRule="auto"/>
        <w:ind w:firstLine="720"/>
        <w:rPr>
          <w:sz w:val="24"/>
          <w:szCs w:val="24"/>
        </w:rPr>
      </w:pPr>
      <w:r>
        <w:rPr>
          <w:sz w:val="24"/>
          <w:szCs w:val="24"/>
        </w:rPr>
        <w:t>Alex laughed. He was only paying half attention to Jen. His mind kept wondering about the three visions he had seen. “I’m glad I could help,” he said lightly.</w:t>
      </w:r>
    </w:p>
    <w:p w:rsidR="00641484" w:rsidRDefault="00641484">
      <w:pPr>
        <w:spacing w:line="480" w:lineRule="auto"/>
        <w:ind w:firstLine="720"/>
        <w:rPr>
          <w:sz w:val="24"/>
          <w:szCs w:val="24"/>
        </w:rPr>
      </w:pPr>
      <w:r>
        <w:rPr>
          <w:sz w:val="24"/>
          <w:szCs w:val="24"/>
        </w:rPr>
        <w:t>Jen complained, “Yeah. Ming gets lots of guys with her small butt and breasts. I know I should be happy that I have you in my life but Ming can be so annoying sometimes.” She smiled deeply. “I wish she had my breasts and ass. Then I could share her with you. I know you could make her orgasm! But I know how you usually only like girls like me.”</w:t>
      </w:r>
    </w:p>
    <w:p w:rsidR="00641484" w:rsidRDefault="00641484">
      <w:pPr>
        <w:spacing w:line="480" w:lineRule="auto"/>
        <w:ind w:firstLine="720"/>
        <w:rPr>
          <w:sz w:val="24"/>
          <w:szCs w:val="24"/>
        </w:rPr>
      </w:pPr>
      <w:r>
        <w:rPr>
          <w:sz w:val="24"/>
          <w:szCs w:val="24"/>
        </w:rPr>
        <w:t>Alex laughed again and hugged her. “That’s true Jen. Ming does have pretty nice tits, though I wish her T and A were on par with yours. I’m sure someone will make her orgasm one day.”</w:t>
      </w:r>
    </w:p>
    <w:p w:rsidR="00641484" w:rsidRDefault="00641484">
      <w:pPr>
        <w:spacing w:line="480" w:lineRule="auto"/>
        <w:ind w:firstLine="720"/>
        <w:rPr>
          <w:sz w:val="24"/>
          <w:szCs w:val="24"/>
        </w:rPr>
      </w:pPr>
      <w:r>
        <w:rPr>
          <w:sz w:val="24"/>
          <w:szCs w:val="24"/>
        </w:rPr>
        <w:t>“Yeah! That’s what we were just talking about! You having sex with her!”</w:t>
      </w:r>
    </w:p>
    <w:p w:rsidR="00641484" w:rsidRDefault="00641484">
      <w:pPr>
        <w:spacing w:line="480" w:lineRule="auto"/>
        <w:ind w:firstLine="720"/>
        <w:rPr>
          <w:sz w:val="24"/>
          <w:szCs w:val="24"/>
        </w:rPr>
      </w:pPr>
      <w:r>
        <w:rPr>
          <w:sz w:val="24"/>
          <w:szCs w:val="24"/>
        </w:rPr>
        <w:t xml:space="preserve">“Oh Jen, I don’t know if I should. I got enough girls to worry about here already.” Ming then walked into the kitchen and Alex swore to himself. He accidentally made Ming’s breasts and ass the same size as Jen’s. She was no longer the DD cup Alex remembered her having. Her huge M cups bounced up and down freely in her shirt now. Her nipples poked out from it prominently. </w:t>
      </w:r>
      <w:r>
        <w:rPr>
          <w:i/>
          <w:iCs/>
          <w:sz w:val="24"/>
          <w:szCs w:val="24"/>
        </w:rPr>
        <w:t xml:space="preserve">She must not have been wearing a bra, </w:t>
      </w:r>
      <w:r>
        <w:rPr>
          <w:sz w:val="24"/>
          <w:szCs w:val="24"/>
        </w:rPr>
        <w:t>he thought idly.</w:t>
      </w:r>
    </w:p>
    <w:p w:rsidR="00641484" w:rsidRDefault="00641484">
      <w:pPr>
        <w:spacing w:line="480" w:lineRule="auto"/>
        <w:ind w:firstLine="720"/>
        <w:rPr>
          <w:sz w:val="24"/>
          <w:szCs w:val="24"/>
        </w:rPr>
      </w:pPr>
      <w:r>
        <w:rPr>
          <w:sz w:val="24"/>
          <w:szCs w:val="24"/>
        </w:rPr>
        <w:t>“What’s up, guys?” Ming asked.</w:t>
      </w:r>
    </w:p>
    <w:p w:rsidR="00641484" w:rsidRDefault="00641484">
      <w:pPr>
        <w:spacing w:line="480" w:lineRule="auto"/>
        <w:ind w:firstLine="720"/>
        <w:rPr>
          <w:sz w:val="24"/>
          <w:szCs w:val="24"/>
        </w:rPr>
      </w:pPr>
      <w:r>
        <w:rPr>
          <w:sz w:val="24"/>
          <w:szCs w:val="24"/>
        </w:rPr>
        <w:t>“Not much,” Jen replied. “Still trying to get Alex to have sex with you. He’s not so eager even though you got the same sized breasts as me.”</w:t>
      </w:r>
    </w:p>
    <w:p w:rsidR="00641484" w:rsidRDefault="00641484">
      <w:pPr>
        <w:spacing w:line="480" w:lineRule="auto"/>
        <w:ind w:firstLine="720"/>
        <w:rPr>
          <w:sz w:val="24"/>
          <w:szCs w:val="24"/>
        </w:rPr>
      </w:pPr>
      <w:r>
        <w:rPr>
          <w:sz w:val="24"/>
          <w:szCs w:val="24"/>
        </w:rPr>
        <w:t>Ming pouted. “Ah boo! And I really wanted to have my first orgasm from you, Alex! Jen told me all about the two of you. I think it’s pretty sexy.”</w:t>
      </w:r>
    </w:p>
    <w:p w:rsidR="00641484" w:rsidRDefault="00641484">
      <w:pPr>
        <w:spacing w:line="480" w:lineRule="auto"/>
        <w:ind w:firstLine="720"/>
        <w:rPr>
          <w:sz w:val="24"/>
          <w:szCs w:val="24"/>
        </w:rPr>
      </w:pPr>
      <w:r>
        <w:rPr>
          <w:sz w:val="24"/>
          <w:szCs w:val="24"/>
        </w:rPr>
        <w:t>“Damn, Jen! Do you tell her everything?”</w:t>
      </w:r>
    </w:p>
    <w:p w:rsidR="00641484" w:rsidRDefault="00641484">
      <w:pPr>
        <w:spacing w:line="480" w:lineRule="auto"/>
        <w:ind w:firstLine="720"/>
        <w:rPr>
          <w:sz w:val="24"/>
          <w:szCs w:val="24"/>
        </w:rPr>
      </w:pPr>
      <w:r>
        <w:rPr>
          <w:sz w:val="24"/>
          <w:szCs w:val="24"/>
        </w:rPr>
        <w:t>“Of course,” she replied. “We like to share everything too. Isn’t that right, Ming?” Jen leaned in and kissed the oriental girl while squeezing her tit. Alex couldn’t help but get hard from the sight. Jen then broke the kiss and kissed Alex deeply. Before he knew what was happening, she turned his head and Ming planted her own lips against him. Jen began stroking his cock through his pants. It wasn’t long before his resistance melted and Alex began kissing her back.</w:t>
      </w:r>
    </w:p>
    <w:p w:rsidR="00641484" w:rsidRDefault="00641484">
      <w:pPr>
        <w:spacing w:line="480" w:lineRule="auto"/>
        <w:ind w:firstLine="720"/>
        <w:rPr>
          <w:sz w:val="24"/>
          <w:szCs w:val="24"/>
        </w:rPr>
      </w:pPr>
      <w:r>
        <w:rPr>
          <w:sz w:val="24"/>
          <w:szCs w:val="24"/>
        </w:rPr>
        <w:t xml:space="preserve">Alex opened his mouth and let Ming’s tongue slip in. She was a very good kisser. Alex reached up and grabbed her huge tit. She seemed to enjoy it, but still broke off the kiss. Jen and Ming each took one of Alex’s hands and lead him to the main bedroom. They quickly began taking off each others clothes. Once naked, Alex couldn’t help but stare at the porcelain beauty by him. She looked gorgeous now that her breasts and ass were bigger. </w:t>
      </w:r>
    </w:p>
    <w:p w:rsidR="00641484" w:rsidRDefault="00641484">
      <w:pPr>
        <w:spacing w:line="480" w:lineRule="auto"/>
        <w:ind w:firstLine="720"/>
        <w:rPr>
          <w:sz w:val="24"/>
          <w:szCs w:val="24"/>
        </w:rPr>
      </w:pPr>
      <w:r>
        <w:rPr>
          <w:sz w:val="24"/>
          <w:szCs w:val="24"/>
        </w:rPr>
        <w:t xml:space="preserve">Alex quickly shed his own clothes and walked to Ming, and moved her tit to his mouth for him to suck. He sucked on it gently, just as he usually would do, but Ming didn’t seem to be moaning from it. </w:t>
      </w:r>
      <w:r>
        <w:rPr>
          <w:i/>
          <w:iCs/>
          <w:sz w:val="24"/>
          <w:szCs w:val="24"/>
        </w:rPr>
        <w:t xml:space="preserve">She must not be very sensitive. I wish her tits were three times more sensitive as well as her vagina. </w:t>
      </w:r>
      <w:r>
        <w:rPr>
          <w:sz w:val="24"/>
          <w:szCs w:val="24"/>
        </w:rPr>
        <w:t>Ming started moaning deeply as he continued to suck her tit. But, he wanted her first orgasm to be from sex.</w:t>
      </w:r>
    </w:p>
    <w:p w:rsidR="00641484" w:rsidRDefault="00641484">
      <w:pPr>
        <w:spacing w:line="480" w:lineRule="auto"/>
        <w:ind w:firstLine="720"/>
        <w:rPr>
          <w:sz w:val="24"/>
          <w:szCs w:val="24"/>
        </w:rPr>
      </w:pPr>
      <w:r>
        <w:rPr>
          <w:sz w:val="24"/>
          <w:szCs w:val="24"/>
        </w:rPr>
        <w:t>Alex climbed onto the bed and motioned for Ming to join him. She looked at his cock apprehensively, then looked at Jen. “Don’t worry, it’ll fit,” she said to her. Ming smiled and crawled on the bed, slowly lowering herself onto Alex. She moaned deeply when her pelvis touched his hips, and she began grinding against him.</w:t>
      </w:r>
    </w:p>
    <w:p w:rsidR="00641484" w:rsidRDefault="00641484">
      <w:pPr>
        <w:spacing w:line="480" w:lineRule="auto"/>
        <w:ind w:firstLine="720"/>
        <w:rPr>
          <w:sz w:val="24"/>
          <w:szCs w:val="24"/>
        </w:rPr>
      </w:pPr>
      <w:r>
        <w:rPr>
          <w:sz w:val="24"/>
          <w:szCs w:val="24"/>
        </w:rPr>
        <w:t>After only a few minutes Ming had her first orgasm. She bucked wildly against Alex before calming down. “Wow, Jen! You were right! He is good in bed!”</w:t>
      </w:r>
    </w:p>
    <w:p w:rsidR="00641484" w:rsidRDefault="00641484">
      <w:pPr>
        <w:spacing w:line="480" w:lineRule="auto"/>
        <w:ind w:firstLine="720"/>
        <w:rPr>
          <w:sz w:val="24"/>
          <w:szCs w:val="24"/>
        </w:rPr>
      </w:pPr>
      <w:r>
        <w:rPr>
          <w:sz w:val="24"/>
          <w:szCs w:val="24"/>
        </w:rPr>
        <w:t>“I told you he was!” Ming began grinding against him and soon enough both girls were having orgasms.</w:t>
      </w:r>
    </w:p>
    <w:p w:rsidR="00641484" w:rsidRDefault="00641484">
      <w:pPr>
        <w:spacing w:line="480" w:lineRule="auto"/>
        <w:ind w:firstLine="720"/>
        <w:rPr>
          <w:sz w:val="24"/>
          <w:szCs w:val="24"/>
        </w:rPr>
      </w:pPr>
      <w:r>
        <w:rPr>
          <w:sz w:val="24"/>
          <w:szCs w:val="24"/>
        </w:rPr>
        <w:t xml:space="preserve">Jen looked a little left out though. Alex smiled and then silently said, “I wish I had a second cock just for Jen to ride.” Like magic a second penis began poking against Ming as it grew to the same size as the other one. </w:t>
      </w:r>
    </w:p>
    <w:p w:rsidR="00641484" w:rsidRDefault="00641484">
      <w:pPr>
        <w:spacing w:line="480" w:lineRule="auto"/>
        <w:ind w:firstLine="720"/>
        <w:rPr>
          <w:sz w:val="24"/>
          <w:szCs w:val="24"/>
        </w:rPr>
      </w:pPr>
      <w:r>
        <w:rPr>
          <w:sz w:val="24"/>
          <w:szCs w:val="24"/>
        </w:rPr>
        <w:t>Ming looked down and gasped. “Where did that come from?” she asked.</w:t>
      </w:r>
    </w:p>
    <w:p w:rsidR="00641484" w:rsidRDefault="00641484">
      <w:pPr>
        <w:spacing w:line="480" w:lineRule="auto"/>
        <w:ind w:firstLine="720"/>
        <w:rPr>
          <w:sz w:val="24"/>
          <w:szCs w:val="24"/>
        </w:rPr>
      </w:pPr>
      <w:r>
        <w:rPr>
          <w:sz w:val="24"/>
          <w:szCs w:val="24"/>
        </w:rPr>
        <w:t xml:space="preserve">Alex laughed and said, “It’s a cock just for Jen. Hop on here.” The two girls looked at each other, before Ming switched positions. She laid against his cock sideways. Jen got on the other side of her and began lowering herself onto his new dick. </w:t>
      </w:r>
    </w:p>
    <w:p w:rsidR="00641484" w:rsidRDefault="00641484">
      <w:pPr>
        <w:spacing w:line="480" w:lineRule="auto"/>
        <w:ind w:firstLine="720"/>
        <w:rPr>
          <w:sz w:val="24"/>
          <w:szCs w:val="24"/>
        </w:rPr>
      </w:pPr>
      <w:r>
        <w:rPr>
          <w:sz w:val="24"/>
          <w:szCs w:val="24"/>
        </w:rPr>
        <w:t xml:space="preserve">“Oh thank you, Alex! I heard you could make wishes come true but never believed it till now!” The two girls huge tits rubbed against each other as they ground their pelvises against his two huge cocks. Their legs overlapped each other as they ground against him. Alex moaned at the sensations. It felt twice as pleasant as before. </w:t>
      </w:r>
    </w:p>
    <w:p w:rsidR="00641484" w:rsidRDefault="00641484">
      <w:pPr>
        <w:spacing w:line="480" w:lineRule="auto"/>
        <w:ind w:firstLine="720"/>
        <w:rPr>
          <w:sz w:val="24"/>
          <w:szCs w:val="24"/>
        </w:rPr>
      </w:pPr>
      <w:r>
        <w:rPr>
          <w:sz w:val="24"/>
          <w:szCs w:val="24"/>
        </w:rPr>
        <w:t>The two girls came together several dozen times before Alex decided it was time to end it. He came into both girls at once making them both buck against him in one final orgasm. They got off of him and cuddled up on each side of him. Alex looked down. Now that he wasn’t having sex with Jen, his new cock diminished into his body and disappeared altogether. He guessed that penis could only be used by Jen.</w:t>
      </w:r>
    </w:p>
    <w:p w:rsidR="00641484" w:rsidRDefault="00641484">
      <w:pPr>
        <w:spacing w:line="480" w:lineRule="auto"/>
        <w:ind w:firstLine="720"/>
        <w:rPr>
          <w:sz w:val="24"/>
          <w:szCs w:val="24"/>
        </w:rPr>
      </w:pPr>
      <w:r>
        <w:rPr>
          <w:sz w:val="24"/>
          <w:szCs w:val="24"/>
        </w:rPr>
        <w:t>“God! That was amazing!” Ming exclaimed. “I still don’t know how you grew that second dick like that!”</w:t>
      </w:r>
    </w:p>
    <w:p w:rsidR="00641484" w:rsidRDefault="00641484">
      <w:pPr>
        <w:spacing w:line="480" w:lineRule="auto"/>
        <w:ind w:firstLine="720"/>
        <w:rPr>
          <w:sz w:val="24"/>
          <w:szCs w:val="24"/>
        </w:rPr>
      </w:pPr>
      <w:r>
        <w:rPr>
          <w:sz w:val="24"/>
          <w:szCs w:val="24"/>
        </w:rPr>
        <w:t>Alex laughed. “It was magic.”</w:t>
      </w:r>
    </w:p>
    <w:p w:rsidR="00641484" w:rsidRDefault="00641484">
      <w:pPr>
        <w:spacing w:line="480" w:lineRule="auto"/>
        <w:ind w:firstLine="720"/>
        <w:rPr>
          <w:sz w:val="24"/>
          <w:szCs w:val="24"/>
        </w:rPr>
      </w:pPr>
      <w:r>
        <w:rPr>
          <w:sz w:val="24"/>
          <w:szCs w:val="24"/>
        </w:rPr>
        <w:t>Jen said, “That was pretty nice with the second cock. We’ll have to do it more often. Oh Ming! I wish you lived here! Then we could do it all the time together!”</w:t>
      </w:r>
    </w:p>
    <w:p w:rsidR="00641484" w:rsidRDefault="00641484">
      <w:pPr>
        <w:spacing w:line="480" w:lineRule="auto"/>
        <w:ind w:firstLine="720"/>
        <w:rPr>
          <w:sz w:val="24"/>
          <w:szCs w:val="24"/>
        </w:rPr>
      </w:pPr>
      <w:r>
        <w:rPr>
          <w:sz w:val="24"/>
          <w:szCs w:val="24"/>
        </w:rPr>
        <w:t>“Me too!” Ming exclaimed.</w:t>
      </w:r>
    </w:p>
    <w:p w:rsidR="00641484" w:rsidRDefault="00641484">
      <w:pPr>
        <w:spacing w:line="480" w:lineRule="auto"/>
        <w:ind w:firstLine="720"/>
        <w:rPr>
          <w:sz w:val="24"/>
          <w:szCs w:val="24"/>
        </w:rPr>
      </w:pPr>
      <w:r>
        <w:rPr>
          <w:sz w:val="24"/>
          <w:szCs w:val="24"/>
        </w:rPr>
        <w:t xml:space="preserve">Alex reached over and hugged Ming against him. “Yeah, me too ladies.” </w:t>
      </w:r>
    </w:p>
    <w:p w:rsidR="00641484" w:rsidRDefault="00641484">
      <w:pPr>
        <w:spacing w:line="480" w:lineRule="auto"/>
        <w:ind w:firstLine="720"/>
        <w:rPr>
          <w:sz w:val="24"/>
          <w:szCs w:val="24"/>
        </w:rPr>
      </w:pPr>
      <w:r>
        <w:rPr>
          <w:sz w:val="24"/>
          <w:szCs w:val="24"/>
        </w:rPr>
        <w:t>Lisa walked into the room. The three of them looked at her. “Ah, I figured you three would be in here! I see Ming is getting acquainted with Alex pretty well. Anyhow, Ming, your parents and I have talked and agreed that you’ll be staying here for the rest of your Senior year.”</w:t>
      </w:r>
    </w:p>
    <w:p w:rsidR="00641484" w:rsidRDefault="00641484">
      <w:pPr>
        <w:spacing w:line="480" w:lineRule="auto"/>
        <w:ind w:firstLine="720"/>
        <w:rPr>
          <w:sz w:val="24"/>
          <w:szCs w:val="24"/>
        </w:rPr>
      </w:pPr>
      <w:r>
        <w:rPr>
          <w:sz w:val="24"/>
          <w:szCs w:val="24"/>
        </w:rPr>
        <w:t>Ming’s eyes widened. “Why?”</w:t>
      </w:r>
    </w:p>
    <w:p w:rsidR="00641484" w:rsidRDefault="00641484">
      <w:pPr>
        <w:spacing w:line="480" w:lineRule="auto"/>
        <w:ind w:firstLine="720"/>
        <w:rPr>
          <w:sz w:val="24"/>
          <w:szCs w:val="24"/>
        </w:rPr>
      </w:pPr>
      <w:r>
        <w:rPr>
          <w:sz w:val="24"/>
          <w:szCs w:val="24"/>
        </w:rPr>
        <w:t>Lisa looked between them all. “Your dad said that his job is relocating him to Florida. Your parents both have to move there as soon as possible, but your dad wants you to spend the rest of your school year here with your friends. They felt it would be dumb for you to have to get reacquainted with a new school right before you graduate. Are you going to be OK?”</w:t>
      </w:r>
    </w:p>
    <w:p w:rsidR="00641484" w:rsidRDefault="00641484">
      <w:pPr>
        <w:spacing w:line="480" w:lineRule="auto"/>
        <w:ind w:firstLine="720"/>
        <w:rPr>
          <w:sz w:val="24"/>
          <w:szCs w:val="24"/>
        </w:rPr>
      </w:pPr>
      <w:r>
        <w:rPr>
          <w:sz w:val="24"/>
          <w:szCs w:val="24"/>
        </w:rPr>
        <w:t>“Ummm…I don’t know.” Ming looked downcast. “Can you take me home, Jen? I need to talk to my parents.”</w:t>
      </w:r>
    </w:p>
    <w:p w:rsidR="00641484" w:rsidRDefault="00641484">
      <w:pPr>
        <w:spacing w:line="480" w:lineRule="auto"/>
        <w:ind w:firstLine="720"/>
        <w:rPr>
          <w:sz w:val="24"/>
          <w:szCs w:val="24"/>
        </w:rPr>
      </w:pPr>
      <w:r>
        <w:rPr>
          <w:sz w:val="24"/>
          <w:szCs w:val="24"/>
        </w:rPr>
        <w:t xml:space="preserve">“OK,” Jen replied. The two got up and left. Alex couldn’t help but wonder if he had somehow broken Ming’s family apart. Even though he had not wished it himself, he had agreed with Jen’s wish to have her here more often. Could his wishes work that way? He had to be more careful with them for now on. Alex put on his clothes and then took off his ring and put it into his pants. He didn’t want to accidentally make any more wishes like that. </w:t>
      </w:r>
    </w:p>
    <w:p w:rsidR="00641484" w:rsidRDefault="00641484">
      <w:pPr>
        <w:spacing w:line="480" w:lineRule="auto"/>
        <w:ind w:firstLine="720"/>
        <w:rPr>
          <w:sz w:val="24"/>
          <w:szCs w:val="24"/>
        </w:rPr>
      </w:pPr>
      <w:r>
        <w:rPr>
          <w:sz w:val="24"/>
          <w:szCs w:val="24"/>
        </w:rPr>
        <w:t>Jen returned later on that evening and told everyone about how Alex grew a second penis for her. All the others wanted Alex to grow cocks for them as well, but Alex refused. He didn’t have sex for the rest of the day. He knew when he had sex with Ming, the other ladies felt her orgasms as well. He tried to wish for them to only feel individual orgasms for now on, but that wish did not work. He knew that Ming would feel their orgasms if he had sex with any of them, and since she was talking with her family members, Alex really did not want her to experience them. It might upset her more somehow.</w:t>
      </w:r>
    </w:p>
    <w:p w:rsidR="00641484" w:rsidRDefault="00641484">
      <w:pPr>
        <w:spacing w:line="480" w:lineRule="auto"/>
        <w:ind w:firstLine="720"/>
        <w:rPr>
          <w:sz w:val="24"/>
          <w:szCs w:val="24"/>
        </w:rPr>
      </w:pPr>
      <w:r>
        <w:rPr>
          <w:sz w:val="24"/>
          <w:szCs w:val="24"/>
        </w:rPr>
        <w:t>Alex ended up sleeping curled up next to Kelly. He liked to sleep with her every night now that she was pregnant. He would fall asleep each night with his hand resting on her belly. It had not expanded yet, but it would soon. That night in the dream world Alex told Kelly about everything that had happened that day, including the visions he saw.</w:t>
      </w:r>
    </w:p>
    <w:p w:rsidR="00641484" w:rsidRDefault="00641484">
      <w:pPr>
        <w:spacing w:line="480" w:lineRule="auto"/>
        <w:ind w:firstLine="720"/>
        <w:rPr>
          <w:sz w:val="24"/>
          <w:szCs w:val="24"/>
        </w:rPr>
      </w:pPr>
      <w:r>
        <w:rPr>
          <w:sz w:val="24"/>
          <w:szCs w:val="24"/>
        </w:rPr>
        <w:t>When he asked her what she thought of it she said, “You think I’m psychic or something? How should I know?! I figure you’d eventually wish for eternal youth. I mean, look at you! You’re only 31 but you still look like a man in his 50s! I know I’d wish for that if I was you!”</w:t>
      </w:r>
    </w:p>
    <w:p w:rsidR="00641484" w:rsidRDefault="00641484">
      <w:pPr>
        <w:spacing w:line="480" w:lineRule="auto"/>
        <w:ind w:firstLine="720"/>
        <w:rPr>
          <w:sz w:val="24"/>
          <w:szCs w:val="24"/>
        </w:rPr>
      </w:pPr>
      <w:r>
        <w:rPr>
          <w:sz w:val="24"/>
          <w:szCs w:val="24"/>
        </w:rPr>
        <w:t>“Yeah, but what about the Earth being around and the elves making humans slaves? The Elders told me it was destroyed. Would they lie to me like that?”</w:t>
      </w:r>
    </w:p>
    <w:p w:rsidR="00641484" w:rsidRDefault="00641484">
      <w:pPr>
        <w:spacing w:line="480" w:lineRule="auto"/>
        <w:ind w:firstLine="720"/>
        <w:rPr>
          <w:sz w:val="24"/>
          <w:szCs w:val="24"/>
        </w:rPr>
      </w:pPr>
      <w:r>
        <w:rPr>
          <w:sz w:val="24"/>
          <w:szCs w:val="24"/>
        </w:rPr>
        <w:t>“Don’t be dumb. Your ring, dumbass!” Alex looked down at his hand. Even though the ring was in his pants in the physical world, it was still on his hand in the dream world. “Look. I know how gullible you can be, Alex. Or nice. Whatever. Anyhow, don’t you think you would eventually wish for your world to be saved? I mean it is your planet! I doubt you’re callous enough to completely forget about it.”</w:t>
      </w:r>
    </w:p>
    <w:p w:rsidR="00641484" w:rsidRDefault="00641484">
      <w:pPr>
        <w:spacing w:line="480" w:lineRule="auto"/>
        <w:ind w:firstLine="720"/>
        <w:rPr>
          <w:sz w:val="24"/>
          <w:szCs w:val="24"/>
        </w:rPr>
      </w:pPr>
      <w:r>
        <w:rPr>
          <w:sz w:val="24"/>
          <w:szCs w:val="24"/>
        </w:rPr>
        <w:t>“Holy shit! I didn’t even think about using the ring for that! Maybe I am becoming uncaring.”</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Kelly turned his head and kissed him gently. “Trust me, you are the kindest man I have ever met. That’s why I think it’s so strange that I fell in love with a pussy like you! I must be getting dumb too in here.” </w:t>
      </w:r>
    </w:p>
    <w:p w:rsidR="00641484" w:rsidRDefault="00641484">
      <w:pPr>
        <w:spacing w:line="480" w:lineRule="auto"/>
        <w:ind w:firstLine="720"/>
        <w:rPr>
          <w:sz w:val="24"/>
          <w:szCs w:val="24"/>
        </w:rPr>
      </w:pPr>
      <w:r>
        <w:rPr>
          <w:sz w:val="24"/>
          <w:szCs w:val="24"/>
        </w:rPr>
        <w:t>“Well, I’ll have to wish for that when I wake up. But, what about the three Christinas?”</w:t>
      </w:r>
    </w:p>
    <w:p w:rsidR="00641484" w:rsidRDefault="00641484">
      <w:pPr>
        <w:spacing w:line="480" w:lineRule="auto"/>
        <w:ind w:firstLine="720"/>
        <w:rPr>
          <w:sz w:val="24"/>
          <w:szCs w:val="24"/>
        </w:rPr>
      </w:pPr>
      <w:r>
        <w:rPr>
          <w:sz w:val="24"/>
          <w:szCs w:val="24"/>
        </w:rPr>
        <w:t>“Maybe you wished for her to have clone babies or something. How should I know!”</w:t>
      </w:r>
    </w:p>
    <w:p w:rsidR="00641484" w:rsidRDefault="00641484">
      <w:pPr>
        <w:spacing w:line="480" w:lineRule="auto"/>
        <w:ind w:firstLine="720"/>
        <w:rPr>
          <w:sz w:val="24"/>
          <w:szCs w:val="24"/>
        </w:rPr>
      </w:pPr>
      <w:r>
        <w:rPr>
          <w:sz w:val="24"/>
          <w:szCs w:val="24"/>
        </w:rPr>
        <w:t>A thought came to Alex and he looked down. “In my vision, my future self said you were murdered. I’m not going to let that happen. After I find a way to bring you back, we’ll run off together. I know the others will be in a lot of pain with me gone, but I don’t want to risk losing you.”</w:t>
      </w:r>
    </w:p>
    <w:p w:rsidR="00641484" w:rsidRDefault="00641484">
      <w:pPr>
        <w:spacing w:line="480" w:lineRule="auto"/>
        <w:ind w:firstLine="720"/>
        <w:rPr>
          <w:sz w:val="24"/>
          <w:szCs w:val="24"/>
        </w:rPr>
      </w:pPr>
      <w:r>
        <w:rPr>
          <w:sz w:val="24"/>
          <w:szCs w:val="24"/>
        </w:rPr>
        <w:t>Kelly smiled. “Do you really mean that? You’d really abandon all these hoes just to be with me?”</w:t>
      </w:r>
    </w:p>
    <w:p w:rsidR="00641484" w:rsidRDefault="00641484">
      <w:pPr>
        <w:spacing w:line="480" w:lineRule="auto"/>
        <w:ind w:firstLine="720"/>
        <w:rPr>
          <w:sz w:val="24"/>
          <w:szCs w:val="24"/>
        </w:rPr>
      </w:pPr>
      <w:r>
        <w:rPr>
          <w:sz w:val="24"/>
          <w:szCs w:val="24"/>
        </w:rPr>
        <w:t>“Of course. It would be hard for me, but I love you too much. I don’t know how I’d survive without you.”</w:t>
      </w:r>
    </w:p>
    <w:p w:rsidR="00641484" w:rsidRDefault="00641484">
      <w:pPr>
        <w:spacing w:line="480" w:lineRule="auto"/>
        <w:ind w:firstLine="720"/>
        <w:rPr>
          <w:sz w:val="24"/>
          <w:szCs w:val="24"/>
        </w:rPr>
      </w:pPr>
      <w:r>
        <w:rPr>
          <w:sz w:val="24"/>
          <w:szCs w:val="24"/>
        </w:rPr>
        <w:t xml:space="preserve">“I’m sure you’ll find a way to bring me back, Alex. I believe in you.” The two laid down and stared at the sky, holding one another’s hands. </w:t>
      </w:r>
    </w:p>
    <w:p w:rsidR="00641484" w:rsidRDefault="00641484">
      <w:pPr>
        <w:spacing w:line="480" w:lineRule="auto"/>
        <w:jc w:val="center"/>
        <w:rPr>
          <w:sz w:val="28"/>
          <w:szCs w:val="28"/>
          <w:u w:val="single"/>
        </w:rPr>
      </w:pPr>
      <w:r>
        <w:rPr>
          <w:sz w:val="24"/>
          <w:szCs w:val="24"/>
        </w:rPr>
        <w:br w:type="page"/>
      </w:r>
      <w:r>
        <w:rPr>
          <w:sz w:val="28"/>
          <w:szCs w:val="28"/>
          <w:u w:val="single"/>
        </w:rPr>
        <w:t>Chapter 4</w:t>
      </w:r>
    </w:p>
    <w:p w:rsidR="00641484" w:rsidRDefault="00641484">
      <w:pPr>
        <w:spacing w:line="480" w:lineRule="auto"/>
        <w:jc w:val="center"/>
        <w:rPr>
          <w:sz w:val="28"/>
          <w:szCs w:val="28"/>
          <w:u w:val="single"/>
        </w:rPr>
      </w:pPr>
    </w:p>
    <w:p w:rsidR="00641484" w:rsidRDefault="00641484">
      <w:pPr>
        <w:spacing w:line="480" w:lineRule="auto"/>
        <w:ind w:firstLine="720"/>
        <w:rPr>
          <w:sz w:val="24"/>
          <w:szCs w:val="24"/>
        </w:rPr>
      </w:pPr>
      <w:r>
        <w:rPr>
          <w:sz w:val="24"/>
          <w:szCs w:val="24"/>
        </w:rPr>
        <w:t xml:space="preserve">When Alex woke up that morning, he was more determined than ever to figure out a way to save Kelly and find out more about the Elders. He made wish after wish, to no effect. He even wished to speak to the Elders once, but it did not work. Alex laid in his bed thinking. After two hours of thinking he was plum out of ideas. </w:t>
      </w:r>
    </w:p>
    <w:p w:rsidR="00641484" w:rsidRDefault="00641484">
      <w:pPr>
        <w:spacing w:line="480" w:lineRule="auto"/>
        <w:ind w:firstLine="720"/>
        <w:rPr>
          <w:sz w:val="24"/>
          <w:szCs w:val="24"/>
        </w:rPr>
      </w:pPr>
      <w:r>
        <w:rPr>
          <w:sz w:val="24"/>
          <w:szCs w:val="24"/>
        </w:rPr>
        <w:t>“I just wish I knew what to wish for to find out more about them,” he said. Suddenly, the knowledge he needed popped in his head. Alex had no idea how that wish worked when all his other wishes to know more about them had failed. But, now he knew.</w:t>
      </w:r>
    </w:p>
    <w:p w:rsidR="00641484" w:rsidRDefault="00641484">
      <w:pPr>
        <w:spacing w:line="480" w:lineRule="auto"/>
        <w:ind w:firstLine="720"/>
        <w:rPr>
          <w:sz w:val="24"/>
          <w:szCs w:val="24"/>
        </w:rPr>
      </w:pPr>
      <w:r>
        <w:rPr>
          <w:sz w:val="24"/>
          <w:szCs w:val="24"/>
        </w:rPr>
        <w:t>“I wish for the old grimore of Hash’tal’figlar.” A huge book appeared in his hands. He immediately dropped it on his bed. The book must have weighed over fifty pounds. It looked old and thick too. He began leafing through it slowly. He knew it was taking too long though and would probably take him over a year to read all 10,000 pages of it. He decided to wish for the ability to speed read through books. The wish worked and he quickly read through it. Even though he read at a much faster pace, it still took him several hours to read through the entire thing. He couldn’t wait to tell Kelly about it.</w:t>
      </w:r>
    </w:p>
    <w:p w:rsidR="00641484" w:rsidRDefault="00641484">
      <w:pPr>
        <w:spacing w:line="480" w:lineRule="auto"/>
        <w:ind w:firstLine="720"/>
        <w:rPr>
          <w:sz w:val="24"/>
          <w:szCs w:val="24"/>
        </w:rPr>
      </w:pPr>
      <w:r>
        <w:rPr>
          <w:sz w:val="24"/>
          <w:szCs w:val="24"/>
        </w:rPr>
        <w:t xml:space="preserve">The problem was that he was supposed to go to the club with Christina that night. She was finally introducing him to her coworkers Shelly and Amanda. Alex figured seeing Kelly could probably wait one more night. Still, Alex had a couple more hours before it was time for their date. </w:t>
      </w:r>
    </w:p>
    <w:p w:rsidR="00641484" w:rsidRDefault="00641484">
      <w:pPr>
        <w:spacing w:line="480" w:lineRule="auto"/>
        <w:ind w:firstLine="720"/>
        <w:rPr>
          <w:sz w:val="24"/>
          <w:szCs w:val="24"/>
        </w:rPr>
      </w:pPr>
      <w:r>
        <w:rPr>
          <w:sz w:val="24"/>
          <w:szCs w:val="24"/>
        </w:rPr>
        <w:t>He decided to make a few wishes that he thought of while he was with Kelly last night. First, he wished for Earth to somehow be saved from the virus. He added in a second wish for Alex the elf to have a happy life wherever he is. He owed that guy a lot for trading places with him and hoped that wish would help. He also wished for eternal youth, immunity from diseases, and a super healing factor, “just like Wolverine,” in his exact words. He even wished to have the strength of ten elves, in case he were to ever get into a fight. He doubted he would any time soon though. His battle with the military wouldn’t come for another forty years it seemed.</w:t>
      </w:r>
    </w:p>
    <w:p w:rsidR="00641484" w:rsidRDefault="00641484">
      <w:pPr>
        <w:spacing w:line="480" w:lineRule="auto"/>
        <w:ind w:firstLine="720"/>
        <w:rPr>
          <w:sz w:val="24"/>
          <w:szCs w:val="24"/>
        </w:rPr>
      </w:pPr>
      <w:r>
        <w:rPr>
          <w:sz w:val="24"/>
          <w:szCs w:val="24"/>
        </w:rPr>
        <w:t>Around 7pm all the girls got together for their weekend orgy. Ming had been moving her stuff inside most of the day with the help of Jen and Lisa. She didn’t have much though, so they told him they wouldn’t need his help. She was very eager to have her second time with Alex, and first time with a lot of the other girls. Alex made full use of the bed that evening. Even the slaves, Sheila and Misty were allowed to join in, though Alex found the sight of Christina shoving a strap on dildo up a girl’s ass a bit disturbing. Alex let Jen ride her special cock at one point. All the girls stared in wonder at the sight of Alex having two girls at once ride him. They also wanted an extra cock for them, but Alex smiled and said that it was just for Jen.</w:t>
      </w:r>
    </w:p>
    <w:p w:rsidR="00641484" w:rsidRDefault="00641484">
      <w:pPr>
        <w:spacing w:line="480" w:lineRule="auto"/>
        <w:ind w:firstLine="720"/>
        <w:rPr>
          <w:sz w:val="24"/>
          <w:szCs w:val="24"/>
        </w:rPr>
      </w:pPr>
      <w:r>
        <w:rPr>
          <w:sz w:val="24"/>
          <w:szCs w:val="24"/>
        </w:rPr>
        <w:t>At 9pm Christina and Alex got cleaned up and Alex drove to the dance club where the two were supposed to meet up with Shelly and Amanda. They met inside the club. Shelly seemed to be a rather large woman with a nice set of L cups. She reminded him a little of the larger women he used to date. He was glad those days were long gone. Amanda was stick thin, way to thin for Alex’s tastes. Even if his penis couldn’t cause pain, he thought he might tear the small thin girl in half with his ten inch cock. The fact that her face was completely covered in acme didn’t help her either.</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The two girls hugged Christina then shook Alex’s hand. They did not seem happy to meet him at all. Throughout the night the two girls talked with Christina, but gave Alex the cold shoulder. Alex thought that if they gave him a chance they would like him too, but they wouldn’t even talk to him.</w:t>
      </w:r>
    </w:p>
    <w:p w:rsidR="00641484" w:rsidRDefault="00641484">
      <w:pPr>
        <w:spacing w:line="480" w:lineRule="auto"/>
        <w:ind w:firstLine="720"/>
        <w:rPr>
          <w:sz w:val="24"/>
          <w:szCs w:val="24"/>
        </w:rPr>
      </w:pPr>
      <w:r>
        <w:rPr>
          <w:sz w:val="24"/>
          <w:szCs w:val="24"/>
        </w:rPr>
        <w:t>The two girls went out to the dance floor while Alex sat next to Christina at a table, sipping their mixed drinks. “Your buddies don’t seem to like me,” Alex said.</w:t>
      </w:r>
    </w:p>
    <w:p w:rsidR="00641484" w:rsidRDefault="00641484">
      <w:pPr>
        <w:spacing w:line="480" w:lineRule="auto"/>
        <w:ind w:firstLine="720"/>
        <w:rPr>
          <w:sz w:val="24"/>
          <w:szCs w:val="24"/>
        </w:rPr>
      </w:pPr>
      <w:r>
        <w:rPr>
          <w:sz w:val="24"/>
          <w:szCs w:val="24"/>
        </w:rPr>
        <w:t>“Yeah,” she replied. “I think they are jealous that you are with me. They don’t have much luck with guys either. It’s sad really.”</w:t>
      </w:r>
    </w:p>
    <w:p w:rsidR="00641484" w:rsidRDefault="00641484">
      <w:pPr>
        <w:spacing w:line="480" w:lineRule="auto"/>
        <w:ind w:firstLine="720"/>
        <w:rPr>
          <w:sz w:val="24"/>
          <w:szCs w:val="24"/>
        </w:rPr>
      </w:pPr>
      <w:r>
        <w:rPr>
          <w:sz w:val="24"/>
          <w:szCs w:val="24"/>
        </w:rPr>
        <w:t>“Yeah that sucks.”</w:t>
      </w:r>
    </w:p>
    <w:p w:rsidR="00641484" w:rsidRDefault="00641484">
      <w:pPr>
        <w:spacing w:line="480" w:lineRule="auto"/>
        <w:ind w:firstLine="720"/>
        <w:rPr>
          <w:sz w:val="24"/>
          <w:szCs w:val="24"/>
        </w:rPr>
      </w:pPr>
      <w:r>
        <w:rPr>
          <w:sz w:val="24"/>
          <w:szCs w:val="24"/>
        </w:rPr>
        <w:t>“I wish they found someone just like you to be with. They always complain about how I don’t spend enough time with them. They refused to come to our wedding solely because of that! They both said they were, ‘busy’ that day. What a bunch of shit!”</w:t>
      </w:r>
    </w:p>
    <w:p w:rsidR="00641484" w:rsidRDefault="00641484">
      <w:pPr>
        <w:spacing w:line="480" w:lineRule="auto"/>
        <w:ind w:firstLine="720"/>
        <w:rPr>
          <w:sz w:val="24"/>
          <w:szCs w:val="24"/>
        </w:rPr>
      </w:pPr>
      <w:r>
        <w:rPr>
          <w:sz w:val="24"/>
          <w:szCs w:val="24"/>
        </w:rPr>
        <w:t>“If you don’t like them that much, why do you still hang with them?” Alex asked.</w:t>
      </w:r>
    </w:p>
    <w:p w:rsidR="00641484" w:rsidRDefault="00641484">
      <w:pPr>
        <w:spacing w:line="480" w:lineRule="auto"/>
        <w:ind w:firstLine="720"/>
        <w:rPr>
          <w:sz w:val="24"/>
          <w:szCs w:val="24"/>
        </w:rPr>
      </w:pPr>
      <w:r>
        <w:rPr>
          <w:sz w:val="24"/>
          <w:szCs w:val="24"/>
        </w:rPr>
        <w:t>“Well, they are still my friends, baby. I just wish they weren’t so jealous.” she stated.</w:t>
      </w:r>
    </w:p>
    <w:p w:rsidR="00641484" w:rsidRDefault="00641484">
      <w:pPr>
        <w:spacing w:line="480" w:lineRule="auto"/>
        <w:ind w:firstLine="720"/>
        <w:rPr>
          <w:sz w:val="24"/>
          <w:szCs w:val="24"/>
        </w:rPr>
      </w:pPr>
      <w:r>
        <w:rPr>
          <w:sz w:val="24"/>
          <w:szCs w:val="24"/>
        </w:rPr>
        <w:t xml:space="preserve">“Yeah.” Alex looked down on his ring and said, “I wish they liked me as much as they do you.” </w:t>
      </w:r>
    </w:p>
    <w:p w:rsidR="00641484" w:rsidRDefault="00641484">
      <w:pPr>
        <w:spacing w:line="480" w:lineRule="auto"/>
        <w:ind w:firstLine="720"/>
        <w:rPr>
          <w:sz w:val="24"/>
          <w:szCs w:val="24"/>
        </w:rPr>
      </w:pPr>
      <w:r>
        <w:rPr>
          <w:sz w:val="24"/>
          <w:szCs w:val="24"/>
        </w:rPr>
        <w:t>The two girls walked up to Alex and Christina. Amanda sat on Alex’s leg while Shelly came up beside Alex and rubbed his hair. Amanda said, “You guys gonna go dance or what?”</w:t>
      </w:r>
    </w:p>
    <w:p w:rsidR="00641484" w:rsidRDefault="00641484">
      <w:pPr>
        <w:spacing w:line="480" w:lineRule="auto"/>
        <w:ind w:firstLine="720"/>
        <w:rPr>
          <w:sz w:val="24"/>
          <w:szCs w:val="24"/>
        </w:rPr>
      </w:pPr>
      <w:r>
        <w:rPr>
          <w:sz w:val="24"/>
          <w:szCs w:val="24"/>
        </w:rPr>
        <w:t>Christina smiled up at her and said, “Not right now. Maybe Alex can dance with you two.”</w:t>
      </w:r>
    </w:p>
    <w:p w:rsidR="00641484" w:rsidRDefault="00641484">
      <w:pPr>
        <w:spacing w:line="480" w:lineRule="auto"/>
        <w:ind w:firstLine="720"/>
        <w:rPr>
          <w:sz w:val="24"/>
          <w:szCs w:val="24"/>
        </w:rPr>
      </w:pPr>
      <w:r>
        <w:rPr>
          <w:sz w:val="24"/>
          <w:szCs w:val="24"/>
        </w:rPr>
        <w:t>Alex looked between the two and said, “Sure, if it’s ok with you two.”</w:t>
      </w:r>
    </w:p>
    <w:p w:rsidR="00641484" w:rsidRDefault="00641484">
      <w:pPr>
        <w:spacing w:line="480" w:lineRule="auto"/>
        <w:ind w:firstLine="720"/>
        <w:rPr>
          <w:sz w:val="24"/>
          <w:szCs w:val="24"/>
        </w:rPr>
      </w:pPr>
      <w:r>
        <w:rPr>
          <w:sz w:val="24"/>
          <w:szCs w:val="24"/>
        </w:rPr>
        <w:t>Shelly said, “Sure it is! Looks like we get to dance with a real stud tonight Amanda!”</w:t>
      </w:r>
    </w:p>
    <w:p w:rsidR="00641484" w:rsidRDefault="00641484">
      <w:pPr>
        <w:spacing w:line="480" w:lineRule="auto"/>
        <w:ind w:firstLine="720"/>
        <w:rPr>
          <w:sz w:val="24"/>
          <w:szCs w:val="24"/>
        </w:rPr>
      </w:pPr>
      <w:r>
        <w:rPr>
          <w:sz w:val="24"/>
          <w:szCs w:val="24"/>
        </w:rPr>
        <w:t>Amanda laughed and got off his lap, “Come on, Alex. Let’s see what you got.” The three walked out onto the dance floor. The two girls put Alex in a sandwich with Amanda behind him and Shelly in front of him. Shelly turned around and started grinding her large ass against Alex’s crotch. Alex couldn’t help but get an erection from the feeling, even though she wasn’t that great of a looker. He knew she must have felt it because she looked back at him and grinned before grinding into him more furiously.</w:t>
      </w:r>
    </w:p>
    <w:p w:rsidR="00641484" w:rsidRDefault="00641484">
      <w:pPr>
        <w:spacing w:line="480" w:lineRule="auto"/>
        <w:ind w:firstLine="720"/>
        <w:rPr>
          <w:sz w:val="24"/>
          <w:szCs w:val="24"/>
        </w:rPr>
      </w:pPr>
      <w:r>
        <w:rPr>
          <w:sz w:val="24"/>
          <w:szCs w:val="24"/>
        </w:rPr>
        <w:t xml:space="preserve">Amanda said, “It looks like you’re having a lot of fun up there. Let’s switch positions.” Shelly pouted but agreed. She came around Alex and put her hands on his hips grinding into him. Shelly, meanwhile, got in front and began grinding against his huge erection. After a minute she actually began moaning from it. </w:t>
      </w:r>
    </w:p>
    <w:p w:rsidR="00641484" w:rsidRDefault="00641484">
      <w:pPr>
        <w:spacing w:line="480" w:lineRule="auto"/>
        <w:ind w:firstLine="720"/>
        <w:rPr>
          <w:sz w:val="24"/>
          <w:szCs w:val="24"/>
        </w:rPr>
      </w:pPr>
      <w:r>
        <w:rPr>
          <w:sz w:val="24"/>
          <w:szCs w:val="24"/>
        </w:rPr>
        <w:t>After a few minutes Amanda turned around and took Alex’s head in her hands and pressed her lips against his own. Alex did not want to return the kiss. He then felt Shelly’s hands reach around and stroke his large cock. Alex opened his mouth slightly as he groaned from the pleasure and Amanda’s tongue shot into his mouth. Alex didn’t know what to do. Both of these girls seemed sex crazed and wanted him badly, but he didn’t want them. He was with Christina.</w:t>
      </w:r>
    </w:p>
    <w:p w:rsidR="00641484" w:rsidRDefault="00641484">
      <w:pPr>
        <w:spacing w:line="480" w:lineRule="auto"/>
        <w:ind w:firstLine="720"/>
        <w:rPr>
          <w:sz w:val="24"/>
          <w:szCs w:val="24"/>
        </w:rPr>
      </w:pPr>
      <w:r>
        <w:rPr>
          <w:sz w:val="24"/>
          <w:szCs w:val="24"/>
        </w:rPr>
        <w:t>Christina walked over to him and whispered in his ear, “Is she a nice kisser, baby? I told them I would share you with them if they wanted too. Do you like them?”</w:t>
      </w:r>
    </w:p>
    <w:p w:rsidR="00641484" w:rsidRDefault="00641484">
      <w:pPr>
        <w:spacing w:line="480" w:lineRule="auto"/>
        <w:ind w:firstLine="720"/>
        <w:rPr>
          <w:sz w:val="24"/>
          <w:szCs w:val="24"/>
        </w:rPr>
      </w:pPr>
      <w:r>
        <w:rPr>
          <w:sz w:val="24"/>
          <w:szCs w:val="24"/>
        </w:rPr>
        <w:t>Amanda finally broke off the kiss and apologized. Alex leaned over to Christina and whispered, “They are nice, but they don’t look like you at all. They aren’t that attractive. Besides, I‘m here for you tonight.”</w:t>
      </w:r>
    </w:p>
    <w:p w:rsidR="00641484" w:rsidRDefault="00641484">
      <w:pPr>
        <w:spacing w:line="480" w:lineRule="auto"/>
        <w:ind w:firstLine="720"/>
        <w:rPr>
          <w:sz w:val="24"/>
          <w:szCs w:val="24"/>
        </w:rPr>
      </w:pPr>
      <w:r>
        <w:rPr>
          <w:sz w:val="24"/>
          <w:szCs w:val="24"/>
        </w:rPr>
        <w:t>Christina laughed and whispered, “If you think they look bad, you can wish for them to look better, right. You can make them look like me.”</w:t>
      </w:r>
    </w:p>
    <w:p w:rsidR="00641484" w:rsidRDefault="00641484">
      <w:pPr>
        <w:spacing w:line="480" w:lineRule="auto"/>
        <w:ind w:firstLine="720"/>
        <w:rPr>
          <w:sz w:val="24"/>
          <w:szCs w:val="24"/>
        </w:rPr>
      </w:pPr>
      <w:r>
        <w:rPr>
          <w:sz w:val="24"/>
          <w:szCs w:val="24"/>
        </w:rPr>
        <w:t xml:space="preserve">Alex thought that was a good idea. Even if they weren’t with him, they’d at least look more decent to guys like him. </w:t>
      </w:r>
      <w:r>
        <w:rPr>
          <w:i/>
          <w:iCs/>
          <w:sz w:val="24"/>
          <w:szCs w:val="24"/>
        </w:rPr>
        <w:t xml:space="preserve">I wish Shelly and Amanda both had bodies like Christina’s. </w:t>
      </w:r>
      <w:r>
        <w:rPr>
          <w:sz w:val="24"/>
          <w:szCs w:val="24"/>
        </w:rPr>
        <w:t xml:space="preserve">He then watched as Amanda’s body gained weight. Her butt cheeks filled out and her hips widened. Her clothes grew along with her. Alex looked over and saw that the same changes were going through Shelly. Shelly grew thinner and her butt shrank a little, becoming more round like and firm. Both of their breasts then expanded to the Z cups that Christina had. </w:t>
      </w:r>
    </w:p>
    <w:p w:rsidR="00641484" w:rsidRDefault="00641484">
      <w:pPr>
        <w:spacing w:line="480" w:lineRule="auto"/>
        <w:ind w:firstLine="720"/>
        <w:rPr>
          <w:sz w:val="24"/>
          <w:szCs w:val="24"/>
        </w:rPr>
      </w:pPr>
      <w:r>
        <w:rPr>
          <w:sz w:val="24"/>
          <w:szCs w:val="24"/>
        </w:rPr>
        <w:t>Alex thought the changes were over, but then he watched in surprise (And horror to a certain extent) as the two girls faces distinctly changed. Both girls hair grew curly and brown, just like Christina’s hair. Their faces distorted and changed. Even their eyes took on the same blue hue that Christina’s had taken.</w:t>
      </w:r>
    </w:p>
    <w:p w:rsidR="00641484" w:rsidRDefault="00641484">
      <w:pPr>
        <w:spacing w:line="480" w:lineRule="auto"/>
        <w:ind w:firstLine="720"/>
        <w:rPr>
          <w:sz w:val="24"/>
          <w:szCs w:val="24"/>
        </w:rPr>
      </w:pPr>
      <w:r>
        <w:rPr>
          <w:sz w:val="24"/>
          <w:szCs w:val="24"/>
        </w:rPr>
        <w:t xml:space="preserve">The changes stopped and Alex stared in horror at two identical copies of Christina. Alex’s knees suddenly felt weak. </w:t>
      </w:r>
      <w:r>
        <w:rPr>
          <w:i/>
          <w:iCs/>
          <w:sz w:val="24"/>
          <w:szCs w:val="24"/>
        </w:rPr>
        <w:t xml:space="preserve">What have I done? It really is real. </w:t>
      </w:r>
      <w:r>
        <w:rPr>
          <w:sz w:val="24"/>
          <w:szCs w:val="24"/>
        </w:rPr>
        <w:t>Amanda and Shelly stretched and hugged Alex against them.</w:t>
      </w:r>
    </w:p>
    <w:p w:rsidR="00641484" w:rsidRDefault="00641484">
      <w:pPr>
        <w:spacing w:line="480" w:lineRule="auto"/>
        <w:ind w:firstLine="720"/>
        <w:rPr>
          <w:sz w:val="24"/>
          <w:szCs w:val="24"/>
        </w:rPr>
      </w:pPr>
      <w:r>
        <w:rPr>
          <w:sz w:val="24"/>
          <w:szCs w:val="24"/>
        </w:rPr>
        <w:t>“We’re so glad you came out with us tonight, Alex!” one of them told him in Christina’s voice.</w:t>
      </w:r>
    </w:p>
    <w:p w:rsidR="00641484" w:rsidRDefault="00641484">
      <w:pPr>
        <w:spacing w:line="480" w:lineRule="auto"/>
        <w:ind w:firstLine="720"/>
        <w:rPr>
          <w:sz w:val="24"/>
          <w:szCs w:val="24"/>
        </w:rPr>
      </w:pPr>
      <w:r>
        <w:rPr>
          <w:sz w:val="24"/>
          <w:szCs w:val="24"/>
        </w:rPr>
        <w:t xml:space="preserve">“I think I need to rest,” Alex said as he walked back to his seat and downed the rest of his drink in one shot. The three Christinas took seats around him. </w:t>
      </w:r>
    </w:p>
    <w:p w:rsidR="00641484" w:rsidRDefault="00641484">
      <w:pPr>
        <w:spacing w:line="480" w:lineRule="auto"/>
        <w:ind w:firstLine="720"/>
        <w:rPr>
          <w:sz w:val="24"/>
          <w:szCs w:val="24"/>
        </w:rPr>
      </w:pPr>
      <w:r>
        <w:rPr>
          <w:sz w:val="24"/>
          <w:szCs w:val="24"/>
        </w:rPr>
        <w:t>“What’s wrong, baby? You look pale.” Alex could tell that one was the real Christina. Their clothing had not changed and he still remembered what Christina was wearing when they left.</w:t>
      </w:r>
    </w:p>
    <w:p w:rsidR="00641484" w:rsidRDefault="00641484">
      <w:pPr>
        <w:spacing w:line="480" w:lineRule="auto"/>
        <w:ind w:firstLine="720"/>
        <w:rPr>
          <w:sz w:val="24"/>
          <w:szCs w:val="24"/>
        </w:rPr>
      </w:pPr>
      <w:r>
        <w:rPr>
          <w:sz w:val="24"/>
          <w:szCs w:val="24"/>
        </w:rPr>
        <w:t>“I accidentally wished for Shelly and Amanda to look just like you. I’m so sorry, Christina! I should have worded it better.”</w:t>
      </w:r>
    </w:p>
    <w:p w:rsidR="00641484" w:rsidRDefault="00641484">
      <w:pPr>
        <w:spacing w:line="480" w:lineRule="auto"/>
        <w:ind w:firstLine="720"/>
        <w:rPr>
          <w:sz w:val="24"/>
          <w:szCs w:val="24"/>
        </w:rPr>
      </w:pPr>
      <w:r>
        <w:rPr>
          <w:sz w:val="24"/>
          <w:szCs w:val="24"/>
        </w:rPr>
        <w:t>Christina stroked his face. “What are you talking about Alex? Shelly and Amanda have always looked like me. We’re identical triplets. I even caught them pretending to be me while having sex with you. They liked it so much, I just didn’t have the heart to deny them, so we all shared you after that. You don’t remember?”</w:t>
      </w:r>
    </w:p>
    <w:p w:rsidR="00641484" w:rsidRDefault="00641484">
      <w:pPr>
        <w:spacing w:line="480" w:lineRule="auto"/>
        <w:ind w:firstLine="720"/>
        <w:rPr>
          <w:sz w:val="24"/>
          <w:szCs w:val="24"/>
        </w:rPr>
      </w:pPr>
      <w:r>
        <w:rPr>
          <w:sz w:val="24"/>
          <w:szCs w:val="24"/>
        </w:rPr>
        <w:t xml:space="preserve">“Ummmm…no, I don’t. Sorry.” It seemed as if reality had shifted again. Now Christina was one of three triplets. All Alex could think about though was that vision of the three Christinas. It was all going to happen after all. He looked at the ring and thought of all the damage he had caused. </w:t>
      </w:r>
      <w:r>
        <w:rPr>
          <w:i/>
          <w:iCs/>
          <w:sz w:val="24"/>
          <w:szCs w:val="24"/>
        </w:rPr>
        <w:t xml:space="preserve">Maybe I should throw this away, </w:t>
      </w:r>
      <w:r>
        <w:rPr>
          <w:sz w:val="24"/>
          <w:szCs w:val="24"/>
        </w:rPr>
        <w:t>he thought to himself. He didn’t want to see any more lives changed because of him.</w:t>
      </w:r>
    </w:p>
    <w:p w:rsidR="00641484" w:rsidRDefault="00641484">
      <w:pPr>
        <w:spacing w:line="480" w:lineRule="auto"/>
        <w:ind w:firstLine="720"/>
        <w:rPr>
          <w:sz w:val="24"/>
          <w:szCs w:val="24"/>
        </w:rPr>
      </w:pPr>
      <w:r>
        <w:rPr>
          <w:sz w:val="24"/>
          <w:szCs w:val="24"/>
        </w:rPr>
        <w:t>The two other Christinas rubbed their hands through his hair. “I’m so horny right now, Alex. Let’s go back to our place and fuck!” Shelly said.</w:t>
      </w:r>
    </w:p>
    <w:p w:rsidR="00641484" w:rsidRDefault="00641484">
      <w:pPr>
        <w:spacing w:line="480" w:lineRule="auto"/>
        <w:ind w:firstLine="720"/>
        <w:rPr>
          <w:sz w:val="24"/>
          <w:szCs w:val="24"/>
        </w:rPr>
      </w:pPr>
      <w:r>
        <w:rPr>
          <w:sz w:val="24"/>
          <w:szCs w:val="24"/>
        </w:rPr>
        <w:t>Alex agreed. He just wanted to have the night end as fast as possible. The three girls hopped into Alex’s car (Shelly and Amanda’s vehicles no longer existed it seemed) and the rode back to the mansion. As he rode down the street, Amanda leaned down and sucked his dick into her mouth, gagging slightly from it. Somehow she managed to get the whole thing into her mouth. It was distracting him, so he made himself cum quickly for her.</w:t>
      </w:r>
    </w:p>
    <w:p w:rsidR="00641484" w:rsidRDefault="00641484">
      <w:pPr>
        <w:spacing w:line="480" w:lineRule="auto"/>
        <w:ind w:firstLine="720"/>
        <w:rPr>
          <w:sz w:val="24"/>
          <w:szCs w:val="24"/>
        </w:rPr>
      </w:pPr>
      <w:r>
        <w:rPr>
          <w:sz w:val="24"/>
          <w:szCs w:val="24"/>
        </w:rPr>
        <w:t>The four of them got out of the car and rushed inside, the girls pulling Alex by his hands towards the main bedroom. Once inside all three of them began kissing him fiercely while two of them unbuttoned his pants and another took off his shirt. They quickly removed their clothing too and Alex could not help but stare at how similar the three twins looked naked. Every inch of their bodies were similar in every fashion. They all even had the same birthmark on their ankles. It was amazing.</w:t>
      </w:r>
    </w:p>
    <w:p w:rsidR="00641484" w:rsidRDefault="00641484">
      <w:pPr>
        <w:spacing w:line="480" w:lineRule="auto"/>
        <w:ind w:firstLine="720"/>
        <w:rPr>
          <w:sz w:val="24"/>
          <w:szCs w:val="24"/>
        </w:rPr>
      </w:pPr>
      <w:r>
        <w:rPr>
          <w:sz w:val="24"/>
          <w:szCs w:val="24"/>
        </w:rPr>
        <w:t>Alex leaned down and lifted one of the girls’ heavy Z cup breasts and began sucking it gently. He began switching between the six breasts in front of him. The girls seemed to have enjoyed it as well. Alex laid down on the bed and one of the Christinas lowered herself on top of him. He didn’t really know which one it was anymore though. The Christina on top of him began moaning and quickly had an orgasm on top of him. Both of the other Christinas also orgasmed at the same time. He figured that one must be Christina.</w:t>
      </w:r>
    </w:p>
    <w:p w:rsidR="00641484" w:rsidRDefault="00641484">
      <w:pPr>
        <w:spacing w:line="480" w:lineRule="auto"/>
        <w:ind w:firstLine="720"/>
        <w:rPr>
          <w:sz w:val="24"/>
          <w:szCs w:val="24"/>
        </w:rPr>
      </w:pPr>
      <w:r>
        <w:rPr>
          <w:sz w:val="24"/>
          <w:szCs w:val="24"/>
        </w:rPr>
        <w:t>Alex didn’t want the third Christina left out, so he motioned for her to sit on his face. He began licking her pussy. He focused and imagined that it was his cock inside of her. Eventually she began orgasming more often. Alex couldn’t tell from his viewpoint, but judging from the three identical moans they were making, it seemed all three had become in synch.</w:t>
      </w:r>
    </w:p>
    <w:p w:rsidR="00641484" w:rsidRDefault="00641484">
      <w:pPr>
        <w:spacing w:line="480" w:lineRule="auto"/>
        <w:ind w:firstLine="720"/>
        <w:rPr>
          <w:sz w:val="24"/>
          <w:szCs w:val="24"/>
        </w:rPr>
      </w:pPr>
      <w:r>
        <w:rPr>
          <w:sz w:val="24"/>
          <w:szCs w:val="24"/>
        </w:rPr>
        <w:t>Alex took turns throughout the night pounding into each one of the Christinas, orgasming several times for them. He was able to tell which one was the original; she asked him to impregnate her several times that night as he pounded into her pussy. Christina would still do anal, but whenever Alex was ready to cum, she would always tell him to pull out and shove it in her pussy. He didn’t mind too much and figured one day he might make her pregnant after all.</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Kelly smiled when her and her man both appeared in the dream world. She was used to seeing him every day, so the one night he spent away from her was torture to her. Alex kissed her gently then pulled away. “I did it, Kelly! I know who the Elders are!” Kelly was astonished. She knew Alex was really trying to find more about them, but part of her thought he never would figure a way around their trickery.</w:t>
      </w:r>
    </w:p>
    <w:p w:rsidR="00641484" w:rsidRDefault="00641484">
      <w:pPr>
        <w:spacing w:line="480" w:lineRule="auto"/>
        <w:ind w:firstLine="720"/>
        <w:rPr>
          <w:sz w:val="24"/>
          <w:szCs w:val="24"/>
        </w:rPr>
      </w:pPr>
      <w:r>
        <w:rPr>
          <w:sz w:val="24"/>
          <w:szCs w:val="24"/>
        </w:rPr>
        <w:t>“That’s awesome, babe! What did you find out?”</w:t>
      </w:r>
    </w:p>
    <w:p w:rsidR="00641484" w:rsidRDefault="00641484">
      <w:pPr>
        <w:spacing w:line="480" w:lineRule="auto"/>
        <w:ind w:firstLine="720"/>
        <w:rPr>
          <w:sz w:val="24"/>
          <w:szCs w:val="24"/>
        </w:rPr>
      </w:pPr>
      <w:r>
        <w:rPr>
          <w:sz w:val="24"/>
          <w:szCs w:val="24"/>
        </w:rPr>
        <w:t>“Well, the Elders were ancient beings that were around since the dawn of elves. The Elders live in the dream world of Ter’kel and serve under the god of dreams, Morpheus.”</w:t>
      </w:r>
    </w:p>
    <w:p w:rsidR="00641484" w:rsidRDefault="00641484">
      <w:pPr>
        <w:spacing w:line="480" w:lineRule="auto"/>
        <w:ind w:firstLine="720"/>
        <w:rPr>
          <w:sz w:val="24"/>
          <w:szCs w:val="24"/>
        </w:rPr>
      </w:pPr>
      <w:r>
        <w:rPr>
          <w:sz w:val="24"/>
          <w:szCs w:val="24"/>
        </w:rPr>
        <w:t>“Wait. Are you shitting me? The Elders aren’t the ones in charge?” She asked, incredulously.</w:t>
      </w:r>
    </w:p>
    <w:p w:rsidR="00641484" w:rsidRDefault="00641484">
      <w:pPr>
        <w:spacing w:line="480" w:lineRule="auto"/>
        <w:ind w:firstLine="720"/>
        <w:rPr>
          <w:sz w:val="24"/>
          <w:szCs w:val="24"/>
        </w:rPr>
      </w:pPr>
      <w:r>
        <w:rPr>
          <w:sz w:val="24"/>
          <w:szCs w:val="24"/>
        </w:rPr>
        <w:t>“The book I read said they weren’t. Morpheus gives them orders to enter the dreams of people. According to legend, they can control someone’s dreams to shift his fate towards whatever goals they wish for.”</w:t>
      </w:r>
    </w:p>
    <w:p w:rsidR="00641484" w:rsidRDefault="00641484">
      <w:pPr>
        <w:spacing w:line="480" w:lineRule="auto"/>
        <w:ind w:firstLine="720"/>
        <w:rPr>
          <w:sz w:val="24"/>
          <w:szCs w:val="24"/>
        </w:rPr>
      </w:pPr>
      <w:r>
        <w:rPr>
          <w:sz w:val="24"/>
          <w:szCs w:val="24"/>
        </w:rPr>
        <w:t>“Shit, that’s deep. So do you know why they want you to repopulate the world with humans?”</w:t>
      </w:r>
    </w:p>
    <w:p w:rsidR="00641484" w:rsidRDefault="00641484">
      <w:pPr>
        <w:spacing w:line="480" w:lineRule="auto"/>
        <w:ind w:firstLine="720"/>
        <w:rPr>
          <w:sz w:val="24"/>
          <w:szCs w:val="24"/>
        </w:rPr>
      </w:pPr>
      <w:r>
        <w:rPr>
          <w:sz w:val="24"/>
          <w:szCs w:val="24"/>
        </w:rPr>
        <w:t>“Fraid not,” he replied. “But I do know how to see them. There’s a ritual that opens a gateway to Ter’kel. It involves some ancient disc called the Tet’long’fal that is that catalyst to open it. The tome I read said nothing about where it may be.”</w:t>
      </w:r>
    </w:p>
    <w:p w:rsidR="00641484" w:rsidRDefault="00641484">
      <w:pPr>
        <w:spacing w:line="480" w:lineRule="auto"/>
        <w:ind w:firstLine="720"/>
        <w:rPr>
          <w:sz w:val="24"/>
          <w:szCs w:val="24"/>
        </w:rPr>
      </w:pPr>
      <w:r>
        <w:rPr>
          <w:sz w:val="24"/>
          <w:szCs w:val="24"/>
        </w:rPr>
        <w:t>“Well, of course it wouldn’t!” she responded. “Even if it did appear in your damn book, it doesn’t guarantee that it would still be there. I’m guessing the book you found was pretty old, right?”</w:t>
      </w:r>
    </w:p>
    <w:p w:rsidR="00641484" w:rsidRDefault="00641484">
      <w:pPr>
        <w:spacing w:line="480" w:lineRule="auto"/>
        <w:ind w:firstLine="720"/>
        <w:rPr>
          <w:sz w:val="24"/>
          <w:szCs w:val="24"/>
        </w:rPr>
      </w:pPr>
      <w:r>
        <w:rPr>
          <w:sz w:val="24"/>
          <w:szCs w:val="24"/>
        </w:rPr>
        <w:t>“Yeah. It was old alright. Anyhow, I wished to know it’s location and that wish actually worked! I guess the Elders didn’t figure I would find out about it ever. Supposedly it’s up in Ireland in some cave somewhere. I made my mind a compass to sense when we get closer to it. That was the only way I could figure out how to find it’s exact location from there.”</w:t>
      </w:r>
    </w:p>
    <w:p w:rsidR="00641484" w:rsidRDefault="00641484">
      <w:pPr>
        <w:spacing w:line="480" w:lineRule="auto"/>
        <w:ind w:firstLine="720"/>
        <w:rPr>
          <w:sz w:val="24"/>
          <w:szCs w:val="24"/>
        </w:rPr>
      </w:pPr>
      <w:r>
        <w:rPr>
          <w:sz w:val="24"/>
          <w:szCs w:val="24"/>
        </w:rPr>
        <w:t>“That’s great, Alex! I knew you had some brains in that thick head of yours!”</w:t>
      </w:r>
    </w:p>
    <w:p w:rsidR="00641484" w:rsidRDefault="00641484">
      <w:pPr>
        <w:spacing w:line="480" w:lineRule="auto"/>
        <w:ind w:firstLine="720"/>
        <w:rPr>
          <w:sz w:val="24"/>
          <w:szCs w:val="24"/>
        </w:rPr>
      </w:pPr>
      <w:r>
        <w:rPr>
          <w:sz w:val="24"/>
          <w:szCs w:val="24"/>
        </w:rPr>
        <w:t>“Thanks. I booked the two of us tickets to Ireland for a few days from now. Hopefully I can figure out a way to get your body back in the meantime.” He smiled at her that big goofy grin she fell in love with.</w:t>
      </w:r>
    </w:p>
    <w:p w:rsidR="00641484" w:rsidRDefault="00641484">
      <w:pPr>
        <w:spacing w:line="480" w:lineRule="auto"/>
        <w:ind w:firstLine="720"/>
        <w:rPr>
          <w:sz w:val="24"/>
          <w:szCs w:val="24"/>
        </w:rPr>
      </w:pPr>
      <w:r>
        <w:rPr>
          <w:sz w:val="24"/>
          <w:szCs w:val="24"/>
        </w:rPr>
        <w:t>“So you’re really going to leave those whores behind to be with me? I’m not complaining, but are you going to tell any of them about it?”</w:t>
      </w:r>
    </w:p>
    <w:p w:rsidR="00641484" w:rsidRDefault="00641484">
      <w:pPr>
        <w:spacing w:line="480" w:lineRule="auto"/>
        <w:ind w:firstLine="720"/>
        <w:rPr>
          <w:sz w:val="24"/>
          <w:szCs w:val="24"/>
        </w:rPr>
      </w:pPr>
      <w:r>
        <w:rPr>
          <w:sz w:val="24"/>
          <w:szCs w:val="24"/>
        </w:rPr>
        <w:t>Alex sighed and his brow furrowed. “No. They would be better off without me. Do you remember how I told you about the three Christinas? I accidentally made her friends her identical triplets.”</w:t>
      </w:r>
    </w:p>
    <w:p w:rsidR="00641484" w:rsidRDefault="00641484">
      <w:pPr>
        <w:spacing w:line="480" w:lineRule="auto"/>
        <w:ind w:firstLine="720"/>
        <w:rPr>
          <w:sz w:val="24"/>
          <w:szCs w:val="24"/>
        </w:rPr>
      </w:pPr>
      <w:r>
        <w:rPr>
          <w:sz w:val="24"/>
          <w:szCs w:val="24"/>
        </w:rPr>
        <w:t>Kelly couldn’t help but laugh. “Ha! You suck at this wishing thing, don’t you? I’m sure Christina is beside herself right now!”</w:t>
      </w:r>
    </w:p>
    <w:p w:rsidR="00641484" w:rsidRDefault="00641484">
      <w:pPr>
        <w:spacing w:line="480" w:lineRule="auto"/>
        <w:ind w:firstLine="720"/>
        <w:rPr>
          <w:sz w:val="24"/>
          <w:szCs w:val="24"/>
        </w:rPr>
      </w:pPr>
      <w:r>
        <w:rPr>
          <w:sz w:val="24"/>
          <w:szCs w:val="24"/>
        </w:rPr>
        <w:t>Alex laughed at her attempt at a joke. “Yeah I suppose I do suck at it. Maybe I should throw this damn thing away, especially if the Elders and Morpheus gave it to me.”</w:t>
      </w:r>
    </w:p>
    <w:p w:rsidR="00641484" w:rsidRDefault="00641484">
      <w:pPr>
        <w:spacing w:line="480" w:lineRule="auto"/>
        <w:ind w:firstLine="720"/>
        <w:rPr>
          <w:sz w:val="24"/>
          <w:szCs w:val="24"/>
        </w:rPr>
      </w:pPr>
      <w:r>
        <w:rPr>
          <w:sz w:val="24"/>
          <w:szCs w:val="24"/>
        </w:rPr>
        <w:t>“Don’t be stupid! That thing is your best weapon against them as long as you know how to use it properly. And I’m sure the moment we get to this dream world, we might have to fight our way to them.”</w:t>
      </w:r>
    </w:p>
    <w:p w:rsidR="00641484" w:rsidRDefault="00641484">
      <w:pPr>
        <w:spacing w:line="480" w:lineRule="auto"/>
        <w:ind w:firstLine="720"/>
        <w:rPr>
          <w:sz w:val="24"/>
          <w:szCs w:val="24"/>
        </w:rPr>
      </w:pPr>
      <w:r>
        <w:rPr>
          <w:sz w:val="24"/>
          <w:szCs w:val="24"/>
        </w:rPr>
        <w:t>“God, I hope not! I’m no good at fighting! I flinch at the slightest thing!”</w:t>
      </w:r>
    </w:p>
    <w:p w:rsidR="00641484" w:rsidRDefault="00641484">
      <w:pPr>
        <w:spacing w:line="480" w:lineRule="auto"/>
        <w:ind w:firstLine="720"/>
        <w:rPr>
          <w:sz w:val="24"/>
          <w:szCs w:val="24"/>
        </w:rPr>
      </w:pPr>
      <w:r>
        <w:rPr>
          <w:sz w:val="24"/>
          <w:szCs w:val="24"/>
        </w:rPr>
        <w:t xml:space="preserve">Kelly threw a punch at him, stopping at his face. “Yeah, you do flinch easily, wuss! Guess I’ll have to kick their asses for the both of us.” She leaned into Alex, nuzzling into his chest. “I’m sure you’ll figure a way to save me soon enough too, babe. Try not to worry about it too much.” Alex leaned against her and rubbed her belly. </w:t>
      </w:r>
    </w:p>
    <w:p w:rsidR="00641484" w:rsidRDefault="00641484">
      <w:pPr>
        <w:spacing w:line="480" w:lineRule="auto"/>
        <w:ind w:firstLine="720"/>
        <w:rPr>
          <w:sz w:val="24"/>
          <w:szCs w:val="24"/>
        </w:rPr>
      </w:pPr>
      <w:r>
        <w:rPr>
          <w:sz w:val="24"/>
          <w:szCs w:val="24"/>
        </w:rPr>
        <w:t>She swatted his arm away. “I think you’ll make a decent mother after all,” he said to her.</w:t>
      </w:r>
    </w:p>
    <w:p w:rsidR="00641484" w:rsidRDefault="00641484">
      <w:pPr>
        <w:spacing w:line="480" w:lineRule="auto"/>
        <w:ind w:firstLine="720"/>
        <w:rPr>
          <w:sz w:val="24"/>
          <w:szCs w:val="24"/>
        </w:rPr>
      </w:pPr>
      <w:r>
        <w:rPr>
          <w:sz w:val="24"/>
          <w:szCs w:val="24"/>
        </w:rPr>
        <w:t>“You’re just figuring that out now? I guess you really are pretty thick headed.” She leaned in and kissed him. The kiss became more heated until the two found themselves naked fucking once more. She loved the feeling of his huge cock in her. She hoped things would turn out for the best.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i/>
          <w:iCs/>
          <w:sz w:val="24"/>
          <w:szCs w:val="24"/>
        </w:rPr>
      </w:pPr>
      <w:r>
        <w:rPr>
          <w:sz w:val="24"/>
          <w:szCs w:val="24"/>
        </w:rPr>
        <w:t xml:space="preserve">Throughout the next day, Alex thought long and hard as to how he could bring the old Kelly back. He knew that if he could find a way to see the Elders, then there must be a way to wish her back. </w:t>
      </w:r>
      <w:r>
        <w:rPr>
          <w:i/>
          <w:iCs/>
          <w:sz w:val="24"/>
          <w:szCs w:val="24"/>
        </w:rPr>
        <w:t>Maybe that’s the problem. Maybe I’m relying on this too much. I mean, according to the Elders I have magic running through my body. Maybe that magic could do it if the ring couldn’t.</w:t>
      </w:r>
    </w:p>
    <w:p w:rsidR="00641484" w:rsidRDefault="00641484">
      <w:pPr>
        <w:spacing w:line="480" w:lineRule="auto"/>
        <w:ind w:firstLine="720"/>
        <w:rPr>
          <w:sz w:val="24"/>
          <w:szCs w:val="24"/>
        </w:rPr>
      </w:pPr>
      <w:r>
        <w:rPr>
          <w:sz w:val="24"/>
          <w:szCs w:val="24"/>
        </w:rPr>
        <w:t>Alex looked down and mouthed the words, “I wish to be able to fully use the full extent of my magical abilities and know how to use them for any purpose I deem necessary.” A rush of power spread throughout Alex. He had never felt anything like it his entire life. He began shaking uncontrollably. He then looked around and realized to his astonishment that the whole house was shaking. Was it an earthquake, or his powers being fully unleashed?</w:t>
      </w:r>
    </w:p>
    <w:p w:rsidR="00641484" w:rsidRDefault="00641484">
      <w:pPr>
        <w:spacing w:line="480" w:lineRule="auto"/>
        <w:ind w:firstLine="720"/>
        <w:rPr>
          <w:sz w:val="24"/>
          <w:szCs w:val="24"/>
        </w:rPr>
      </w:pPr>
      <w:r>
        <w:rPr>
          <w:sz w:val="24"/>
          <w:szCs w:val="24"/>
        </w:rPr>
        <w:t xml:space="preserve">He wanted to check on the others, but he couldn’t move. The shaking in his body and the room around him stopped shaking, gradually and then stopped. He still felt the powers within him, begging to be released. Suddenly, a sharp pain hit Alex’s brain. He fell to the ground in agony as he felt thousands of years of knowledge seep into his brain. He didn’t know how much of it he could take and hoped it wouldn’t kill him. The pain felt so immense that he felt like his head might just explode any time. He felt unconsciousness come over him, but managed to fight it back. </w:t>
      </w:r>
    </w:p>
    <w:p w:rsidR="00641484" w:rsidRDefault="00641484">
      <w:pPr>
        <w:spacing w:line="480" w:lineRule="auto"/>
        <w:ind w:firstLine="720"/>
        <w:rPr>
          <w:sz w:val="24"/>
          <w:szCs w:val="24"/>
        </w:rPr>
      </w:pPr>
      <w:r>
        <w:rPr>
          <w:sz w:val="24"/>
          <w:szCs w:val="24"/>
        </w:rPr>
        <w:t xml:space="preserve">He felt warm blood pour out of his ears and nose. It was as if his brain was pouring out of him because it didn’t have enough space for all the information. Finally, after what felt like forever, the pain subsided in his head. He continued to sit on the floor since his head was dizzy. </w:t>
      </w:r>
    </w:p>
    <w:p w:rsidR="00641484" w:rsidRDefault="00641484">
      <w:pPr>
        <w:spacing w:line="480" w:lineRule="auto"/>
        <w:ind w:firstLine="720"/>
        <w:rPr>
          <w:sz w:val="24"/>
          <w:szCs w:val="24"/>
        </w:rPr>
      </w:pPr>
      <w:r>
        <w:rPr>
          <w:sz w:val="24"/>
          <w:szCs w:val="24"/>
        </w:rPr>
        <w:t>Between the knowledge and his newfound powers, Alex felt different. He wondered if all of it had changed his personality and mental capabilities. He felt like normal, but that meant nothing since he knew he could shift reality any way he wanted practically. He knew also how to save Kelly. He couldn’t wait for her to return.</w:t>
      </w:r>
    </w:p>
    <w:p w:rsidR="00641484" w:rsidRDefault="00641484">
      <w:pPr>
        <w:spacing w:line="480" w:lineRule="auto"/>
        <w:ind w:firstLine="720"/>
        <w:rPr>
          <w:sz w:val="24"/>
          <w:szCs w:val="24"/>
        </w:rPr>
      </w:pPr>
      <w:r>
        <w:rPr>
          <w:sz w:val="24"/>
          <w:szCs w:val="24"/>
        </w:rPr>
        <w:t>Lisa ran in and gasped. “Oh my God, Alex! Are you OK? It felt like an earthquake just hit us.”</w:t>
      </w:r>
    </w:p>
    <w:p w:rsidR="00641484" w:rsidRDefault="00641484">
      <w:pPr>
        <w:spacing w:line="480" w:lineRule="auto"/>
        <w:ind w:firstLine="720"/>
        <w:rPr>
          <w:sz w:val="24"/>
          <w:szCs w:val="24"/>
        </w:rPr>
      </w:pPr>
      <w:r>
        <w:rPr>
          <w:sz w:val="24"/>
          <w:szCs w:val="24"/>
        </w:rPr>
        <w:t>Alex smiled and tried to stand but couldn’t. He still wasn’t fully accustomed to his powers yet and felt dizzy still. “I’m ok,” he said slowly.</w:t>
      </w:r>
    </w:p>
    <w:p w:rsidR="00641484" w:rsidRDefault="00641484">
      <w:pPr>
        <w:spacing w:line="480" w:lineRule="auto"/>
        <w:ind w:firstLine="720"/>
        <w:rPr>
          <w:sz w:val="24"/>
          <w:szCs w:val="24"/>
        </w:rPr>
      </w:pPr>
      <w:r>
        <w:rPr>
          <w:sz w:val="24"/>
          <w:szCs w:val="24"/>
        </w:rPr>
        <w:t>“No you’re not! You have blood all over you. I’m calling the ambulance right now.”</w:t>
      </w:r>
    </w:p>
    <w:p w:rsidR="00641484" w:rsidRDefault="00641484">
      <w:pPr>
        <w:spacing w:line="480" w:lineRule="auto"/>
        <w:ind w:firstLine="720"/>
        <w:rPr>
          <w:sz w:val="24"/>
          <w:szCs w:val="24"/>
        </w:rPr>
      </w:pPr>
      <w:r>
        <w:rPr>
          <w:sz w:val="24"/>
          <w:szCs w:val="24"/>
        </w:rPr>
        <w:t>“No need,” he plainly stated. “I wish to be fully healed and adjusted to my abilities fully.” The blood on his face slowly disappeared along with his dizzy spell. He smiled and stood up. “There we go, mom! Strong as steel!” He hopped up and down a few times to show his mom how energetic he was.</w:t>
      </w:r>
    </w:p>
    <w:p w:rsidR="00641484" w:rsidRDefault="00641484">
      <w:pPr>
        <w:spacing w:line="480" w:lineRule="auto"/>
        <w:ind w:firstLine="720"/>
        <w:rPr>
          <w:sz w:val="24"/>
          <w:szCs w:val="24"/>
        </w:rPr>
      </w:pPr>
      <w:r>
        <w:rPr>
          <w:sz w:val="24"/>
          <w:szCs w:val="24"/>
        </w:rPr>
        <w:t>“Are you sure?” she asked. “I don’t want you dying on me.”</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“Oh mom. I’m fine. I’ll take a nap for your sake, ok? I should be completely fine after that.”</w:t>
      </w:r>
    </w:p>
    <w:p w:rsidR="00641484" w:rsidRDefault="00641484">
      <w:pPr>
        <w:spacing w:line="480" w:lineRule="auto"/>
        <w:ind w:firstLine="720"/>
        <w:rPr>
          <w:sz w:val="24"/>
          <w:szCs w:val="24"/>
        </w:rPr>
      </w:pPr>
      <w:r>
        <w:rPr>
          <w:sz w:val="24"/>
          <w:szCs w:val="24"/>
        </w:rPr>
        <w:t>“Oh ok, honey. I’ll have some hot tea brought up for you. You lay down and rest for a spell.” Lisa left and Alex laid on his bed staring at his hands. If he focused his power the right way he could see his own aura. It was shiny and blue.</w:t>
      </w:r>
    </w:p>
    <w:p w:rsidR="00641484" w:rsidRDefault="00641484">
      <w:pPr>
        <w:spacing w:line="480" w:lineRule="auto"/>
        <w:ind w:firstLine="720"/>
        <w:rPr>
          <w:sz w:val="24"/>
          <w:szCs w:val="24"/>
        </w:rPr>
      </w:pPr>
      <w:r>
        <w:rPr>
          <w:sz w:val="24"/>
          <w:szCs w:val="24"/>
        </w:rPr>
        <w:t>Kelly came home and Alex rushed her to her bedroom. He quickly took off all of his clothes followed by all of hers. “Do you mind if I have anal sex with you right away, Kelly? I want to try something.”</w:t>
      </w:r>
    </w:p>
    <w:p w:rsidR="00641484" w:rsidRDefault="00641484">
      <w:pPr>
        <w:spacing w:line="480" w:lineRule="auto"/>
        <w:ind w:firstLine="720"/>
        <w:rPr>
          <w:sz w:val="24"/>
          <w:szCs w:val="24"/>
        </w:rPr>
      </w:pPr>
      <w:r>
        <w:rPr>
          <w:sz w:val="24"/>
          <w:szCs w:val="24"/>
        </w:rPr>
        <w:t>“Of course, master! Anything to make you happy.”</w:t>
      </w:r>
    </w:p>
    <w:p w:rsidR="00641484" w:rsidRDefault="00641484">
      <w:pPr>
        <w:spacing w:line="480" w:lineRule="auto"/>
        <w:ind w:firstLine="720"/>
        <w:rPr>
          <w:sz w:val="24"/>
          <w:szCs w:val="24"/>
        </w:rPr>
      </w:pPr>
      <w:r>
        <w:rPr>
          <w:sz w:val="24"/>
          <w:szCs w:val="24"/>
        </w:rPr>
        <w:t>Alex stroked her face and kissed her gently. “You have been good to me Kelly, but it’s time that your original took over again. I hope you understand.”</w:t>
      </w:r>
    </w:p>
    <w:p w:rsidR="00641484" w:rsidRDefault="00641484">
      <w:pPr>
        <w:spacing w:line="480" w:lineRule="auto"/>
        <w:ind w:firstLine="720"/>
        <w:rPr>
          <w:sz w:val="24"/>
          <w:szCs w:val="24"/>
        </w:rPr>
      </w:pPr>
      <w:r>
        <w:rPr>
          <w:sz w:val="24"/>
          <w:szCs w:val="24"/>
        </w:rPr>
        <w:t>Kelly looked at him quizzically. Alex smiled and positioned his cock against her anus. He pushed in all the way and she moaned in delight. Alex first focused his power so that only Kelly would be the one experiencing it now. That gave Alex more focus for the next step of his plan. He began pounding into Kelly at full speed. He could tell that she was having one of the continuous orgasms that his powers brought on.</w:t>
      </w:r>
    </w:p>
    <w:p w:rsidR="00641484" w:rsidRDefault="00641484">
      <w:pPr>
        <w:spacing w:line="480" w:lineRule="auto"/>
        <w:ind w:firstLine="720"/>
        <w:rPr>
          <w:sz w:val="24"/>
          <w:szCs w:val="24"/>
        </w:rPr>
      </w:pPr>
      <w:r>
        <w:rPr>
          <w:sz w:val="24"/>
          <w:szCs w:val="24"/>
        </w:rPr>
        <w:t>The next part was tricky and a bit dangerous, but Alex was willing to risk it. He focused his magic into the ring on his hand and began wishing for the old Kelly to return. The ring began glowing a bright white as he poured more and more energy into the ring. He began feeling lightheaded again, but he pushed through it. His nose and ears started to bleed once more soon after. He pushed the pain away and focused only on pounding into Kelly while sending his energy into the ring and wishing for Kelly to return.</w:t>
      </w:r>
    </w:p>
    <w:p w:rsidR="00641484" w:rsidRDefault="00641484">
      <w:pPr>
        <w:spacing w:line="480" w:lineRule="auto"/>
        <w:ind w:firstLine="720"/>
        <w:rPr>
          <w:sz w:val="24"/>
          <w:szCs w:val="24"/>
        </w:rPr>
      </w:pPr>
      <w:r>
        <w:rPr>
          <w:sz w:val="24"/>
          <w:szCs w:val="24"/>
        </w:rPr>
        <w:t>Kelly’s head was pushed into her pillow just enjoying the sensations. Alex had wished for her not to watch him while he had sex with her beforehand, and it worked. She moaned deeply as he pushed in and out of her. Alex was almost knocked out of the trancelike state he put himself in when Kelly started exclaiming, “That’s it fucker. Fuck my huge ass. The ass made just for your huge horse cock! Do you like your huge dick in my tight hole? Do I make you happy when you take me from behind like this???”</w:t>
      </w:r>
    </w:p>
    <w:p w:rsidR="00641484" w:rsidRDefault="00641484">
      <w:pPr>
        <w:spacing w:line="480" w:lineRule="auto"/>
        <w:ind w:firstLine="720"/>
        <w:rPr>
          <w:sz w:val="24"/>
          <w:szCs w:val="24"/>
        </w:rPr>
      </w:pPr>
      <w:r>
        <w:rPr>
          <w:sz w:val="24"/>
          <w:szCs w:val="24"/>
        </w:rPr>
        <w:t xml:space="preserve">Alex knew that she sometimes had outbursts like that on occasion, but noticed that her obscenities did not stop like they did before. He knew she wouldn’t be fully back quite yet though. He continuously poured his strength into the ring until it was bright enough to fill the entire room with its light. </w:t>
      </w:r>
    </w:p>
    <w:p w:rsidR="00641484" w:rsidRDefault="00641484">
      <w:pPr>
        <w:spacing w:line="480" w:lineRule="auto"/>
        <w:ind w:firstLine="720"/>
        <w:rPr>
          <w:sz w:val="24"/>
          <w:szCs w:val="24"/>
        </w:rPr>
      </w:pPr>
      <w:r>
        <w:rPr>
          <w:sz w:val="24"/>
          <w:szCs w:val="24"/>
        </w:rPr>
        <w:t xml:space="preserve">He felt the moment arriving. </w:t>
      </w:r>
      <w:r>
        <w:rPr>
          <w:i/>
          <w:iCs/>
          <w:sz w:val="24"/>
          <w:szCs w:val="24"/>
        </w:rPr>
        <w:t xml:space="preserve">Now! </w:t>
      </w:r>
      <w:r>
        <w:rPr>
          <w:sz w:val="24"/>
          <w:szCs w:val="24"/>
        </w:rPr>
        <w:t>He forced himself to ejaculate inside of her. At the same time he screamed out, “I wish for Kelly to return to normal!!!” The ring grew even more brighter as the energy shot through it and into Kelly, making her glow as well. The ring stopped glowing and Alex’s erection subsided.</w:t>
      </w:r>
    </w:p>
    <w:p w:rsidR="00641484" w:rsidRDefault="00641484">
      <w:pPr>
        <w:spacing w:line="480" w:lineRule="auto"/>
        <w:ind w:firstLine="720"/>
        <w:rPr>
          <w:i/>
          <w:iCs/>
          <w:sz w:val="24"/>
          <w:szCs w:val="24"/>
        </w:rPr>
      </w:pPr>
      <w:r>
        <w:rPr>
          <w:sz w:val="24"/>
          <w:szCs w:val="24"/>
        </w:rPr>
        <w:t xml:space="preserve">The moment his orgasm finished, Alex felt the darkness take him. He knew at that point he had pushed himself too far for even his abilities. He fell off of Kelly, landing hard on the floor behind him. As he felt his heart beat his last few beats, all he could think was, </w:t>
      </w:r>
      <w:r>
        <w:rPr>
          <w:i/>
          <w:iCs/>
          <w:sz w:val="24"/>
          <w:szCs w:val="24"/>
        </w:rPr>
        <w:t>I wish Kelly was normal again. And I hope she’ll be happy…</w:t>
      </w:r>
    </w:p>
    <w:p w:rsidR="00641484" w:rsidRDefault="00641484">
      <w:pPr>
        <w:spacing w:line="480" w:lineRule="auto"/>
        <w:ind w:firstLine="720"/>
        <w:rPr>
          <w:i/>
          <w:iCs/>
          <w:sz w:val="24"/>
          <w:szCs w:val="24"/>
        </w:rPr>
      </w:pPr>
    </w:p>
    <w:p w:rsidR="00641484" w:rsidRDefault="00641484">
      <w:pPr>
        <w:spacing w:line="480" w:lineRule="auto"/>
        <w:ind w:firstLine="720"/>
        <w:rPr>
          <w:i/>
          <w:iCs/>
          <w:sz w:val="24"/>
          <w:szCs w:val="24"/>
        </w:rPr>
      </w:pPr>
    </w:p>
    <w:p w:rsidR="00641484" w:rsidRDefault="00641484">
      <w:pPr>
        <w:spacing w:line="480" w:lineRule="auto"/>
        <w:ind w:firstLine="720"/>
        <w:rPr>
          <w:sz w:val="24"/>
          <w:szCs w:val="24"/>
        </w:rPr>
      </w:pPr>
      <w:r>
        <w:rPr>
          <w:sz w:val="24"/>
          <w:szCs w:val="24"/>
        </w:rPr>
        <w:t xml:space="preserve">Kelly woke up and looked around. She was back in the physical world. </w:t>
      </w:r>
      <w:r>
        <w:rPr>
          <w:i/>
          <w:iCs/>
          <w:sz w:val="24"/>
          <w:szCs w:val="24"/>
        </w:rPr>
        <w:t xml:space="preserve">That bastard really did it! </w:t>
      </w:r>
      <w:r>
        <w:rPr>
          <w:sz w:val="24"/>
          <w:szCs w:val="24"/>
        </w:rPr>
        <w:t>she thought. She then looked behind her and saw Alex laying on the floor. He was naked with his head turned to the side and his mouth wide open. His eyes appeared lifeless.</w:t>
      </w:r>
    </w:p>
    <w:p w:rsidR="00641484" w:rsidRDefault="00641484">
      <w:pPr>
        <w:spacing w:line="480" w:lineRule="auto"/>
        <w:ind w:firstLine="720"/>
        <w:rPr>
          <w:sz w:val="24"/>
          <w:szCs w:val="24"/>
        </w:rPr>
      </w:pPr>
      <w:r>
        <w:rPr>
          <w:sz w:val="24"/>
          <w:szCs w:val="24"/>
        </w:rPr>
        <w:t xml:space="preserve">“Alex!” she exclaimed. She rushed over to him and put her ear to his mouth to check his breath. She placed her two fingers on his neck to feel a pulse at the same time. He had none. Kelly placed her mouth over his own and blew deeply into him. She then lifted her mouth and began pressing against his chest trying to jumpstart his heart. </w:t>
      </w:r>
    </w:p>
    <w:p w:rsidR="00641484" w:rsidRDefault="00641484">
      <w:pPr>
        <w:spacing w:line="480" w:lineRule="auto"/>
        <w:ind w:firstLine="720"/>
        <w:rPr>
          <w:sz w:val="24"/>
          <w:szCs w:val="24"/>
        </w:rPr>
      </w:pPr>
      <w:r>
        <w:rPr>
          <w:sz w:val="24"/>
          <w:szCs w:val="24"/>
        </w:rPr>
        <w:t>“Breathe you dumb fuck! Breathe!” She placed her mouth over his once more and breathed into it. Still nothing. She tried pressing his chest again, but he still wouldn’t breathe. Kelly got up and pulled open the cabinet to one of her dressers in her room. Gloria had made her months ago have medical equipment on hand in case one of the many members of the house were to get injured. She thought it was stupid at the time (though her other half readily agreed), but now she was glad that she suggested it.</w:t>
      </w:r>
    </w:p>
    <w:p w:rsidR="00641484" w:rsidRDefault="00641484">
      <w:pPr>
        <w:spacing w:line="480" w:lineRule="auto"/>
        <w:ind w:firstLine="720"/>
        <w:rPr>
          <w:sz w:val="24"/>
          <w:szCs w:val="24"/>
        </w:rPr>
      </w:pPr>
      <w:r>
        <w:rPr>
          <w:sz w:val="24"/>
          <w:szCs w:val="24"/>
        </w:rPr>
        <w:t>Kelly pulled out a battery operated defibrillator and placed the pads on his bare chest while charging it. Fully charged she placed it on his chest. His body lurched, then fell back to its original location. She rubbed them together and tried again. Once again his chest jumped. She then heard him cough and slowly open his eyes.</w:t>
      </w:r>
    </w:p>
    <w:p w:rsidR="00641484" w:rsidRDefault="00641484">
      <w:pPr>
        <w:spacing w:line="480" w:lineRule="auto"/>
        <w:ind w:firstLine="720"/>
        <w:rPr>
          <w:sz w:val="24"/>
          <w:szCs w:val="24"/>
        </w:rPr>
      </w:pPr>
      <w:r>
        <w:rPr>
          <w:sz w:val="24"/>
          <w:szCs w:val="24"/>
        </w:rPr>
        <w:t>Kelly could no longer hold back her tears. She laid over him crying out, “You stupid fucking bastard! You asshole! What were you thinking you dumb son of bitch! Bringing me back wasn’t worth losing your life over, idiot! I thought you were gone! I can’t live without you Alex! You stupid dumbass!”</w:t>
      </w:r>
    </w:p>
    <w:p w:rsidR="00641484" w:rsidRDefault="00641484">
      <w:pPr>
        <w:spacing w:line="480" w:lineRule="auto"/>
        <w:ind w:firstLine="720"/>
        <w:rPr>
          <w:sz w:val="24"/>
          <w:szCs w:val="24"/>
        </w:rPr>
      </w:pPr>
      <w:r>
        <w:rPr>
          <w:sz w:val="24"/>
          <w:szCs w:val="24"/>
        </w:rPr>
        <w:t>“Ungh. I see you’re back to normal. I’m glad.”</w:t>
      </w:r>
    </w:p>
    <w:p w:rsidR="00641484" w:rsidRDefault="00641484">
      <w:pPr>
        <w:spacing w:line="480" w:lineRule="auto"/>
        <w:ind w:firstLine="720"/>
        <w:rPr>
          <w:sz w:val="24"/>
          <w:szCs w:val="24"/>
        </w:rPr>
      </w:pPr>
      <w:r>
        <w:rPr>
          <w:sz w:val="24"/>
          <w:szCs w:val="24"/>
        </w:rPr>
        <w:t>Kelly sat up before slapping his face hard. “You idiot! What point would there have been bringing me back if I couldn’t spend it with you? Do you know how worried I was when I found you dead?! You were dead for over two minutes!”</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Alex’s eyes widened slightly. “I…I’m sorry. I lost control there. It won’t happen again. I guess I didn’t really think the whole thing through.” </w:t>
      </w:r>
    </w:p>
    <w:p w:rsidR="00641484" w:rsidRDefault="00641484">
      <w:pPr>
        <w:spacing w:line="480" w:lineRule="auto"/>
        <w:ind w:firstLine="720"/>
        <w:rPr>
          <w:sz w:val="24"/>
          <w:szCs w:val="24"/>
        </w:rPr>
      </w:pPr>
      <w:r>
        <w:rPr>
          <w:sz w:val="24"/>
          <w:szCs w:val="24"/>
        </w:rPr>
        <w:t>“You’re goddamn right you didn’t dumbass! If I didn’t bring you back I don’t know if I’d be able to live without you. I love you, Alex! Promise me you’ll never do that again!”</w:t>
      </w:r>
    </w:p>
    <w:p w:rsidR="00641484" w:rsidRDefault="00641484">
      <w:pPr>
        <w:spacing w:line="480" w:lineRule="auto"/>
        <w:ind w:firstLine="720"/>
        <w:rPr>
          <w:sz w:val="24"/>
          <w:szCs w:val="24"/>
        </w:rPr>
      </w:pPr>
      <w:r>
        <w:rPr>
          <w:sz w:val="24"/>
          <w:szCs w:val="24"/>
        </w:rPr>
        <w:t>Alex coughed. “OK. I promise, sexy. Can I get some water?”</w:t>
      </w:r>
    </w:p>
    <w:p w:rsidR="00641484" w:rsidRDefault="00641484">
      <w:pPr>
        <w:spacing w:line="480" w:lineRule="auto"/>
        <w:ind w:firstLine="720"/>
        <w:rPr>
          <w:sz w:val="24"/>
          <w:szCs w:val="24"/>
        </w:rPr>
      </w:pPr>
      <w:r>
        <w:rPr>
          <w:sz w:val="24"/>
          <w:szCs w:val="24"/>
        </w:rPr>
        <w:t>Kelly frowned and said, “Stay right there. I’ll get you a glass.” She walked out of the room and looked around. Though she had seen the mansion a hundred times through the eyes of her other self, it all appeared slightly different to her. Still, she found her way down the stairs. Brittney walked by her and gave her a strange look. Kelly looked up and tried her best to smile and wave.</w:t>
      </w:r>
    </w:p>
    <w:p w:rsidR="00641484" w:rsidRDefault="00641484">
      <w:pPr>
        <w:spacing w:line="480" w:lineRule="auto"/>
        <w:ind w:firstLine="720"/>
        <w:rPr>
          <w:sz w:val="24"/>
          <w:szCs w:val="24"/>
        </w:rPr>
      </w:pPr>
      <w:r>
        <w:rPr>
          <w:sz w:val="24"/>
          <w:szCs w:val="24"/>
        </w:rPr>
        <w:t>Brittney continued to walk to the kitchen. In the kitchen Gloria was talking to her maid, Rosa. They both looked up and gave her another strange look. “Everything OK?” Gloria asked.</w:t>
      </w:r>
    </w:p>
    <w:p w:rsidR="00641484" w:rsidRDefault="00641484">
      <w:pPr>
        <w:spacing w:line="480" w:lineRule="auto"/>
        <w:ind w:firstLine="720"/>
        <w:rPr>
          <w:sz w:val="24"/>
          <w:szCs w:val="24"/>
        </w:rPr>
      </w:pPr>
      <w:r>
        <w:rPr>
          <w:sz w:val="24"/>
          <w:szCs w:val="24"/>
        </w:rPr>
        <w:t>“Just peachy!” she replied, giving her best smile. “Just came down for some water.”</w:t>
      </w:r>
    </w:p>
    <w:p w:rsidR="00641484" w:rsidRDefault="00641484">
      <w:pPr>
        <w:spacing w:line="480" w:lineRule="auto"/>
        <w:ind w:firstLine="720"/>
        <w:rPr>
          <w:sz w:val="24"/>
          <w:szCs w:val="24"/>
        </w:rPr>
      </w:pPr>
      <w:r>
        <w:rPr>
          <w:sz w:val="24"/>
          <w:szCs w:val="24"/>
        </w:rPr>
        <w:t xml:space="preserve">“Were you having sex with Alex? It looks like it, but I didn’t feel anything.” It was at this point that Kelly noticed that she was still naked. She was so concerned with Alex’s wellbeing that she forgot about her clothes. Not only that but she just now felt the semen leaking out of her ass. </w:t>
      </w:r>
    </w:p>
    <w:p w:rsidR="00641484" w:rsidRDefault="00641484">
      <w:pPr>
        <w:spacing w:line="480" w:lineRule="auto"/>
        <w:ind w:firstLine="720"/>
        <w:rPr>
          <w:sz w:val="24"/>
          <w:szCs w:val="24"/>
        </w:rPr>
      </w:pPr>
      <w:r>
        <w:rPr>
          <w:sz w:val="24"/>
          <w:szCs w:val="24"/>
        </w:rPr>
        <w:t>“Ahhhh, no no. Just fooling around.”</w:t>
      </w:r>
    </w:p>
    <w:p w:rsidR="00641484" w:rsidRDefault="00641484">
      <w:pPr>
        <w:spacing w:line="480" w:lineRule="auto"/>
        <w:ind w:firstLine="720"/>
        <w:rPr>
          <w:sz w:val="24"/>
          <w:szCs w:val="24"/>
        </w:rPr>
      </w:pPr>
      <w:r>
        <w:rPr>
          <w:sz w:val="24"/>
          <w:szCs w:val="24"/>
        </w:rPr>
        <w:t>“Yeah, but there’s semen dripping onto the floor.”</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“Oh yeah, ‘Master’ made me fuck a couple of guys while he watched,” she stated, gritting her teeth. </w:t>
      </w:r>
    </w:p>
    <w:p w:rsidR="00641484" w:rsidRDefault="00641484">
      <w:pPr>
        <w:spacing w:line="480" w:lineRule="auto"/>
        <w:ind w:firstLine="720"/>
        <w:rPr>
          <w:sz w:val="24"/>
          <w:szCs w:val="24"/>
        </w:rPr>
      </w:pPr>
      <w:r>
        <w:rPr>
          <w:sz w:val="24"/>
          <w:szCs w:val="24"/>
        </w:rPr>
        <w:t>“Oh! I never knew Alex had those kinds of tastes. I wouldn’t mind having a few studs bang me at once. Of course I doubt any of those guys’ cocks will be as big as our man’s.”</w:t>
      </w:r>
    </w:p>
    <w:p w:rsidR="00641484" w:rsidRDefault="00641484">
      <w:pPr>
        <w:spacing w:line="480" w:lineRule="auto"/>
        <w:ind w:firstLine="720"/>
        <w:rPr>
          <w:sz w:val="24"/>
          <w:szCs w:val="24"/>
        </w:rPr>
      </w:pPr>
      <w:r>
        <w:rPr>
          <w:sz w:val="24"/>
          <w:szCs w:val="24"/>
        </w:rPr>
        <w:t>Kelly smiled and said, “Of course not.” She added the word “slut” underneath her breath and grabbed a cup of water. She took it back to her room, and shoved it at Alex.</w:t>
      </w:r>
    </w:p>
    <w:p w:rsidR="00641484" w:rsidRDefault="00641484">
      <w:pPr>
        <w:spacing w:line="480" w:lineRule="auto"/>
        <w:ind w:firstLine="720"/>
        <w:rPr>
          <w:sz w:val="24"/>
          <w:szCs w:val="24"/>
        </w:rPr>
      </w:pPr>
      <w:r>
        <w:rPr>
          <w:sz w:val="24"/>
          <w:szCs w:val="24"/>
        </w:rPr>
        <w:t>He took a drink from it and looked up. “Everything OK?”</w:t>
      </w:r>
    </w:p>
    <w:p w:rsidR="00641484" w:rsidRDefault="00641484">
      <w:pPr>
        <w:spacing w:line="480" w:lineRule="auto"/>
        <w:ind w:firstLine="720"/>
        <w:rPr>
          <w:sz w:val="24"/>
          <w:szCs w:val="24"/>
        </w:rPr>
      </w:pPr>
      <w:r>
        <w:rPr>
          <w:sz w:val="24"/>
          <w:szCs w:val="24"/>
        </w:rPr>
        <w:t>“Yeah, fine.” Alex jumped to his feet and stretched. “Ah, that feels better. This ring sure does come in handy sometimes!”</w:t>
      </w:r>
    </w:p>
    <w:p w:rsidR="00641484" w:rsidRDefault="00641484">
      <w:pPr>
        <w:spacing w:line="480" w:lineRule="auto"/>
        <w:ind w:firstLine="720"/>
        <w:rPr>
          <w:sz w:val="24"/>
          <w:szCs w:val="24"/>
        </w:rPr>
      </w:pPr>
      <w:r>
        <w:rPr>
          <w:sz w:val="24"/>
          <w:szCs w:val="24"/>
        </w:rPr>
        <w:t>“You wished to be healed?”</w:t>
      </w:r>
    </w:p>
    <w:p w:rsidR="00641484" w:rsidRDefault="00641484">
      <w:pPr>
        <w:spacing w:line="480" w:lineRule="auto"/>
        <w:ind w:firstLine="720"/>
        <w:rPr>
          <w:sz w:val="24"/>
          <w:szCs w:val="24"/>
        </w:rPr>
      </w:pPr>
      <w:r>
        <w:rPr>
          <w:sz w:val="24"/>
          <w:szCs w:val="24"/>
        </w:rPr>
        <w:t>“Yep. Worked like a charm. Good as new now.”</w:t>
      </w:r>
    </w:p>
    <w:p w:rsidR="00641484" w:rsidRDefault="00641484">
      <w:pPr>
        <w:spacing w:line="480" w:lineRule="auto"/>
        <w:ind w:firstLine="720"/>
        <w:rPr>
          <w:sz w:val="24"/>
          <w:szCs w:val="24"/>
        </w:rPr>
      </w:pPr>
      <w:r>
        <w:rPr>
          <w:sz w:val="24"/>
          <w:szCs w:val="24"/>
        </w:rPr>
        <w:t>“So what now?” she asked.</w:t>
      </w:r>
    </w:p>
    <w:p w:rsidR="00641484" w:rsidRDefault="00641484">
      <w:pPr>
        <w:spacing w:line="480" w:lineRule="auto"/>
        <w:ind w:firstLine="720"/>
        <w:rPr>
          <w:sz w:val="24"/>
          <w:szCs w:val="24"/>
        </w:rPr>
      </w:pPr>
      <w:r>
        <w:rPr>
          <w:sz w:val="24"/>
          <w:szCs w:val="24"/>
        </w:rPr>
        <w:t>He took a deeper, more stern voice that didn‘t sound much like him at all. “The Elders and Morpheus will know their spell is broken right away. It is no longer safe for us here.”</w:t>
      </w:r>
    </w:p>
    <w:p w:rsidR="00641484" w:rsidRDefault="00641484">
      <w:pPr>
        <w:spacing w:line="480" w:lineRule="auto"/>
        <w:ind w:firstLine="720"/>
        <w:rPr>
          <w:sz w:val="24"/>
          <w:szCs w:val="24"/>
        </w:rPr>
      </w:pPr>
      <w:r>
        <w:rPr>
          <w:sz w:val="24"/>
          <w:szCs w:val="24"/>
        </w:rPr>
        <w:t xml:space="preserve">“What do you mean?” </w:t>
      </w:r>
    </w:p>
    <w:p w:rsidR="00641484" w:rsidRDefault="00641484">
      <w:pPr>
        <w:spacing w:line="480" w:lineRule="auto"/>
        <w:ind w:firstLine="720"/>
        <w:rPr>
          <w:sz w:val="24"/>
          <w:szCs w:val="24"/>
        </w:rPr>
      </w:pPr>
      <w:r>
        <w:rPr>
          <w:sz w:val="24"/>
          <w:szCs w:val="24"/>
        </w:rPr>
        <w:t>“Now that you have returned, Morpheus will know that his plans to repopulate Elfworld with humans to enslave is off and will try to capture me and kill you. They may capture you long enough for you to have your baby. I don’t know really, but we can no longer stay here.”</w:t>
      </w:r>
    </w:p>
    <w:p w:rsidR="00641484" w:rsidRDefault="00641484">
      <w:pPr>
        <w:spacing w:line="480" w:lineRule="auto"/>
        <w:ind w:firstLine="720"/>
        <w:rPr>
          <w:sz w:val="24"/>
          <w:szCs w:val="24"/>
        </w:rPr>
      </w:pPr>
      <w:r>
        <w:rPr>
          <w:sz w:val="24"/>
          <w:szCs w:val="24"/>
        </w:rPr>
        <w:t>“What the fuck, Alex? You should have let me stay in your dreams if this was going to happen.”</w:t>
      </w:r>
    </w:p>
    <w:p w:rsidR="00641484" w:rsidRDefault="00641484">
      <w:pPr>
        <w:spacing w:line="480" w:lineRule="auto"/>
        <w:ind w:firstLine="720"/>
        <w:rPr>
          <w:sz w:val="24"/>
          <w:szCs w:val="24"/>
        </w:rPr>
      </w:pPr>
      <w:r>
        <w:rPr>
          <w:sz w:val="24"/>
          <w:szCs w:val="24"/>
        </w:rPr>
        <w:t>“I had no intention of allowing you to stay in there. Besides, they were filling Christina’s and Brittney’s dreams with ideas of killing you after you gave birth to your son.”</w:t>
      </w:r>
    </w:p>
    <w:p w:rsidR="00641484" w:rsidRDefault="00641484">
      <w:pPr>
        <w:spacing w:line="480" w:lineRule="auto"/>
        <w:ind w:firstLine="720"/>
        <w:rPr>
          <w:sz w:val="24"/>
          <w:szCs w:val="24"/>
        </w:rPr>
      </w:pPr>
      <w:r>
        <w:rPr>
          <w:sz w:val="24"/>
          <w:szCs w:val="24"/>
        </w:rPr>
        <w:t>Kelly was aghast. “How…do you even know that…Alex?”</w:t>
      </w:r>
    </w:p>
    <w:p w:rsidR="00641484" w:rsidRDefault="00641484">
      <w:pPr>
        <w:spacing w:line="480" w:lineRule="auto"/>
        <w:ind w:firstLine="720"/>
        <w:rPr>
          <w:sz w:val="24"/>
          <w:szCs w:val="24"/>
        </w:rPr>
      </w:pPr>
      <w:r>
        <w:rPr>
          <w:sz w:val="24"/>
          <w:szCs w:val="24"/>
        </w:rPr>
        <w:t>“It doesn’t matter. I just do now. I know a lot of things. I know their reasoning behind making humans the slaves of elves as well. I see the logic in their arguments but it is something I cannot condone.”</w:t>
      </w:r>
    </w:p>
    <w:p w:rsidR="00641484" w:rsidRDefault="00641484">
      <w:pPr>
        <w:spacing w:line="480" w:lineRule="auto"/>
        <w:ind w:firstLine="720"/>
        <w:rPr>
          <w:sz w:val="24"/>
          <w:szCs w:val="24"/>
        </w:rPr>
      </w:pPr>
      <w:r>
        <w:rPr>
          <w:sz w:val="24"/>
          <w:szCs w:val="24"/>
        </w:rPr>
        <w:t>“Wait. You know why they want the elves to enslave the humans?”</w:t>
      </w:r>
    </w:p>
    <w:p w:rsidR="00641484" w:rsidRDefault="00641484">
      <w:pPr>
        <w:spacing w:line="480" w:lineRule="auto"/>
        <w:ind w:firstLine="720"/>
        <w:rPr>
          <w:sz w:val="24"/>
          <w:szCs w:val="24"/>
        </w:rPr>
      </w:pPr>
      <w:r>
        <w:rPr>
          <w:sz w:val="24"/>
          <w:szCs w:val="24"/>
        </w:rPr>
        <w:t>“Yes. They feel that because the human species wiped themselves out once before, they can no longer control their own actions and desires. Morpheus believes that as long as they are the slaves of the elves, the human species will continue on and won’t be able to destroy themselves again. They expected me to wish for Earth to be saved so that they could enslave them as well when the elves were prepared for it.”</w:t>
      </w:r>
    </w:p>
    <w:p w:rsidR="00641484" w:rsidRDefault="00641484">
      <w:pPr>
        <w:spacing w:line="480" w:lineRule="auto"/>
        <w:ind w:firstLine="720"/>
        <w:rPr>
          <w:sz w:val="24"/>
          <w:szCs w:val="24"/>
        </w:rPr>
      </w:pPr>
      <w:r>
        <w:rPr>
          <w:sz w:val="24"/>
          <w:szCs w:val="24"/>
        </w:rPr>
        <w:t>“How do you know all this? Are you still Alex?” she asked. He was starting to creep her out with his cryptic voice.</w:t>
      </w:r>
    </w:p>
    <w:p w:rsidR="00641484" w:rsidRDefault="00641484">
      <w:pPr>
        <w:spacing w:line="480" w:lineRule="auto"/>
        <w:ind w:firstLine="720"/>
        <w:rPr>
          <w:sz w:val="24"/>
          <w:szCs w:val="24"/>
        </w:rPr>
      </w:pPr>
      <w:r>
        <w:rPr>
          <w:sz w:val="24"/>
          <w:szCs w:val="24"/>
        </w:rPr>
        <w:t>He smiled and replied, “Of course I am, sexy.” His voice returned to his cryptic tone. “The ring told me their thoughts and plans for it. Because they are not human, they could not use it themselves. We must leave now before they track us. We’ll get on the plane for Ireland tomorrow. Tonight we’ll stay at a hotel in town.”</w:t>
      </w:r>
    </w:p>
    <w:p w:rsidR="00641484" w:rsidRDefault="00641484">
      <w:pPr>
        <w:spacing w:line="480" w:lineRule="auto"/>
        <w:ind w:firstLine="720"/>
        <w:rPr>
          <w:sz w:val="24"/>
          <w:szCs w:val="24"/>
        </w:rPr>
      </w:pPr>
      <w:r>
        <w:rPr>
          <w:sz w:val="24"/>
          <w:szCs w:val="24"/>
        </w:rPr>
        <w:t>Kelly looked out the window at the grounds below. “How will we get out of here? After the karaoke incident, they’ve been keeping a closer eye on us when we are together.”</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“That part is easy.” Alex mumbled a few words in gibberish then took her hand. The two suddenly appeared in front of the gate to the mansion. </w:t>
      </w:r>
    </w:p>
    <w:p w:rsidR="00641484" w:rsidRDefault="00641484">
      <w:pPr>
        <w:spacing w:line="480" w:lineRule="auto"/>
        <w:ind w:firstLine="720"/>
        <w:rPr>
          <w:sz w:val="24"/>
          <w:szCs w:val="24"/>
        </w:rPr>
      </w:pPr>
      <w:r>
        <w:rPr>
          <w:sz w:val="24"/>
          <w:szCs w:val="24"/>
        </w:rPr>
        <w:t>“Holy shit! How’d we get here? Did you use a wish?”</w:t>
      </w:r>
    </w:p>
    <w:p w:rsidR="00641484" w:rsidRDefault="00641484">
      <w:pPr>
        <w:spacing w:line="480" w:lineRule="auto"/>
        <w:ind w:firstLine="720"/>
        <w:rPr>
          <w:sz w:val="24"/>
          <w:szCs w:val="24"/>
        </w:rPr>
      </w:pPr>
      <w:r>
        <w:rPr>
          <w:sz w:val="24"/>
          <w:szCs w:val="24"/>
        </w:rPr>
        <w:t>“No. Whenever the ring is used, the Elders can sense it and pinpoint where I am. I merely cast a teleportation spell.”</w:t>
      </w:r>
    </w:p>
    <w:p w:rsidR="00641484" w:rsidRDefault="00641484">
      <w:pPr>
        <w:spacing w:line="480" w:lineRule="auto"/>
        <w:ind w:firstLine="720"/>
        <w:rPr>
          <w:sz w:val="24"/>
          <w:szCs w:val="24"/>
        </w:rPr>
      </w:pPr>
      <w:r>
        <w:rPr>
          <w:sz w:val="24"/>
          <w:szCs w:val="24"/>
        </w:rPr>
        <w:t>This surprised Kelly greatly. She did not know that he held magical power like that. “So why can’t we just teleport to that cave in Ireland now?”</w:t>
      </w:r>
    </w:p>
    <w:p w:rsidR="00641484" w:rsidRDefault="00641484">
      <w:pPr>
        <w:spacing w:line="480" w:lineRule="auto"/>
        <w:ind w:firstLine="720"/>
        <w:rPr>
          <w:sz w:val="24"/>
          <w:szCs w:val="24"/>
        </w:rPr>
      </w:pPr>
      <w:r>
        <w:rPr>
          <w:sz w:val="24"/>
          <w:szCs w:val="24"/>
        </w:rPr>
        <w:t>Alex shook his head. “I can only go to places I have been to before. Sorry.”</w:t>
      </w:r>
    </w:p>
    <w:p w:rsidR="00641484" w:rsidRDefault="00641484">
      <w:pPr>
        <w:spacing w:line="480" w:lineRule="auto"/>
        <w:ind w:firstLine="720"/>
        <w:rPr>
          <w:sz w:val="24"/>
          <w:szCs w:val="24"/>
        </w:rPr>
      </w:pPr>
      <w:r>
        <w:rPr>
          <w:sz w:val="24"/>
          <w:szCs w:val="24"/>
        </w:rPr>
        <w:t>“Still, you’re amazing, Alex! I can’t believe we’re running off together. It’s like a dream come true!”</w:t>
      </w:r>
    </w:p>
    <w:p w:rsidR="00641484" w:rsidRDefault="00641484">
      <w:pPr>
        <w:spacing w:line="480" w:lineRule="auto"/>
        <w:ind w:firstLine="720"/>
        <w:rPr>
          <w:sz w:val="24"/>
          <w:szCs w:val="24"/>
        </w:rPr>
      </w:pPr>
      <w:r>
        <w:rPr>
          <w:sz w:val="24"/>
          <w:szCs w:val="24"/>
        </w:rPr>
        <w:t>Alex looked back and grinned. “I’ll miss them, but they should be fine now. I did my best to sever my links with them. They will return to normal after a few weeks. They will still miss me and it will be tough on them, especially Christina and Brittney, but they’ll get over it.”</w:t>
      </w:r>
    </w:p>
    <w:p w:rsidR="00641484" w:rsidRDefault="00641484">
      <w:pPr>
        <w:spacing w:line="480" w:lineRule="auto"/>
        <w:ind w:firstLine="720"/>
        <w:rPr>
          <w:sz w:val="24"/>
          <w:szCs w:val="24"/>
        </w:rPr>
      </w:pPr>
      <w:r>
        <w:rPr>
          <w:sz w:val="24"/>
          <w:szCs w:val="24"/>
        </w:rPr>
        <w:t>Kelly stroked his face. “Babe, I will do my best to make sure you won’t miss them as much. I know this is hard on you too. Even though they were just a bunch of sluts, I know you liked them all.”</w:t>
      </w:r>
    </w:p>
    <w:p w:rsidR="00641484" w:rsidRDefault="00641484">
      <w:pPr>
        <w:spacing w:line="480" w:lineRule="auto"/>
        <w:ind w:firstLine="720"/>
        <w:rPr>
          <w:sz w:val="24"/>
          <w:szCs w:val="24"/>
        </w:rPr>
      </w:pPr>
      <w:r>
        <w:rPr>
          <w:sz w:val="24"/>
          <w:szCs w:val="24"/>
        </w:rPr>
        <w:t>He frowned. “Yeah, but this is the way things must be. Let’s find a taxi.” the two walked for a while until Alex called for a cab to pull up. Kelly figured he just wanted to walk with her for a while since they held hands the entire time they walked, something they had never done before.</w:t>
      </w:r>
    </w:p>
    <w:p w:rsidR="00641484" w:rsidRDefault="00641484">
      <w:pPr>
        <w:spacing w:line="480" w:lineRule="auto"/>
        <w:ind w:firstLine="720"/>
        <w:rPr>
          <w:sz w:val="24"/>
          <w:szCs w:val="24"/>
        </w:rPr>
      </w:pPr>
      <w:r>
        <w:rPr>
          <w:sz w:val="24"/>
          <w:szCs w:val="24"/>
        </w:rPr>
        <w:t>They got to the hotel and Alex checked in, using a fake license he had wished for during the day when he planned their trip originally. As soon as they entered the hotel room, Kelly shut the door and locked lips with Alex. She pulled away and said, “I think I still need to thank you for bringing me back, babe. I’m gonna fuck you so hard your cock’s gonna being aching for a week!”</w:t>
      </w:r>
    </w:p>
    <w:p w:rsidR="00641484" w:rsidRDefault="00641484">
      <w:pPr>
        <w:spacing w:line="480" w:lineRule="auto"/>
        <w:ind w:firstLine="720"/>
        <w:rPr>
          <w:sz w:val="24"/>
          <w:szCs w:val="24"/>
        </w:rPr>
      </w:pPr>
      <w:r>
        <w:rPr>
          <w:sz w:val="24"/>
          <w:szCs w:val="24"/>
        </w:rPr>
        <w:t>“Ah is that so? Would you like to see a trick first?”</w:t>
      </w:r>
    </w:p>
    <w:p w:rsidR="00641484" w:rsidRDefault="00641484">
      <w:pPr>
        <w:spacing w:line="480" w:lineRule="auto"/>
        <w:ind w:firstLine="720"/>
        <w:rPr>
          <w:sz w:val="24"/>
          <w:szCs w:val="24"/>
        </w:rPr>
      </w:pPr>
      <w:r>
        <w:rPr>
          <w:sz w:val="24"/>
          <w:szCs w:val="24"/>
        </w:rPr>
        <w:t>“Sure,” she responded. Alex snapped his fingers and Kelly suddenly felt an orgasm come over her. “Oh my God! How did you do that?”</w:t>
      </w:r>
    </w:p>
    <w:p w:rsidR="00641484" w:rsidRDefault="00641484">
      <w:pPr>
        <w:spacing w:line="480" w:lineRule="auto"/>
        <w:ind w:firstLine="720"/>
        <w:rPr>
          <w:sz w:val="24"/>
          <w:szCs w:val="24"/>
        </w:rPr>
      </w:pPr>
      <w:r>
        <w:rPr>
          <w:sz w:val="24"/>
          <w:szCs w:val="24"/>
        </w:rPr>
        <w:t>“I used my magic. I can make anyone I’ve been inside orgasm on command.” He snapped his fingers again and Kelly felt another orgasm come over her.</w:t>
      </w:r>
    </w:p>
    <w:p w:rsidR="00641484" w:rsidRDefault="00641484">
      <w:pPr>
        <w:spacing w:line="480" w:lineRule="auto"/>
        <w:ind w:firstLine="720"/>
        <w:rPr>
          <w:sz w:val="24"/>
          <w:szCs w:val="24"/>
        </w:rPr>
      </w:pPr>
      <w:r>
        <w:rPr>
          <w:sz w:val="24"/>
          <w:szCs w:val="24"/>
        </w:rPr>
        <w:t>“That’s nice, but I want to feel that huge thing inside me! I want you to tear both my pussy and ass in half with that thing!”</w:t>
      </w:r>
    </w:p>
    <w:p w:rsidR="00641484" w:rsidRDefault="00641484">
      <w:pPr>
        <w:spacing w:line="480" w:lineRule="auto"/>
        <w:ind w:firstLine="720"/>
        <w:rPr>
          <w:sz w:val="24"/>
          <w:szCs w:val="24"/>
        </w:rPr>
      </w:pPr>
      <w:r>
        <w:rPr>
          <w:sz w:val="24"/>
          <w:szCs w:val="24"/>
        </w:rPr>
        <w:t>Alex leaned up and kissed her. “I hope you’re ready for it.” The two had wild passionate sex several times that night. Kelly couldn’t believe how good he felt inside her in the physical world, and the never ending orgasms were exquisite for her.</w:t>
      </w:r>
    </w:p>
    <w:p w:rsidR="00641484" w:rsidRDefault="00641484">
      <w:pPr>
        <w:spacing w:line="480" w:lineRule="auto"/>
        <w:ind w:firstLine="720"/>
        <w:rPr>
          <w:sz w:val="24"/>
          <w:szCs w:val="24"/>
        </w:rPr>
      </w:pPr>
      <w:r>
        <w:rPr>
          <w:sz w:val="24"/>
          <w:szCs w:val="24"/>
        </w:rPr>
        <w:t>Afterwards the two laid down on their bed naked, cuddling with one another. Alex moved his hand up and stroked her blue hair. “Did you want me to change you back?”</w:t>
      </w:r>
    </w:p>
    <w:p w:rsidR="00641484" w:rsidRDefault="00641484">
      <w:pPr>
        <w:spacing w:line="480" w:lineRule="auto"/>
        <w:ind w:firstLine="720"/>
        <w:rPr>
          <w:sz w:val="24"/>
          <w:szCs w:val="24"/>
        </w:rPr>
      </w:pPr>
      <w:r>
        <w:rPr>
          <w:sz w:val="24"/>
          <w:szCs w:val="24"/>
        </w:rPr>
        <w:t>She looked at her body. “I don’t know. This body feels nice, especially the clit enlargement surgery I had done to myself. And these…” She lifted one of her huge tits. “I can orgasm from breast play alone from them!” She reached up and felt her human ears. “These however, got to go! I can deal with everything else as long as I’m with you, but I really want my elf ears back.</w:t>
      </w:r>
    </w:p>
    <w:p w:rsidR="00641484" w:rsidRDefault="00641484">
      <w:pPr>
        <w:spacing w:line="480" w:lineRule="auto"/>
        <w:ind w:firstLine="720"/>
        <w:rPr>
          <w:sz w:val="24"/>
          <w:szCs w:val="24"/>
        </w:rPr>
      </w:pPr>
      <w:r>
        <w:rPr>
          <w:sz w:val="24"/>
          <w:szCs w:val="24"/>
        </w:rPr>
        <w:t>Alex’s hand clasped around her other ear, feeling it. “I understand. I’ll make the wish when we’re at the airport tomorrow. We should be safe once we get into out plane.”</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“Good,” she said. “Now suck these giant tits for me. I want to orgasm from them again!”</w:t>
      </w:r>
    </w:p>
    <w:p w:rsidR="00641484" w:rsidRDefault="00641484">
      <w:pPr>
        <w:spacing w:line="480" w:lineRule="auto"/>
        <w:ind w:firstLine="720"/>
        <w:rPr>
          <w:sz w:val="24"/>
          <w:szCs w:val="24"/>
        </w:rPr>
      </w:pPr>
      <w:r>
        <w:rPr>
          <w:sz w:val="24"/>
          <w:szCs w:val="24"/>
        </w:rPr>
        <w:t>“Okie dokie!” They ended up making love one more time before they turned in.</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Morpheus once again tried to look into Alex’s dreams. Somehow, Alex had found some sort of ability that allowed him to block his dreams from him. He tried Kelly’s next and found her dreams blocked as well. He knew the moment that the spell on that half breed was broken things would run out of control for his plans. He needed to get them back on track.</w:t>
      </w:r>
    </w:p>
    <w:p w:rsidR="00641484" w:rsidRDefault="00641484">
      <w:pPr>
        <w:spacing w:line="480" w:lineRule="auto"/>
        <w:ind w:firstLine="720"/>
        <w:rPr>
          <w:sz w:val="24"/>
          <w:szCs w:val="24"/>
        </w:rPr>
      </w:pPr>
      <w:r>
        <w:rPr>
          <w:sz w:val="24"/>
          <w:szCs w:val="24"/>
        </w:rPr>
        <w:t>He sent for his two trackers Ezra and Michelle. “Find the human, Alex Wright and bring him to me. The girl is no longer needed. Kill her.”</w:t>
      </w:r>
    </w:p>
    <w:p w:rsidR="00641484" w:rsidRDefault="00641484">
      <w:pPr>
        <w:spacing w:line="480" w:lineRule="auto"/>
        <w:ind w:firstLine="720"/>
        <w:rPr>
          <w:sz w:val="24"/>
          <w:szCs w:val="24"/>
        </w:rPr>
      </w:pPr>
      <w:r>
        <w:rPr>
          <w:sz w:val="24"/>
          <w:szCs w:val="24"/>
        </w:rPr>
        <w:t>Michelle glanced up for a moment before bowing again. “My liege, what of your plans to take her child?”</w:t>
      </w:r>
    </w:p>
    <w:p w:rsidR="00641484" w:rsidRDefault="00641484">
      <w:pPr>
        <w:spacing w:line="480" w:lineRule="auto"/>
        <w:ind w:firstLine="720"/>
        <w:rPr>
          <w:sz w:val="24"/>
          <w:szCs w:val="24"/>
        </w:rPr>
      </w:pPr>
      <w:r>
        <w:rPr>
          <w:sz w:val="24"/>
          <w:szCs w:val="24"/>
        </w:rPr>
        <w:t>“Once Alex is captured, we will mate him with as much elves as possible and impregnate them all.”</w:t>
      </w:r>
    </w:p>
    <w:p w:rsidR="00641484" w:rsidRDefault="00641484">
      <w:pPr>
        <w:spacing w:line="480" w:lineRule="auto"/>
        <w:ind w:firstLine="720"/>
        <w:rPr>
          <w:sz w:val="24"/>
          <w:szCs w:val="24"/>
        </w:rPr>
      </w:pPr>
      <w:r>
        <w:rPr>
          <w:sz w:val="24"/>
          <w:szCs w:val="24"/>
        </w:rPr>
        <w:t>“As you command, my lord.” The two humans walked out of the throne room. Morpheus left out the fact that Alex had already impregnated a second female. If Alex continued to refuse to impregnate more women, he would wait for that child to come of age. Morpheus was a patient deity. And he had all the time in the world.</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Alex checked into the airport with Kelly and the two got on their plane. Kelly snuggled up next to him as they departed on their trip to northern Ireland where the artifact, Tet’long’fal rested. Once inside the plane and seated, Alex wished for her ears to be that of an elf’s again. He watched as her ears once again became long and pointy. He reached forward and rubbed one of her lobes. She smiled and placed her hand over his.</w:t>
      </w:r>
    </w:p>
    <w:p w:rsidR="00641484" w:rsidRDefault="00641484">
      <w:pPr>
        <w:spacing w:line="480" w:lineRule="auto"/>
        <w:ind w:firstLine="720"/>
        <w:rPr>
          <w:sz w:val="24"/>
          <w:szCs w:val="24"/>
        </w:rPr>
      </w:pPr>
      <w:r>
        <w:rPr>
          <w:sz w:val="24"/>
          <w:szCs w:val="24"/>
        </w:rPr>
        <w:t>“It’s almost like our honeymoon, right?” Alex said.</w:t>
      </w:r>
    </w:p>
    <w:p w:rsidR="00641484" w:rsidRDefault="00641484">
      <w:pPr>
        <w:spacing w:line="480" w:lineRule="auto"/>
        <w:ind w:firstLine="720"/>
        <w:rPr>
          <w:sz w:val="24"/>
          <w:szCs w:val="24"/>
        </w:rPr>
      </w:pPr>
      <w:r>
        <w:rPr>
          <w:sz w:val="24"/>
          <w:szCs w:val="24"/>
        </w:rPr>
        <w:t>“Yeah, except we skipped the whole fucking wedding part. I was never fond of bridal gowns personally. I always thought they looked stupid. It was bad enough being a bridesmaid at your wedding. So I would rather skip it altogether and get to the fucking.”</w:t>
      </w:r>
    </w:p>
    <w:p w:rsidR="00641484" w:rsidRDefault="00641484">
      <w:pPr>
        <w:spacing w:line="480" w:lineRule="auto"/>
        <w:ind w:firstLine="720"/>
        <w:rPr>
          <w:sz w:val="24"/>
          <w:szCs w:val="24"/>
        </w:rPr>
      </w:pPr>
      <w:r>
        <w:rPr>
          <w:sz w:val="24"/>
          <w:szCs w:val="24"/>
        </w:rPr>
        <w:t>“My, you have a dirty mouth.”</w:t>
      </w:r>
    </w:p>
    <w:p w:rsidR="00641484" w:rsidRDefault="00641484">
      <w:pPr>
        <w:spacing w:line="480" w:lineRule="auto"/>
        <w:ind w:firstLine="720"/>
        <w:rPr>
          <w:sz w:val="24"/>
          <w:szCs w:val="24"/>
        </w:rPr>
      </w:pPr>
      <w:r>
        <w:rPr>
          <w:sz w:val="24"/>
          <w:szCs w:val="24"/>
        </w:rPr>
        <w:t>“Suck my tits,” she said grinning.</w:t>
      </w:r>
    </w:p>
    <w:p w:rsidR="00641484" w:rsidRDefault="00641484">
      <w:pPr>
        <w:spacing w:line="480" w:lineRule="auto"/>
        <w:ind w:firstLine="720"/>
        <w:rPr>
          <w:sz w:val="24"/>
          <w:szCs w:val="24"/>
        </w:rPr>
      </w:pPr>
      <w:r>
        <w:rPr>
          <w:sz w:val="24"/>
          <w:szCs w:val="24"/>
        </w:rPr>
        <w:t>“I could if you wanted to. I could easily stop time for everyone except us. You can live out all your fantasies of having sex in a public place.”</w:t>
      </w:r>
    </w:p>
    <w:p w:rsidR="00641484" w:rsidRDefault="00641484">
      <w:pPr>
        <w:spacing w:line="480" w:lineRule="auto"/>
        <w:ind w:firstLine="720"/>
        <w:rPr>
          <w:sz w:val="24"/>
          <w:szCs w:val="24"/>
        </w:rPr>
      </w:pPr>
      <w:r>
        <w:rPr>
          <w:sz w:val="24"/>
          <w:szCs w:val="24"/>
        </w:rPr>
        <w:t>“Didn’t we do it in the middle of the hospital before? Save your wishes for something more important.”</w:t>
      </w:r>
    </w:p>
    <w:p w:rsidR="00641484" w:rsidRDefault="00641484">
      <w:pPr>
        <w:spacing w:line="480" w:lineRule="auto"/>
        <w:ind w:firstLine="720"/>
        <w:rPr>
          <w:sz w:val="24"/>
          <w:szCs w:val="24"/>
        </w:rPr>
      </w:pPr>
      <w:r>
        <w:rPr>
          <w:sz w:val="24"/>
          <w:szCs w:val="24"/>
        </w:rPr>
        <w:t xml:space="preserve">“Who said I was using wishes for it?” He reached over and grabbed and squeezed her breast. </w:t>
      </w:r>
    </w:p>
    <w:p w:rsidR="00641484" w:rsidRDefault="00641484">
      <w:pPr>
        <w:spacing w:line="480" w:lineRule="auto"/>
        <w:ind w:firstLine="720"/>
        <w:rPr>
          <w:sz w:val="24"/>
          <w:szCs w:val="24"/>
        </w:rPr>
      </w:pPr>
      <w:r>
        <w:rPr>
          <w:sz w:val="24"/>
          <w:szCs w:val="24"/>
        </w:rPr>
        <w:t>She looked around and then said, “What did you do? You did something, didn’t you?”</w:t>
      </w:r>
    </w:p>
    <w:p w:rsidR="00641484" w:rsidRDefault="00641484">
      <w:pPr>
        <w:spacing w:line="480" w:lineRule="auto"/>
        <w:ind w:firstLine="720"/>
        <w:rPr>
          <w:sz w:val="24"/>
          <w:szCs w:val="24"/>
        </w:rPr>
      </w:pPr>
      <w:r>
        <w:rPr>
          <w:sz w:val="24"/>
          <w:szCs w:val="24"/>
        </w:rPr>
        <w:t>Alex smiled. “I gave everyone on board the suggestion that everything that happened between us would not register in their minds. All they will see is the two of us sitting here.”</w:t>
      </w:r>
    </w:p>
    <w:p w:rsidR="00641484" w:rsidRDefault="00641484">
      <w:pPr>
        <w:spacing w:line="480" w:lineRule="auto"/>
        <w:ind w:firstLine="720"/>
        <w:rPr>
          <w:sz w:val="24"/>
          <w:szCs w:val="24"/>
        </w:rPr>
      </w:pPr>
      <w:r>
        <w:rPr>
          <w:sz w:val="24"/>
          <w:szCs w:val="24"/>
        </w:rPr>
        <w:t>“Wow. Aren’t you the horny little bastard? But, seriously, do you really think you should be using your abilities like this so soon after you practically died?”</w:t>
      </w:r>
    </w:p>
    <w:p w:rsidR="00641484" w:rsidRDefault="00641484">
      <w:pPr>
        <w:spacing w:line="480" w:lineRule="auto"/>
        <w:ind w:firstLine="720"/>
        <w:rPr>
          <w:sz w:val="24"/>
          <w:szCs w:val="24"/>
        </w:rPr>
      </w:pPr>
      <w:r>
        <w:rPr>
          <w:sz w:val="24"/>
          <w:szCs w:val="24"/>
        </w:rPr>
        <w:t>“Nah, I’ll be fine. I got a handle on things now.”</w:t>
      </w:r>
    </w:p>
    <w:p w:rsidR="00641484" w:rsidRDefault="00641484">
      <w:pPr>
        <w:spacing w:line="480" w:lineRule="auto"/>
        <w:ind w:firstLine="720"/>
        <w:rPr>
          <w:sz w:val="24"/>
          <w:szCs w:val="24"/>
        </w:rPr>
      </w:pPr>
      <w:r>
        <w:rPr>
          <w:sz w:val="24"/>
          <w:szCs w:val="24"/>
        </w:rPr>
        <w:t xml:space="preserve">Alex then lifted her shirt and raised her bra exposing her cumbersome tits. He was glad that the airplanes in Elfworld had a lot more space between the seats to hold women’s breasts he figured. Kelly started moaning and quickly came. He surged his power into her, giving her another orgasm from it and made it continuous. </w:t>
      </w:r>
    </w:p>
    <w:p w:rsidR="00641484" w:rsidRDefault="00641484">
      <w:pPr>
        <w:spacing w:line="480" w:lineRule="auto"/>
        <w:ind w:firstLine="720"/>
        <w:rPr>
          <w:sz w:val="24"/>
          <w:szCs w:val="24"/>
        </w:rPr>
      </w:pPr>
      <w:r>
        <w:rPr>
          <w:sz w:val="24"/>
          <w:szCs w:val="24"/>
        </w:rPr>
        <w:t>“Alex? Alex!” She slapped his head until he raised it slightly.</w:t>
      </w:r>
    </w:p>
    <w:p w:rsidR="00641484" w:rsidRDefault="00641484">
      <w:pPr>
        <w:spacing w:line="480" w:lineRule="auto"/>
        <w:ind w:firstLine="720"/>
        <w:rPr>
          <w:sz w:val="24"/>
          <w:szCs w:val="24"/>
        </w:rPr>
      </w:pPr>
      <w:r>
        <w:rPr>
          <w:sz w:val="24"/>
          <w:szCs w:val="24"/>
        </w:rPr>
        <w:t>“What’s up?”</w:t>
      </w:r>
    </w:p>
    <w:p w:rsidR="00641484" w:rsidRDefault="00641484">
      <w:pPr>
        <w:spacing w:line="480" w:lineRule="auto"/>
        <w:ind w:firstLine="720"/>
        <w:rPr>
          <w:sz w:val="24"/>
          <w:szCs w:val="24"/>
        </w:rPr>
      </w:pPr>
      <w:r>
        <w:rPr>
          <w:sz w:val="24"/>
          <w:szCs w:val="24"/>
        </w:rPr>
        <w:t>“There’s a human on board! And she’s staring right at me!”</w:t>
      </w:r>
    </w:p>
    <w:p w:rsidR="00641484" w:rsidRDefault="00641484">
      <w:pPr>
        <w:spacing w:line="480" w:lineRule="auto"/>
        <w:ind w:firstLine="720"/>
        <w:rPr>
          <w:sz w:val="24"/>
          <w:szCs w:val="24"/>
        </w:rPr>
      </w:pPr>
      <w:r>
        <w:rPr>
          <w:sz w:val="24"/>
          <w:szCs w:val="24"/>
        </w:rPr>
        <w:t xml:space="preserve">“What? Really? That’s crazy! I don’t think there are any humans in this world besides me.” Alex raised his head while Kelly quickly lowered her shirt back down. Down the aisle was a human girl with black hair and small B cups walking towards them. </w:t>
      </w:r>
    </w:p>
    <w:p w:rsidR="00641484" w:rsidRDefault="00641484">
      <w:pPr>
        <w:spacing w:line="480" w:lineRule="auto"/>
        <w:ind w:firstLine="720"/>
        <w:rPr>
          <w:sz w:val="24"/>
          <w:szCs w:val="24"/>
        </w:rPr>
      </w:pPr>
      <w:r>
        <w:rPr>
          <w:sz w:val="24"/>
          <w:szCs w:val="24"/>
        </w:rPr>
        <w:t>Kelly looked at her. “Do you think she had surgery? Her breasts are the smallest I’ve ever seen. Maybe I will have these things shrunk down again.”</w:t>
      </w:r>
    </w:p>
    <w:p w:rsidR="00641484" w:rsidRDefault="00641484">
      <w:pPr>
        <w:spacing w:line="480" w:lineRule="auto"/>
        <w:ind w:firstLine="720"/>
        <w:rPr>
          <w:sz w:val="24"/>
          <w:szCs w:val="24"/>
        </w:rPr>
      </w:pPr>
      <w:r>
        <w:rPr>
          <w:sz w:val="24"/>
          <w:szCs w:val="24"/>
        </w:rPr>
        <w:t>Alex frowned. “This isn’t good. Get down, Kelly.” He stood up as a chain appeared in the woman’s hands. She twirled it around before letting it fly around several people. The chain circled around Alex’s neck. He grasped at it, choking.</w:t>
      </w:r>
    </w:p>
    <w:p w:rsidR="00641484" w:rsidRDefault="00641484">
      <w:pPr>
        <w:spacing w:line="480" w:lineRule="auto"/>
        <w:ind w:firstLine="720"/>
        <w:rPr>
          <w:sz w:val="24"/>
          <w:szCs w:val="24"/>
        </w:rPr>
      </w:pPr>
      <w:r>
        <w:rPr>
          <w:sz w:val="24"/>
          <w:szCs w:val="24"/>
        </w:rPr>
        <w:t>“Hey bitch! I’m the only one allowed to choke my man!” Kelly got out of her seat and walked towards the human. Alex wanted to tell her to hide, but he couldn’t speak with the chain around his neck. Christina swung her fist at the lady and she caught it with her hand. She then struck the palm of her free hand against Kelly’s chest area. She propelled backwards.</w:t>
      </w:r>
    </w:p>
    <w:p w:rsidR="00641484" w:rsidRDefault="00641484">
      <w:pPr>
        <w:spacing w:line="480" w:lineRule="auto"/>
        <w:ind w:firstLine="720"/>
        <w:rPr>
          <w:sz w:val="24"/>
          <w:szCs w:val="24"/>
        </w:rPr>
      </w:pPr>
      <w:r>
        <w:rPr>
          <w:sz w:val="24"/>
          <w:szCs w:val="24"/>
        </w:rPr>
        <w:t xml:space="preserve">“I’m a bitch?” The girl exclaimed. “Well at least I’m not some sort of slut that tried to have sex on an airplane!” Alex couldn’t speak the words to cast any spells and as much as he tried, the chain was too strong, even for his own super strength. He could still make a wish though. </w:t>
      </w:r>
      <w:r>
        <w:rPr>
          <w:i/>
          <w:iCs/>
          <w:sz w:val="24"/>
          <w:szCs w:val="24"/>
        </w:rPr>
        <w:t>I wish Kelly knew every form of martial arts on Earth and Elfworld!</w:t>
      </w:r>
      <w:r>
        <w:rPr>
          <w:sz w:val="24"/>
          <w:szCs w:val="24"/>
        </w:rPr>
        <w:t xml:space="preserve"> Kelly flipped up and took a martial arts stance.</w:t>
      </w:r>
    </w:p>
    <w:p w:rsidR="00641484" w:rsidRDefault="00641484">
      <w:pPr>
        <w:spacing w:line="480" w:lineRule="auto"/>
        <w:ind w:firstLine="720"/>
        <w:rPr>
          <w:sz w:val="24"/>
          <w:szCs w:val="24"/>
        </w:rPr>
      </w:pPr>
      <w:r>
        <w:rPr>
          <w:sz w:val="24"/>
          <w:szCs w:val="24"/>
        </w:rPr>
        <w:t xml:space="preserve">“Round two, bitch.” She chopped the chain against Alex in half, freeing him. She then began throwing punches and kicks at the lady. She blocked most of them, but Kelly was fast and got a knee into her stomach. A sword then appeared in her hands. She swung down at Kelly, barely grazing her and a middle aged man who didn’t even notice them fighting. </w:t>
      </w:r>
    </w:p>
    <w:p w:rsidR="00641484" w:rsidRDefault="00641484">
      <w:pPr>
        <w:spacing w:line="480" w:lineRule="auto"/>
        <w:ind w:firstLine="720"/>
        <w:rPr>
          <w:sz w:val="24"/>
          <w:szCs w:val="24"/>
        </w:rPr>
      </w:pPr>
      <w:r>
        <w:rPr>
          <w:sz w:val="24"/>
          <w:szCs w:val="24"/>
        </w:rPr>
        <w:t>Alex had to do something. He lifted two fingers and her sword flew in the roof of the airplane. She glared at Alex, then grabbed Kelly by the hair, tugging and pulling it. Even though Kelly was now trained in martial arts, her first instinct was to pull her hair as well. The two began screaming while pulling each other’s hair wildly. Alex wished they would calm down and stop, but the wish did not seem to work.</w:t>
      </w:r>
    </w:p>
    <w:p w:rsidR="00641484" w:rsidRDefault="00641484">
      <w:pPr>
        <w:spacing w:line="480" w:lineRule="auto"/>
        <w:ind w:firstLine="720"/>
        <w:rPr>
          <w:sz w:val="24"/>
          <w:szCs w:val="24"/>
        </w:rPr>
      </w:pPr>
      <w:r>
        <w:rPr>
          <w:sz w:val="24"/>
          <w:szCs w:val="24"/>
        </w:rPr>
        <w:t>The human girl started pulling Kelly by the hair down the aisle. Kelly tried to punch her, but at the angle she was at she couldn’t do much. The girl pulled her to the hatch of the plane and began opening it with one hand while holding Kelly’s hair in the other. She pulled Kelly to the opening as the air rushed into the plane’s cabin. She pulled Kelly by the hair and tried to push her through the opening.</w:t>
      </w:r>
    </w:p>
    <w:p w:rsidR="00641484" w:rsidRDefault="00641484">
      <w:pPr>
        <w:spacing w:line="480" w:lineRule="auto"/>
        <w:ind w:firstLine="720"/>
        <w:rPr>
          <w:sz w:val="24"/>
          <w:szCs w:val="24"/>
        </w:rPr>
      </w:pPr>
      <w:r>
        <w:rPr>
          <w:sz w:val="24"/>
          <w:szCs w:val="24"/>
        </w:rPr>
        <w:t xml:space="preserve">The girl let go of her hair and shoved Kelly as hard as she could. That gave Kelly just the chance she needed. She did something of a back flip, sliding behind her, and kicked the lady in the back. She flew out of the plane screaming. </w:t>
      </w:r>
    </w:p>
    <w:p w:rsidR="00641484" w:rsidRDefault="00641484">
      <w:pPr>
        <w:spacing w:line="480" w:lineRule="auto"/>
        <w:ind w:firstLine="720"/>
        <w:rPr>
          <w:sz w:val="24"/>
          <w:szCs w:val="24"/>
        </w:rPr>
      </w:pPr>
      <w:r>
        <w:rPr>
          <w:sz w:val="24"/>
          <w:szCs w:val="24"/>
        </w:rPr>
        <w:t>Alex rushed over beside her and looked out at her diminishing body. “Oh no! She’ll die from this height!”</w:t>
      </w:r>
    </w:p>
    <w:p w:rsidR="00641484" w:rsidRDefault="00641484">
      <w:pPr>
        <w:spacing w:line="480" w:lineRule="auto"/>
        <w:ind w:firstLine="720"/>
        <w:rPr>
          <w:sz w:val="24"/>
          <w:szCs w:val="24"/>
        </w:rPr>
      </w:pPr>
      <w:r>
        <w:rPr>
          <w:sz w:val="24"/>
          <w:szCs w:val="24"/>
        </w:rPr>
        <w:t xml:space="preserve">“Are you kidding me?! She just tried to kill us both and you’re showing pity???” </w:t>
      </w:r>
    </w:p>
    <w:p w:rsidR="00641484" w:rsidRDefault="00641484">
      <w:pPr>
        <w:spacing w:line="480" w:lineRule="auto"/>
        <w:ind w:firstLine="720"/>
        <w:rPr>
          <w:i/>
          <w:iCs/>
          <w:sz w:val="24"/>
          <w:szCs w:val="24"/>
        </w:rPr>
      </w:pPr>
      <w:r>
        <w:rPr>
          <w:sz w:val="24"/>
          <w:szCs w:val="24"/>
        </w:rPr>
        <w:t xml:space="preserve">Alex ignored her comment and made the first wish that he could think of that wouldn’t trouble him as well. </w:t>
      </w:r>
      <w:r>
        <w:rPr>
          <w:i/>
          <w:iCs/>
          <w:sz w:val="24"/>
          <w:szCs w:val="24"/>
        </w:rPr>
        <w:t>I wish her breasts filled with enough helium for her to float to safety.</w:t>
      </w:r>
    </w:p>
    <w:p w:rsidR="00641484" w:rsidRDefault="00641484">
      <w:pPr>
        <w:spacing w:line="480" w:lineRule="auto"/>
        <w:ind w:firstLine="720"/>
        <w:rPr>
          <w:sz w:val="24"/>
          <w:szCs w:val="24"/>
        </w:rPr>
      </w:pPr>
      <w:r>
        <w:rPr>
          <w:sz w:val="24"/>
          <w:szCs w:val="24"/>
        </w:rPr>
        <w:t>They watched as two small round orbs formed where her body once was. She was too far away for Alex to tell just her big her tits became, but they were huge. “What the hell are those?”</w:t>
      </w:r>
    </w:p>
    <w:p w:rsidR="00641484" w:rsidRDefault="00641484">
      <w:pPr>
        <w:spacing w:line="480" w:lineRule="auto"/>
        <w:ind w:firstLine="720"/>
        <w:rPr>
          <w:sz w:val="24"/>
          <w:szCs w:val="24"/>
        </w:rPr>
      </w:pPr>
      <w:r>
        <w:rPr>
          <w:sz w:val="24"/>
          <w:szCs w:val="24"/>
        </w:rPr>
        <w:t>Alex shrugged. “I have no idea!” He closed the door to the cabin and the two took their seats before Alex wished for people to notice what was going on again. The seatbelt sign came on and the captain told them that due to a less of air pressure, the plane would be grounded in California. He went on to say that all tickets would be reprocessed for their destinations, though it may take a day or two for them to reschedule them all. All the people groaned at that.</w:t>
      </w:r>
    </w:p>
    <w:p w:rsidR="00641484" w:rsidRDefault="00641484">
      <w:pPr>
        <w:spacing w:line="480" w:lineRule="auto"/>
        <w:ind w:firstLine="720"/>
        <w:rPr>
          <w:sz w:val="24"/>
          <w:szCs w:val="24"/>
        </w:rPr>
      </w:pPr>
      <w:r>
        <w:rPr>
          <w:sz w:val="24"/>
          <w:szCs w:val="24"/>
        </w:rPr>
        <w:t>“Do you think they’ll find us in California like they found us here?”</w:t>
      </w:r>
    </w:p>
    <w:p w:rsidR="00641484" w:rsidRDefault="00641484">
      <w:pPr>
        <w:spacing w:line="480" w:lineRule="auto"/>
        <w:ind w:firstLine="720"/>
        <w:rPr>
          <w:sz w:val="24"/>
          <w:szCs w:val="24"/>
        </w:rPr>
      </w:pPr>
      <w:r>
        <w:rPr>
          <w:sz w:val="24"/>
          <w:szCs w:val="24"/>
        </w:rPr>
        <w:t>Alex looked at his ring and frowned. “If I make no more wishes for now, we should be fine.”</w:t>
      </w:r>
    </w:p>
    <w:p w:rsidR="00641484" w:rsidRDefault="00641484">
      <w:pPr>
        <w:spacing w:line="480" w:lineRule="auto"/>
        <w:ind w:firstLine="720"/>
        <w:rPr>
          <w:sz w:val="24"/>
          <w:szCs w:val="24"/>
        </w:rPr>
      </w:pPr>
      <w:r>
        <w:rPr>
          <w:sz w:val="24"/>
          <w:szCs w:val="24"/>
        </w:rPr>
        <w:t>Kelly snuggled up to him. “Looks as if we’ll be having another honeymoon tonight, babe. Do you think your cock can handle me after all this excitement?”</w:t>
      </w:r>
    </w:p>
    <w:p w:rsidR="00641484" w:rsidRDefault="00641484">
      <w:pPr>
        <w:spacing w:line="480" w:lineRule="auto"/>
        <w:ind w:firstLine="720"/>
        <w:rPr>
          <w:sz w:val="24"/>
          <w:szCs w:val="24"/>
        </w:rPr>
      </w:pPr>
      <w:r>
        <w:rPr>
          <w:sz w:val="24"/>
          <w:szCs w:val="24"/>
        </w:rPr>
        <w:t>Alex laughed. “It better!” he said.</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Christina was fuming. She couldn’t believe that bitch Kelly ran off with her man three days ago and neither of them had yet to return. She had been having thoughts before to kill her secretly after she had her baby, but now Christina cursed herself for not attempting it sooner. She knew how easily she could have obtained poison from Gloria from the black markets. She could easily have her killed, and blame it on food poisoning. Some poisons worked that way.</w:t>
      </w:r>
    </w:p>
    <w:p w:rsidR="00641484" w:rsidRDefault="00641484">
      <w:pPr>
        <w:spacing w:line="480" w:lineRule="auto"/>
        <w:ind w:firstLine="720"/>
        <w:rPr>
          <w:sz w:val="24"/>
          <w:szCs w:val="24"/>
        </w:rPr>
      </w:pPr>
      <w:r>
        <w:rPr>
          <w:sz w:val="24"/>
          <w:szCs w:val="24"/>
        </w:rPr>
        <w:t>Over the past few days, Christina switched from being pissed off to crying on and off. The other girls were just as grief stricken as she was. To make matters worse they hadn’t experienced an orgasm from him in several days. They all thought that if they were together, they would certainly have sex and they would feel it, but they didn’t. Christina didn’t know if her husband was alive or dead anymore.</w:t>
      </w:r>
    </w:p>
    <w:p w:rsidR="00641484" w:rsidRDefault="00641484">
      <w:pPr>
        <w:spacing w:line="480" w:lineRule="auto"/>
        <w:ind w:firstLine="720"/>
        <w:rPr>
          <w:sz w:val="24"/>
          <w:szCs w:val="24"/>
        </w:rPr>
      </w:pPr>
      <w:r>
        <w:rPr>
          <w:sz w:val="24"/>
          <w:szCs w:val="24"/>
        </w:rPr>
        <w:t>The fact that she was addicted to his cock now didn’t help her and the rest of them either. It was almost like going into withdrawal from some drug. Some of them, like Jen and Ming, would 69 each other through several orgasms to relieve the tension, but it just wasn’t the same as Alex’s large penis. That was all she wanted now.</w:t>
      </w:r>
    </w:p>
    <w:p w:rsidR="00641484" w:rsidRDefault="00641484">
      <w:pPr>
        <w:spacing w:line="480" w:lineRule="auto"/>
        <w:ind w:firstLine="720"/>
        <w:rPr>
          <w:sz w:val="24"/>
          <w:szCs w:val="24"/>
        </w:rPr>
      </w:pPr>
      <w:r>
        <w:rPr>
          <w:sz w:val="24"/>
          <w:szCs w:val="24"/>
        </w:rPr>
        <w:t>She had tried to call both of their cell phones several times, but either their phones were off or they just were not answering them. She left several dozen messages on Alex’s phone. A few she screamed at him, swearing she would kill them both if she ever found them. She would immediately call him back afterwards and cry into the receiver, asking for him to come back to her and the others.</w:t>
      </w:r>
    </w:p>
    <w:p w:rsidR="00641484" w:rsidRDefault="00641484">
      <w:pPr>
        <w:spacing w:line="480" w:lineRule="auto"/>
        <w:ind w:firstLine="720"/>
        <w:rPr>
          <w:sz w:val="24"/>
          <w:szCs w:val="24"/>
        </w:rPr>
      </w:pPr>
      <w:r>
        <w:rPr>
          <w:sz w:val="24"/>
          <w:szCs w:val="24"/>
        </w:rPr>
        <w:t>Each of the girls took it differently. Jen and Ming clung to each other in their time of need. Lisa got drunk and would not stop until she was passed out from it. Christina was still more worried about her man than her though. She would have to deal with it herself. Gloria put all her time into her job, working nonstop and not coming home until well after 2am each night since he left. Brittney had locked herself in her room and refused to eat anything during the time until her ‘god’ returned. She told them that Alex was merely testing their faith in him and that their lord would return soon, bringing them all to paradise. She was completely gone and no one knew how to help her. Melanie was like Gloria and focused on her school work. All her sisters tried their best to comfort her, but it did not help her. At one point she even slapped Misty across the face several times, imagining she was Kelly. It helped her anger but not her constant sadness.</w:t>
      </w:r>
    </w:p>
    <w:p w:rsidR="00641484" w:rsidRDefault="00641484">
      <w:pPr>
        <w:spacing w:line="480" w:lineRule="auto"/>
        <w:ind w:firstLine="720"/>
        <w:rPr>
          <w:sz w:val="24"/>
          <w:szCs w:val="24"/>
        </w:rPr>
      </w:pPr>
      <w:r>
        <w:rPr>
          <w:sz w:val="24"/>
          <w:szCs w:val="24"/>
        </w:rPr>
        <w:t>Lisa informed her sister, Rebecca, about the situation. She cried over the phone with her, then sniffed and told her that she would pull some strings and keep a lookout for him. So far she has yet to call back. Christina didn’t know what she could do. She wished he was there with her holding her like he used to do. That night she cried herself to sleep alone. She didn’t want to be around anyone anymore. She wished she was dead.</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Alex and Kelly made it the rest of the way to Ireland without a hitch. They both agreed that the woman must have been an assassin sent by the Elders to capture or kill them. Alex was surprised that the girl actually was trying to kill Kelly. He figured that the Elders must be confident that he’ll impregnate another girl.</w:t>
      </w:r>
    </w:p>
    <w:p w:rsidR="00641484" w:rsidRDefault="00641484">
      <w:pPr>
        <w:spacing w:line="480" w:lineRule="auto"/>
        <w:ind w:firstLine="720"/>
        <w:rPr>
          <w:sz w:val="24"/>
          <w:szCs w:val="24"/>
        </w:rPr>
      </w:pPr>
      <w:r>
        <w:rPr>
          <w:sz w:val="24"/>
          <w:szCs w:val="24"/>
        </w:rPr>
        <w:t>Alex checked his phone several times. He had received over a hundred messages between Christina, his mom, Jen, and the other ladies. He hoped they were doing well without him, but it was for their best that he did not call them. He turned off his phone and kept it off since he didn’t feel like hearing it blaring repeatedly.</w:t>
      </w:r>
    </w:p>
    <w:p w:rsidR="00641484" w:rsidRDefault="00641484">
      <w:pPr>
        <w:spacing w:line="480" w:lineRule="auto"/>
        <w:ind w:firstLine="720"/>
        <w:rPr>
          <w:sz w:val="24"/>
          <w:szCs w:val="24"/>
        </w:rPr>
      </w:pPr>
      <w:r>
        <w:rPr>
          <w:sz w:val="24"/>
          <w:szCs w:val="24"/>
        </w:rPr>
        <w:t>The two rented a car and rode out in search of the cave which held the artifact. Alex followed his inner compass, slowly getting closer and closer to it. Many a time they had to backtrack to take different roads which would lead them to it. It was all quite annoying, and Kelly had a knack to complain quite a bit during the ride. But, they quickly grew close to the cave.</w:t>
      </w:r>
    </w:p>
    <w:p w:rsidR="00641484" w:rsidRDefault="00641484">
      <w:pPr>
        <w:spacing w:line="480" w:lineRule="auto"/>
        <w:ind w:firstLine="720"/>
        <w:rPr>
          <w:sz w:val="24"/>
          <w:szCs w:val="24"/>
        </w:rPr>
      </w:pPr>
      <w:r>
        <w:rPr>
          <w:sz w:val="24"/>
          <w:szCs w:val="24"/>
        </w:rPr>
        <w:t>Eventually they came to a large forest. Alex stopped the car on the side of the road and got out. “I think we’ll have to hike the rest of the way.”</w:t>
      </w:r>
    </w:p>
    <w:p w:rsidR="00641484" w:rsidRDefault="00641484">
      <w:pPr>
        <w:spacing w:line="480" w:lineRule="auto"/>
        <w:ind w:firstLine="720"/>
        <w:rPr>
          <w:sz w:val="24"/>
          <w:szCs w:val="24"/>
        </w:rPr>
      </w:pPr>
      <w:r>
        <w:rPr>
          <w:sz w:val="24"/>
          <w:szCs w:val="24"/>
        </w:rPr>
        <w:t>Kelly groaned. “Can’t you just wish we were there already?”</w:t>
      </w:r>
    </w:p>
    <w:p w:rsidR="00641484" w:rsidRDefault="00641484">
      <w:pPr>
        <w:spacing w:line="480" w:lineRule="auto"/>
        <w:ind w:firstLine="720"/>
        <w:rPr>
          <w:sz w:val="24"/>
          <w:szCs w:val="24"/>
        </w:rPr>
      </w:pPr>
      <w:r>
        <w:rPr>
          <w:sz w:val="24"/>
          <w:szCs w:val="24"/>
        </w:rPr>
        <w:t>“It doesn’t work that well.” The two hiked throughout the forest. Alex wished for a sword to cut down some of the limbs and one appeared in his hands. He began hacking his way forward while Kelly followed close behind. Then they saw a cave in a clearing up ahead.</w:t>
      </w:r>
    </w:p>
    <w:p w:rsidR="00641484" w:rsidRDefault="00641484">
      <w:pPr>
        <w:spacing w:line="480" w:lineRule="auto"/>
        <w:ind w:firstLine="720"/>
        <w:rPr>
          <w:sz w:val="24"/>
          <w:szCs w:val="24"/>
        </w:rPr>
      </w:pPr>
      <w:r>
        <w:rPr>
          <w:sz w:val="24"/>
          <w:szCs w:val="24"/>
        </w:rPr>
        <w:t>And at the foot of the cave was a man with brown hair, waiting for them to come. Alex noticed that he was a human. “Ah! It took you long enough!” the person called out.</w:t>
      </w:r>
    </w:p>
    <w:p w:rsidR="00641484" w:rsidRDefault="00641484">
      <w:pPr>
        <w:spacing w:line="480" w:lineRule="auto"/>
        <w:ind w:firstLine="720"/>
        <w:rPr>
          <w:sz w:val="24"/>
          <w:szCs w:val="24"/>
        </w:rPr>
      </w:pPr>
      <w:r>
        <w:rPr>
          <w:sz w:val="24"/>
          <w:szCs w:val="24"/>
        </w:rPr>
        <w:t>Alex held out as arm to keep Kelly behind him. “Folks call me Ezra. I’m here to bring you in. Morpheus would like to have a chat with you.”</w:t>
      </w:r>
    </w:p>
    <w:p w:rsidR="00641484" w:rsidRDefault="00641484">
      <w:pPr>
        <w:spacing w:line="480" w:lineRule="auto"/>
        <w:ind w:firstLine="720"/>
        <w:rPr>
          <w:sz w:val="24"/>
          <w:szCs w:val="24"/>
        </w:rPr>
      </w:pPr>
      <w:r>
        <w:rPr>
          <w:sz w:val="24"/>
          <w:szCs w:val="24"/>
        </w:rPr>
        <w:t>Alex’s brow furrowed. “I will talk to him on my own time. Tell him I’ll go there on my own and greet him personally.”</w:t>
      </w:r>
    </w:p>
    <w:p w:rsidR="00641484" w:rsidRDefault="00641484">
      <w:pPr>
        <w:spacing w:line="480" w:lineRule="auto"/>
        <w:ind w:firstLine="720"/>
        <w:rPr>
          <w:sz w:val="24"/>
          <w:szCs w:val="24"/>
        </w:rPr>
      </w:pPr>
      <w:r>
        <w:rPr>
          <w:sz w:val="24"/>
          <w:szCs w:val="24"/>
        </w:rPr>
        <w:t>“No can do, dude. I got strict orders from the big man to bring you in and kill the girl. Rules are rules, you know.” He pulled an axe from behind him. “Now, are you going to come quietly or are you going to make it rough on yourself?”</w:t>
      </w:r>
    </w:p>
    <w:p w:rsidR="00641484" w:rsidRDefault="00641484">
      <w:pPr>
        <w:spacing w:line="480" w:lineRule="auto"/>
        <w:ind w:firstLine="720"/>
        <w:rPr>
          <w:sz w:val="24"/>
          <w:szCs w:val="24"/>
        </w:rPr>
      </w:pPr>
      <w:r>
        <w:rPr>
          <w:sz w:val="24"/>
          <w:szCs w:val="24"/>
        </w:rPr>
        <w:t>Alex raised his sword and silently made a wish to know everything he could about swordplay. A plethora of knowledge seeped into his head, not nearly as much as before though. The two began circling around each other. “Why are you doing this? Aren’t you a human too?”</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“My only allegiance is to the Elders and Morpheus. My race means nothing to me!” He rushed Alex and clashed his axe into Alex’s sword. “I gave up on the human race long ago!”</w:t>
      </w:r>
    </w:p>
    <w:p w:rsidR="00641484" w:rsidRDefault="00641484">
      <w:pPr>
        <w:spacing w:line="480" w:lineRule="auto"/>
        <w:ind w:firstLine="720"/>
        <w:rPr>
          <w:sz w:val="24"/>
          <w:szCs w:val="24"/>
        </w:rPr>
      </w:pPr>
      <w:r>
        <w:rPr>
          <w:sz w:val="24"/>
          <w:szCs w:val="24"/>
        </w:rPr>
        <w:t>Ezra swung his blade several times at Alex which he was able to block fluidly. “So you don’t care about their plan to make all humans their slaves?”</w:t>
      </w:r>
    </w:p>
    <w:p w:rsidR="00641484" w:rsidRDefault="00641484">
      <w:pPr>
        <w:spacing w:line="480" w:lineRule="auto"/>
        <w:ind w:firstLine="720"/>
        <w:rPr>
          <w:sz w:val="24"/>
          <w:szCs w:val="24"/>
        </w:rPr>
      </w:pPr>
      <w:r>
        <w:rPr>
          <w:sz w:val="24"/>
          <w:szCs w:val="24"/>
        </w:rPr>
        <w:t>“The human race was wiped out before you wished them back anyhow! They don’t deserve freedom!”</w:t>
      </w:r>
    </w:p>
    <w:p w:rsidR="00641484" w:rsidRDefault="00641484">
      <w:pPr>
        <w:spacing w:line="480" w:lineRule="auto"/>
        <w:ind w:firstLine="720"/>
        <w:rPr>
          <w:sz w:val="24"/>
          <w:szCs w:val="24"/>
        </w:rPr>
      </w:pPr>
      <w:r>
        <w:rPr>
          <w:sz w:val="24"/>
          <w:szCs w:val="24"/>
        </w:rPr>
        <w:t>Alex stepped back as he swung his axe at his chest. “If you didn’t care about humans so much, then why didn’t they use you in their plans to repopulate the world?”</w:t>
      </w:r>
    </w:p>
    <w:p w:rsidR="00641484" w:rsidRDefault="00641484">
      <w:pPr>
        <w:spacing w:line="480" w:lineRule="auto"/>
        <w:ind w:firstLine="720"/>
        <w:rPr>
          <w:sz w:val="24"/>
          <w:szCs w:val="24"/>
        </w:rPr>
      </w:pPr>
      <w:r>
        <w:rPr>
          <w:sz w:val="24"/>
          <w:szCs w:val="24"/>
        </w:rPr>
        <w:t>“I’m a eunuch. I have no magic to use in their plans.”</w:t>
      </w:r>
    </w:p>
    <w:p w:rsidR="00641484" w:rsidRDefault="00641484">
      <w:pPr>
        <w:spacing w:line="480" w:lineRule="auto"/>
        <w:ind w:firstLine="720"/>
        <w:rPr>
          <w:sz w:val="24"/>
          <w:szCs w:val="24"/>
        </w:rPr>
      </w:pPr>
      <w:r>
        <w:rPr>
          <w:sz w:val="24"/>
          <w:szCs w:val="24"/>
        </w:rPr>
        <w:t>Kelly burst out laughing behind Ezra. “You’re a fucking eunuch?! How’s it feel to not have a dick?”</w:t>
      </w:r>
    </w:p>
    <w:p w:rsidR="00641484" w:rsidRDefault="00641484">
      <w:pPr>
        <w:spacing w:line="480" w:lineRule="auto"/>
        <w:ind w:firstLine="720"/>
        <w:rPr>
          <w:sz w:val="24"/>
          <w:szCs w:val="24"/>
        </w:rPr>
      </w:pPr>
      <w:r>
        <w:rPr>
          <w:sz w:val="24"/>
          <w:szCs w:val="24"/>
        </w:rPr>
        <w:t>Ezra ignored her, though Alex didn’t completely. Ezra swung his axe at Alex’s side and he barely parried it, knocking him over. Alex quickly jumped up and fought back in earnest against him. He whipped his sword in a circular motion, ripping his axe out of his hands.</w:t>
      </w:r>
    </w:p>
    <w:p w:rsidR="00641484" w:rsidRDefault="00641484">
      <w:pPr>
        <w:spacing w:line="480" w:lineRule="auto"/>
        <w:ind w:firstLine="720"/>
        <w:rPr>
          <w:sz w:val="24"/>
          <w:szCs w:val="24"/>
        </w:rPr>
      </w:pPr>
      <w:r>
        <w:rPr>
          <w:sz w:val="24"/>
          <w:szCs w:val="24"/>
        </w:rPr>
        <w:t>He held the blade at Ezra’s face. “Kill his ass!” Kelly shouted.</w:t>
      </w:r>
    </w:p>
    <w:p w:rsidR="00641484" w:rsidRDefault="00641484">
      <w:pPr>
        <w:spacing w:line="480" w:lineRule="auto"/>
        <w:ind w:firstLine="720"/>
        <w:rPr>
          <w:sz w:val="24"/>
          <w:szCs w:val="24"/>
        </w:rPr>
      </w:pPr>
      <w:r>
        <w:rPr>
          <w:sz w:val="24"/>
          <w:szCs w:val="24"/>
        </w:rPr>
        <w:t xml:space="preserve">“You have abandoned the human race, knowing full well the Elders’ plans to make them the slaves of elves. So, I will make certain that if they become slaves one day, you will join them.” </w:t>
      </w:r>
    </w:p>
    <w:p w:rsidR="00641484" w:rsidRDefault="00641484">
      <w:pPr>
        <w:spacing w:line="480" w:lineRule="auto"/>
        <w:ind w:firstLine="720"/>
        <w:rPr>
          <w:sz w:val="24"/>
          <w:szCs w:val="24"/>
        </w:rPr>
      </w:pPr>
      <w:r>
        <w:rPr>
          <w:sz w:val="24"/>
          <w:szCs w:val="24"/>
        </w:rPr>
        <w:t>His eyes widened. “What? No! Don’t send me back there! I don’t want to go back to that awful world!”</w:t>
      </w:r>
    </w:p>
    <w:p w:rsidR="00641484" w:rsidRDefault="00641484">
      <w:pPr>
        <w:spacing w:line="480" w:lineRule="auto"/>
        <w:ind w:firstLine="720"/>
        <w:rPr>
          <w:sz w:val="24"/>
          <w:szCs w:val="24"/>
        </w:rPr>
      </w:pPr>
      <w:r>
        <w:rPr>
          <w:sz w:val="24"/>
          <w:szCs w:val="24"/>
        </w:rPr>
        <w:t>“I wish you were back on Earth!”</w:t>
      </w:r>
    </w:p>
    <w:p w:rsidR="00641484" w:rsidRDefault="00641484">
      <w:pPr>
        <w:spacing w:line="480" w:lineRule="auto"/>
        <w:ind w:firstLine="720"/>
        <w:rPr>
          <w:sz w:val="24"/>
          <w:szCs w:val="24"/>
        </w:rPr>
      </w:pPr>
      <w:r>
        <w:rPr>
          <w:sz w:val="24"/>
          <w:szCs w:val="24"/>
        </w:rPr>
        <w:t>He screamed out, “Noooooooooooooo!” before fading away.</w:t>
      </w:r>
    </w:p>
    <w:p w:rsidR="00641484" w:rsidRDefault="00641484">
      <w:pPr>
        <w:spacing w:line="480" w:lineRule="auto"/>
        <w:ind w:firstLine="720"/>
        <w:rPr>
          <w:sz w:val="24"/>
          <w:szCs w:val="24"/>
        </w:rPr>
      </w:pPr>
      <w:r>
        <w:rPr>
          <w:sz w:val="24"/>
          <w:szCs w:val="24"/>
        </w:rPr>
        <w:t>Kelly came out of hiding and walked to him. “You really are a pussy, you know that? If I was you, I would have just wished for a gun and shot his ass!”</w:t>
      </w:r>
    </w:p>
    <w:p w:rsidR="00641484" w:rsidRDefault="00641484">
      <w:pPr>
        <w:spacing w:line="480" w:lineRule="auto"/>
        <w:ind w:firstLine="720"/>
        <w:rPr>
          <w:sz w:val="24"/>
          <w:szCs w:val="24"/>
        </w:rPr>
      </w:pPr>
      <w:r>
        <w:rPr>
          <w:sz w:val="24"/>
          <w:szCs w:val="24"/>
        </w:rPr>
        <w:t>Alex smiled. “Perhaps. Perhaps I just knew he could dodge bullets. Anyhow, let’s go find that disc.”</w:t>
      </w:r>
    </w:p>
    <w:p w:rsidR="00641484" w:rsidRDefault="00641484">
      <w:pPr>
        <w:spacing w:line="480" w:lineRule="auto"/>
        <w:ind w:firstLine="720"/>
        <w:rPr>
          <w:sz w:val="24"/>
          <w:szCs w:val="24"/>
        </w:rPr>
      </w:pPr>
      <w:r>
        <w:rPr>
          <w:sz w:val="24"/>
          <w:szCs w:val="24"/>
        </w:rPr>
        <w:t xml:space="preserve">The two walked into the cave and Alex muttered a few words, making a ball of light appear in front of him. The cave was dark and damp, but Alex knew exactly where to go. It was almost as if the Tet’long’fal was calling for him. He walked through several passageways, while holding onto Kelly’s hand. </w:t>
      </w:r>
    </w:p>
    <w:p w:rsidR="00641484" w:rsidRDefault="00641484">
      <w:pPr>
        <w:spacing w:line="480" w:lineRule="auto"/>
        <w:ind w:firstLine="720"/>
        <w:rPr>
          <w:sz w:val="24"/>
          <w:szCs w:val="24"/>
        </w:rPr>
      </w:pPr>
      <w:r>
        <w:rPr>
          <w:sz w:val="24"/>
          <w:szCs w:val="24"/>
        </w:rPr>
        <w:t>“My dad used to take me to some caves when I was a kid,” Kelly said.</w:t>
      </w:r>
    </w:p>
    <w:p w:rsidR="00641484" w:rsidRDefault="00641484">
      <w:pPr>
        <w:spacing w:line="480" w:lineRule="auto"/>
        <w:ind w:firstLine="720"/>
        <w:rPr>
          <w:sz w:val="24"/>
          <w:szCs w:val="24"/>
        </w:rPr>
      </w:pPr>
      <w:r>
        <w:rPr>
          <w:sz w:val="24"/>
          <w:szCs w:val="24"/>
        </w:rPr>
        <w:t>“Yeah?”</w:t>
      </w:r>
    </w:p>
    <w:p w:rsidR="00641484" w:rsidRDefault="00641484">
      <w:pPr>
        <w:spacing w:line="480" w:lineRule="auto"/>
        <w:ind w:firstLine="720"/>
        <w:rPr>
          <w:sz w:val="24"/>
          <w:szCs w:val="24"/>
        </w:rPr>
      </w:pPr>
      <w:r>
        <w:rPr>
          <w:sz w:val="24"/>
          <w:szCs w:val="24"/>
        </w:rPr>
        <w:t>“Yeah, he died a while back. This reminds me of him for some reason.”</w:t>
      </w:r>
    </w:p>
    <w:p w:rsidR="00641484" w:rsidRDefault="00641484">
      <w:pPr>
        <w:spacing w:line="480" w:lineRule="auto"/>
        <w:ind w:firstLine="720"/>
        <w:rPr>
          <w:sz w:val="24"/>
          <w:szCs w:val="24"/>
        </w:rPr>
      </w:pPr>
      <w:r>
        <w:rPr>
          <w:sz w:val="24"/>
          <w:szCs w:val="24"/>
        </w:rPr>
        <w:t>Alex turned around slightly and kissed her. “I’m sure he’s proud of you.” She smiled and he continued onwards. Finally they got a different part of the cave. Alex looked down at granite under him. “Hmmm…tricky.”</w:t>
      </w:r>
    </w:p>
    <w:p w:rsidR="00641484" w:rsidRDefault="00641484">
      <w:pPr>
        <w:spacing w:line="480" w:lineRule="auto"/>
        <w:ind w:firstLine="720"/>
        <w:rPr>
          <w:sz w:val="24"/>
          <w:szCs w:val="24"/>
        </w:rPr>
      </w:pPr>
      <w:r>
        <w:rPr>
          <w:sz w:val="24"/>
          <w:szCs w:val="24"/>
        </w:rPr>
        <w:t>“What’s up?” Kelly asked.</w:t>
      </w:r>
    </w:p>
    <w:p w:rsidR="00641484" w:rsidRDefault="00641484">
      <w:pPr>
        <w:spacing w:line="480" w:lineRule="auto"/>
        <w:ind w:firstLine="720"/>
        <w:rPr>
          <w:sz w:val="24"/>
          <w:szCs w:val="24"/>
        </w:rPr>
      </w:pPr>
      <w:r>
        <w:rPr>
          <w:sz w:val="24"/>
          <w:szCs w:val="24"/>
        </w:rPr>
        <w:t>“Well it’s right under us. And I don’t want to do anything that will make the cave collapse. I think I’ll try something though.” He muttered some words and then knelt down. He lowered his hand onto the surface, then pushed his arm past it. Kelly stared at him in disbelief. Alex felt around until he felt a metal surface touch his fingers. He took hold of it and pulled it out. The Tet’long’fal looked more like a large dirty dinner plate rather than an ancient artifact.</w:t>
      </w:r>
    </w:p>
    <w:p w:rsidR="00641484" w:rsidRDefault="00641484">
      <w:pPr>
        <w:spacing w:line="480" w:lineRule="auto"/>
        <w:ind w:firstLine="720"/>
        <w:rPr>
          <w:sz w:val="24"/>
          <w:szCs w:val="24"/>
        </w:rPr>
      </w:pPr>
      <w:r>
        <w:rPr>
          <w:sz w:val="24"/>
          <w:szCs w:val="24"/>
        </w:rPr>
        <w:t>“Is that it? Doesn’t look special.”</w:t>
      </w:r>
    </w:p>
    <w:p w:rsidR="00641484" w:rsidRDefault="00641484">
      <w:pPr>
        <w:spacing w:line="480" w:lineRule="auto"/>
        <w:ind w:firstLine="720"/>
        <w:rPr>
          <w:sz w:val="24"/>
          <w:szCs w:val="24"/>
        </w:rPr>
      </w:pPr>
      <w:r>
        <w:rPr>
          <w:sz w:val="24"/>
          <w:szCs w:val="24"/>
        </w:rPr>
        <w:t>“Yeah, that’s it alright.”</w:t>
      </w:r>
    </w:p>
    <w:p w:rsidR="00641484" w:rsidRDefault="00641484">
      <w:pPr>
        <w:spacing w:line="480" w:lineRule="auto"/>
        <w:ind w:firstLine="720"/>
        <w:rPr>
          <w:sz w:val="24"/>
          <w:szCs w:val="24"/>
        </w:rPr>
      </w:pPr>
      <w:r>
        <w:rPr>
          <w:sz w:val="24"/>
          <w:szCs w:val="24"/>
        </w:rPr>
        <w:t>The two began walking back towards the entrance. “So what now? Could we do this ritual right now, or do we need something else?” Kelly asked.</w:t>
      </w:r>
    </w:p>
    <w:p w:rsidR="00641484" w:rsidRDefault="00641484">
      <w:pPr>
        <w:spacing w:line="480" w:lineRule="auto"/>
        <w:ind w:firstLine="720"/>
        <w:rPr>
          <w:sz w:val="24"/>
          <w:szCs w:val="24"/>
        </w:rPr>
      </w:pPr>
      <w:r>
        <w:rPr>
          <w:sz w:val="24"/>
          <w:szCs w:val="24"/>
        </w:rPr>
        <w:t>“Well, to be honest with you, besides the chalk and candles, it takes three people to chant the spell for it to work.”</w:t>
      </w:r>
    </w:p>
    <w:p w:rsidR="00641484" w:rsidRDefault="00641484">
      <w:pPr>
        <w:spacing w:line="480" w:lineRule="auto"/>
        <w:ind w:firstLine="720"/>
        <w:rPr>
          <w:sz w:val="24"/>
          <w:szCs w:val="24"/>
        </w:rPr>
      </w:pPr>
      <w:r>
        <w:rPr>
          <w:sz w:val="24"/>
          <w:szCs w:val="24"/>
        </w:rPr>
        <w:t>“What the fuck, Alex? Why didn’t we bring someone along? Brittney would have done it for us. You probably could have convinced any one of those sluts with that big cock of yours to go with you!”</w:t>
      </w:r>
    </w:p>
    <w:p w:rsidR="00641484" w:rsidRDefault="00641484">
      <w:pPr>
        <w:spacing w:line="480" w:lineRule="auto"/>
        <w:ind w:firstLine="720"/>
        <w:rPr>
          <w:sz w:val="24"/>
          <w:szCs w:val="24"/>
        </w:rPr>
      </w:pPr>
      <w:r>
        <w:rPr>
          <w:sz w:val="24"/>
          <w:szCs w:val="24"/>
        </w:rPr>
        <w:t>“Bah! They are way to focused on sex to be of any help.”</w:t>
      </w:r>
    </w:p>
    <w:p w:rsidR="00641484" w:rsidRDefault="00641484">
      <w:pPr>
        <w:spacing w:line="480" w:lineRule="auto"/>
        <w:ind w:firstLine="720"/>
        <w:rPr>
          <w:sz w:val="24"/>
          <w:szCs w:val="24"/>
        </w:rPr>
      </w:pPr>
      <w:r>
        <w:rPr>
          <w:sz w:val="24"/>
          <w:szCs w:val="24"/>
        </w:rPr>
        <w:t>“So who are we going to get for this damn thing?”</w:t>
      </w:r>
    </w:p>
    <w:p w:rsidR="00641484" w:rsidRDefault="00641484">
      <w:pPr>
        <w:spacing w:line="480" w:lineRule="auto"/>
        <w:ind w:firstLine="720"/>
        <w:rPr>
          <w:sz w:val="24"/>
          <w:szCs w:val="24"/>
        </w:rPr>
      </w:pPr>
      <w:r>
        <w:rPr>
          <w:sz w:val="24"/>
          <w:szCs w:val="24"/>
        </w:rPr>
        <w:t>Alex smiled. “I think I may have one idea.”</w:t>
      </w:r>
    </w:p>
    <w:p w:rsidR="00641484" w:rsidRDefault="00641484">
      <w:pPr>
        <w:spacing w:line="480" w:lineRule="auto"/>
        <w:jc w:val="center"/>
        <w:rPr>
          <w:sz w:val="28"/>
          <w:szCs w:val="28"/>
          <w:u w:val="single"/>
        </w:rPr>
      </w:pPr>
      <w:r>
        <w:rPr>
          <w:sz w:val="24"/>
          <w:szCs w:val="24"/>
        </w:rPr>
        <w:br w:type="page"/>
      </w:r>
      <w:r>
        <w:rPr>
          <w:sz w:val="28"/>
          <w:szCs w:val="28"/>
          <w:u w:val="single"/>
        </w:rPr>
        <w:t>Chapter 5</w:t>
      </w:r>
    </w:p>
    <w:p w:rsidR="00641484" w:rsidRDefault="00641484">
      <w:pPr>
        <w:spacing w:line="480" w:lineRule="auto"/>
        <w:jc w:val="center"/>
        <w:rPr>
          <w:sz w:val="28"/>
          <w:szCs w:val="28"/>
          <w:u w:val="single"/>
        </w:rPr>
      </w:pPr>
    </w:p>
    <w:p w:rsidR="00641484" w:rsidRDefault="00641484">
      <w:pPr>
        <w:spacing w:line="480" w:lineRule="auto"/>
        <w:ind w:firstLine="720"/>
        <w:rPr>
          <w:sz w:val="24"/>
          <w:szCs w:val="24"/>
        </w:rPr>
      </w:pPr>
      <w:r>
        <w:rPr>
          <w:sz w:val="24"/>
          <w:szCs w:val="24"/>
        </w:rPr>
        <w:t>Trevor Wright had a knock on his door 8pm one night. When he opened it, he was surprised to see his son Alex at his doorstep. In his hands was a large dinner plate. With him was some girl he had never seen before with blue hair and large G cup breasts.</w:t>
      </w:r>
    </w:p>
    <w:p w:rsidR="00641484" w:rsidRDefault="00641484">
      <w:pPr>
        <w:spacing w:line="480" w:lineRule="auto"/>
        <w:ind w:firstLine="720"/>
        <w:rPr>
          <w:sz w:val="24"/>
          <w:szCs w:val="24"/>
        </w:rPr>
      </w:pPr>
      <w:r>
        <w:rPr>
          <w:sz w:val="24"/>
          <w:szCs w:val="24"/>
        </w:rPr>
        <w:t>Alex waved and smiled shyly. “Hey dad. We need your help.”</w:t>
      </w:r>
    </w:p>
    <w:p w:rsidR="00641484" w:rsidRDefault="00641484">
      <w:pPr>
        <w:spacing w:line="480" w:lineRule="auto"/>
        <w:ind w:firstLine="720"/>
        <w:rPr>
          <w:sz w:val="24"/>
          <w:szCs w:val="24"/>
        </w:rPr>
      </w:pPr>
      <w:r>
        <w:rPr>
          <w:sz w:val="24"/>
          <w:szCs w:val="24"/>
        </w:rPr>
        <w:t>Trevor looked back and forth between the two of them and nodded, opening the door wide for them to come through. “How did you get here, Alex? How did you even find me? I don’t remember ever giving you my address.”</w:t>
      </w:r>
    </w:p>
    <w:p w:rsidR="00641484" w:rsidRDefault="00641484">
      <w:pPr>
        <w:spacing w:line="480" w:lineRule="auto"/>
        <w:ind w:firstLine="720"/>
        <w:rPr>
          <w:sz w:val="24"/>
          <w:szCs w:val="24"/>
        </w:rPr>
      </w:pPr>
      <w:r>
        <w:rPr>
          <w:sz w:val="24"/>
          <w:szCs w:val="24"/>
        </w:rPr>
        <w:t>“Well, you might not believe this, but I used a wish to find your address. From there we took a plane to Detroit and drove the rest of the way here.”</w:t>
      </w:r>
    </w:p>
    <w:p w:rsidR="00641484" w:rsidRDefault="00641484">
      <w:pPr>
        <w:spacing w:line="480" w:lineRule="auto"/>
        <w:ind w:firstLine="720"/>
        <w:rPr>
          <w:sz w:val="24"/>
          <w:szCs w:val="24"/>
        </w:rPr>
      </w:pPr>
      <w:r>
        <w:rPr>
          <w:sz w:val="24"/>
          <w:szCs w:val="24"/>
        </w:rPr>
        <w:t>“Wish? Alex, are you high?”</w:t>
      </w:r>
    </w:p>
    <w:p w:rsidR="00641484" w:rsidRDefault="00641484">
      <w:pPr>
        <w:spacing w:line="480" w:lineRule="auto"/>
        <w:ind w:firstLine="720"/>
        <w:rPr>
          <w:sz w:val="24"/>
          <w:szCs w:val="24"/>
        </w:rPr>
      </w:pPr>
      <w:r>
        <w:rPr>
          <w:sz w:val="24"/>
          <w:szCs w:val="24"/>
        </w:rPr>
        <w:t>“No dad. Afraid not. How about I wish something? Would that convince you?”</w:t>
      </w:r>
    </w:p>
    <w:p w:rsidR="00641484" w:rsidRDefault="00641484">
      <w:pPr>
        <w:spacing w:line="480" w:lineRule="auto"/>
        <w:ind w:firstLine="720"/>
        <w:rPr>
          <w:sz w:val="24"/>
          <w:szCs w:val="24"/>
        </w:rPr>
      </w:pPr>
      <w:r>
        <w:rPr>
          <w:sz w:val="24"/>
          <w:szCs w:val="24"/>
        </w:rPr>
        <w:t>The girl beside him nudged him and said, “If we make a wish here they may find us, Alex!”</w:t>
      </w:r>
    </w:p>
    <w:p w:rsidR="00641484" w:rsidRDefault="00641484">
      <w:pPr>
        <w:spacing w:line="480" w:lineRule="auto"/>
        <w:ind w:firstLine="720"/>
        <w:rPr>
          <w:sz w:val="24"/>
          <w:szCs w:val="24"/>
        </w:rPr>
      </w:pPr>
      <w:r>
        <w:rPr>
          <w:sz w:val="24"/>
          <w:szCs w:val="24"/>
        </w:rPr>
        <w:t>He looked over to the young lady. “And who is this by the way?”</w:t>
      </w:r>
    </w:p>
    <w:p w:rsidR="00641484" w:rsidRDefault="00641484">
      <w:pPr>
        <w:spacing w:line="480" w:lineRule="auto"/>
        <w:ind w:firstLine="720"/>
        <w:rPr>
          <w:sz w:val="24"/>
          <w:szCs w:val="24"/>
        </w:rPr>
      </w:pPr>
      <w:r>
        <w:rPr>
          <w:sz w:val="24"/>
          <w:szCs w:val="24"/>
        </w:rPr>
        <w:t>Alex looked down, bashful. “Ummm…this is my girlfriend, Kelly.”</w:t>
      </w:r>
    </w:p>
    <w:p w:rsidR="00641484" w:rsidRDefault="00641484">
      <w:pPr>
        <w:spacing w:line="480" w:lineRule="auto"/>
        <w:ind w:firstLine="720"/>
        <w:rPr>
          <w:sz w:val="24"/>
          <w:szCs w:val="24"/>
        </w:rPr>
      </w:pPr>
      <w:r>
        <w:rPr>
          <w:sz w:val="24"/>
          <w:szCs w:val="24"/>
        </w:rPr>
        <w:t>“Your girlfriend? What about your wife? You were married the last time we talked a few days ago.”</w:t>
      </w:r>
    </w:p>
    <w:p w:rsidR="00641484" w:rsidRDefault="00641484">
      <w:pPr>
        <w:spacing w:line="480" w:lineRule="auto"/>
        <w:ind w:firstLine="720"/>
        <w:rPr>
          <w:sz w:val="24"/>
          <w:szCs w:val="24"/>
        </w:rPr>
      </w:pPr>
      <w:r>
        <w:rPr>
          <w:sz w:val="24"/>
          <w:szCs w:val="24"/>
        </w:rPr>
        <w:t>“It’s over between us. It…didn’t work out.”</w:t>
      </w:r>
    </w:p>
    <w:p w:rsidR="00641484" w:rsidRDefault="00641484">
      <w:pPr>
        <w:spacing w:line="480" w:lineRule="auto"/>
        <w:ind w:firstLine="720"/>
        <w:rPr>
          <w:sz w:val="24"/>
          <w:szCs w:val="24"/>
        </w:rPr>
      </w:pPr>
      <w:r>
        <w:rPr>
          <w:sz w:val="24"/>
          <w:szCs w:val="24"/>
        </w:rPr>
        <w:t>“What happened, Alex?”</w:t>
      </w:r>
    </w:p>
    <w:p w:rsidR="00641484" w:rsidRDefault="00641484">
      <w:pPr>
        <w:spacing w:line="480" w:lineRule="auto"/>
        <w:ind w:firstLine="720"/>
        <w:rPr>
          <w:sz w:val="24"/>
          <w:szCs w:val="24"/>
        </w:rPr>
      </w:pPr>
      <w:r>
        <w:rPr>
          <w:sz w:val="24"/>
          <w:szCs w:val="24"/>
        </w:rPr>
        <w:t>Kelly chimed in, “She was a slutty whore that liked to sleep around with other women!”</w:t>
      </w:r>
    </w:p>
    <w:p w:rsidR="00641484" w:rsidRDefault="00641484">
      <w:pPr>
        <w:spacing w:line="480" w:lineRule="auto"/>
        <w:ind w:firstLine="720"/>
        <w:rPr>
          <w:sz w:val="24"/>
          <w:szCs w:val="24"/>
        </w:rPr>
      </w:pPr>
      <w:r>
        <w:rPr>
          <w:sz w:val="24"/>
          <w:szCs w:val="24"/>
        </w:rPr>
        <w:t>“Kelly! No!” Alex exclaimed.</w:t>
      </w:r>
    </w:p>
    <w:p w:rsidR="00641484" w:rsidRDefault="00641484">
      <w:pPr>
        <w:spacing w:line="480" w:lineRule="auto"/>
        <w:ind w:firstLine="720"/>
        <w:rPr>
          <w:sz w:val="24"/>
          <w:szCs w:val="24"/>
        </w:rPr>
      </w:pPr>
      <w:r>
        <w:rPr>
          <w:sz w:val="24"/>
          <w:szCs w:val="24"/>
        </w:rPr>
        <w:t>“Was she really sleeping with other women?” His eyes lifted. “Did she share any with you ever?”</w:t>
      </w:r>
    </w:p>
    <w:p w:rsidR="00641484" w:rsidRDefault="00641484">
      <w:pPr>
        <w:spacing w:line="480" w:lineRule="auto"/>
        <w:ind w:firstLine="720"/>
        <w:rPr>
          <w:sz w:val="24"/>
          <w:szCs w:val="24"/>
        </w:rPr>
      </w:pPr>
      <w:r>
        <w:rPr>
          <w:sz w:val="24"/>
          <w:szCs w:val="24"/>
        </w:rPr>
        <w:t>Alex laughed. “You have no idea! I actually lived with her and like eight other girls that all had sex with me a lot.”</w:t>
      </w:r>
    </w:p>
    <w:p w:rsidR="00641484" w:rsidRDefault="00641484">
      <w:pPr>
        <w:spacing w:line="480" w:lineRule="auto"/>
        <w:ind w:firstLine="720"/>
        <w:rPr>
          <w:sz w:val="24"/>
          <w:szCs w:val="24"/>
        </w:rPr>
      </w:pPr>
      <w:r>
        <w:rPr>
          <w:sz w:val="24"/>
          <w:szCs w:val="24"/>
        </w:rPr>
        <w:t>“Come on, Alex. You expect me to believe that?”</w:t>
      </w:r>
    </w:p>
    <w:p w:rsidR="00641484" w:rsidRDefault="00641484">
      <w:pPr>
        <w:spacing w:line="480" w:lineRule="auto"/>
        <w:ind w:firstLine="720"/>
        <w:rPr>
          <w:sz w:val="24"/>
          <w:szCs w:val="24"/>
        </w:rPr>
      </w:pPr>
      <w:r>
        <w:rPr>
          <w:sz w:val="24"/>
          <w:szCs w:val="24"/>
        </w:rPr>
        <w:t>“It’s true. Maybe we should tell you the entire story. I’ve been holding back a lot of information from you, dad. You may want to sit for this.”</w:t>
      </w:r>
    </w:p>
    <w:p w:rsidR="00641484" w:rsidRDefault="00641484">
      <w:pPr>
        <w:spacing w:line="480" w:lineRule="auto"/>
        <w:ind w:firstLine="720"/>
        <w:rPr>
          <w:sz w:val="24"/>
          <w:szCs w:val="24"/>
        </w:rPr>
      </w:pPr>
      <w:r>
        <w:rPr>
          <w:sz w:val="24"/>
          <w:szCs w:val="24"/>
        </w:rPr>
        <w:t>Trevor sat down on his chair while the two of them sat together on the couch. Alex put his arm around Kelly and she leaned into him, looking up, smiling. He looked down at her and smiled back. He could tell the two of them truly loved each other, even though he was still with his wife a few weeks ago.</w:t>
      </w:r>
    </w:p>
    <w:p w:rsidR="00641484" w:rsidRDefault="00641484">
      <w:pPr>
        <w:spacing w:line="480" w:lineRule="auto"/>
        <w:ind w:firstLine="720"/>
        <w:rPr>
          <w:sz w:val="24"/>
          <w:szCs w:val="24"/>
        </w:rPr>
      </w:pPr>
      <w:r>
        <w:rPr>
          <w:sz w:val="24"/>
          <w:szCs w:val="24"/>
        </w:rPr>
        <w:t>Alex related a tale so crazy, Trevor had trouble swallowing. He started with how he was a human and got into an accident. He then found out from him how the Elders took him to Elfworld in an attempt to propagate the human race. That was the reason why he did not remember his mom and sister when he first woke up, because he was not exactly the same Alex. Trevor had heard about his condition before, but was sad by the fact that he still believed he was a human.</w:t>
      </w:r>
    </w:p>
    <w:p w:rsidR="00641484" w:rsidRDefault="00641484">
      <w:pPr>
        <w:spacing w:line="480" w:lineRule="auto"/>
        <w:ind w:firstLine="720"/>
        <w:rPr>
          <w:sz w:val="24"/>
          <w:szCs w:val="24"/>
        </w:rPr>
      </w:pPr>
      <w:r>
        <w:rPr>
          <w:sz w:val="24"/>
          <w:szCs w:val="24"/>
        </w:rPr>
        <w:t>Kelly took over and told him about how she met him, and wanted to fuck him the moment she saw his huge cock. The two argued a bit about whether he needed to know that information or not. Alex went on to tell about how after he got out of the hospital he met Christina shortly thereafter. He had already told him about that part.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The next thing he told him shocked and disturbed him greatly. “One day Christina thought it would be funny to be my mom. And mom overheard it and started spying on us having sex.”</w:t>
      </w:r>
    </w:p>
    <w:p w:rsidR="00641484" w:rsidRDefault="00641484">
      <w:pPr>
        <w:spacing w:line="480" w:lineRule="auto"/>
        <w:ind w:firstLine="720"/>
        <w:rPr>
          <w:sz w:val="24"/>
          <w:szCs w:val="24"/>
        </w:rPr>
      </w:pPr>
      <w:r>
        <w:rPr>
          <w:sz w:val="24"/>
          <w:szCs w:val="24"/>
        </w:rPr>
        <w:t>“Lisa watched you two have sex! I know she liked sex a lot but not enough to spy on her own son.”</w:t>
      </w:r>
    </w:p>
    <w:p w:rsidR="00641484" w:rsidRDefault="00641484">
      <w:pPr>
        <w:spacing w:line="480" w:lineRule="auto"/>
        <w:ind w:firstLine="720"/>
        <w:rPr>
          <w:sz w:val="24"/>
          <w:szCs w:val="24"/>
        </w:rPr>
      </w:pPr>
      <w:r>
        <w:rPr>
          <w:sz w:val="24"/>
          <w:szCs w:val="24"/>
        </w:rPr>
        <w:t>“Well, supposedly my penis is magical and anyone who sees it will want to touch it, and anyone who touches it will fall in love with me.”</w:t>
      </w:r>
    </w:p>
    <w:p w:rsidR="00641484" w:rsidRDefault="00641484">
      <w:pPr>
        <w:spacing w:line="480" w:lineRule="auto"/>
        <w:ind w:firstLine="720"/>
        <w:rPr>
          <w:sz w:val="24"/>
          <w:szCs w:val="24"/>
        </w:rPr>
      </w:pPr>
      <w:r>
        <w:rPr>
          <w:sz w:val="24"/>
          <w:szCs w:val="24"/>
        </w:rPr>
        <w:t>“That’s crazy talk, Alex! Your imagination is taking over your reality! You need help, son!”</w:t>
      </w:r>
    </w:p>
    <w:p w:rsidR="00641484" w:rsidRDefault="00641484">
      <w:pPr>
        <w:spacing w:line="480" w:lineRule="auto"/>
        <w:ind w:firstLine="720"/>
        <w:rPr>
          <w:sz w:val="24"/>
          <w:szCs w:val="24"/>
        </w:rPr>
      </w:pPr>
      <w:r>
        <w:rPr>
          <w:sz w:val="24"/>
          <w:szCs w:val="24"/>
        </w:rPr>
        <w:t>Alex frowned. “Fine. You wanna see magic?” He uttered a few nonsensical words, and suddenly his lamp came out of its socket and floated across the room, landing in Trevor’s lap.</w:t>
      </w:r>
    </w:p>
    <w:p w:rsidR="00641484" w:rsidRDefault="00641484">
      <w:pPr>
        <w:spacing w:line="480" w:lineRule="auto"/>
        <w:ind w:firstLine="720"/>
        <w:rPr>
          <w:sz w:val="24"/>
          <w:szCs w:val="24"/>
        </w:rPr>
      </w:pPr>
      <w:r>
        <w:rPr>
          <w:sz w:val="24"/>
          <w:szCs w:val="24"/>
        </w:rPr>
        <w:t>Trevor was awestruck. “How? What? This is crazy! I must be crazy too!”</w:t>
      </w:r>
    </w:p>
    <w:p w:rsidR="00641484" w:rsidRDefault="00641484">
      <w:pPr>
        <w:spacing w:line="480" w:lineRule="auto"/>
        <w:ind w:firstLine="720"/>
        <w:rPr>
          <w:sz w:val="24"/>
          <w:szCs w:val="24"/>
        </w:rPr>
      </w:pPr>
      <w:r>
        <w:rPr>
          <w:sz w:val="24"/>
          <w:szCs w:val="24"/>
        </w:rPr>
        <w:t>“Or just plain stupid like your son here!” Kelly exclaimed.</w:t>
      </w:r>
    </w:p>
    <w:p w:rsidR="00641484" w:rsidRDefault="00641484">
      <w:pPr>
        <w:spacing w:line="480" w:lineRule="auto"/>
        <w:ind w:firstLine="720"/>
        <w:rPr>
          <w:sz w:val="24"/>
          <w:szCs w:val="24"/>
        </w:rPr>
      </w:pPr>
      <w:r>
        <w:rPr>
          <w:sz w:val="24"/>
          <w:szCs w:val="24"/>
        </w:rPr>
        <w:t>“Kelly! Don’t say that to my dad! You’re being way too mean!” Alex said.</w:t>
      </w:r>
    </w:p>
    <w:p w:rsidR="00641484" w:rsidRDefault="00641484">
      <w:pPr>
        <w:spacing w:line="480" w:lineRule="auto"/>
        <w:ind w:firstLine="720"/>
        <w:rPr>
          <w:sz w:val="24"/>
          <w:szCs w:val="24"/>
        </w:rPr>
      </w:pPr>
      <w:r>
        <w:rPr>
          <w:sz w:val="24"/>
          <w:szCs w:val="24"/>
        </w:rPr>
        <w:t>“Well, he’s being stupid even after you showed him your magic. Let’s go. He obviously won’t listen to us, anyhow.”</w:t>
      </w:r>
    </w:p>
    <w:p w:rsidR="00641484" w:rsidRDefault="00641484">
      <w:pPr>
        <w:spacing w:line="480" w:lineRule="auto"/>
        <w:ind w:firstLine="720"/>
        <w:rPr>
          <w:sz w:val="24"/>
          <w:szCs w:val="24"/>
        </w:rPr>
      </w:pPr>
      <w:r>
        <w:rPr>
          <w:sz w:val="24"/>
          <w:szCs w:val="24"/>
        </w:rPr>
        <w:t>“Wait! Tell me what happened next. I’ll decide if we’re all crazy or not afterwards.”</w:t>
      </w:r>
    </w:p>
    <w:p w:rsidR="00641484" w:rsidRDefault="00641484">
      <w:pPr>
        <w:spacing w:line="480" w:lineRule="auto"/>
        <w:ind w:firstLine="720"/>
        <w:rPr>
          <w:sz w:val="24"/>
          <w:szCs w:val="24"/>
        </w:rPr>
      </w:pPr>
      <w:r>
        <w:rPr>
          <w:sz w:val="24"/>
          <w:szCs w:val="24"/>
        </w:rPr>
        <w:t>“Well, after being entranced by me somehow, mom eventually seduced me into having sex with her.”</w:t>
      </w:r>
    </w:p>
    <w:p w:rsidR="00641484" w:rsidRDefault="00641484">
      <w:pPr>
        <w:spacing w:line="480" w:lineRule="auto"/>
        <w:ind w:firstLine="720"/>
        <w:rPr>
          <w:sz w:val="24"/>
          <w:szCs w:val="24"/>
        </w:rPr>
      </w:pPr>
      <w:r>
        <w:rPr>
          <w:sz w:val="24"/>
          <w:szCs w:val="24"/>
        </w:rPr>
        <w:t>“What? You had sex with your mom???”</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 xml:space="preserve">“Yeah, she really came on pretty well. I fought against it, but you know mom. Once she sees something she wants, she tries to get it no matter what.” It was true. She could be stubborn sometimes, but having sex with her son? That was just wrong! </w:t>
      </w:r>
    </w:p>
    <w:p w:rsidR="00641484" w:rsidRDefault="00641484">
      <w:pPr>
        <w:spacing w:line="480" w:lineRule="auto"/>
        <w:ind w:firstLine="720"/>
        <w:rPr>
          <w:sz w:val="24"/>
          <w:szCs w:val="24"/>
        </w:rPr>
      </w:pPr>
      <w:r>
        <w:rPr>
          <w:sz w:val="24"/>
          <w:szCs w:val="24"/>
        </w:rPr>
        <w:t>“Ummm…a few months later I kind of had sex with Jen too. She seduced me too.”</w:t>
      </w:r>
    </w:p>
    <w:p w:rsidR="00641484" w:rsidRDefault="00641484">
      <w:pPr>
        <w:spacing w:line="480" w:lineRule="auto"/>
        <w:ind w:firstLine="720"/>
        <w:rPr>
          <w:sz w:val="24"/>
          <w:szCs w:val="24"/>
        </w:rPr>
      </w:pPr>
      <w:r>
        <w:rPr>
          <w:sz w:val="24"/>
          <w:szCs w:val="24"/>
        </w:rPr>
        <w:t>Trevor stood up, fuming. “First you fuck your own mom and then your sister?! You need help, Alex. How could you do that to my baby girl? How could you corrupt her like that?”</w:t>
      </w:r>
    </w:p>
    <w:p w:rsidR="00641484" w:rsidRDefault="00641484">
      <w:pPr>
        <w:spacing w:line="480" w:lineRule="auto"/>
        <w:ind w:firstLine="720"/>
        <w:rPr>
          <w:sz w:val="24"/>
          <w:szCs w:val="24"/>
        </w:rPr>
      </w:pPr>
      <w:r>
        <w:rPr>
          <w:sz w:val="24"/>
          <w:szCs w:val="24"/>
        </w:rPr>
        <w:t>“She came on to me! I’m sorry, dad! OK? It just happened! I’m really sorry. I wish I never had had sex with either one of them. Their lives are probably completely messed up now.”</w:t>
      </w:r>
    </w:p>
    <w:p w:rsidR="00641484" w:rsidRDefault="00641484">
      <w:pPr>
        <w:spacing w:line="480" w:lineRule="auto"/>
        <w:ind w:firstLine="720"/>
        <w:rPr>
          <w:sz w:val="24"/>
          <w:szCs w:val="24"/>
        </w:rPr>
      </w:pPr>
      <w:r>
        <w:rPr>
          <w:sz w:val="24"/>
          <w:szCs w:val="24"/>
        </w:rPr>
        <w:t>“Of course their lives are messed up! You had sex with your mom and sister! That’s it. I am calling your mom right now. We’re all going to have a long discussion about all this.” He picked up his cellphone.</w:t>
      </w:r>
    </w:p>
    <w:p w:rsidR="00641484" w:rsidRDefault="00641484">
      <w:pPr>
        <w:spacing w:line="480" w:lineRule="auto"/>
        <w:ind w:firstLine="720"/>
        <w:rPr>
          <w:sz w:val="24"/>
          <w:szCs w:val="24"/>
        </w:rPr>
      </w:pPr>
      <w:r>
        <w:rPr>
          <w:sz w:val="24"/>
          <w:szCs w:val="24"/>
        </w:rPr>
        <w:t>“No dad! You can’t call mom! If she finds out where we are, we all may be in danger! If she finds out we’re here, the Elders will be able to find us through her dreams and track us down!”</w:t>
      </w:r>
    </w:p>
    <w:p w:rsidR="00641484" w:rsidRDefault="00641484">
      <w:pPr>
        <w:spacing w:line="480" w:lineRule="auto"/>
        <w:ind w:firstLine="720"/>
        <w:rPr>
          <w:sz w:val="24"/>
          <w:szCs w:val="24"/>
        </w:rPr>
      </w:pPr>
      <w:r>
        <w:rPr>
          <w:sz w:val="24"/>
          <w:szCs w:val="24"/>
        </w:rPr>
        <w:t>His fatherly senses took over at that point. He could see that his son was quite concerned. “Fine. Tell me the rest of your story. I’ll discuss this with your mom and sister some other time, and you better know we will all discuss this!”</w:t>
      </w:r>
    </w:p>
    <w:p w:rsidR="00641484" w:rsidRDefault="00641484">
      <w:pPr>
        <w:spacing w:line="480" w:lineRule="auto"/>
        <w:ind w:firstLine="720"/>
        <w:rPr>
          <w:sz w:val="24"/>
          <w:szCs w:val="24"/>
        </w:rPr>
      </w:pPr>
      <w:r>
        <w:rPr>
          <w:sz w:val="24"/>
          <w:szCs w:val="24"/>
        </w:rPr>
        <w:t>“Yes, dad,” he said meekly. Alex then told him about how Lisa and Jen agreed to share him and gave him his first threesome. Trevor was speechless. Now his ex-wife was also fucking his daughter. He was definitely going to have words with them if what Alex was saying was true. Alex went on to tell him about how after three weeks, Christina found out, mentioning about how both the girls could feel him when he had sex. He told Alex sternly to skip that part. Christina got back with him, and he was so distraught about leaving her at the time, that he had proposed to her that night and she said yes.</w:t>
      </w:r>
    </w:p>
    <w:p w:rsidR="00641484" w:rsidRDefault="00641484">
      <w:pPr>
        <w:spacing w:line="480" w:lineRule="auto"/>
        <w:ind w:firstLine="720"/>
        <w:rPr>
          <w:sz w:val="24"/>
          <w:szCs w:val="24"/>
        </w:rPr>
      </w:pPr>
      <w:r>
        <w:rPr>
          <w:sz w:val="24"/>
          <w:szCs w:val="24"/>
        </w:rPr>
        <w:t>“If you liked her so much then, why aren’t you still with her? What happened?”</w:t>
      </w:r>
    </w:p>
    <w:p w:rsidR="00641484" w:rsidRDefault="00641484">
      <w:pPr>
        <w:spacing w:line="480" w:lineRule="auto"/>
        <w:ind w:firstLine="720"/>
        <w:rPr>
          <w:sz w:val="24"/>
          <w:szCs w:val="24"/>
        </w:rPr>
      </w:pPr>
      <w:r>
        <w:rPr>
          <w:sz w:val="24"/>
          <w:szCs w:val="24"/>
        </w:rPr>
        <w:t>“She changed into someone else to be honest with you, dad. After I proposed I told her that we could move to her place and I would not have sex with Jen and Lisa, er…mom, for now on. But she refused and told me that she would agree to share me with the two of them. Things went downhill from there.”</w:t>
      </w:r>
    </w:p>
    <w:p w:rsidR="00641484" w:rsidRDefault="00641484">
      <w:pPr>
        <w:spacing w:line="480" w:lineRule="auto"/>
        <w:ind w:firstLine="720"/>
        <w:rPr>
          <w:sz w:val="24"/>
          <w:szCs w:val="24"/>
        </w:rPr>
      </w:pPr>
      <w:r>
        <w:rPr>
          <w:sz w:val="24"/>
          <w:szCs w:val="24"/>
        </w:rPr>
        <w:t>He went on to explain how the first time he had sex with all three together, he passed out from a lack of energy or magic or something, and while he was unconscious the Elders told him about his magical properties and mentioned how Kelly would be depressed for the rest of her life unless he was with her again.</w:t>
      </w:r>
    </w:p>
    <w:p w:rsidR="00641484" w:rsidRDefault="00641484">
      <w:pPr>
        <w:spacing w:line="480" w:lineRule="auto"/>
        <w:ind w:firstLine="720"/>
        <w:rPr>
          <w:sz w:val="24"/>
          <w:szCs w:val="24"/>
        </w:rPr>
      </w:pPr>
      <w:r>
        <w:rPr>
          <w:sz w:val="24"/>
          <w:szCs w:val="24"/>
        </w:rPr>
        <w:t>Kelly picked up from there and told him, in more colorful language, how Alex didn’t want to see her kill herself, so he got a magic scroll from the Elders and forced her to read it, trapping her in the dream world, while a more slutty version of herself was raped by him and forced to move in with the other girls.</w:t>
      </w:r>
    </w:p>
    <w:p w:rsidR="00641484" w:rsidRDefault="00641484">
      <w:pPr>
        <w:spacing w:line="480" w:lineRule="auto"/>
        <w:ind w:firstLine="720"/>
        <w:rPr>
          <w:sz w:val="24"/>
          <w:szCs w:val="24"/>
        </w:rPr>
      </w:pPr>
      <w:r>
        <w:rPr>
          <w:sz w:val="24"/>
          <w:szCs w:val="24"/>
        </w:rPr>
        <w:t>Her side of the story was a bit confusing, so Alex filled in the gaps. He also corrected her saying that her other half that was created by the Elders came eagerly with him. He went on to tell Trevor about how Christina made him have sex with Gloria to get their new place and how she ended up living with them as well. He then went on to tell him about how she got Brittney to sleep with him during their wedding night. Trevor knew that Brittney had a crush on Alex after he saved her, but never thought she would act on it. He then told him about Melanie and then his Aunt Rebecca and how he began having dreams of Kelly every time the two slept together alone. He started falling in love with her again after a while and began paying more attention to her and her other self more often. Inevitably, she became pregnant and is now about three months along.</w:t>
      </w:r>
    </w:p>
    <w:p w:rsidR="00641484" w:rsidRDefault="00641484">
      <w:pPr>
        <w:spacing w:line="480" w:lineRule="auto"/>
        <w:ind w:firstLine="720"/>
        <w:rPr>
          <w:sz w:val="24"/>
          <w:szCs w:val="24"/>
        </w:rPr>
      </w:pPr>
      <w:r>
        <w:rPr>
          <w:sz w:val="24"/>
          <w:szCs w:val="24"/>
        </w:rPr>
        <w:t>Trevor looked her up and down and then slowly said, “I guess I should say congratulations to you two then. Of course, I wish it was your wife you got pregnant instead.”</w:t>
      </w:r>
    </w:p>
    <w:p w:rsidR="00641484" w:rsidRDefault="00641484">
      <w:pPr>
        <w:spacing w:line="480" w:lineRule="auto"/>
        <w:ind w:firstLine="720"/>
        <w:rPr>
          <w:sz w:val="24"/>
          <w:szCs w:val="24"/>
        </w:rPr>
      </w:pPr>
      <w:r>
        <w:rPr>
          <w:sz w:val="24"/>
          <w:szCs w:val="24"/>
        </w:rPr>
        <w:t>Kelly said, “After this fucker here knocked me up, Christina did get jealous of me. She kept trying to get my man to knock her up as well and complained he was spending too much time with me. If she didn’t want to lose him, maybe she shouldn’t have tried to get him to fuck so many girls!”</w:t>
      </w:r>
    </w:p>
    <w:p w:rsidR="00641484" w:rsidRDefault="00641484">
      <w:pPr>
        <w:spacing w:line="480" w:lineRule="auto"/>
        <w:ind w:firstLine="720"/>
        <w:rPr>
          <w:sz w:val="24"/>
          <w:szCs w:val="24"/>
        </w:rPr>
      </w:pPr>
      <w:r>
        <w:rPr>
          <w:sz w:val="24"/>
          <w:szCs w:val="24"/>
        </w:rPr>
        <w:t>“Damn Kelly! Calm down, won’t you?” Alex stated.</w:t>
      </w:r>
    </w:p>
    <w:p w:rsidR="00641484" w:rsidRDefault="00641484">
      <w:pPr>
        <w:spacing w:line="480" w:lineRule="auto"/>
        <w:ind w:firstLine="720"/>
        <w:rPr>
          <w:sz w:val="24"/>
          <w:szCs w:val="24"/>
        </w:rPr>
      </w:pPr>
      <w:r>
        <w:rPr>
          <w:sz w:val="24"/>
          <w:szCs w:val="24"/>
        </w:rPr>
        <w:t xml:space="preserve">Kelly then told him about how a few weeks back he got some magical ring of wishing that only humans could use. Then he started making one stupid wish after another and almost killed himself bringing her back to normal. “I had use a defibrillator to bring this asshole back to life that time!” she exclaimed. </w:t>
      </w:r>
    </w:p>
    <w:p w:rsidR="00641484" w:rsidRDefault="00641484">
      <w:pPr>
        <w:spacing w:line="480" w:lineRule="auto"/>
        <w:ind w:firstLine="720"/>
        <w:rPr>
          <w:sz w:val="24"/>
          <w:szCs w:val="24"/>
        </w:rPr>
      </w:pPr>
      <w:r>
        <w:rPr>
          <w:sz w:val="24"/>
          <w:szCs w:val="24"/>
        </w:rPr>
        <w:t>Trevor looked at Alex. “Is this true, son? Did you really die?”</w:t>
      </w:r>
    </w:p>
    <w:p w:rsidR="00641484" w:rsidRDefault="00641484">
      <w:pPr>
        <w:spacing w:line="480" w:lineRule="auto"/>
        <w:ind w:firstLine="720"/>
        <w:rPr>
          <w:sz w:val="24"/>
          <w:szCs w:val="24"/>
        </w:rPr>
      </w:pPr>
      <w:r>
        <w:rPr>
          <w:sz w:val="24"/>
          <w:szCs w:val="24"/>
        </w:rPr>
        <w:t xml:space="preserve">He looked down. “Yeah, I kind of overdid it with my powers. I had wished to know the full extent of my magical abilities. Ever since then, I’ve been able to do all sorts of things. Lifting lamps is just the tip of the iceberg.” He then want on to tell him about how he found out about the Elders and Morpheus and how two human assassins tried to kill them both. Trevor was shocked to hear such news. </w:t>
      </w:r>
    </w:p>
    <w:p w:rsidR="00641484" w:rsidRDefault="00641484">
      <w:pPr>
        <w:spacing w:line="480" w:lineRule="auto"/>
        <w:ind w:firstLine="720"/>
        <w:rPr>
          <w:sz w:val="24"/>
          <w:szCs w:val="24"/>
        </w:rPr>
      </w:pPr>
      <w:r>
        <w:rPr>
          <w:sz w:val="24"/>
          <w:szCs w:val="24"/>
        </w:rPr>
        <w:t>“Are you two ok?”</w:t>
      </w:r>
    </w:p>
    <w:p w:rsidR="00641484" w:rsidRDefault="00641484">
      <w:pPr>
        <w:spacing w:line="480" w:lineRule="auto"/>
        <w:ind w:firstLine="720"/>
        <w:rPr>
          <w:sz w:val="24"/>
          <w:szCs w:val="24"/>
        </w:rPr>
      </w:pPr>
      <w:r>
        <w:rPr>
          <w:sz w:val="24"/>
          <w:szCs w:val="24"/>
        </w:rPr>
        <w:t>“Yeah, we’re good,” Alex said smiling. “Anyhow, we found the Tet’long’fal that we needed to complete the ritual. But now, we need a third party to cast it to open the portal to the dream world. That’s why we need you, dad.”</w:t>
      </w:r>
    </w:p>
    <w:p w:rsidR="00641484" w:rsidRDefault="00641484">
      <w:pPr>
        <w:spacing w:line="480" w:lineRule="auto"/>
        <w:ind w:firstLine="720"/>
        <w:rPr>
          <w:sz w:val="24"/>
          <w:szCs w:val="24"/>
        </w:rPr>
      </w:pPr>
      <w:r>
        <w:rPr>
          <w:sz w:val="24"/>
          <w:szCs w:val="24"/>
        </w:rPr>
        <w:t>“Wow, this is a lot to take in, Alex. Do you mind if I sleep on it tonight? I have to think this over.”</w:t>
      </w:r>
    </w:p>
    <w:p w:rsidR="00641484" w:rsidRDefault="00641484">
      <w:pPr>
        <w:spacing w:line="480" w:lineRule="auto"/>
        <w:ind w:firstLine="720"/>
        <w:rPr>
          <w:sz w:val="24"/>
          <w:szCs w:val="24"/>
        </w:rPr>
      </w:pPr>
      <w:r>
        <w:rPr>
          <w:sz w:val="24"/>
          <w:szCs w:val="24"/>
        </w:rPr>
        <w:t>The two looked at each other, then nodded. “Ummm…sure, dad. Can we stay here tonight?”</w:t>
      </w:r>
    </w:p>
    <w:p w:rsidR="00641484" w:rsidRDefault="00641484">
      <w:pPr>
        <w:spacing w:line="480" w:lineRule="auto"/>
        <w:ind w:firstLine="720"/>
        <w:rPr>
          <w:sz w:val="24"/>
          <w:szCs w:val="24"/>
        </w:rPr>
      </w:pPr>
      <w:r>
        <w:rPr>
          <w:sz w:val="24"/>
          <w:szCs w:val="24"/>
        </w:rPr>
        <w:t>“Yeah, there’s a spare bed here. I’ll show you where the sheets and blankets are.”</w:t>
      </w:r>
    </w:p>
    <w:p w:rsidR="00641484" w:rsidRDefault="00641484">
      <w:pPr>
        <w:spacing w:line="480" w:lineRule="auto"/>
        <w:ind w:firstLine="720"/>
        <w:rPr>
          <w:sz w:val="24"/>
          <w:szCs w:val="24"/>
        </w:rPr>
      </w:pPr>
      <w:r>
        <w:rPr>
          <w:sz w:val="24"/>
          <w:szCs w:val="24"/>
        </w:rPr>
        <w:t xml:space="preserve">“Thanks, dad.” Trevor got up and stretched. Alex leaned over and kissed Kelly before following him to the closest. </w:t>
      </w:r>
    </w:p>
    <w:p w:rsidR="00641484" w:rsidRDefault="00641484">
      <w:pPr>
        <w:spacing w:line="480" w:lineRule="auto"/>
        <w:ind w:firstLine="720"/>
        <w:rPr>
          <w:sz w:val="24"/>
          <w:szCs w:val="24"/>
        </w:rPr>
      </w:pPr>
      <w:r>
        <w:rPr>
          <w:sz w:val="24"/>
          <w:szCs w:val="24"/>
        </w:rPr>
        <w:t>Alex pulled out a few sheets and a blanket. “You really like her, don’t you?”</w:t>
      </w:r>
    </w:p>
    <w:p w:rsidR="00641484" w:rsidRDefault="00641484">
      <w:pPr>
        <w:spacing w:line="480" w:lineRule="auto"/>
        <w:ind w:firstLine="720"/>
        <w:rPr>
          <w:sz w:val="24"/>
          <w:szCs w:val="24"/>
        </w:rPr>
      </w:pPr>
      <w:r>
        <w:rPr>
          <w:sz w:val="24"/>
          <w:szCs w:val="24"/>
        </w:rPr>
        <w:t>“Yeah,” he said, smiling. “I hope things turn out well between us. I sometimes wonder if the reason why she likes me is still my powers. She says its not, but its hard to tell.”</w:t>
      </w:r>
    </w:p>
    <w:p w:rsidR="00641484" w:rsidRDefault="00641484">
      <w:pPr>
        <w:spacing w:line="480" w:lineRule="auto"/>
        <w:ind w:firstLine="720"/>
        <w:rPr>
          <w:sz w:val="24"/>
          <w:szCs w:val="24"/>
        </w:rPr>
      </w:pPr>
      <w:r>
        <w:rPr>
          <w:sz w:val="24"/>
          <w:szCs w:val="24"/>
        </w:rPr>
        <w:t>He patted his son’s back. “I don’t know about the whole magical part, but I do know she loves you deeply.” He laughed. “Does she always swear that much though?”</w:t>
      </w:r>
    </w:p>
    <w:p w:rsidR="00641484" w:rsidRDefault="00641484">
      <w:pPr>
        <w:spacing w:line="480" w:lineRule="auto"/>
        <w:ind w:firstLine="720"/>
        <w:rPr>
          <w:sz w:val="24"/>
          <w:szCs w:val="24"/>
        </w:rPr>
      </w:pPr>
      <w:r>
        <w:rPr>
          <w:sz w:val="24"/>
          <w:szCs w:val="24"/>
        </w:rPr>
        <w:t>Alex laughed. “Actually, she’s been holding back a lot!”</w:t>
      </w:r>
    </w:p>
    <w:p w:rsidR="00641484" w:rsidRDefault="00641484">
      <w:pPr>
        <w:spacing w:line="480" w:lineRule="auto"/>
        <w:ind w:firstLine="720"/>
        <w:rPr>
          <w:sz w:val="24"/>
          <w:szCs w:val="24"/>
        </w:rPr>
      </w:pPr>
      <w:r>
        <w:rPr>
          <w:sz w:val="24"/>
          <w:szCs w:val="24"/>
        </w:rPr>
        <w:t>“She really needs to learn to control what she says, especially if she has a kid. Still, I can’t believe I’m finally going to be a grandfather. And you, a father! Are you going to ready for that?”</w:t>
      </w:r>
    </w:p>
    <w:p w:rsidR="00641484" w:rsidRDefault="00641484">
      <w:pPr>
        <w:spacing w:line="480" w:lineRule="auto"/>
        <w:ind w:firstLine="720"/>
        <w:rPr>
          <w:sz w:val="24"/>
          <w:szCs w:val="24"/>
        </w:rPr>
      </w:pPr>
      <w:r>
        <w:rPr>
          <w:sz w:val="24"/>
          <w:szCs w:val="24"/>
        </w:rPr>
        <w:t>Alex sighed. “I hope so. Kelly and I’ll figure it out together I suppose. And I’m sure she’ll swear less once the baby is born. She better!”</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Trevor pulled Alex in for a hug. “She’ll be fine as long as you’re there with her. Anyhow, you guys get some rest. I’m gonna get some sleep too. We may have a long day ahead of us.”</w:t>
      </w:r>
    </w:p>
    <w:p w:rsidR="00641484" w:rsidRDefault="00641484">
      <w:pPr>
        <w:spacing w:line="480" w:lineRule="auto"/>
        <w:ind w:firstLine="720"/>
        <w:rPr>
          <w:sz w:val="24"/>
          <w:szCs w:val="24"/>
        </w:rPr>
      </w:pPr>
      <w:r>
        <w:rPr>
          <w:sz w:val="24"/>
          <w:szCs w:val="24"/>
        </w:rPr>
        <w:t>“OK, dad.” Alex hugged him back and returned to the living room to see to Kelly. Trevor went to his bedroom and shut the door. Everything Alex and Kelly told him was completely insane, but it seemed like they believed every bit of it. And of course he did make the lamp fly around. Trevor ended up staying up most of the night thinking about everything that his son told him, and a couple of hours before dawn he came to his decision.</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Alex cuddled up to Kelly on the bed they were staying in. “Do you think he’ll go for it?” she asked.</w:t>
      </w:r>
    </w:p>
    <w:p w:rsidR="00641484" w:rsidRDefault="00641484">
      <w:pPr>
        <w:spacing w:line="480" w:lineRule="auto"/>
        <w:ind w:firstLine="720"/>
        <w:rPr>
          <w:sz w:val="24"/>
          <w:szCs w:val="24"/>
        </w:rPr>
      </w:pPr>
      <w:r>
        <w:rPr>
          <w:sz w:val="24"/>
          <w:szCs w:val="24"/>
        </w:rPr>
        <w:t>“Yeah, I think he will. My dad’s a pretty good guy.”</w:t>
      </w:r>
    </w:p>
    <w:p w:rsidR="00641484" w:rsidRDefault="00641484">
      <w:pPr>
        <w:spacing w:line="480" w:lineRule="auto"/>
        <w:ind w:firstLine="720"/>
        <w:rPr>
          <w:sz w:val="24"/>
          <w:szCs w:val="24"/>
        </w:rPr>
      </w:pPr>
      <w:r>
        <w:rPr>
          <w:sz w:val="24"/>
          <w:szCs w:val="24"/>
        </w:rPr>
        <w:t>“Yeah, he seemed pretty decent compared to you, motherfucker.”</w:t>
      </w:r>
    </w:p>
    <w:p w:rsidR="00641484" w:rsidRDefault="00641484">
      <w:pPr>
        <w:spacing w:line="480" w:lineRule="auto"/>
        <w:ind w:firstLine="720"/>
        <w:rPr>
          <w:sz w:val="24"/>
          <w:szCs w:val="24"/>
        </w:rPr>
      </w:pPr>
      <w:r>
        <w:rPr>
          <w:sz w:val="24"/>
          <w:szCs w:val="24"/>
        </w:rPr>
        <w:t>He said, “Yeah. Yeah. I fucked my mom and sister. I’m sorry.”</w:t>
      </w:r>
    </w:p>
    <w:p w:rsidR="00641484" w:rsidRDefault="00641484">
      <w:pPr>
        <w:spacing w:line="480" w:lineRule="auto"/>
        <w:ind w:firstLine="720"/>
        <w:rPr>
          <w:sz w:val="24"/>
          <w:szCs w:val="24"/>
        </w:rPr>
      </w:pPr>
      <w:r>
        <w:rPr>
          <w:sz w:val="24"/>
          <w:szCs w:val="24"/>
        </w:rPr>
        <w:t>“Just don’t be fucking your family members any more or I’ll chop this off.” Kelly reached down and squeezed his cock hard.</w:t>
      </w:r>
    </w:p>
    <w:p w:rsidR="00641484" w:rsidRDefault="00641484">
      <w:pPr>
        <w:spacing w:line="480" w:lineRule="auto"/>
        <w:ind w:firstLine="720"/>
        <w:rPr>
          <w:sz w:val="24"/>
          <w:szCs w:val="24"/>
        </w:rPr>
      </w:pPr>
      <w:r>
        <w:rPr>
          <w:sz w:val="24"/>
          <w:szCs w:val="24"/>
        </w:rPr>
        <w:t>Alex looked at her and said, “When the portal opens tomorrow, I’m the only one going through, OK?”</w:t>
      </w:r>
    </w:p>
    <w:p w:rsidR="00641484" w:rsidRDefault="00641484">
      <w:pPr>
        <w:spacing w:line="480" w:lineRule="auto"/>
        <w:ind w:firstLine="720"/>
        <w:rPr>
          <w:sz w:val="24"/>
          <w:szCs w:val="24"/>
        </w:rPr>
      </w:pPr>
      <w:r>
        <w:rPr>
          <w:sz w:val="24"/>
          <w:szCs w:val="24"/>
        </w:rPr>
        <w:t>“Hell no, Alex! I’m going with you to give these bastards the ass kicking they deserve!” she exclaimed.</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“I’m serious, Kelly! Things might get too dangerous there. What if I can’t protect you?” he asked.</w:t>
      </w:r>
    </w:p>
    <w:p w:rsidR="00641484" w:rsidRDefault="00641484">
      <w:pPr>
        <w:spacing w:line="480" w:lineRule="auto"/>
        <w:ind w:firstLine="720"/>
        <w:rPr>
          <w:sz w:val="24"/>
          <w:szCs w:val="24"/>
        </w:rPr>
      </w:pPr>
      <w:r>
        <w:rPr>
          <w:sz w:val="24"/>
          <w:szCs w:val="24"/>
        </w:rPr>
        <w:t>“First, I don’t need your damn protection. I can handle myself just fine! Second, who’s going to stop you from doing something stupid, like you always end up doing?!”</w:t>
      </w:r>
    </w:p>
    <w:p w:rsidR="00641484" w:rsidRDefault="00641484">
      <w:pPr>
        <w:spacing w:line="480" w:lineRule="auto"/>
        <w:ind w:firstLine="720"/>
        <w:rPr>
          <w:sz w:val="24"/>
          <w:szCs w:val="24"/>
        </w:rPr>
      </w:pPr>
      <w:r>
        <w:rPr>
          <w:sz w:val="24"/>
          <w:szCs w:val="24"/>
        </w:rPr>
        <w:t>“Oh, Kelly. Don’t you see? The other day I almost got my chest slashed open because your giggling distracted me. If that happened again, neither one of us may survive this!”</w:t>
      </w:r>
    </w:p>
    <w:p w:rsidR="00641484" w:rsidRDefault="00641484">
      <w:pPr>
        <w:spacing w:line="480" w:lineRule="auto"/>
        <w:ind w:firstLine="720"/>
        <w:rPr>
          <w:sz w:val="24"/>
          <w:szCs w:val="24"/>
        </w:rPr>
      </w:pPr>
      <w:r>
        <w:rPr>
          <w:sz w:val="24"/>
          <w:szCs w:val="24"/>
        </w:rPr>
        <w:t>“OK. I am sorry the guy was a eunuch, ok? I thought it was funny. And you seemed to have done well regardless of me being there that day,” Kelly said.</w:t>
      </w:r>
    </w:p>
    <w:p w:rsidR="00641484" w:rsidRDefault="00641484">
      <w:pPr>
        <w:spacing w:line="480" w:lineRule="auto"/>
        <w:ind w:firstLine="720"/>
        <w:rPr>
          <w:sz w:val="24"/>
          <w:szCs w:val="24"/>
        </w:rPr>
      </w:pPr>
      <w:r>
        <w:rPr>
          <w:sz w:val="24"/>
          <w:szCs w:val="24"/>
        </w:rPr>
        <w:t>Alex rubbed his temples. “You’re more stubborn than my own mom, you know?”</w:t>
      </w:r>
    </w:p>
    <w:p w:rsidR="00641484" w:rsidRDefault="00641484">
      <w:pPr>
        <w:spacing w:line="480" w:lineRule="auto"/>
        <w:ind w:firstLine="720"/>
        <w:rPr>
          <w:sz w:val="24"/>
          <w:szCs w:val="24"/>
        </w:rPr>
      </w:pPr>
      <w:r>
        <w:rPr>
          <w:sz w:val="24"/>
          <w:szCs w:val="24"/>
        </w:rPr>
        <w:t>“Damn straight, lover! Now get some sleep. Tomorrow will be a big day, for both of us!” she said in harsh whisper.</w:t>
      </w:r>
    </w:p>
    <w:p w:rsidR="00641484" w:rsidRDefault="00641484">
      <w:pPr>
        <w:spacing w:line="480" w:lineRule="auto"/>
        <w:ind w:firstLine="720"/>
        <w:rPr>
          <w:sz w:val="24"/>
          <w:szCs w:val="24"/>
        </w:rPr>
      </w:pPr>
      <w:r>
        <w:rPr>
          <w:sz w:val="24"/>
          <w:szCs w:val="24"/>
        </w:rPr>
        <w:t>“Not everyday you raid the realm of dreams to stop a god from enslaving humans,” Alex said, laughing.</w:t>
      </w:r>
    </w:p>
    <w:p w:rsidR="00641484" w:rsidRDefault="00641484">
      <w:pPr>
        <w:spacing w:line="480" w:lineRule="auto"/>
        <w:ind w:firstLine="720"/>
        <w:rPr>
          <w:sz w:val="24"/>
          <w:szCs w:val="24"/>
        </w:rPr>
      </w:pPr>
      <w:r>
        <w:rPr>
          <w:sz w:val="24"/>
          <w:szCs w:val="24"/>
        </w:rPr>
        <w:t>Kelly hugged him. “We’ll be fine, babe. We can beat them, I know it.”</w:t>
      </w:r>
    </w:p>
    <w:p w:rsidR="00641484" w:rsidRDefault="00641484">
      <w:pPr>
        <w:spacing w:line="480" w:lineRule="auto"/>
        <w:ind w:firstLine="720"/>
        <w:rPr>
          <w:sz w:val="24"/>
          <w:szCs w:val="24"/>
        </w:rPr>
      </w:pPr>
      <w:r>
        <w:rPr>
          <w:sz w:val="24"/>
          <w:szCs w:val="24"/>
        </w:rPr>
        <w:t xml:space="preserve">“Yeah, I hope so.” </w:t>
      </w:r>
    </w:p>
    <w:p w:rsidR="00641484" w:rsidRDefault="00641484">
      <w:pPr>
        <w:spacing w:line="480" w:lineRule="auto"/>
        <w:ind w:firstLine="720"/>
        <w:rPr>
          <w:sz w:val="24"/>
          <w:szCs w:val="24"/>
        </w:rPr>
      </w:pPr>
      <w:r>
        <w:rPr>
          <w:sz w:val="24"/>
          <w:szCs w:val="24"/>
        </w:rPr>
        <w:t>The two of them woke up in the morning and got dressed before greeting Alex’s dad. Over breakfast he said, “This is completely insane, but I’ll help anyway I can.”</w:t>
      </w:r>
    </w:p>
    <w:p w:rsidR="00641484" w:rsidRDefault="00641484">
      <w:pPr>
        <w:spacing w:line="480" w:lineRule="auto"/>
        <w:ind w:firstLine="720"/>
        <w:rPr>
          <w:sz w:val="24"/>
          <w:szCs w:val="24"/>
        </w:rPr>
      </w:pPr>
      <w:r>
        <w:rPr>
          <w:sz w:val="24"/>
          <w:szCs w:val="24"/>
        </w:rPr>
        <w:t>Alex beamed in delight. “Thanks, dad!” He got up and hugged his dad, patting his back. He sat back down and asked him, “Do you have six candles and some chalk? We’ll need them for the ritual as well.”</w:t>
      </w:r>
    </w:p>
    <w:p w:rsidR="00641484" w:rsidRDefault="00641484">
      <w:pPr>
        <w:spacing w:line="480" w:lineRule="auto"/>
        <w:ind w:firstLine="720"/>
        <w:rPr>
          <w:sz w:val="24"/>
          <w:szCs w:val="24"/>
        </w:rPr>
      </w:pPr>
      <w:r>
        <w:rPr>
          <w:sz w:val="24"/>
          <w:szCs w:val="24"/>
        </w:rPr>
        <w:t>He shook his head. “I think I have a couple of candles and that’s it. I haven’t had any job since Jen grew past that phase. Did you guys want me to get some at the store?”</w:t>
      </w:r>
    </w:p>
    <w:p w:rsidR="00641484" w:rsidRDefault="00641484">
      <w:pPr>
        <w:spacing w:line="480" w:lineRule="auto"/>
        <w:ind w:firstLine="720"/>
        <w:rPr>
          <w:sz w:val="24"/>
          <w:szCs w:val="24"/>
        </w:rPr>
      </w:pPr>
      <w:r>
        <w:rPr>
          <w:sz w:val="24"/>
          <w:szCs w:val="24"/>
        </w:rPr>
        <w:t>Alex nodded. “Yes, please.”</w:t>
      </w:r>
    </w:p>
    <w:p w:rsidR="00641484" w:rsidRDefault="00641484">
      <w:pPr>
        <w:spacing w:line="480" w:lineRule="auto"/>
        <w:ind w:firstLine="720"/>
        <w:rPr>
          <w:sz w:val="24"/>
          <w:szCs w:val="24"/>
        </w:rPr>
      </w:pPr>
      <w:r>
        <w:rPr>
          <w:sz w:val="24"/>
          <w:szCs w:val="24"/>
        </w:rPr>
        <w:t>“OK, I should be back in about twenty minutes.” Alex’s dad walked out of the house.</w:t>
      </w:r>
    </w:p>
    <w:p w:rsidR="00641484" w:rsidRDefault="00641484">
      <w:pPr>
        <w:spacing w:line="480" w:lineRule="auto"/>
        <w:ind w:firstLine="720"/>
        <w:rPr>
          <w:sz w:val="24"/>
          <w:szCs w:val="24"/>
        </w:rPr>
      </w:pPr>
      <w:r>
        <w:rPr>
          <w:sz w:val="24"/>
          <w:szCs w:val="24"/>
        </w:rPr>
        <w:t>The moment he did, Kelly covered Alex in kisses. “Do you think we have time for a quickie? We didn’t fuck last night, so I’m horny as hell!”</w:t>
      </w:r>
    </w:p>
    <w:p w:rsidR="00641484" w:rsidRDefault="00641484">
      <w:pPr>
        <w:spacing w:line="480" w:lineRule="auto"/>
        <w:ind w:firstLine="720"/>
        <w:rPr>
          <w:sz w:val="24"/>
          <w:szCs w:val="24"/>
        </w:rPr>
      </w:pPr>
      <w:r>
        <w:rPr>
          <w:sz w:val="24"/>
          <w:szCs w:val="24"/>
        </w:rPr>
        <w:t>Alex laughed. “I’d rather not have my dad catch us fucking, sorry.”</w:t>
      </w:r>
    </w:p>
    <w:p w:rsidR="00641484" w:rsidRDefault="00641484">
      <w:pPr>
        <w:spacing w:line="480" w:lineRule="auto"/>
        <w:ind w:firstLine="720"/>
        <w:rPr>
          <w:sz w:val="24"/>
          <w:szCs w:val="24"/>
        </w:rPr>
      </w:pPr>
      <w:r>
        <w:rPr>
          <w:sz w:val="24"/>
          <w:szCs w:val="24"/>
        </w:rPr>
        <w:t>“Come on! We can go upstairs! Even if he comes back early he won’t see us!” she took his hand and lead him to the guest room where she started taking off his shirt.</w:t>
      </w:r>
    </w:p>
    <w:p w:rsidR="00641484" w:rsidRDefault="00641484">
      <w:pPr>
        <w:spacing w:line="480" w:lineRule="auto"/>
        <w:ind w:firstLine="720"/>
        <w:rPr>
          <w:sz w:val="24"/>
          <w:szCs w:val="24"/>
        </w:rPr>
      </w:pPr>
      <w:r>
        <w:rPr>
          <w:sz w:val="24"/>
          <w:szCs w:val="24"/>
        </w:rPr>
        <w:t>“Fine, fine. But we have to make it quick.” Kelly quickly took off her shirt and bra, followed by her jeans and underwear. Alex followed suit and took off his own clothing. He took one of her gigantic tits into his mouth, biting it gently.</w:t>
      </w:r>
    </w:p>
    <w:p w:rsidR="00641484" w:rsidRDefault="00641484">
      <w:pPr>
        <w:spacing w:line="480" w:lineRule="auto"/>
        <w:ind w:firstLine="720"/>
        <w:rPr>
          <w:sz w:val="24"/>
          <w:szCs w:val="24"/>
        </w:rPr>
      </w:pPr>
      <w:r>
        <w:rPr>
          <w:sz w:val="24"/>
          <w:szCs w:val="24"/>
        </w:rPr>
        <w:t xml:space="preserve">Kelly moaned then pushed Alex onto their bed. “No time for foreplay, babe! I need the cock now!” She got over Alex and lowered her pussy onto his ten inch pole. She began riding up and down on his shaft hard while her huge tits slapped against his sides and stomach. Alex was glad he had wished for breasts to not be able to hurt him during sex anymore. He pushed his power through Kelly making her experience one continuous orgasm. </w:t>
      </w:r>
    </w:p>
    <w:p w:rsidR="00641484" w:rsidRDefault="00641484">
      <w:pPr>
        <w:spacing w:line="480" w:lineRule="auto"/>
        <w:ind w:firstLine="720"/>
        <w:rPr>
          <w:sz w:val="24"/>
          <w:szCs w:val="24"/>
        </w:rPr>
      </w:pPr>
      <w:r>
        <w:rPr>
          <w:sz w:val="24"/>
          <w:szCs w:val="24"/>
        </w:rPr>
        <w:t>“Fuck! Your fucking cock feels so huge! It’s poking our baby, Alex! You’re fucking both me and your baby now!” Alex laughed.</w:t>
      </w:r>
    </w:p>
    <w:p w:rsidR="00641484" w:rsidRDefault="00641484">
      <w:pPr>
        <w:spacing w:line="480" w:lineRule="auto"/>
        <w:ind w:firstLine="720"/>
        <w:rPr>
          <w:sz w:val="24"/>
          <w:szCs w:val="24"/>
        </w:rPr>
      </w:pPr>
      <w:r>
        <w:rPr>
          <w:sz w:val="24"/>
          <w:szCs w:val="24"/>
        </w:rPr>
        <w:t>“I am not big enough to fuck your baby. You’re crazy.”</w:t>
      </w:r>
    </w:p>
    <w:p w:rsidR="00641484" w:rsidRDefault="00641484">
      <w:pPr>
        <w:spacing w:line="480" w:lineRule="auto"/>
        <w:ind w:firstLine="720"/>
        <w:rPr>
          <w:sz w:val="24"/>
          <w:szCs w:val="24"/>
        </w:rPr>
      </w:pPr>
      <w:r>
        <w:rPr>
          <w:sz w:val="24"/>
          <w:szCs w:val="24"/>
        </w:rPr>
        <w:t>She pulled him by the neck up to her waiting lips where she swirled her tongue around his own, before biting his lip and scratching his back with her nails. Alex heard his dad enter the house and immediately came inside Kelly.</w:t>
      </w:r>
    </w:p>
    <w:p w:rsidR="00641484" w:rsidRDefault="00641484">
      <w:pPr>
        <w:spacing w:line="480" w:lineRule="auto"/>
        <w:ind w:firstLine="720"/>
        <w:rPr>
          <w:sz w:val="24"/>
          <w:szCs w:val="24"/>
        </w:rPr>
      </w:pPr>
      <w:r>
        <w:rPr>
          <w:sz w:val="24"/>
          <w:szCs w:val="24"/>
        </w:rPr>
        <w:t>“My dad’s here. Fun time’s over, sexy.”</w:t>
      </w:r>
    </w:p>
    <w:p w:rsidR="00641484" w:rsidRDefault="00641484">
      <w:pPr>
        <w:spacing w:line="480" w:lineRule="auto"/>
        <w:ind w:firstLine="720"/>
        <w:rPr>
          <w:sz w:val="24"/>
          <w:szCs w:val="24"/>
        </w:rPr>
      </w:pPr>
      <w:r>
        <w:rPr>
          <w:sz w:val="24"/>
          <w:szCs w:val="24"/>
        </w:rPr>
        <w:t>“Boo.” She reached down and licked the cum off of Alex’s penis before putting on her own clothes. Alex put his on as well and they went downstairs to great his dad.</w:t>
      </w:r>
    </w:p>
    <w:p w:rsidR="00641484" w:rsidRDefault="00641484">
      <w:pPr>
        <w:spacing w:line="480" w:lineRule="auto"/>
        <w:ind w:firstLine="720"/>
        <w:rPr>
          <w:sz w:val="24"/>
          <w:szCs w:val="24"/>
        </w:rPr>
      </w:pPr>
      <w:r>
        <w:rPr>
          <w:sz w:val="24"/>
          <w:szCs w:val="24"/>
        </w:rPr>
        <w:t>He held out the supplies to Alex. “Now what?”</w:t>
      </w:r>
    </w:p>
    <w:p w:rsidR="00641484" w:rsidRDefault="00641484">
      <w:pPr>
        <w:spacing w:line="480" w:lineRule="auto"/>
        <w:ind w:firstLine="720"/>
        <w:rPr>
          <w:sz w:val="24"/>
          <w:szCs w:val="24"/>
        </w:rPr>
      </w:pPr>
      <w:r>
        <w:rPr>
          <w:sz w:val="24"/>
          <w:szCs w:val="24"/>
        </w:rPr>
        <w:t>Alex said, “Now I make the circle and place the candles around it.” The three of them cleared a space on his dad’s living room floor and Alex began drawing an intricate circle with various symbols inside. Once he finished with the circle he placed six candles along the perimeter of it and lit each one. Then, he took out the Tet’long’fal and placed it in the middle of the circle.</w:t>
      </w:r>
    </w:p>
    <w:p w:rsidR="00641484" w:rsidRDefault="00641484">
      <w:pPr>
        <w:spacing w:line="480" w:lineRule="auto"/>
        <w:ind w:firstLine="720"/>
        <w:rPr>
          <w:sz w:val="24"/>
          <w:szCs w:val="24"/>
        </w:rPr>
      </w:pPr>
      <w:r>
        <w:rPr>
          <w:sz w:val="24"/>
          <w:szCs w:val="24"/>
        </w:rPr>
        <w:t>He pulled out two pieces of paper that he was holding in his back pocket and handed one to Kelly and one to his dad. “These are the words to the ritual. We have to say them all in unison.”</w:t>
      </w:r>
    </w:p>
    <w:p w:rsidR="00641484" w:rsidRDefault="00641484">
      <w:pPr>
        <w:spacing w:line="480" w:lineRule="auto"/>
        <w:ind w:firstLine="720"/>
        <w:rPr>
          <w:sz w:val="24"/>
          <w:szCs w:val="24"/>
        </w:rPr>
      </w:pPr>
      <w:r>
        <w:rPr>
          <w:sz w:val="24"/>
          <w:szCs w:val="24"/>
        </w:rPr>
        <w:t>“What kind of chicken scratch is this?!” Kelly exclaimed.</w:t>
      </w:r>
    </w:p>
    <w:p w:rsidR="00641484" w:rsidRDefault="00641484">
      <w:pPr>
        <w:spacing w:line="480" w:lineRule="auto"/>
        <w:ind w:firstLine="720"/>
        <w:rPr>
          <w:sz w:val="24"/>
          <w:szCs w:val="24"/>
        </w:rPr>
      </w:pPr>
      <w:r>
        <w:rPr>
          <w:sz w:val="24"/>
          <w:szCs w:val="24"/>
        </w:rPr>
        <w:t>Alex looked at her paper. “It’s an ancient language spoken by the people of Atlantis.”</w:t>
      </w:r>
    </w:p>
    <w:p w:rsidR="00641484" w:rsidRDefault="00641484">
      <w:pPr>
        <w:spacing w:line="480" w:lineRule="auto"/>
        <w:ind w:firstLine="720"/>
        <w:rPr>
          <w:sz w:val="24"/>
          <w:szCs w:val="24"/>
        </w:rPr>
      </w:pPr>
      <w:r>
        <w:rPr>
          <w:sz w:val="24"/>
          <w:szCs w:val="24"/>
        </w:rPr>
        <w:t>She scratched her head. “I have no idea how to pronounce some of this!”</w:t>
      </w:r>
    </w:p>
    <w:p w:rsidR="00641484" w:rsidRDefault="00641484">
      <w:pPr>
        <w:spacing w:line="480" w:lineRule="auto"/>
        <w:ind w:firstLine="720"/>
        <w:rPr>
          <w:sz w:val="24"/>
          <w:szCs w:val="24"/>
        </w:rPr>
      </w:pPr>
      <w:r>
        <w:rPr>
          <w:sz w:val="24"/>
          <w:szCs w:val="24"/>
        </w:rPr>
        <w:t>Alex laughed. “You’ll do fine. Trust me. It’s pronounced just like I wrote it.” The three gathered around the circle and said the words, “Tokolen las falloe hadaroy neotron dream,” in unison three times (it actually took four). After the third time the relic began to glow and a round sphere of light emitted from it that reached the roof.</w:t>
      </w:r>
    </w:p>
    <w:p w:rsidR="00641484" w:rsidRDefault="00641484">
      <w:pPr>
        <w:spacing w:line="480" w:lineRule="auto"/>
        <w:ind w:firstLine="720"/>
        <w:rPr>
          <w:sz w:val="24"/>
          <w:szCs w:val="24"/>
        </w:rPr>
      </w:pPr>
      <w:r>
        <w:rPr>
          <w:sz w:val="24"/>
          <w:szCs w:val="24"/>
        </w:rPr>
        <w:t>“Alright Dad, this is where we go in alone. You have to watch the portal while we’re gone. Make sure it’s not disturbed.”</w:t>
      </w:r>
    </w:p>
    <w:p w:rsidR="00641484" w:rsidRDefault="00641484">
      <w:pPr>
        <w:spacing w:line="480" w:lineRule="auto"/>
        <w:ind w:firstLine="720"/>
        <w:rPr>
          <w:sz w:val="24"/>
          <w:szCs w:val="24"/>
        </w:rPr>
      </w:pPr>
      <w:r>
        <w:rPr>
          <w:sz w:val="24"/>
          <w:szCs w:val="24"/>
        </w:rPr>
        <w:t>“On it,” he said giving a big thumbs up.</w:t>
      </w:r>
    </w:p>
    <w:p w:rsidR="00641484" w:rsidRDefault="00641484">
      <w:pPr>
        <w:spacing w:line="480" w:lineRule="auto"/>
        <w:ind w:firstLine="720"/>
        <w:rPr>
          <w:sz w:val="24"/>
          <w:szCs w:val="24"/>
        </w:rPr>
      </w:pPr>
      <w:r>
        <w:rPr>
          <w:sz w:val="24"/>
          <w:szCs w:val="24"/>
        </w:rPr>
        <w:t>Alex turned to Kelly and took her hand. “Are you ready for this?”</w:t>
      </w:r>
    </w:p>
    <w:p w:rsidR="00641484" w:rsidRDefault="00641484">
      <w:pPr>
        <w:spacing w:line="480" w:lineRule="auto"/>
        <w:ind w:firstLine="720"/>
        <w:rPr>
          <w:sz w:val="24"/>
          <w:szCs w:val="24"/>
        </w:rPr>
      </w:pPr>
      <w:r>
        <w:rPr>
          <w:sz w:val="24"/>
          <w:szCs w:val="24"/>
        </w:rPr>
        <w:t>“Are you?” Alex smiled and the two stepped through the gateway.</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The two stepped out into another world. The sky was a dark red and in the distance they could see bizarre creatures flying about. Far in the distance was a huge castle. It must have been bigger than any castle Alex had ever seen since they appeared to be several miles away from. The ground below was part of a windy dirt road which lead there it seemed.</w:t>
      </w:r>
    </w:p>
    <w:p w:rsidR="00641484" w:rsidRDefault="00641484">
      <w:pPr>
        <w:spacing w:line="480" w:lineRule="auto"/>
        <w:ind w:firstLine="720"/>
        <w:rPr>
          <w:sz w:val="24"/>
          <w:szCs w:val="24"/>
        </w:rPr>
      </w:pPr>
      <w:r>
        <w:rPr>
          <w:sz w:val="24"/>
          <w:szCs w:val="24"/>
        </w:rPr>
        <w:t>Alex looked behind him and saw his dad on the other side of the portal. He looked at Kelly still holding his hand. “Guess we best start walking.” The two began walking down the dirt path. Around them was grass and bushes and the occasional oak tree. They walked for over two hours and yet the castle was nowhere closer than it had been.</w:t>
      </w:r>
    </w:p>
    <w:p w:rsidR="00641484" w:rsidRDefault="00641484">
      <w:pPr>
        <w:spacing w:line="480" w:lineRule="auto"/>
        <w:ind w:firstLine="720"/>
        <w:rPr>
          <w:sz w:val="24"/>
          <w:szCs w:val="24"/>
        </w:rPr>
      </w:pPr>
      <w:r>
        <w:rPr>
          <w:sz w:val="24"/>
          <w:szCs w:val="24"/>
        </w:rPr>
        <w:t>“God! This is impossible!” Kelly exclaimed. “Couldn’t your fucking portal take us any closer?”</w:t>
      </w:r>
    </w:p>
    <w:p w:rsidR="00641484" w:rsidRDefault="00641484">
      <w:pPr>
        <w:spacing w:line="480" w:lineRule="auto"/>
        <w:ind w:firstLine="720"/>
        <w:rPr>
          <w:sz w:val="24"/>
          <w:szCs w:val="24"/>
        </w:rPr>
      </w:pPr>
      <w:r>
        <w:rPr>
          <w:sz w:val="24"/>
          <w:szCs w:val="24"/>
        </w:rPr>
        <w:t>“Yeah, I hear ya. Just try not to think of it.” The two continued walking, and still, it seemed as if the castle was nowhere near after another hour.</w:t>
      </w:r>
    </w:p>
    <w:p w:rsidR="00641484" w:rsidRDefault="00641484">
      <w:pPr>
        <w:spacing w:line="480" w:lineRule="auto"/>
        <w:ind w:firstLine="720"/>
        <w:rPr>
          <w:sz w:val="24"/>
          <w:szCs w:val="24"/>
        </w:rPr>
      </w:pPr>
      <w:r>
        <w:rPr>
          <w:sz w:val="24"/>
          <w:szCs w:val="24"/>
        </w:rPr>
        <w:t>Alex stopped to take a breath. “I wish there was a couch to sit on,” he said and a couch appeared right next to them. He sat down and leaned back and sighed.</w:t>
      </w:r>
    </w:p>
    <w:p w:rsidR="00641484" w:rsidRDefault="00641484">
      <w:pPr>
        <w:spacing w:line="480" w:lineRule="auto"/>
        <w:ind w:firstLine="720"/>
        <w:rPr>
          <w:sz w:val="24"/>
          <w:szCs w:val="24"/>
        </w:rPr>
      </w:pPr>
      <w:r>
        <w:rPr>
          <w:sz w:val="24"/>
          <w:szCs w:val="24"/>
        </w:rPr>
        <w:t>“What are you doing? Now they’re going to know we’re here.”</w:t>
      </w:r>
    </w:p>
    <w:p w:rsidR="00641484" w:rsidRDefault="00641484">
      <w:pPr>
        <w:spacing w:line="480" w:lineRule="auto"/>
        <w:ind w:firstLine="720"/>
        <w:rPr>
          <w:sz w:val="24"/>
          <w:szCs w:val="24"/>
        </w:rPr>
      </w:pPr>
      <w:r>
        <w:rPr>
          <w:sz w:val="24"/>
          <w:szCs w:val="24"/>
        </w:rPr>
        <w:t>Alex looked over and frowned. “They already know, Kelly. That’s why we haven’t reached the place yet. They’re somehow changing the ground we walk on so that we can’t reach it by walking.”</w:t>
      </w:r>
    </w:p>
    <w:p w:rsidR="00641484" w:rsidRDefault="00641484">
      <w:pPr>
        <w:spacing w:line="480" w:lineRule="auto"/>
        <w:ind w:firstLine="720"/>
        <w:rPr>
          <w:sz w:val="24"/>
          <w:szCs w:val="24"/>
        </w:rPr>
      </w:pPr>
      <w:r>
        <w:rPr>
          <w:sz w:val="24"/>
          <w:szCs w:val="24"/>
        </w:rPr>
        <w:t>“What? Really? Damn, that’s fucked up! Can they really do that?”</w:t>
      </w:r>
    </w:p>
    <w:p w:rsidR="00641484" w:rsidRDefault="00641484">
      <w:pPr>
        <w:spacing w:line="480" w:lineRule="auto"/>
        <w:ind w:firstLine="720"/>
        <w:rPr>
          <w:sz w:val="24"/>
          <w:szCs w:val="24"/>
        </w:rPr>
      </w:pPr>
      <w:r>
        <w:rPr>
          <w:sz w:val="24"/>
          <w:szCs w:val="24"/>
        </w:rPr>
        <w:t>“Well it is their own world. They probably created most of this place themselves.”</w:t>
      </w:r>
    </w:p>
    <w:p w:rsidR="00641484" w:rsidRDefault="00641484">
      <w:pPr>
        <w:spacing w:line="480" w:lineRule="auto"/>
        <w:ind w:firstLine="720"/>
        <w:rPr>
          <w:sz w:val="24"/>
          <w:szCs w:val="24"/>
        </w:rPr>
      </w:pPr>
      <w:r>
        <w:rPr>
          <w:sz w:val="24"/>
          <w:szCs w:val="24"/>
        </w:rPr>
        <w:t>“Now I’m really going to kick their asses for making me walk all this time! So, how do we get there then?”</w:t>
      </w:r>
    </w:p>
    <w:p w:rsidR="00641484" w:rsidRDefault="00641484">
      <w:pPr>
        <w:spacing w:line="480" w:lineRule="auto"/>
        <w:ind w:firstLine="720"/>
        <w:rPr>
          <w:sz w:val="24"/>
          <w:szCs w:val="24"/>
        </w:rPr>
      </w:pPr>
      <w:r>
        <w:rPr>
          <w:sz w:val="24"/>
          <w:szCs w:val="24"/>
        </w:rPr>
        <w:t>“Well, I think I have some idea as to what to do.” He silently wished for the complete knowledge and experience of an ace pilot of a Lockheed Martin F-22 Raptor. Alex always wanted to fly one of them. His next wish was for one of them to appear next to them. He pushed a button near the top of it and climbed into the cockpit.</w:t>
      </w:r>
    </w:p>
    <w:p w:rsidR="00641484" w:rsidRDefault="00641484">
      <w:pPr>
        <w:spacing w:line="480" w:lineRule="auto"/>
        <w:ind w:firstLine="720"/>
        <w:rPr>
          <w:sz w:val="24"/>
          <w:szCs w:val="24"/>
        </w:rPr>
      </w:pPr>
      <w:r>
        <w:rPr>
          <w:sz w:val="24"/>
          <w:szCs w:val="24"/>
        </w:rPr>
        <w:t>“You coming,” he said while strapping his seatbelt on.</w:t>
      </w:r>
    </w:p>
    <w:p w:rsidR="00641484" w:rsidRDefault="00641484">
      <w:pPr>
        <w:spacing w:line="480" w:lineRule="auto"/>
        <w:ind w:firstLine="720"/>
        <w:rPr>
          <w:sz w:val="24"/>
          <w:szCs w:val="24"/>
        </w:rPr>
      </w:pPr>
      <w:r>
        <w:rPr>
          <w:sz w:val="24"/>
          <w:szCs w:val="24"/>
        </w:rPr>
        <w:t>“Are you kidding me? We’ll die in that thing!”</w:t>
      </w:r>
    </w:p>
    <w:p w:rsidR="00641484" w:rsidRDefault="00641484">
      <w:pPr>
        <w:spacing w:line="480" w:lineRule="auto"/>
        <w:ind w:firstLine="720"/>
        <w:rPr>
          <w:sz w:val="24"/>
          <w:szCs w:val="24"/>
        </w:rPr>
      </w:pPr>
      <w:r>
        <w:rPr>
          <w:sz w:val="24"/>
          <w:szCs w:val="24"/>
        </w:rPr>
        <w:t>“Nah! I know how to use it pretty well. So are you coming or should I just leave you here to walk?”</w:t>
      </w:r>
    </w:p>
    <w:p w:rsidR="00641484" w:rsidRDefault="00641484">
      <w:pPr>
        <w:spacing w:line="480" w:lineRule="auto"/>
        <w:ind w:firstLine="720"/>
        <w:rPr>
          <w:sz w:val="24"/>
          <w:szCs w:val="24"/>
        </w:rPr>
      </w:pPr>
      <w:r>
        <w:rPr>
          <w:sz w:val="24"/>
          <w:szCs w:val="24"/>
        </w:rPr>
        <w:t>Kelly grumbled something along the words of, “Fucking airplanes,” and climbed in behind him. After she strapped herself in, Alex started the engine and quickly started off into the sky. “I don’t think I should have ate this morning!” Kelly screamed out.</w:t>
      </w:r>
    </w:p>
    <w:p w:rsidR="00641484" w:rsidRDefault="00641484">
      <w:pPr>
        <w:spacing w:line="480" w:lineRule="auto"/>
        <w:ind w:firstLine="720"/>
        <w:rPr>
          <w:sz w:val="24"/>
          <w:szCs w:val="24"/>
        </w:rPr>
      </w:pPr>
      <w:r>
        <w:rPr>
          <w:sz w:val="24"/>
          <w:szCs w:val="24"/>
        </w:rPr>
        <w:t>Small flying creatures began flying towards them as they grew closer to the castle. Alex maneuvered around the strange looking creatures. A few clipped his wings but he was fine. A flock of them rushed him. Alex had no choice but to hit the button to fire the missiles. Several missiles shot out and exploded on contact with the creatures. Alex flew through the explosion and kept going.</w:t>
      </w:r>
    </w:p>
    <w:p w:rsidR="00641484" w:rsidRDefault="00641484">
      <w:pPr>
        <w:spacing w:line="480" w:lineRule="auto"/>
        <w:ind w:firstLine="720"/>
        <w:rPr>
          <w:sz w:val="24"/>
          <w:szCs w:val="24"/>
        </w:rPr>
      </w:pPr>
      <w:r>
        <w:rPr>
          <w:sz w:val="24"/>
          <w:szCs w:val="24"/>
        </w:rPr>
        <w:t>“Now this is flying!” he exclaimed. Ahead of him he saw what could only be a large grey dragon flying towards them. He began breathing flames in their direction. Alex rolled the fighter out of the way. He then bore his machine guns on the dragon and the bullets bounced off its tough skin. The plane maneuvered around the dragon dodging its fire left and right as it tailed them. Alex pulled up trying to loop around it, but the dragon followed suite and flew in a loop behind them as well.</w:t>
      </w:r>
    </w:p>
    <w:p w:rsidR="00641484" w:rsidRDefault="00641484">
      <w:pPr>
        <w:spacing w:line="480" w:lineRule="auto"/>
        <w:ind w:firstLine="720"/>
        <w:rPr>
          <w:sz w:val="24"/>
          <w:szCs w:val="24"/>
        </w:rPr>
      </w:pPr>
      <w:r>
        <w:rPr>
          <w:sz w:val="24"/>
          <w:szCs w:val="24"/>
        </w:rPr>
        <w:t>“Damn. Was hoping I wouldn’t have to do this. Get ready to eject, Kelly!”</w:t>
      </w:r>
    </w:p>
    <w:p w:rsidR="00641484" w:rsidRDefault="00641484">
      <w:pPr>
        <w:spacing w:line="480" w:lineRule="auto"/>
        <w:ind w:firstLine="720"/>
        <w:rPr>
          <w:sz w:val="24"/>
          <w:szCs w:val="24"/>
        </w:rPr>
      </w:pPr>
      <w:r>
        <w:rPr>
          <w:sz w:val="24"/>
          <w:szCs w:val="24"/>
        </w:rPr>
        <w:t>“What? No! We’ll die!” Alex ignored her and flew the plane straight into the sky going upwards. The dragon followed right behind it going up the entire time. Alex then cut the engine and hit the ejector seats for the two of them. The two shot out of the plane while it quit and fell on top of the dragon. The dragon did not have time to maneuver and the plane fell on top of it pinning it down.</w:t>
      </w:r>
    </w:p>
    <w:p w:rsidR="00641484" w:rsidRDefault="00641484">
      <w:pPr>
        <w:spacing w:line="480" w:lineRule="auto"/>
        <w:ind w:firstLine="720"/>
        <w:rPr>
          <w:sz w:val="24"/>
          <w:szCs w:val="24"/>
        </w:rPr>
      </w:pPr>
      <w:r>
        <w:rPr>
          <w:sz w:val="24"/>
          <w:szCs w:val="24"/>
        </w:rPr>
        <w:t>“I wish the two of us can fly!” He then started floating in the air. Kelly continued to fall, screaming obscenities. He flew down and grabbed her hand, stopped her descent. “Sorry about that. I wished for us to be able to fly.”</w:t>
      </w:r>
    </w:p>
    <w:p w:rsidR="00641484" w:rsidRDefault="00641484">
      <w:pPr>
        <w:spacing w:line="480" w:lineRule="auto"/>
        <w:ind w:firstLine="720"/>
        <w:rPr>
          <w:sz w:val="24"/>
          <w:szCs w:val="24"/>
        </w:rPr>
      </w:pPr>
      <w:r>
        <w:rPr>
          <w:sz w:val="24"/>
          <w:szCs w:val="24"/>
        </w:rPr>
        <w:t>He let go and Kelly floated in the air. She laughed and reached around hugging Alex the best she could with her large breasts in the way. “Oh my God, Alex! Don’t do that again! You scared me half to death!”</w:t>
      </w:r>
    </w:p>
    <w:p w:rsidR="00641484" w:rsidRDefault="00641484">
      <w:pPr>
        <w:spacing w:line="480" w:lineRule="auto"/>
        <w:ind w:firstLine="720"/>
        <w:rPr>
          <w:sz w:val="24"/>
          <w:szCs w:val="24"/>
        </w:rPr>
      </w:pPr>
      <w:r>
        <w:rPr>
          <w:sz w:val="24"/>
          <w:szCs w:val="24"/>
        </w:rPr>
        <w:t xml:space="preserve">“Ah, sorry. Anyhow, there’s the castle. Let’s get in there before more of them things show up.” The two flew down to a large gate and landed. The door in front of them was massive. Alex silently wished for the door to open and it did. Inside was a large room. Sculptures and vases were set all over the place. </w:t>
      </w:r>
    </w:p>
    <w:p w:rsidR="00641484" w:rsidRDefault="00641484">
      <w:pPr>
        <w:spacing w:line="480" w:lineRule="auto"/>
        <w:ind w:firstLine="720"/>
        <w:rPr>
          <w:sz w:val="24"/>
          <w:szCs w:val="24"/>
        </w:rPr>
      </w:pPr>
      <w:r>
        <w:rPr>
          <w:sz w:val="24"/>
          <w:szCs w:val="24"/>
        </w:rPr>
        <w:t xml:space="preserve">The two walked inside and the door shut behind them. “No turning back now,” he said. He saw several flights of stairs but figured they would put the throne room somewhere on the first floor, so he traveled through there first. He walked through one room, and then another and another, all very similar. </w:t>
      </w:r>
    </w:p>
    <w:p w:rsidR="00641484" w:rsidRDefault="00641484">
      <w:pPr>
        <w:spacing w:line="480" w:lineRule="auto"/>
        <w:ind w:firstLine="720"/>
        <w:rPr>
          <w:sz w:val="24"/>
          <w:szCs w:val="24"/>
        </w:rPr>
      </w:pPr>
      <w:r>
        <w:rPr>
          <w:sz w:val="24"/>
          <w:szCs w:val="24"/>
        </w:rPr>
        <w:t>Alex groaned. “They’re doing it again. Very well. Guess I’ll just have to stop them.” He pushed his magic out and around him, focusing on keeping the castle the same. They walked through another doorway into a long corridor. At the end of the corridor was a large bare white room. Above them on each side were two balconies. On each balcony stood two large hooded men. Their hoods covered all but their mouths.</w:t>
      </w:r>
    </w:p>
    <w:p w:rsidR="00641484" w:rsidRDefault="00641484">
      <w:pPr>
        <w:spacing w:line="480" w:lineRule="auto"/>
        <w:ind w:firstLine="720"/>
        <w:rPr>
          <w:sz w:val="24"/>
          <w:szCs w:val="24"/>
        </w:rPr>
      </w:pPr>
      <w:r>
        <w:rPr>
          <w:sz w:val="24"/>
          <w:szCs w:val="24"/>
        </w:rPr>
        <w:t>“You have come a long way, human.” one of the Elders said. Alex knew right away it was them. “But, your journey ends here.”</w:t>
      </w:r>
    </w:p>
    <w:p w:rsidR="00641484" w:rsidRDefault="00641484">
      <w:pPr>
        <w:spacing w:line="480" w:lineRule="auto"/>
        <w:ind w:firstLine="720"/>
        <w:rPr>
          <w:sz w:val="24"/>
          <w:szCs w:val="24"/>
        </w:rPr>
      </w:pPr>
      <w:r>
        <w:rPr>
          <w:sz w:val="24"/>
          <w:szCs w:val="24"/>
        </w:rPr>
        <w:t>“I have come to speak to Morpheus! Let me pass!”</w:t>
      </w:r>
    </w:p>
    <w:p w:rsidR="00641484" w:rsidRDefault="00641484">
      <w:pPr>
        <w:spacing w:line="480" w:lineRule="auto"/>
        <w:ind w:firstLine="720"/>
        <w:rPr>
          <w:sz w:val="24"/>
          <w:szCs w:val="24"/>
        </w:rPr>
      </w:pPr>
      <w:r>
        <w:rPr>
          <w:sz w:val="24"/>
          <w:szCs w:val="24"/>
        </w:rPr>
        <w:t>“None may speak with Morpheus, mortal human. Return to Elfworld and fulfill your destiny. Turn from here and never return again.”</w:t>
      </w:r>
    </w:p>
    <w:p w:rsidR="00641484" w:rsidRDefault="00641484">
      <w:pPr>
        <w:spacing w:line="480" w:lineRule="auto"/>
        <w:ind w:firstLine="720"/>
        <w:rPr>
          <w:sz w:val="24"/>
          <w:szCs w:val="24"/>
        </w:rPr>
      </w:pPr>
      <w:r>
        <w:rPr>
          <w:sz w:val="24"/>
          <w:szCs w:val="24"/>
        </w:rPr>
        <w:t>“And let you guys make the elves enslave the humans? I don’t think so!” he exclaimed.</w:t>
      </w:r>
    </w:p>
    <w:p w:rsidR="00641484" w:rsidRDefault="00641484">
      <w:pPr>
        <w:spacing w:line="480" w:lineRule="auto"/>
        <w:ind w:firstLine="720"/>
        <w:rPr>
          <w:sz w:val="24"/>
          <w:szCs w:val="24"/>
        </w:rPr>
      </w:pPr>
      <w:r>
        <w:rPr>
          <w:sz w:val="24"/>
          <w:szCs w:val="24"/>
        </w:rPr>
        <w:t xml:space="preserve">“So be it,” one of them said. The four elders extended their arms and chains shot out of their robes, wrapping around Alex’s body and lifting him in the air. </w:t>
      </w:r>
    </w:p>
    <w:p w:rsidR="00641484" w:rsidRDefault="00641484">
      <w:pPr>
        <w:spacing w:line="480" w:lineRule="auto"/>
        <w:ind w:firstLine="720"/>
        <w:rPr>
          <w:sz w:val="24"/>
          <w:szCs w:val="24"/>
        </w:rPr>
      </w:pPr>
      <w:r>
        <w:rPr>
          <w:sz w:val="24"/>
          <w:szCs w:val="24"/>
        </w:rPr>
        <w:t xml:space="preserve">Alex squirmed but could not pull the chains off of him. Kelly ran up and tried to snap them, but it was no use. But Alex wasn’t ready to quit yet. “I wish I had super laser vision that I can use at will!” </w:t>
      </w:r>
    </w:p>
    <w:p w:rsidR="00641484" w:rsidRDefault="00641484">
      <w:pPr>
        <w:spacing w:line="480" w:lineRule="auto"/>
        <w:ind w:firstLine="720"/>
        <w:rPr>
          <w:sz w:val="24"/>
          <w:szCs w:val="24"/>
        </w:rPr>
      </w:pPr>
      <w:r>
        <w:rPr>
          <w:sz w:val="24"/>
          <w:szCs w:val="24"/>
        </w:rPr>
        <w:t>Alex’s eyes shot red beams of light into the chains, melting them. “I wish Kelly had a shotgun and ammo for it.”</w:t>
      </w:r>
    </w:p>
    <w:p w:rsidR="00641484" w:rsidRDefault="00641484">
      <w:pPr>
        <w:spacing w:line="480" w:lineRule="auto"/>
        <w:ind w:firstLine="720"/>
        <w:rPr>
          <w:sz w:val="24"/>
          <w:szCs w:val="24"/>
        </w:rPr>
      </w:pPr>
      <w:r>
        <w:rPr>
          <w:sz w:val="24"/>
          <w:szCs w:val="24"/>
        </w:rPr>
        <w:t>A shotgun appeared in Kelly’s hands. He heard her fire the shotgun and one of the Elders slump to the ground. Alex cut through the rest of the chain and then looked up. The three remaining Elders appeared to be rather upset. They looked down at Kelly and shot chains around her, making her gun drop in the process. She screamed in agony as the chains slowly began tightening around her, squeezing her and crushing her rib cage. Alex looked at the chains and then wished, “I wish I had a pair of retractable claws that can cut through anything!”</w:t>
      </w:r>
    </w:p>
    <w:p w:rsidR="00641484" w:rsidRDefault="00641484">
      <w:pPr>
        <w:spacing w:line="480" w:lineRule="auto"/>
        <w:ind w:firstLine="720"/>
        <w:rPr>
          <w:sz w:val="24"/>
          <w:szCs w:val="24"/>
        </w:rPr>
      </w:pPr>
      <w:r>
        <w:rPr>
          <w:sz w:val="24"/>
          <w:szCs w:val="24"/>
        </w:rPr>
        <w:t>With a ‘snixt’ sound, two pairs of metallic claws came out of the back of Alex’s hands. He rushed forward and sliced at the chains, slicing them off of Kelly. Kelly fell to the ground in a heap surrounded by loose chains and coughed. One of the Elders shot a chain at Alex. He used his laser vision to shoot through the chain, melting it. His vision moved up and shot through the Elder, putting two gaping holes in his chest. He fell back with a thud.</w:t>
      </w:r>
    </w:p>
    <w:p w:rsidR="00641484" w:rsidRDefault="00641484">
      <w:pPr>
        <w:spacing w:line="480" w:lineRule="auto"/>
        <w:ind w:firstLine="720"/>
        <w:rPr>
          <w:sz w:val="24"/>
          <w:szCs w:val="24"/>
        </w:rPr>
      </w:pPr>
      <w:r>
        <w:rPr>
          <w:sz w:val="24"/>
          <w:szCs w:val="24"/>
        </w:rPr>
        <w:t>Now only two Elders remained, one on each balcony. “You shall die for your actions!” one of the Elders exclaimed. The two Elders shot two energy beams at Alex. Alex quickly used his magic to make a shield around him. The beams hit him, pushing him back and burning him slightly. He pushed his magical energy out of him, pushing against their own energy. Slowly he made their beams move back towards them, as his own beam pushed forward.</w:t>
      </w:r>
    </w:p>
    <w:p w:rsidR="00641484" w:rsidRDefault="00641484">
      <w:pPr>
        <w:spacing w:line="480" w:lineRule="auto"/>
        <w:ind w:firstLine="720"/>
        <w:rPr>
          <w:sz w:val="24"/>
          <w:szCs w:val="24"/>
        </w:rPr>
      </w:pPr>
      <w:r>
        <w:rPr>
          <w:sz w:val="24"/>
          <w:szCs w:val="24"/>
        </w:rPr>
        <w:t>“This cannot be!” One of the Elders exclaimed. The burst of energy Alex shot from his chest split in half and pushed both of their blasts back to them before engulfing them completely. Both of them fell to the ground, charred husks.</w:t>
      </w:r>
    </w:p>
    <w:p w:rsidR="00641484" w:rsidRDefault="00641484">
      <w:pPr>
        <w:spacing w:line="480" w:lineRule="auto"/>
        <w:ind w:firstLine="720"/>
        <w:rPr>
          <w:sz w:val="24"/>
          <w:szCs w:val="24"/>
        </w:rPr>
      </w:pPr>
      <w:r>
        <w:rPr>
          <w:sz w:val="24"/>
          <w:szCs w:val="24"/>
        </w:rPr>
        <w:t>Alex looked at them, sadly. “Sorry,” he said. “I didn’t want things to be this way.”</w:t>
      </w:r>
    </w:p>
    <w:p w:rsidR="00641484" w:rsidRDefault="00641484">
      <w:pPr>
        <w:spacing w:line="480" w:lineRule="auto"/>
        <w:ind w:firstLine="720"/>
        <w:rPr>
          <w:sz w:val="24"/>
          <w:szCs w:val="24"/>
        </w:rPr>
      </w:pPr>
      <w:r>
        <w:rPr>
          <w:sz w:val="24"/>
          <w:szCs w:val="24"/>
        </w:rPr>
        <w:t>Kelly rubbed his back. “It was them or us,” she said. “I know you don’t like hurting people, but did you really expect them to just give in to our demands?”</w:t>
      </w:r>
    </w:p>
    <w:p w:rsidR="00641484" w:rsidRDefault="00641484">
      <w:pPr>
        <w:spacing w:line="480" w:lineRule="auto"/>
        <w:ind w:firstLine="720"/>
        <w:rPr>
          <w:sz w:val="24"/>
          <w:szCs w:val="24"/>
        </w:rPr>
      </w:pPr>
      <w:r>
        <w:rPr>
          <w:sz w:val="24"/>
          <w:szCs w:val="24"/>
        </w:rPr>
        <w:t>“No, I guess not.”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“Anyhow, one more to go. Let’s go see the fucking king.” The two walked past the white room into another corridor. From the corridor Alex could see the makings of a giant throne and a giant pale man dressed in all black sitting in it.</w:t>
      </w:r>
    </w:p>
    <w:p w:rsidR="00641484" w:rsidRDefault="00641484">
      <w:pPr>
        <w:spacing w:line="480" w:lineRule="auto"/>
        <w:ind w:firstLine="720"/>
        <w:rPr>
          <w:sz w:val="24"/>
          <w:szCs w:val="24"/>
        </w:rPr>
      </w:pPr>
      <w:r>
        <w:rPr>
          <w:sz w:val="24"/>
          <w:szCs w:val="24"/>
        </w:rPr>
        <w:t>The two came into the room and looked around at the majestic throne room and the giant, twenty foot tall man in the center. The man glanced at him. “Alex Wright. You have come a long ways to greet me. What is it you wish from me?”</w:t>
      </w:r>
    </w:p>
    <w:p w:rsidR="00641484" w:rsidRDefault="00641484">
      <w:pPr>
        <w:spacing w:line="480" w:lineRule="auto"/>
        <w:ind w:firstLine="720"/>
        <w:rPr>
          <w:sz w:val="24"/>
          <w:szCs w:val="24"/>
        </w:rPr>
      </w:pPr>
      <w:r>
        <w:rPr>
          <w:sz w:val="24"/>
          <w:szCs w:val="24"/>
        </w:rPr>
        <w:t>Alex stood forward. “I know about your plans to give the elves the idea to enslave all the humans. I want you to stop and leave the humans to do as they wish.”</w:t>
      </w:r>
    </w:p>
    <w:p w:rsidR="00641484" w:rsidRDefault="00641484">
      <w:pPr>
        <w:spacing w:line="480" w:lineRule="auto"/>
        <w:ind w:firstLine="720"/>
        <w:rPr>
          <w:sz w:val="24"/>
          <w:szCs w:val="24"/>
        </w:rPr>
      </w:pPr>
      <w:r>
        <w:rPr>
          <w:sz w:val="24"/>
          <w:szCs w:val="24"/>
        </w:rPr>
        <w:t>“Do as they wish? And let them bring themselves to the brink of extinction once more?” He said. “If you had not wished for humanity to survive that virus, you would be the only one left. You should be thankful I gave it to you.”</w:t>
      </w:r>
    </w:p>
    <w:p w:rsidR="00641484" w:rsidRDefault="00641484">
      <w:pPr>
        <w:spacing w:line="480" w:lineRule="auto"/>
        <w:ind w:firstLine="720"/>
        <w:rPr>
          <w:sz w:val="24"/>
          <w:szCs w:val="24"/>
        </w:rPr>
      </w:pPr>
      <w:r>
        <w:rPr>
          <w:sz w:val="24"/>
          <w:szCs w:val="24"/>
        </w:rPr>
        <w:t>Alex looked at the ring on his finger. “It may be true that they wiped themselves out before, but they still deserve to be free! Making them the slaves of elves is wrong! You must know that!”</w:t>
      </w:r>
    </w:p>
    <w:p w:rsidR="00641484" w:rsidRDefault="00641484">
      <w:pPr>
        <w:spacing w:line="480" w:lineRule="auto"/>
        <w:ind w:firstLine="720"/>
        <w:rPr>
          <w:sz w:val="24"/>
          <w:szCs w:val="24"/>
        </w:rPr>
      </w:pPr>
      <w:r>
        <w:rPr>
          <w:sz w:val="24"/>
          <w:szCs w:val="24"/>
        </w:rPr>
        <w:t>“What is wrong with confining the actions of a suicidal race? With their wars and their inventions it will only be a matter of time before they destroy themselves again. Is that what you truly wish for, Alex Wright?”</w:t>
      </w:r>
    </w:p>
    <w:p w:rsidR="00641484" w:rsidRDefault="00641484">
      <w:pPr>
        <w:spacing w:line="480" w:lineRule="auto"/>
        <w:ind w:firstLine="720"/>
        <w:rPr>
          <w:sz w:val="24"/>
          <w:szCs w:val="24"/>
        </w:rPr>
      </w:pPr>
      <w:r>
        <w:rPr>
          <w:sz w:val="24"/>
          <w:szCs w:val="24"/>
        </w:rPr>
        <w:t>“They still deserve a chance, even if it means their own destruction.”</w:t>
      </w:r>
    </w:p>
    <w:p w:rsidR="00641484" w:rsidRDefault="00641484">
      <w:pPr>
        <w:spacing w:line="480" w:lineRule="auto"/>
        <w:ind w:firstLine="720"/>
        <w:rPr>
          <w:sz w:val="24"/>
          <w:szCs w:val="24"/>
        </w:rPr>
      </w:pPr>
      <w:r>
        <w:rPr>
          <w:sz w:val="24"/>
          <w:szCs w:val="24"/>
        </w:rPr>
        <w:t>“That is a risk I am not willing to take, human. Forget your race. Look forward to your present situation. You can have any woman you desire. Simply wish it and she is yours.”</w:t>
      </w:r>
    </w:p>
    <w:p w:rsidR="00641484" w:rsidRDefault="00641484">
      <w:pPr>
        <w:spacing w:line="480" w:lineRule="auto"/>
        <w:ind w:firstLine="720"/>
        <w:rPr>
          <w:sz w:val="24"/>
          <w:szCs w:val="24"/>
        </w:rPr>
      </w:pPr>
      <w:r>
        <w:rPr>
          <w:sz w:val="24"/>
          <w:szCs w:val="24"/>
        </w:rPr>
        <w:t>“I wish you would stop messing in the affairs of humans!” he exclaimed.</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“That is a wish I cannot grant. I foresee their dreams and help them along. I tried to steer the dreams of humans to a more peaceful solution but humans have trouble listening to their dreams. Hence, the only solution available is to keep them caged for all time.”</w:t>
      </w:r>
    </w:p>
    <w:p w:rsidR="00641484" w:rsidRDefault="00641484">
      <w:pPr>
        <w:spacing w:line="480" w:lineRule="auto"/>
        <w:ind w:firstLine="720"/>
        <w:rPr>
          <w:sz w:val="24"/>
          <w:szCs w:val="24"/>
        </w:rPr>
      </w:pPr>
      <w:r>
        <w:rPr>
          <w:sz w:val="24"/>
          <w:szCs w:val="24"/>
        </w:rPr>
        <w:t>“I’m not going to let you enslave them. I won’t be your puppet,” Alex stated, staring at the large, pale man.</w:t>
      </w:r>
    </w:p>
    <w:p w:rsidR="00641484" w:rsidRDefault="00641484">
      <w:pPr>
        <w:spacing w:line="480" w:lineRule="auto"/>
        <w:ind w:firstLine="720"/>
        <w:rPr>
          <w:sz w:val="24"/>
          <w:szCs w:val="24"/>
        </w:rPr>
      </w:pPr>
      <w:r>
        <w:rPr>
          <w:sz w:val="24"/>
          <w:szCs w:val="24"/>
        </w:rPr>
        <w:t>Morpheus frowned. “You are my chest piece used as I see fit. Leave now and return to your life. Bear many children and populate Elfworld with them.”</w:t>
      </w:r>
    </w:p>
    <w:p w:rsidR="00641484" w:rsidRDefault="00641484">
      <w:pPr>
        <w:spacing w:line="480" w:lineRule="auto"/>
        <w:ind w:firstLine="720"/>
        <w:rPr>
          <w:sz w:val="24"/>
          <w:szCs w:val="24"/>
        </w:rPr>
      </w:pPr>
      <w:r>
        <w:rPr>
          <w:sz w:val="24"/>
          <w:szCs w:val="24"/>
        </w:rPr>
        <w:t>“So that they can be slaves as well? I don’t think so.” Morpheus slowly stood up.</w:t>
      </w:r>
    </w:p>
    <w:p w:rsidR="00641484" w:rsidRDefault="00641484">
      <w:pPr>
        <w:spacing w:line="480" w:lineRule="auto"/>
        <w:ind w:firstLine="720"/>
        <w:rPr>
          <w:sz w:val="24"/>
          <w:szCs w:val="24"/>
        </w:rPr>
      </w:pPr>
      <w:r>
        <w:rPr>
          <w:sz w:val="24"/>
          <w:szCs w:val="24"/>
        </w:rPr>
        <w:t>“If you will not bear children on your own, I have but no choice than force such on you.” He lifted a finger and Alex began floating in the air. He struggled to get out of the hold but could not.</w:t>
      </w:r>
    </w:p>
    <w:p w:rsidR="00641484" w:rsidRDefault="00641484">
      <w:pPr>
        <w:spacing w:line="480" w:lineRule="auto"/>
        <w:ind w:firstLine="720"/>
        <w:rPr>
          <w:sz w:val="24"/>
          <w:szCs w:val="24"/>
        </w:rPr>
      </w:pPr>
      <w:r>
        <w:rPr>
          <w:sz w:val="24"/>
          <w:szCs w:val="24"/>
        </w:rPr>
        <w:t>“Take this, asshole!” Kelly fired her shotgun at Morpheus. The bullet merely bounced off of his body. He lifted another finger and the gun flew out of Kelly’s hands. She then ran to Alex’s side. Morpheus saw her and lifted her in the air, cutting off the circulation in her neck. Kelly struggled frantically clawing at her neck for air.</w:t>
      </w:r>
    </w:p>
    <w:p w:rsidR="00641484" w:rsidRDefault="00641484">
      <w:pPr>
        <w:spacing w:line="480" w:lineRule="auto"/>
        <w:ind w:firstLine="720"/>
        <w:rPr>
          <w:sz w:val="24"/>
          <w:szCs w:val="24"/>
        </w:rPr>
      </w:pPr>
      <w:r>
        <w:rPr>
          <w:sz w:val="24"/>
          <w:szCs w:val="24"/>
        </w:rPr>
        <w:t>“Leave her alone!” Alex shouted.</w:t>
      </w:r>
    </w:p>
    <w:p w:rsidR="00641484" w:rsidRDefault="00641484">
      <w:pPr>
        <w:spacing w:line="480" w:lineRule="auto"/>
        <w:ind w:firstLine="720"/>
        <w:rPr>
          <w:sz w:val="24"/>
          <w:szCs w:val="24"/>
        </w:rPr>
      </w:pPr>
      <w:r>
        <w:rPr>
          <w:sz w:val="24"/>
          <w:szCs w:val="24"/>
        </w:rPr>
        <w:t xml:space="preserve">“This female is an anomaly that must be disposed of.” He continued crushing Kelly’s neck. </w:t>
      </w:r>
    </w:p>
    <w:p w:rsidR="00641484" w:rsidRDefault="00641484">
      <w:pPr>
        <w:spacing w:line="480" w:lineRule="auto"/>
        <w:ind w:firstLine="720"/>
        <w:rPr>
          <w:sz w:val="24"/>
          <w:szCs w:val="24"/>
        </w:rPr>
      </w:pPr>
      <w:r>
        <w:rPr>
          <w:sz w:val="24"/>
          <w:szCs w:val="24"/>
        </w:rPr>
        <w:t>“I wish my telekinesis was ten times as powerful!” Alex exclaimed. He shattered the hold, then Kelly’s. She flopped to the ground, unconscious.</w:t>
      </w:r>
    </w:p>
    <w:p w:rsidR="00641484" w:rsidRDefault="00641484">
      <w:pPr>
        <w:spacing w:line="480" w:lineRule="auto"/>
        <w:ind w:firstLine="720"/>
        <w:rPr>
          <w:sz w:val="24"/>
          <w:szCs w:val="24"/>
        </w:rPr>
      </w:pPr>
      <w:r>
        <w:rPr>
          <w:sz w:val="24"/>
          <w:szCs w:val="24"/>
        </w:rPr>
        <w:t>Morpheus shot a beam of energy at Alex. Alex countered by using his magic to shoot a red beam of light back at him. The two beams collided and pushed against each other. As Morpheus’s beam began slowly inching towards Alex, he quickly said, “I wish I twice as powerful with my magic!”</w:t>
      </w:r>
    </w:p>
    <w:p w:rsidR="00641484" w:rsidRDefault="00641484">
      <w:pPr>
        <w:spacing w:line="480" w:lineRule="auto"/>
        <w:ind w:firstLine="720"/>
        <w:rPr>
          <w:sz w:val="24"/>
          <w:szCs w:val="24"/>
        </w:rPr>
      </w:pPr>
      <w:r>
        <w:rPr>
          <w:sz w:val="24"/>
          <w:szCs w:val="24"/>
        </w:rPr>
        <w:t>The beam coming from his hands grew in width and depth pushing Morpheus’ back. “No more!” Morpheus said. Alex had a snapping sound and looked down. His ring broke in half and fell to the floor, clinking against its surface.</w:t>
      </w:r>
    </w:p>
    <w:p w:rsidR="00641484" w:rsidRDefault="00641484">
      <w:pPr>
        <w:spacing w:line="480" w:lineRule="auto"/>
        <w:ind w:firstLine="720"/>
        <w:rPr>
          <w:sz w:val="24"/>
          <w:szCs w:val="24"/>
        </w:rPr>
      </w:pPr>
      <w:r>
        <w:rPr>
          <w:sz w:val="24"/>
          <w:szCs w:val="24"/>
        </w:rPr>
        <w:t>Morpheus began pushing his beam against Alex. Alex felt his feet slowly moving backwards, the extent of his beam pushing him. He steadied himself and began pouring more and more energy into it. His beam gradually became larger.</w:t>
      </w:r>
    </w:p>
    <w:p w:rsidR="00641484" w:rsidRDefault="00641484">
      <w:pPr>
        <w:spacing w:line="480" w:lineRule="auto"/>
        <w:ind w:firstLine="720"/>
        <w:rPr>
          <w:sz w:val="24"/>
          <w:szCs w:val="24"/>
        </w:rPr>
      </w:pPr>
      <w:r>
        <w:rPr>
          <w:sz w:val="24"/>
          <w:szCs w:val="24"/>
        </w:rPr>
        <w:t>Kelly woke up and rushed to Alex’s side. “What are you doing? You’re using too much energy! Your whole body is glowing. Alex looked down. His body was glowing.</w:t>
      </w:r>
    </w:p>
    <w:p w:rsidR="00641484" w:rsidRDefault="00641484">
      <w:pPr>
        <w:spacing w:line="480" w:lineRule="auto"/>
        <w:ind w:firstLine="720"/>
        <w:rPr>
          <w:sz w:val="24"/>
          <w:szCs w:val="24"/>
        </w:rPr>
      </w:pPr>
      <w:r>
        <w:rPr>
          <w:sz w:val="24"/>
          <w:szCs w:val="24"/>
        </w:rPr>
        <w:t>“I have to stop him Kelly! I can’t let him control people like this anymore!” He looked forward and continued to pour energy into it. His head began swimming, but he continued.</w:t>
      </w:r>
    </w:p>
    <w:p w:rsidR="00641484" w:rsidRDefault="00641484">
      <w:pPr>
        <w:spacing w:line="480" w:lineRule="auto"/>
        <w:ind w:firstLine="720"/>
        <w:rPr>
          <w:sz w:val="24"/>
          <w:szCs w:val="24"/>
        </w:rPr>
      </w:pPr>
      <w:r>
        <w:rPr>
          <w:sz w:val="24"/>
          <w:szCs w:val="24"/>
        </w:rPr>
        <w:t>“But if you keep this up, you’ll die! You promised me you wouldn’t do this shit anymore, you fucking asshole!”</w:t>
      </w:r>
    </w:p>
    <w:p w:rsidR="00641484" w:rsidRDefault="00641484">
      <w:pPr>
        <w:spacing w:line="480" w:lineRule="auto"/>
        <w:ind w:firstLine="720"/>
        <w:rPr>
          <w:sz w:val="24"/>
          <w:szCs w:val="24"/>
        </w:rPr>
      </w:pPr>
      <w:r>
        <w:rPr>
          <w:sz w:val="24"/>
          <w:szCs w:val="24"/>
        </w:rPr>
        <w:t>Alex looked at her and smiled. “I’m sorry, Kelly. But, I have to do this. Take care of our kid for me. He’ll need you when the kids see his ears. I love you.”</w:t>
      </w:r>
    </w:p>
    <w:p w:rsidR="00641484" w:rsidRDefault="00641484">
      <w:pPr>
        <w:spacing w:line="480" w:lineRule="auto"/>
        <w:ind w:firstLine="720"/>
        <w:rPr>
          <w:sz w:val="24"/>
          <w:szCs w:val="24"/>
        </w:rPr>
      </w:pPr>
      <w:r>
        <w:rPr>
          <w:sz w:val="24"/>
          <w:szCs w:val="24"/>
        </w:rPr>
        <w:t>“Alex? What are you saying? You’re be there with me! Don’t do this!” Tears began streaming down her eyes.</w:t>
      </w:r>
    </w:p>
    <w:p w:rsidR="00641484" w:rsidRDefault="00641484">
      <w:pPr>
        <w:spacing w:line="480" w:lineRule="auto"/>
        <w:ind w:firstLine="720"/>
        <w:rPr>
          <w:sz w:val="24"/>
          <w:szCs w:val="24"/>
        </w:rPr>
      </w:pPr>
      <w:r>
        <w:rPr>
          <w:sz w:val="24"/>
          <w:szCs w:val="24"/>
        </w:rPr>
        <w:t>“Sorry,” he said. He reached back and touched Kelly, muttering several words. She disappeared. Alex had teleported her back to her dad’s house. He didn’t want her to see what he had to do next.</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“So you managed to take the woman to safety, Alex Wright? It is no matter. She will die nonetheless. I shall make sure of this,” Morpheus stated while pushing against his beam.</w:t>
      </w:r>
    </w:p>
    <w:p w:rsidR="00641484" w:rsidRDefault="00641484">
      <w:pPr>
        <w:spacing w:line="480" w:lineRule="auto"/>
        <w:ind w:firstLine="720"/>
        <w:rPr>
          <w:sz w:val="24"/>
          <w:szCs w:val="24"/>
        </w:rPr>
      </w:pPr>
      <w:r>
        <w:rPr>
          <w:sz w:val="24"/>
          <w:szCs w:val="24"/>
        </w:rPr>
        <w:t xml:space="preserve">“No you won’t!” Alex put all of his energy into his beam. Soon, the whole room filled with the light coming from his body. </w:t>
      </w:r>
      <w:r>
        <w:rPr>
          <w:i/>
          <w:iCs/>
          <w:sz w:val="24"/>
          <w:szCs w:val="24"/>
        </w:rPr>
        <w:t xml:space="preserve">I hope you do well, wherever you are, Kelly. I love you. This is for you, sexy. </w:t>
      </w:r>
      <w:r>
        <w:rPr>
          <w:sz w:val="24"/>
          <w:szCs w:val="24"/>
        </w:rPr>
        <w:t>Alex’s body was enveloped in light as well as Morpheus. The light was blinding but beautiful as he felt his body fade.</w:t>
      </w:r>
    </w:p>
    <w:p w:rsidR="00641484" w:rsidRDefault="00641484">
      <w:pPr>
        <w:spacing w:line="480" w:lineRule="auto"/>
        <w:jc w:val="center"/>
        <w:rPr>
          <w:sz w:val="28"/>
          <w:szCs w:val="28"/>
          <w:u w:val="single"/>
        </w:rPr>
      </w:pPr>
      <w:r>
        <w:rPr>
          <w:sz w:val="24"/>
          <w:szCs w:val="24"/>
        </w:rPr>
        <w:br w:type="page"/>
      </w:r>
      <w:r>
        <w:rPr>
          <w:sz w:val="28"/>
          <w:szCs w:val="28"/>
          <w:u w:val="single"/>
        </w:rPr>
        <w:t>Epilogue</w:t>
      </w:r>
    </w:p>
    <w:p w:rsidR="00641484" w:rsidRDefault="00641484">
      <w:pPr>
        <w:spacing w:line="480" w:lineRule="auto"/>
        <w:jc w:val="center"/>
        <w:rPr>
          <w:sz w:val="24"/>
          <w:szCs w:val="24"/>
        </w:rPr>
      </w:pPr>
    </w:p>
    <w:p w:rsidR="00641484" w:rsidRDefault="00641484">
      <w:pPr>
        <w:spacing w:line="480" w:lineRule="auto"/>
        <w:ind w:firstLine="720"/>
        <w:rPr>
          <w:sz w:val="24"/>
          <w:szCs w:val="24"/>
        </w:rPr>
      </w:pPr>
      <w:r>
        <w:rPr>
          <w:sz w:val="24"/>
          <w:szCs w:val="24"/>
        </w:rPr>
        <w:t>Kelly fell to the ground crying in front of the circle. The portal had closed behind her and the relic was cracked in two. “What…what happened?” Alex’s dad asked her.</w:t>
      </w:r>
    </w:p>
    <w:p w:rsidR="00641484" w:rsidRDefault="00641484">
      <w:pPr>
        <w:spacing w:line="480" w:lineRule="auto"/>
        <w:ind w:firstLine="720"/>
        <w:rPr>
          <w:sz w:val="24"/>
          <w:szCs w:val="24"/>
        </w:rPr>
      </w:pPr>
      <w:r>
        <w:rPr>
          <w:sz w:val="24"/>
          <w:szCs w:val="24"/>
        </w:rPr>
        <w:t>“That bastard stayed behind. He said he had to stop him. The stupid fucking bastard!” she said.</w:t>
      </w:r>
    </w:p>
    <w:p w:rsidR="00641484" w:rsidRDefault="00641484">
      <w:pPr>
        <w:spacing w:line="480" w:lineRule="auto"/>
        <w:ind w:firstLine="720"/>
        <w:rPr>
          <w:sz w:val="24"/>
          <w:szCs w:val="24"/>
        </w:rPr>
      </w:pPr>
      <w:r>
        <w:rPr>
          <w:sz w:val="24"/>
          <w:szCs w:val="24"/>
        </w:rPr>
        <w:t xml:space="preserve">“But where is he? Shouldn’t he have come back with you?” </w:t>
      </w:r>
    </w:p>
    <w:p w:rsidR="00641484" w:rsidRDefault="00641484">
      <w:pPr>
        <w:spacing w:line="480" w:lineRule="auto"/>
        <w:ind w:firstLine="720"/>
        <w:rPr>
          <w:sz w:val="24"/>
          <w:szCs w:val="24"/>
        </w:rPr>
      </w:pPr>
      <w:r>
        <w:rPr>
          <w:sz w:val="24"/>
          <w:szCs w:val="24"/>
        </w:rPr>
        <w:t>“He’s dead!” she screamed before hugging her knees and crying once more. “He said he would stay with me and our baby, but he was just a damn liar. I hate him! I’m glad he’s dead.”</w:t>
      </w:r>
    </w:p>
    <w:p w:rsidR="00641484" w:rsidRDefault="00641484">
      <w:pPr>
        <w:spacing w:line="480" w:lineRule="auto"/>
        <w:ind w:firstLine="720"/>
        <w:rPr>
          <w:sz w:val="24"/>
          <w:szCs w:val="24"/>
        </w:rPr>
      </w:pPr>
      <w:r>
        <w:rPr>
          <w:sz w:val="24"/>
          <w:szCs w:val="24"/>
        </w:rPr>
        <w:t>Alex’s dad put his arm around her shoulder. She shrugged it off and he sat next to her. “He’s dead,” he said morosely, holding back tears. “My son is dead. I…I can’t believe this has happened.”</w:t>
      </w:r>
    </w:p>
    <w:p w:rsidR="00641484" w:rsidRDefault="00641484">
      <w:pPr>
        <w:spacing w:line="480" w:lineRule="auto"/>
        <w:ind w:firstLine="720"/>
        <w:rPr>
          <w:sz w:val="24"/>
          <w:szCs w:val="24"/>
        </w:rPr>
      </w:pPr>
      <w:r>
        <w:rPr>
          <w:sz w:val="24"/>
          <w:szCs w:val="24"/>
        </w:rPr>
        <w:t>He began crying too. The two cried for a few hours. Alex’s dad told her when they were more calm that she was a part of the family now and could stay as long as she wanted. Kelly told him that he would remind her of him too much and couldn’t possibly. She did agree to stay the night that night though.</w:t>
      </w:r>
    </w:p>
    <w:p w:rsidR="00641484" w:rsidRDefault="00641484">
      <w:pPr>
        <w:spacing w:line="480" w:lineRule="auto"/>
        <w:ind w:firstLine="720"/>
        <w:rPr>
          <w:sz w:val="24"/>
          <w:szCs w:val="24"/>
        </w:rPr>
      </w:pPr>
      <w:r>
        <w:rPr>
          <w:sz w:val="24"/>
          <w:szCs w:val="24"/>
        </w:rPr>
        <w:t>Kelly went to the guest bed and cried herself to sleep. In her dream she was sitting by herself on a grassy hill. She could see the ocean in the distance. Alex walked beside her and sat down. She looked over in surprise. “Alex! Holy shit! You’re alive!”</w:t>
      </w:r>
    </w:p>
    <w:p w:rsidR="00641484" w:rsidRDefault="00641484">
      <w:pPr>
        <w:spacing w:line="480" w:lineRule="auto"/>
        <w:ind w:firstLine="720"/>
        <w:rPr>
          <w:sz w:val="24"/>
          <w:szCs w:val="24"/>
        </w:rPr>
      </w:pPr>
      <w:r>
        <w:rPr>
          <w:sz w:val="24"/>
          <w:szCs w:val="24"/>
        </w:rPr>
        <w:t>He smiled, “Something like that.”</w:t>
      </w:r>
    </w:p>
    <w:p w:rsidR="00641484" w:rsidRDefault="00641484">
      <w:pPr>
        <w:spacing w:line="480" w:lineRule="auto"/>
        <w:ind w:firstLine="720"/>
        <w:rPr>
          <w:sz w:val="24"/>
          <w:szCs w:val="24"/>
        </w:rPr>
      </w:pPr>
      <w:r>
        <w:rPr>
          <w:sz w:val="24"/>
          <w:szCs w:val="24"/>
        </w:rPr>
        <w:t>“How did you survive?”</w:t>
      </w:r>
    </w:p>
    <w:p w:rsidR="00641484" w:rsidRDefault="00641484">
      <w:pPr>
        <w:spacing w:line="480" w:lineRule="auto"/>
        <w:ind w:firstLine="720"/>
        <w:rPr>
          <w:sz w:val="24"/>
          <w:szCs w:val="24"/>
        </w:rPr>
      </w:pPr>
      <w:r>
        <w:rPr>
          <w:sz w:val="24"/>
          <w:szCs w:val="24"/>
        </w:rPr>
        <w:t>He frowned. “I didn’t.”</w:t>
      </w:r>
    </w:p>
    <w:p w:rsidR="00641484" w:rsidRDefault="00641484">
      <w:pPr>
        <w:spacing w:line="480" w:lineRule="auto"/>
        <w:ind w:firstLine="720"/>
        <w:rPr>
          <w:sz w:val="24"/>
          <w:szCs w:val="24"/>
        </w:rPr>
      </w:pPr>
      <w:r>
        <w:rPr>
          <w:sz w:val="24"/>
          <w:szCs w:val="24"/>
        </w:rPr>
        <w:t>“So how are you here then?”</w:t>
      </w:r>
    </w:p>
    <w:p w:rsidR="00641484" w:rsidRDefault="00641484">
      <w:pPr>
        <w:spacing w:line="480" w:lineRule="auto"/>
        <w:ind w:firstLine="720"/>
        <w:rPr>
          <w:sz w:val="24"/>
          <w:szCs w:val="24"/>
        </w:rPr>
      </w:pPr>
      <w:r>
        <w:rPr>
          <w:sz w:val="24"/>
          <w:szCs w:val="24"/>
        </w:rPr>
        <w:t>“This is just a dream, Kelly. I can visit you in your dreams when I feel like it. It would seem that the books did not say how if you kill the god of dreams you take his place as the god of dreams.”</w:t>
      </w:r>
    </w:p>
    <w:p w:rsidR="00641484" w:rsidRDefault="00641484">
      <w:pPr>
        <w:spacing w:line="480" w:lineRule="auto"/>
        <w:ind w:firstLine="720"/>
        <w:rPr>
          <w:sz w:val="24"/>
          <w:szCs w:val="24"/>
        </w:rPr>
      </w:pPr>
      <w:r>
        <w:rPr>
          <w:sz w:val="24"/>
          <w:szCs w:val="24"/>
        </w:rPr>
        <w:t>“So you control dreams now?” she inquired.</w:t>
      </w:r>
    </w:p>
    <w:p w:rsidR="00641484" w:rsidRDefault="00641484">
      <w:pPr>
        <w:spacing w:line="480" w:lineRule="auto"/>
        <w:ind w:firstLine="720"/>
        <w:rPr>
          <w:sz w:val="24"/>
          <w:szCs w:val="24"/>
        </w:rPr>
      </w:pPr>
      <w:r>
        <w:rPr>
          <w:sz w:val="24"/>
          <w:szCs w:val="24"/>
        </w:rPr>
        <w:t>“Yes. It is my job now to give people dreams and help steer them away from destroying themselves. Hopefully I will be able to convince the next human thinking of making a deadly virus to not do it.” He quietly laughed to himself.</w:t>
      </w:r>
    </w:p>
    <w:p w:rsidR="00641484" w:rsidRDefault="00641484">
      <w:pPr>
        <w:spacing w:line="480" w:lineRule="auto"/>
        <w:ind w:firstLine="720"/>
        <w:rPr>
          <w:sz w:val="24"/>
          <w:szCs w:val="24"/>
        </w:rPr>
      </w:pPr>
      <w:r>
        <w:rPr>
          <w:sz w:val="24"/>
          <w:szCs w:val="24"/>
        </w:rPr>
        <w:t>“Does that mean you can come back here, babe? I thought you were dead and want to spend every moment I can with you.”</w:t>
      </w:r>
    </w:p>
    <w:p w:rsidR="00641484" w:rsidRDefault="00641484">
      <w:pPr>
        <w:spacing w:line="480" w:lineRule="auto"/>
        <w:ind w:firstLine="720"/>
        <w:rPr>
          <w:sz w:val="24"/>
          <w:szCs w:val="24"/>
        </w:rPr>
      </w:pPr>
      <w:r>
        <w:rPr>
          <w:sz w:val="24"/>
          <w:szCs w:val="24"/>
        </w:rPr>
        <w:t>He shook his head. “fraid not, pretty lady. As the god of dreams, my responsibilities are too great to ignore. I can visit you in your dreams occasionally, but I can’t see you physically. I’m sorry.”</w:t>
      </w:r>
    </w:p>
    <w:p w:rsidR="00641484" w:rsidRDefault="00641484">
      <w:pPr>
        <w:spacing w:line="480" w:lineRule="auto"/>
        <w:ind w:firstLine="720"/>
        <w:rPr>
          <w:sz w:val="24"/>
          <w:szCs w:val="24"/>
        </w:rPr>
      </w:pPr>
      <w:r>
        <w:rPr>
          <w:sz w:val="24"/>
          <w:szCs w:val="24"/>
        </w:rPr>
        <w:t>“You bastard! Why did we go there then if you are just going to take his damn place?!”</w:t>
      </w:r>
    </w:p>
    <w:p w:rsidR="00641484" w:rsidRDefault="00641484">
      <w:pPr>
        <w:spacing w:line="480" w:lineRule="auto"/>
        <w:ind w:firstLine="720"/>
        <w:rPr>
          <w:sz w:val="24"/>
          <w:szCs w:val="24"/>
        </w:rPr>
      </w:pPr>
      <w:r>
        <w:rPr>
          <w:sz w:val="24"/>
          <w:szCs w:val="24"/>
        </w:rPr>
        <w:t>Alex shrugged. “He had to be stopped. I just hope that I do not think like him one day and not care for the freedom of others.”</w:t>
      </w:r>
    </w:p>
    <w:p w:rsidR="00641484" w:rsidRDefault="00641484">
      <w:pPr>
        <w:spacing w:line="480" w:lineRule="auto"/>
        <w:ind w:firstLine="720"/>
        <w:rPr>
          <w:sz w:val="24"/>
          <w:szCs w:val="24"/>
        </w:rPr>
      </w:pPr>
      <w:r>
        <w:rPr>
          <w:sz w:val="24"/>
          <w:szCs w:val="24"/>
        </w:rPr>
        <w:t>“But why can’t you come to Elfworld? Why can’t you be with me?”</w:t>
      </w:r>
    </w:p>
    <w:p w:rsidR="00641484" w:rsidRDefault="00641484">
      <w:pPr>
        <w:spacing w:line="480" w:lineRule="auto"/>
        <w:ind w:firstLine="720"/>
        <w:rPr>
          <w:sz w:val="24"/>
          <w:szCs w:val="24"/>
        </w:rPr>
      </w:pPr>
      <w:r>
        <w:rPr>
          <w:sz w:val="24"/>
          <w:szCs w:val="24"/>
        </w:rPr>
        <w:t>“The god of dreams cannot enter the mortal world. He doesn’t really have a physical body to maintain there. If I could I’d be with you in a heartbeat.”</w:t>
      </w:r>
    </w:p>
    <w:p w:rsidR="00641484" w:rsidRDefault="00641484">
      <w:pPr>
        <w:spacing w:line="480" w:lineRule="auto"/>
        <w:ind w:firstLine="720"/>
        <w:rPr>
          <w:sz w:val="24"/>
          <w:szCs w:val="24"/>
        </w:rPr>
      </w:pPr>
      <w:r>
        <w:rPr>
          <w:sz w:val="24"/>
          <w:szCs w:val="24"/>
        </w:rPr>
        <w:t>“So how do you expect me to raise this kid on my own? I can’t raise a kid!” she shouted.</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Alex smiled. “You’ll be fine, trust me. And I will still be checking up on you, remember? Our kid will be fine, Kelly, with you as his mom.”</w:t>
      </w:r>
    </w:p>
    <w:p w:rsidR="00641484" w:rsidRDefault="00641484">
      <w:pPr>
        <w:spacing w:line="480" w:lineRule="auto"/>
        <w:ind w:firstLine="720"/>
        <w:rPr>
          <w:sz w:val="24"/>
          <w:szCs w:val="24"/>
        </w:rPr>
      </w:pPr>
      <w:r>
        <w:rPr>
          <w:sz w:val="24"/>
          <w:szCs w:val="24"/>
        </w:rPr>
        <w:t>She couldn’t help but cry. She buried her face in his chest and wept against him. “Why did it have to be this way? Why?”</w:t>
      </w:r>
    </w:p>
    <w:p w:rsidR="00641484" w:rsidRDefault="00641484">
      <w:pPr>
        <w:spacing w:line="480" w:lineRule="auto"/>
        <w:ind w:firstLine="720"/>
        <w:rPr>
          <w:sz w:val="24"/>
          <w:szCs w:val="24"/>
        </w:rPr>
      </w:pPr>
      <w:r>
        <w:rPr>
          <w:sz w:val="24"/>
          <w:szCs w:val="24"/>
        </w:rPr>
        <w:t>Alex stroked her hair gently. “It just has to.” The two stayed in that position for a while. In time, Alex announced that he had to go back to work. He had a lot of dreams that he had to work on and would see her when he could. Kelly woke up and cried into her pillow wishing it was still him.</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Alex the Elf slowly opened his eyes. He was in a hospital room. He looked over and saw someone that looked like his dad, but a lot older. His hair was grey all over and he looked somewhat larger around the belly. Beside him was an old lady. She had to be at least 250 years old. The two smiled down on him.</w:t>
      </w:r>
    </w:p>
    <w:p w:rsidR="00641484" w:rsidRDefault="00641484">
      <w:pPr>
        <w:spacing w:line="480" w:lineRule="auto"/>
        <w:ind w:firstLine="720"/>
        <w:rPr>
          <w:sz w:val="24"/>
          <w:szCs w:val="24"/>
        </w:rPr>
      </w:pPr>
      <w:r>
        <w:rPr>
          <w:sz w:val="24"/>
          <w:szCs w:val="24"/>
        </w:rPr>
        <w:t xml:space="preserve">“Oh, Alex!” the old lady exclaimed. “We were so worried about you!” </w:t>
      </w:r>
    </w:p>
    <w:p w:rsidR="00641484" w:rsidRDefault="00641484">
      <w:pPr>
        <w:spacing w:line="480" w:lineRule="auto"/>
        <w:ind w:firstLine="720"/>
        <w:rPr>
          <w:sz w:val="24"/>
          <w:szCs w:val="24"/>
        </w:rPr>
      </w:pPr>
      <w:r>
        <w:rPr>
          <w:sz w:val="24"/>
          <w:szCs w:val="24"/>
        </w:rPr>
        <w:t>The old man patted his head. “You really had us going there for a while. Your mom prayed and prayed for you to come out of your coma. It looks as if her prayers were answered son.”</w:t>
      </w:r>
    </w:p>
    <w:p w:rsidR="00641484" w:rsidRDefault="00641484">
      <w:pPr>
        <w:spacing w:line="480" w:lineRule="auto"/>
        <w:ind w:firstLine="720"/>
        <w:rPr>
          <w:sz w:val="24"/>
          <w:szCs w:val="24"/>
        </w:rPr>
      </w:pPr>
      <w:r>
        <w:rPr>
          <w:sz w:val="24"/>
          <w:szCs w:val="24"/>
        </w:rPr>
        <w:t>His voice croaked, “Dad? You look old. How long have I been out of it?”</w:t>
      </w:r>
    </w:p>
    <w:p w:rsidR="00641484" w:rsidRDefault="00641484">
      <w:pPr>
        <w:spacing w:line="480" w:lineRule="auto"/>
        <w:ind w:firstLine="720"/>
        <w:rPr>
          <w:sz w:val="24"/>
          <w:szCs w:val="24"/>
        </w:rPr>
      </w:pPr>
      <w:r>
        <w:rPr>
          <w:sz w:val="24"/>
          <w:szCs w:val="24"/>
        </w:rPr>
        <w:t>“Almost a year now. There’s a lot we need to talk about.”</w:t>
      </w:r>
    </w:p>
    <w:p w:rsidR="00641484" w:rsidRDefault="00641484">
      <w:pPr>
        <w:spacing w:line="480" w:lineRule="auto"/>
        <w:ind w:firstLine="720"/>
        <w:rPr>
          <w:sz w:val="24"/>
          <w:szCs w:val="24"/>
        </w:rPr>
      </w:pPr>
      <w:r>
        <w:rPr>
          <w:sz w:val="24"/>
          <w:szCs w:val="24"/>
        </w:rPr>
        <w:t>Alex looked up and saw their ears were round and small unlike his own ears. He reached back and felt his elf ears still there. His dad exchanged a glance with the older lady. “Your ears grew out like that one day. The doctors have no explanation for it.”</w:t>
      </w:r>
    </w:p>
    <w:p w:rsidR="00641484" w:rsidRDefault="00641484">
      <w:pPr>
        <w:spacing w:line="480" w:lineRule="auto"/>
        <w:ind w:firstLine="720"/>
        <w:rPr>
          <w:sz w:val="24"/>
          <w:szCs w:val="24"/>
        </w:rPr>
      </w:pPr>
      <w:r>
        <w:rPr>
          <w:sz w:val="24"/>
          <w:szCs w:val="24"/>
        </w:rPr>
        <w:t xml:space="preserve">“What are you talking about? They have always been this way.” </w:t>
      </w:r>
    </w:p>
    <w:p w:rsidR="00641484" w:rsidRDefault="00641484">
      <w:pPr>
        <w:spacing w:line="480" w:lineRule="auto"/>
        <w:ind w:firstLine="720"/>
        <w:rPr>
          <w:sz w:val="24"/>
          <w:szCs w:val="24"/>
        </w:rPr>
      </w:pPr>
      <w:r>
        <w:rPr>
          <w:sz w:val="24"/>
          <w:szCs w:val="24"/>
        </w:rPr>
        <w:t>They exchanged a glance again. “No, the doctors said that your coma and the virus may have effected your memories. We’ll help you out any way we can, Alex,” the old lady said.</w:t>
      </w:r>
    </w:p>
    <w:p w:rsidR="00641484" w:rsidRDefault="00641484">
      <w:pPr>
        <w:spacing w:line="480" w:lineRule="auto"/>
        <w:ind w:firstLine="720"/>
        <w:rPr>
          <w:sz w:val="24"/>
          <w:szCs w:val="24"/>
        </w:rPr>
      </w:pPr>
      <w:r>
        <w:rPr>
          <w:sz w:val="24"/>
          <w:szCs w:val="24"/>
        </w:rPr>
        <w:t>“What virus?” he asked incredulously.</w:t>
      </w:r>
    </w:p>
    <w:p w:rsidR="00641484" w:rsidRDefault="00641484">
      <w:pPr>
        <w:spacing w:line="480" w:lineRule="auto"/>
        <w:ind w:firstLine="720"/>
        <w:rPr>
          <w:sz w:val="24"/>
          <w:szCs w:val="24"/>
        </w:rPr>
      </w:pPr>
      <w:r>
        <w:rPr>
          <w:sz w:val="24"/>
          <w:szCs w:val="24"/>
        </w:rPr>
        <w:t>“That’s right! You don’t know, do you?” his ‘father’ told him. “The truck you hit made you contract this virus that put you in a coma. The virus spread like wildfire, killing people left and right, but one of the doctors one noticed by accident that your blood contained antibodies to it. They were able to make a cure from it. Alex, you may have saved the world!”</w:t>
      </w:r>
    </w:p>
    <w:p w:rsidR="00641484" w:rsidRDefault="00641484">
      <w:pPr>
        <w:spacing w:line="480" w:lineRule="auto"/>
        <w:ind w:firstLine="720"/>
        <w:rPr>
          <w:sz w:val="24"/>
          <w:szCs w:val="24"/>
        </w:rPr>
      </w:pPr>
      <w:r>
        <w:rPr>
          <w:sz w:val="24"/>
          <w:szCs w:val="24"/>
        </w:rPr>
        <w:t>“What? Really? Who is this lady again?”</w:t>
      </w:r>
    </w:p>
    <w:p w:rsidR="00641484" w:rsidRDefault="00641484">
      <w:pPr>
        <w:spacing w:line="480" w:lineRule="auto"/>
        <w:ind w:firstLine="720"/>
        <w:rPr>
          <w:sz w:val="24"/>
          <w:szCs w:val="24"/>
        </w:rPr>
      </w:pPr>
      <w:r>
        <w:rPr>
          <w:sz w:val="24"/>
          <w:szCs w:val="24"/>
        </w:rPr>
        <w:t xml:space="preserve">“I’m your mother, Alex. Are you saying you don’t remember me?” He shook his head. A doctor came in and told him of his situation, once again thanking him for saving the human race. </w:t>
      </w:r>
    </w:p>
    <w:p w:rsidR="00641484" w:rsidRDefault="00641484">
      <w:pPr>
        <w:spacing w:line="480" w:lineRule="auto"/>
        <w:ind w:firstLine="720"/>
        <w:rPr>
          <w:sz w:val="24"/>
          <w:szCs w:val="24"/>
        </w:rPr>
      </w:pPr>
      <w:r>
        <w:rPr>
          <w:sz w:val="24"/>
          <w:szCs w:val="24"/>
        </w:rPr>
        <w:t xml:space="preserve">That night in his bed he watched the television and was astonished to see so many girls with small tits on TV. It was like a dream come true for him! He turned on one news station and saw them doing a story about him. Several hundred people held a vigil for him while he was in his coma, after he had saved them all. The reporters interviewed several people there. Several of the girls exclaimed on the camera that if he is looking for a girlfriend when he gets out they were all three willing to share him. He watched their small breasts jiggle as they talked excitedly and he smiled. </w:t>
      </w:r>
      <w:r>
        <w:rPr>
          <w:i/>
          <w:iCs/>
          <w:sz w:val="24"/>
          <w:szCs w:val="24"/>
        </w:rPr>
        <w:t>I think I’m going to really like this place.</w:t>
      </w:r>
    </w:p>
    <w:p w:rsidR="00641484" w:rsidRDefault="00641484">
      <w:pPr>
        <w:spacing w:line="480" w:lineRule="auto"/>
        <w:jc w:val="center"/>
        <w:rPr>
          <w:sz w:val="24"/>
          <w:szCs w:val="24"/>
        </w:rPr>
      </w:pPr>
      <w:r>
        <w:rPr>
          <w:sz w:val="24"/>
          <w:szCs w:val="24"/>
        </w:rPr>
        <w:t>-----------------------------------------------------------------------------------------</w:t>
      </w:r>
    </w:p>
    <w:p w:rsidR="00641484" w:rsidRDefault="00641484">
      <w:pPr>
        <w:spacing w:line="480" w:lineRule="auto"/>
        <w:ind w:firstLine="720"/>
        <w:rPr>
          <w:sz w:val="24"/>
          <w:szCs w:val="24"/>
        </w:rPr>
      </w:pPr>
      <w:r>
        <w:rPr>
          <w:sz w:val="24"/>
          <w:szCs w:val="24"/>
        </w:rPr>
        <w:t>Britney sat in her dark room, only illuminated by her computer screen. Littered all over her walls were pictures of Alex in various poses, fucking her and the other girls. She had not seen or felt him for several weeks now, but she knew her lord would return to her, and she would have to prepare the world for his glorious return.</w:t>
      </w:r>
    </w:p>
    <w:p w:rsidR="00641484" w:rsidRDefault="00641484">
      <w:pPr>
        <w:spacing w:line="480" w:lineRule="auto"/>
        <w:ind w:firstLine="720"/>
        <w:rPr>
          <w:sz w:val="24"/>
          <w:szCs w:val="24"/>
        </w:rPr>
      </w:pPr>
      <w:r>
        <w:rPr>
          <w:sz w:val="24"/>
          <w:szCs w:val="24"/>
        </w:rPr>
        <w:t>She uploaded the last of her photos and videos of her god onto the website she prepared. She added a biography of him including much of his likes and dislikes. Slowly people began seeing the website. Within one weeks time there was over 10,000 views. They came from all sorts of people. Some of them asked if his cock was digitally enhanced. She ignored those emails. Some of them told her how they wouldn’t mind fucking a stud like him.</w:t>
      </w:r>
    </w:p>
    <w:p w:rsidR="00641484" w:rsidRDefault="00641484">
      <w:pPr>
        <w:spacing w:line="480" w:lineRule="auto"/>
        <w:ind w:firstLine="720"/>
        <w:rPr>
          <w:sz w:val="24"/>
          <w:szCs w:val="24"/>
        </w:rPr>
      </w:pPr>
      <w:r>
        <w:rPr>
          <w:sz w:val="24"/>
          <w:szCs w:val="24"/>
        </w:rPr>
        <w:t>A select handful of them told her that he was like a god to them as well and that they were willing to do whatever it took to bear the child of their lord, including cosmetic surgery. After the first month, she had over a million visitors and a few thousand worshipers. Brittney smiled and rubbed her stomach. Soon the whole world would know the wonders of her god, Alex, as well as her baby boy when he was born. She knew he would be a boy just as virile as his father and would father many children as well. The people would worship him as well. She would ensure that. She continued to read the emails and brought her hand to her pussy, stroking her clit, pretending it was him. Their numbers were growing day by day. The cult of Alex had begun.</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641484" w:rsidRDefault="00641484">
      <w:pPr>
        <w:spacing w:line="480" w:lineRule="auto"/>
        <w:ind w:firstLine="720"/>
        <w:rPr>
          <w:sz w:val="24"/>
          <w:szCs w:val="24"/>
        </w:rPr>
      </w:pPr>
      <w:r>
        <w:rPr>
          <w:sz w:val="24"/>
          <w:szCs w:val="24"/>
        </w:rPr>
        <w:t>Five years passed. Kelly walked her son down the streets teeming with people. She looked down holding his hand. He looked up and smiled, his human ears proudly on display. A year after her son was born Kelly had another surgery to make her ears human once again. She did not want her son to feel alone in this world. Shortly after his birth while singing at a karaoke bar, a man heard her and gave him his card. Before she knew it, Kelly was a singing sensation, known world wide. People no longer saw her ears as a disfigurement once she became popular and took her human ones.</w:t>
      </w:r>
    </w:p>
    <w:p w:rsidR="00641484" w:rsidRDefault="00641484">
      <w:pPr>
        <w:spacing w:line="480" w:lineRule="auto"/>
        <w:ind w:firstLine="720"/>
        <w:rPr>
          <w:sz w:val="24"/>
          <w:szCs w:val="24"/>
        </w:rPr>
      </w:pPr>
      <w:r>
        <w:rPr>
          <w:sz w:val="24"/>
          <w:szCs w:val="24"/>
        </w:rPr>
        <w:t>Kelly tried not to speak with any of the girls she used to share Alex with. She hated each and every one of them. She would visit Alex’s father on occasion. He turned out to be a decent person and a good grandfather who showered her son, Steven, with presents.</w:t>
      </w:r>
    </w:p>
    <w:p w:rsidR="00641484" w:rsidRDefault="00641484">
      <w:pPr>
        <w:spacing w:line="480" w:lineRule="auto"/>
        <w:ind w:firstLine="720"/>
        <w:rPr>
          <w:sz w:val="24"/>
          <w:szCs w:val="24"/>
        </w:rPr>
      </w:pPr>
      <w:r>
        <w:rPr>
          <w:sz w:val="24"/>
          <w:szCs w:val="24"/>
        </w:rPr>
        <w:t>A few weeks ago Jen noticed her and stopped her. She wasn’t angry at her. Kelly told her she had no idea what became of Alex. They had parted ways years ago and added they he would have been a crappy dad anyhow for their baby. Jen sighed then told her against her will about all the others. She and Ming had used each other for comfort after Alex had left and two years later they were married. They both thought of him frequently, but were happy together.</w:t>
      </w:r>
    </w:p>
    <w:p w:rsidR="00641484" w:rsidRDefault="00641484">
      <w:pPr>
        <w:spacing w:line="480" w:lineRule="auto"/>
        <w:ind w:firstLine="720"/>
        <w:rPr>
          <w:sz w:val="24"/>
          <w:szCs w:val="24"/>
        </w:rPr>
      </w:pPr>
      <w:r>
        <w:rPr>
          <w:sz w:val="24"/>
          <w:szCs w:val="24"/>
        </w:rPr>
        <w:t>Gloria went back to the hospital and made things better than ever before, raking in millions for herself. Melanie moved out of there after she had graduated from college. She got a job as a lawyer with Jen’s Aunt Rebecca and moved to Manhattan soon after. Rebecca focused on her husband much more after Alex disappeared. Their sex life skyrocketed and she ended up giving birth to three kids with him.</w:t>
      </w:r>
    </w:p>
    <w:p w:rsidR="00641484" w:rsidRDefault="00641484">
      <w:pPr>
        <w:spacing w:line="480" w:lineRule="auto"/>
        <w:ind w:firstLine="720"/>
        <w:rPr>
          <w:sz w:val="24"/>
          <w:szCs w:val="24"/>
        </w:rPr>
      </w:pPr>
      <w:r>
        <w:rPr>
          <w:sz w:val="24"/>
          <w:szCs w:val="24"/>
        </w:rPr>
        <w:t xml:space="preserve">Her mom, Lisa had moved out shortly after Alex left. Gloria helped her buy her own place nearby. Lisa found she liked lots of attention, but couldn’t stand the memories that came with the house they had lived in. Much to Jen’s dismay, she became a stripper and made lots of money, regardless of the fact that her tits were huge and most guys did not like breasts that size. </w:t>
      </w:r>
    </w:p>
    <w:p w:rsidR="00641484" w:rsidRDefault="00641484">
      <w:pPr>
        <w:spacing w:line="480" w:lineRule="auto"/>
        <w:ind w:firstLine="720"/>
        <w:rPr>
          <w:sz w:val="24"/>
          <w:szCs w:val="24"/>
        </w:rPr>
      </w:pPr>
      <w:r>
        <w:rPr>
          <w:sz w:val="24"/>
          <w:szCs w:val="24"/>
        </w:rPr>
        <w:t>She went on to say that the reason why men were becoming interested in her mom more was because of Brittney. Brittney also had a son that she worshipped as a god, just like Alex. She and her followers pampered him every way they could. Women began getting breast and ass implants so that Alex may one day impregnate them as well. Her cult had quite a following and things were changing so that more and more women favored larger breasts and butts. Because of this, some guys’ views changed as well about them too. She had her own place next to her church she would preach at every day. Kelly had heard about her cult. That crazy bitch had no idea.</w:t>
      </w:r>
    </w:p>
    <w:p w:rsidR="00641484" w:rsidRDefault="00641484">
      <w:pPr>
        <w:spacing w:line="480" w:lineRule="auto"/>
        <w:ind w:firstLine="720"/>
        <w:rPr>
          <w:sz w:val="24"/>
          <w:szCs w:val="24"/>
        </w:rPr>
      </w:pPr>
      <w:r>
        <w:rPr>
          <w:sz w:val="24"/>
          <w:szCs w:val="24"/>
        </w:rPr>
        <w:t xml:space="preserve">Jen went on to say that Christina never got out of her depression for Alex. Her four sisters did their best to help her, but she never got over him. They all moved together to their own place, in the attempt to help her forget all about him, but she never did. Most days she huddled in the corner of her room. Christina would go days without eating on end. Her sisters had no idea what they should do with her. </w:t>
      </w:r>
    </w:p>
    <w:p w:rsidR="00641484" w:rsidRDefault="00641484">
      <w:pPr>
        <w:spacing w:line="480" w:lineRule="auto"/>
        <w:ind w:firstLine="720"/>
        <w:rPr>
          <w:sz w:val="24"/>
          <w:szCs w:val="24"/>
        </w:rPr>
      </w:pPr>
      <w:r>
        <w:rPr>
          <w:sz w:val="24"/>
          <w:szCs w:val="24"/>
        </w:rPr>
        <w:t xml:space="preserve">Then, one day, she just disappeared. She left no messages and no one heard her leave at all. All of them were worried that she had killed herself. A police search was issued but they never found her body. It was as if she disappeared off the face of Elfworld without a trace. After hearing that from Jen, she had to wonder if Alex had somehow managed to take her to his dream world. She knew he was a wuss and if he found out about her he would do what he could to help. She had no idea. </w:t>
      </w:r>
    </w:p>
    <w:p w:rsidR="00641484" w:rsidRDefault="00641484">
      <w:pPr>
        <w:spacing w:line="480" w:lineRule="auto"/>
        <w:ind w:firstLine="720"/>
        <w:rPr>
          <w:sz w:val="24"/>
          <w:szCs w:val="24"/>
        </w:rPr>
      </w:pPr>
      <w:r>
        <w:rPr>
          <w:sz w:val="24"/>
          <w:szCs w:val="24"/>
        </w:rPr>
        <w:t>Alex talked to her in her dreams when he could. He was there in her sleep the day her son was born. Sometimes they would make love in the dream world, other times they would just talk about things and hold each other. Sometimes he would not be able to see her for months at a time. He would always return though and apologize, saying that his job required him nonstop. The last time she saw him, it was five months ago. This was the longest she had been away from him yet. She wondered if she would ever see him again.</w:t>
      </w:r>
    </w:p>
    <w:p w:rsidR="00641484" w:rsidRDefault="00641484">
      <w:pPr>
        <w:spacing w:line="480" w:lineRule="auto"/>
        <w:ind w:firstLine="720"/>
        <w:rPr>
          <w:sz w:val="24"/>
          <w:szCs w:val="24"/>
        </w:rPr>
      </w:pPr>
      <w:r>
        <w:rPr>
          <w:sz w:val="24"/>
          <w:szCs w:val="24"/>
        </w:rPr>
        <w:t>She and her son walked hand and hand through the crowded sidewalk. People would turn around when they saw her walk by and exclaim that it was the superstar Kelly Doran. She loved it. A few girls even stopped her for an autograph. She signed it eagerly and returned it to them. She began looking at the clothing store windows as she walked with him.</w:t>
      </w:r>
    </w:p>
    <w:p w:rsidR="00641484" w:rsidRDefault="00641484">
      <w:pPr>
        <w:spacing w:line="480" w:lineRule="auto"/>
        <w:ind w:firstLine="720"/>
        <w:rPr>
          <w:sz w:val="24"/>
          <w:szCs w:val="24"/>
        </w:rPr>
      </w:pPr>
      <w:r>
        <w:rPr>
          <w:sz w:val="24"/>
          <w:szCs w:val="24"/>
        </w:rPr>
        <w:t>She stopped in front of one window, admiring a wedding dress. She had once told him that she didn’t want to be seen in one of those. Now she regretted she never would. She wished now that she could have that wedding, but she knew it would never come. “Mommy! Who’s that?”</w:t>
      </w:r>
    </w:p>
    <w:p w:rsidR="00641484" w:rsidRDefault="00641484">
      <w:pPr>
        <w:spacing w:line="480" w:lineRule="auto"/>
        <w:ind w:firstLine="720"/>
        <w:rPr>
          <w:sz w:val="24"/>
          <w:szCs w:val="24"/>
        </w:rPr>
      </w:pPr>
      <w:r>
        <w:rPr>
          <w:sz w:val="24"/>
          <w:szCs w:val="24"/>
        </w:rPr>
        <w:t>She looked around and the crowd parted for a man wearing black pants and a red shirt. The wind blew his long black hair slightly across his green eyes as he stood there, smiling.</w:t>
      </w:r>
    </w:p>
    <w:p w:rsidR="00641484" w:rsidRDefault="00641484">
      <w:pPr>
        <w:spacing w:line="480" w:lineRule="auto"/>
        <w:ind w:firstLine="720"/>
        <w:rPr>
          <w:sz w:val="24"/>
          <w:szCs w:val="24"/>
        </w:rPr>
      </w:pPr>
      <w:r>
        <w:rPr>
          <w:sz w:val="24"/>
          <w:szCs w:val="24"/>
        </w:rPr>
        <w:t>“Mommy! He has ears just like us!” His ears were small and round.</w:t>
      </w:r>
    </w:p>
    <w:p w:rsidR="00641484" w:rsidRDefault="00641484">
      <w:pPr>
        <w:spacing w:line="480" w:lineRule="auto"/>
        <w:ind w:firstLine="720"/>
        <w:rPr>
          <w:sz w:val="24"/>
          <w:szCs w:val="24"/>
        </w:rPr>
      </w:pPr>
      <w:r>
        <w:rPr>
          <w:sz w:val="24"/>
          <w:szCs w:val="24"/>
        </w:rPr>
        <w:t>Kelly looked back at him and smiled. “You fucking idiot,” she said as the two walked towards each other. She would never let him out of her sight again.</w:t>
      </w:r>
    </w:p>
    <w:p w:rsidR="00641484" w:rsidRDefault="00641484">
      <w:pPr>
        <w:spacing w:line="480" w:lineRule="auto"/>
        <w:ind w:firstLine="720"/>
        <w:rPr>
          <w:sz w:val="24"/>
          <w:szCs w:val="24"/>
        </w:rPr>
      </w:pPr>
    </w:p>
    <w:p w:rsidR="00641484" w:rsidRDefault="00641484">
      <w:pPr>
        <w:spacing w:line="480" w:lineRule="auto"/>
        <w:ind w:firstLine="720"/>
        <w:rPr>
          <w:sz w:val="24"/>
          <w:szCs w:val="24"/>
        </w:rPr>
      </w:pPr>
    </w:p>
    <w:p w:rsidR="00000000" w:rsidRDefault="00641484" w:rsidP="00641484">
      <w:pPr>
        <w:spacing w:line="480" w:lineRule="auto"/>
        <w:jc w:val="center"/>
      </w:pPr>
      <w:r>
        <w:rPr>
          <w:b/>
          <w:bCs/>
          <w:i/>
          <w:iCs/>
          <w:sz w:val="28"/>
          <w:szCs w:val="28"/>
        </w:rPr>
        <w:t>The End</w:t>
      </w:r>
    </w:p>
    <w:sectPr w:rsidR="00000000" w:rsidSect="00641484">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484" w:rsidRDefault="00641484" w:rsidP="00641484">
      <w:r>
        <w:separator/>
      </w:r>
    </w:p>
  </w:endnote>
  <w:endnote w:type="continuationSeparator" w:id="0">
    <w:p w:rsidR="00641484" w:rsidRDefault="00641484" w:rsidP="006414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484" w:rsidRDefault="00641484">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484" w:rsidRDefault="00641484" w:rsidP="00641484">
      <w:r>
        <w:separator/>
      </w:r>
    </w:p>
  </w:footnote>
  <w:footnote w:type="continuationSeparator" w:id="0">
    <w:p w:rsidR="00641484" w:rsidRDefault="00641484" w:rsidP="00641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484" w:rsidRDefault="00641484">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641484"/>
    <w:rsid w:val="006414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