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E03" w:rsidRDefault="00B50E03">
      <w:pPr>
        <w:jc w:val="center"/>
        <w:rPr>
          <w:b/>
          <w:bCs/>
          <w:sz w:val="40"/>
          <w:szCs w:val="40"/>
          <w:u w:val="single"/>
        </w:rPr>
      </w:pPr>
      <w:r>
        <w:rPr>
          <w:b/>
          <w:bCs/>
          <w:sz w:val="40"/>
          <w:szCs w:val="40"/>
          <w:u w:val="single"/>
        </w:rPr>
        <w:t>Elfworld</w:t>
      </w:r>
    </w:p>
    <w:p w:rsidR="00B50E03" w:rsidRDefault="00B50E03">
      <w:pPr>
        <w:jc w:val="center"/>
        <w:rPr>
          <w:b/>
          <w:bCs/>
          <w:sz w:val="40"/>
          <w:szCs w:val="40"/>
          <w:u w:val="single"/>
        </w:rPr>
      </w:pPr>
    </w:p>
    <w:p w:rsidR="00B50E03" w:rsidRDefault="00B50E03">
      <w:pPr>
        <w:spacing w:line="480" w:lineRule="auto"/>
        <w:jc w:val="center"/>
        <w:rPr>
          <w:b/>
          <w:bCs/>
          <w:sz w:val="40"/>
          <w:szCs w:val="40"/>
          <w:u w:val="single"/>
        </w:rPr>
      </w:pPr>
    </w:p>
    <w:p w:rsidR="00B50E03" w:rsidRDefault="00B50E03">
      <w:pPr>
        <w:spacing w:line="480" w:lineRule="auto"/>
        <w:jc w:val="center"/>
        <w:rPr>
          <w:sz w:val="28"/>
          <w:szCs w:val="28"/>
          <w:u w:val="single"/>
        </w:rPr>
      </w:pPr>
      <w:r>
        <w:rPr>
          <w:sz w:val="28"/>
          <w:szCs w:val="28"/>
          <w:u w:val="single"/>
        </w:rPr>
        <w:t>Chapter 1</w:t>
      </w:r>
    </w:p>
    <w:p w:rsidR="00B50E03" w:rsidRDefault="00B50E03">
      <w:pPr>
        <w:spacing w:line="480" w:lineRule="auto"/>
        <w:jc w:val="center"/>
        <w:rPr>
          <w:sz w:val="28"/>
          <w:szCs w:val="28"/>
          <w:u w:val="single"/>
        </w:rPr>
      </w:pPr>
    </w:p>
    <w:p w:rsidR="00B50E03" w:rsidRDefault="00B50E03">
      <w:pPr>
        <w:spacing w:line="480" w:lineRule="auto"/>
        <w:ind w:firstLine="720"/>
        <w:rPr>
          <w:sz w:val="24"/>
          <w:szCs w:val="24"/>
        </w:rPr>
      </w:pPr>
      <w:r>
        <w:rPr>
          <w:sz w:val="24"/>
          <w:szCs w:val="24"/>
        </w:rPr>
        <w:t>Alex Wright lived somewhat of a dull, depressing life. He was 31 and still lived with his parents. His mom and dad were like any other person’s parents. His dad worked at the same dead end job for the past 30 years, and his mom worked at the local elementary school as a teacher. Together they barely made enough to get by. Alex ended up having to give his parents most of each weeks pay that he made, so he barely had enough to have any fun whatsoever.</w:t>
      </w:r>
    </w:p>
    <w:p w:rsidR="00B50E03" w:rsidRDefault="00B50E03">
      <w:pPr>
        <w:spacing w:line="480" w:lineRule="auto"/>
        <w:ind w:firstLine="720"/>
        <w:rPr>
          <w:sz w:val="24"/>
          <w:szCs w:val="24"/>
        </w:rPr>
      </w:pPr>
      <w:r>
        <w:rPr>
          <w:sz w:val="24"/>
          <w:szCs w:val="24"/>
        </w:rPr>
        <w:t>His mom was a stalwart Christian and spent most of her time at church. Alex sometimes went to church with her on Sundays while his dad always stayed home watching TV. His dad did not like doing anything when he was home, so aside from work he hardly went anywhere.</w:t>
      </w:r>
    </w:p>
    <w:p w:rsidR="00B50E03" w:rsidRDefault="00B50E03">
      <w:pPr>
        <w:spacing w:line="480" w:lineRule="auto"/>
        <w:ind w:firstLine="720"/>
        <w:rPr>
          <w:sz w:val="24"/>
          <w:szCs w:val="24"/>
        </w:rPr>
      </w:pPr>
      <w:r>
        <w:rPr>
          <w:sz w:val="24"/>
          <w:szCs w:val="24"/>
        </w:rPr>
        <w:t>And just like most parents, Alex’s seemed to constantly nag and complain. Alex worked as a cook at the local restaurant, and both his parents always complained about how he should get a better job. He knew though that they just wanted more money from him. He did know though that he was working a dead end job that would probably never go anywhere. That was why he had been working on his own novel. It was a slow process but he knew that he would finish it one day, and hopefully with its completion he can finally have some spending money.</w:t>
      </w:r>
    </w:p>
    <w:p w:rsidR="00B50E03" w:rsidRDefault="00B50E03">
      <w:pPr>
        <w:spacing w:line="480" w:lineRule="auto"/>
        <w:ind w:firstLine="720"/>
        <w:rPr>
          <w:sz w:val="24"/>
          <w:szCs w:val="24"/>
        </w:rPr>
      </w:pPr>
      <w:r>
        <w:rPr>
          <w:sz w:val="24"/>
          <w:szCs w:val="24"/>
        </w:rPr>
        <w:t xml:space="preserve">With the amount that he made at his job working downtown in his small neighborhood diner, Alex couldn’t even afford his own car. He had to get all his rides from his brother Daniel, or his brother’s friend, Josh. He wish he had more friends but all the friends he once had during high school all went their separate ways, leaving Alex in his home town all by himself. </w:t>
      </w:r>
    </w:p>
    <w:p w:rsidR="00B50E03" w:rsidRDefault="00B50E03">
      <w:pPr>
        <w:spacing w:line="480" w:lineRule="auto"/>
        <w:ind w:firstLine="720"/>
        <w:rPr>
          <w:sz w:val="24"/>
          <w:szCs w:val="24"/>
        </w:rPr>
      </w:pPr>
      <w:r>
        <w:rPr>
          <w:sz w:val="24"/>
          <w:szCs w:val="24"/>
        </w:rPr>
        <w:t>Relationship-wise Alex hadn’t been with anyone for over six months. His last girlfriend turned out to be a bitch who only used him for rides or sex. She would make him borrow his brother’s car to take her to places like the mall or grocery store, and much of the time when they were done shopping she would make him drop her off and head home empty handed. The few times the two did have sex his ex would tell him she was tired after her first orgasm and made Alex go home, not even bothering with Alex’s erection, leaving him with a bad case of blue balls every time. Eventually he broke it off with her. He wondered if he had always settled for less like he did with her. He didn’t even find her very attractive.</w:t>
      </w:r>
    </w:p>
    <w:p w:rsidR="00B50E03" w:rsidRDefault="00B50E03">
      <w:pPr>
        <w:spacing w:line="480" w:lineRule="auto"/>
        <w:ind w:firstLine="720"/>
        <w:rPr>
          <w:sz w:val="24"/>
          <w:szCs w:val="24"/>
        </w:rPr>
      </w:pPr>
      <w:r>
        <w:rPr>
          <w:sz w:val="24"/>
          <w:szCs w:val="24"/>
        </w:rPr>
        <w:t xml:space="preserve">Alex wasn’t a bad looking guy. He had long black hair that many girls loved as well as a set of green eyes girls say they could get lost in. And even though he wasn’t super thin, he definitely wasn’t fat either. He was only 5’10” but he didn’t mind his height. The thing was, Alex suffered from bad luck. His brother went to lots of parties, but would hardly ever bring Alex. Every time he did, it usually turned out as a sausage fest each time. It seemed as if he had bad luck all of his life. </w:t>
      </w:r>
    </w:p>
    <w:p w:rsidR="00B50E03" w:rsidRDefault="00B50E03">
      <w:pPr>
        <w:spacing w:line="480" w:lineRule="auto"/>
        <w:ind w:firstLine="720"/>
        <w:rPr>
          <w:sz w:val="24"/>
          <w:szCs w:val="24"/>
        </w:rPr>
      </w:pPr>
      <w:r>
        <w:rPr>
          <w:sz w:val="24"/>
          <w:szCs w:val="24"/>
        </w:rPr>
        <w:t>He could count the number of girlfriends he’s ever had on one hand, most of which were large women. The only good thing about dating large women was the fact that Alex loved their large breasts. He always had a thing for a girl with large tits, but could never muster the courage to ask out any of the skinny ones, settling for the larger women. Most of the women he was with loved making love with him. He didn’t have a large cock like he always wanted, but he usually lasted pretty long in bed which well made up for it. Unfortunately though, it had never worked with any of them.</w:t>
      </w:r>
    </w:p>
    <w:p w:rsidR="00B50E03" w:rsidRDefault="00B50E03">
      <w:pPr>
        <w:spacing w:line="480" w:lineRule="auto"/>
        <w:ind w:firstLine="720"/>
        <w:rPr>
          <w:sz w:val="24"/>
          <w:szCs w:val="24"/>
        </w:rPr>
      </w:pPr>
      <w:r>
        <w:rPr>
          <w:sz w:val="24"/>
          <w:szCs w:val="24"/>
        </w:rPr>
        <w:t xml:space="preserve">Alex thought his luck had changed for the better recently. He had been recently looking at apartments a few towns over and had found one for relatively cheap. If he could get this place, he could finally move out of his parents house and do his own thing in his own place, without worrying about his parents annoying him. </w:t>
      </w:r>
    </w:p>
    <w:p w:rsidR="00B50E03" w:rsidRDefault="00B50E03">
      <w:pPr>
        <w:spacing w:line="480" w:lineRule="auto"/>
        <w:ind w:firstLine="720"/>
        <w:rPr>
          <w:sz w:val="24"/>
          <w:szCs w:val="24"/>
        </w:rPr>
      </w:pPr>
      <w:r>
        <w:rPr>
          <w:sz w:val="24"/>
          <w:szCs w:val="24"/>
        </w:rPr>
        <w:t>One day he got Josh to drive him to check out the apartment they were getting. “I hope you can get that apartment, Alex,” Josh said. “Then we can party all the time!”</w:t>
      </w:r>
    </w:p>
    <w:p w:rsidR="00B50E03" w:rsidRDefault="00B50E03">
      <w:pPr>
        <w:spacing w:line="480" w:lineRule="auto"/>
        <w:ind w:firstLine="720"/>
        <w:rPr>
          <w:sz w:val="24"/>
          <w:szCs w:val="24"/>
        </w:rPr>
      </w:pPr>
      <w:r>
        <w:rPr>
          <w:sz w:val="24"/>
          <w:szCs w:val="24"/>
        </w:rPr>
        <w:t xml:space="preserve">Alex smiled and said, “Yeah. Me too. Once I get my own place, maybe I can finally get a girl.” He laughed at that. “Yeah. Things are finally looking up for me.” He looked over and didn’t even have the time to tell Josh to watch out. A large shipping truck rammed into the side of their car. Alex’s last thoughts were </w:t>
      </w:r>
      <w:r>
        <w:rPr>
          <w:i/>
          <w:iCs/>
          <w:sz w:val="24"/>
          <w:szCs w:val="24"/>
        </w:rPr>
        <w:t>Just my luck…</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Alex dreamt he was in a narrow corridor leading to a bright light. He walked towards the light which was at the end of the hallway. He entered a white room and shielded his eyes from the blinding light above him.</w:t>
      </w:r>
    </w:p>
    <w:p w:rsidR="00B50E03" w:rsidRDefault="00B50E03">
      <w:pPr>
        <w:spacing w:line="480" w:lineRule="auto"/>
        <w:ind w:firstLine="720"/>
        <w:rPr>
          <w:i/>
          <w:iCs/>
          <w:sz w:val="24"/>
          <w:szCs w:val="24"/>
        </w:rPr>
      </w:pPr>
      <w:r>
        <w:rPr>
          <w:i/>
          <w:iCs/>
          <w:sz w:val="24"/>
          <w:szCs w:val="24"/>
        </w:rPr>
        <w:t>It is over.</w:t>
      </w:r>
    </w:p>
    <w:p w:rsidR="00B50E03" w:rsidRDefault="00B50E03">
      <w:pPr>
        <w:spacing w:line="480" w:lineRule="auto"/>
        <w:ind w:firstLine="720"/>
        <w:rPr>
          <w:sz w:val="24"/>
          <w:szCs w:val="24"/>
        </w:rPr>
      </w:pPr>
      <w:r>
        <w:rPr>
          <w:i/>
          <w:iCs/>
          <w:sz w:val="24"/>
          <w:szCs w:val="24"/>
        </w:rPr>
        <w:t>It is finished.</w:t>
      </w:r>
    </w:p>
    <w:p w:rsidR="00B50E03" w:rsidRDefault="00B50E03">
      <w:pPr>
        <w:spacing w:line="480" w:lineRule="auto"/>
        <w:ind w:firstLine="720"/>
        <w:rPr>
          <w:sz w:val="24"/>
          <w:szCs w:val="24"/>
        </w:rPr>
      </w:pPr>
      <w:r>
        <w:rPr>
          <w:sz w:val="24"/>
          <w:szCs w:val="24"/>
        </w:rPr>
        <w:t>Alex heard two separate voices whispering in his head. He looked around and not seeing anyone asked, “Where are you? What are you talking about?”</w:t>
      </w:r>
    </w:p>
    <w:p w:rsidR="00B50E03" w:rsidRDefault="00B50E03">
      <w:pPr>
        <w:spacing w:line="480" w:lineRule="auto"/>
        <w:ind w:firstLine="720"/>
        <w:rPr>
          <w:i/>
          <w:iCs/>
          <w:sz w:val="24"/>
          <w:szCs w:val="24"/>
        </w:rPr>
      </w:pPr>
      <w:r>
        <w:rPr>
          <w:i/>
          <w:iCs/>
          <w:sz w:val="24"/>
          <w:szCs w:val="24"/>
        </w:rPr>
        <w:t>We have watched for some time.</w:t>
      </w:r>
    </w:p>
    <w:p w:rsidR="00B50E03" w:rsidRDefault="00B50E03">
      <w:pPr>
        <w:spacing w:line="480" w:lineRule="auto"/>
        <w:ind w:firstLine="720"/>
        <w:rPr>
          <w:i/>
          <w:iCs/>
          <w:sz w:val="24"/>
          <w:szCs w:val="24"/>
        </w:rPr>
      </w:pPr>
      <w:r>
        <w:rPr>
          <w:i/>
          <w:iCs/>
          <w:sz w:val="24"/>
          <w:szCs w:val="24"/>
        </w:rPr>
        <w:t>We wanted to help.</w:t>
      </w:r>
    </w:p>
    <w:p w:rsidR="00B50E03" w:rsidRDefault="00B50E03">
      <w:pPr>
        <w:spacing w:line="480" w:lineRule="auto"/>
        <w:ind w:firstLine="720"/>
        <w:rPr>
          <w:i/>
          <w:iCs/>
          <w:sz w:val="24"/>
          <w:szCs w:val="24"/>
        </w:rPr>
      </w:pPr>
      <w:r>
        <w:rPr>
          <w:i/>
          <w:iCs/>
          <w:sz w:val="24"/>
          <w:szCs w:val="24"/>
        </w:rPr>
        <w:t>We couldn’t.</w:t>
      </w:r>
    </w:p>
    <w:p w:rsidR="00B50E03" w:rsidRDefault="00B50E03">
      <w:pPr>
        <w:spacing w:line="480" w:lineRule="auto"/>
        <w:ind w:firstLine="720"/>
        <w:rPr>
          <w:sz w:val="24"/>
          <w:szCs w:val="24"/>
        </w:rPr>
      </w:pPr>
      <w:r>
        <w:rPr>
          <w:sz w:val="24"/>
          <w:szCs w:val="24"/>
        </w:rPr>
        <w:t xml:space="preserve">“What the hell are you talking about?” Alex shouted at nothing. </w:t>
      </w:r>
    </w:p>
    <w:p w:rsidR="00B50E03" w:rsidRDefault="00B50E03">
      <w:pPr>
        <w:spacing w:line="480" w:lineRule="auto"/>
        <w:ind w:firstLine="720"/>
        <w:rPr>
          <w:i/>
          <w:iCs/>
          <w:sz w:val="24"/>
          <w:szCs w:val="24"/>
        </w:rPr>
      </w:pPr>
      <w:r>
        <w:rPr>
          <w:i/>
          <w:iCs/>
          <w:sz w:val="24"/>
          <w:szCs w:val="24"/>
        </w:rPr>
        <w:t>The virus.</w:t>
      </w:r>
    </w:p>
    <w:p w:rsidR="00B50E03" w:rsidRDefault="00B50E03">
      <w:pPr>
        <w:spacing w:line="480" w:lineRule="auto"/>
        <w:ind w:firstLine="720"/>
        <w:rPr>
          <w:i/>
          <w:iCs/>
          <w:sz w:val="24"/>
          <w:szCs w:val="24"/>
        </w:rPr>
      </w:pPr>
      <w:r>
        <w:rPr>
          <w:i/>
          <w:iCs/>
          <w:sz w:val="24"/>
          <w:szCs w:val="24"/>
        </w:rPr>
        <w:t>Death. Life.</w:t>
      </w:r>
    </w:p>
    <w:p w:rsidR="00B50E03" w:rsidRDefault="00B50E03">
      <w:pPr>
        <w:spacing w:line="480" w:lineRule="auto"/>
        <w:ind w:firstLine="720"/>
        <w:rPr>
          <w:i/>
          <w:iCs/>
          <w:sz w:val="24"/>
          <w:szCs w:val="24"/>
        </w:rPr>
      </w:pPr>
      <w:r>
        <w:rPr>
          <w:i/>
          <w:iCs/>
          <w:sz w:val="24"/>
          <w:szCs w:val="24"/>
        </w:rPr>
        <w:t>You are all that is left. All that remains.</w:t>
      </w:r>
    </w:p>
    <w:p w:rsidR="00B50E03" w:rsidRDefault="00B50E03">
      <w:pPr>
        <w:spacing w:line="480" w:lineRule="auto"/>
        <w:ind w:firstLine="720"/>
        <w:rPr>
          <w:sz w:val="24"/>
          <w:szCs w:val="24"/>
        </w:rPr>
      </w:pPr>
      <w:r>
        <w:rPr>
          <w:sz w:val="24"/>
          <w:szCs w:val="24"/>
        </w:rPr>
        <w:t>“I don’t understand! All that remains? Of what? I don’t get it.”</w:t>
      </w:r>
    </w:p>
    <w:p w:rsidR="00B50E03" w:rsidRDefault="00B50E03">
      <w:pPr>
        <w:spacing w:line="480" w:lineRule="auto"/>
        <w:ind w:firstLine="720"/>
        <w:rPr>
          <w:i/>
          <w:iCs/>
          <w:sz w:val="24"/>
          <w:szCs w:val="24"/>
        </w:rPr>
      </w:pPr>
      <w:r>
        <w:rPr>
          <w:i/>
          <w:iCs/>
          <w:sz w:val="24"/>
          <w:szCs w:val="24"/>
        </w:rPr>
        <w:t>Humanity. Humans.</w:t>
      </w:r>
    </w:p>
    <w:p w:rsidR="00B50E03" w:rsidRDefault="00B50E03">
      <w:pPr>
        <w:spacing w:line="480" w:lineRule="auto"/>
        <w:ind w:firstLine="720"/>
        <w:rPr>
          <w:i/>
          <w:iCs/>
          <w:sz w:val="24"/>
          <w:szCs w:val="24"/>
        </w:rPr>
      </w:pPr>
      <w:r>
        <w:rPr>
          <w:i/>
          <w:iCs/>
          <w:sz w:val="24"/>
          <w:szCs w:val="24"/>
        </w:rPr>
        <w:t>You were the first and yet the last in the end.</w:t>
      </w:r>
    </w:p>
    <w:p w:rsidR="00B50E03" w:rsidRDefault="00B50E03">
      <w:pPr>
        <w:spacing w:line="480" w:lineRule="auto"/>
        <w:ind w:firstLine="720"/>
        <w:rPr>
          <w:sz w:val="24"/>
          <w:szCs w:val="24"/>
        </w:rPr>
      </w:pPr>
      <w:r>
        <w:rPr>
          <w:sz w:val="24"/>
          <w:szCs w:val="24"/>
        </w:rPr>
        <w:t>“Wait! Are you trying to say my planet was destroyed? It couldn’t have been! Things looked fine last time I checked.”</w:t>
      </w:r>
    </w:p>
    <w:p w:rsidR="00B50E03" w:rsidRDefault="00B50E03">
      <w:pPr>
        <w:spacing w:line="480" w:lineRule="auto"/>
        <w:ind w:firstLine="720"/>
        <w:rPr>
          <w:i/>
          <w:iCs/>
          <w:sz w:val="24"/>
          <w:szCs w:val="24"/>
        </w:rPr>
      </w:pPr>
      <w:r>
        <w:rPr>
          <w:i/>
          <w:iCs/>
          <w:sz w:val="24"/>
          <w:szCs w:val="24"/>
        </w:rPr>
        <w:t>The virus wiped them out. None remain save you.</w:t>
      </w:r>
    </w:p>
    <w:p w:rsidR="00B50E03" w:rsidRDefault="00B50E03">
      <w:pPr>
        <w:spacing w:line="480" w:lineRule="auto"/>
        <w:ind w:firstLine="720"/>
        <w:rPr>
          <w:i/>
          <w:iCs/>
          <w:sz w:val="24"/>
          <w:szCs w:val="24"/>
        </w:rPr>
      </w:pPr>
      <w:r>
        <w:rPr>
          <w:i/>
          <w:iCs/>
          <w:sz w:val="24"/>
          <w:szCs w:val="24"/>
        </w:rPr>
        <w:t>You are special. You have the blood.</w:t>
      </w:r>
    </w:p>
    <w:p w:rsidR="00B50E03" w:rsidRDefault="00B50E03">
      <w:pPr>
        <w:spacing w:line="480" w:lineRule="auto"/>
        <w:ind w:firstLine="720"/>
        <w:rPr>
          <w:sz w:val="24"/>
          <w:szCs w:val="24"/>
        </w:rPr>
      </w:pPr>
      <w:r>
        <w:rPr>
          <w:sz w:val="24"/>
          <w:szCs w:val="24"/>
        </w:rPr>
        <w:t>“Stop speaking in riddles for Gods sake! What do you mean, ‘I have the blood?’” he inquired, twirling in a circle, trying to see where the voices came from.</w:t>
      </w:r>
    </w:p>
    <w:p w:rsidR="00B50E03" w:rsidRDefault="00B50E03">
      <w:pPr>
        <w:spacing w:line="480" w:lineRule="auto"/>
        <w:ind w:firstLine="720"/>
        <w:rPr>
          <w:i/>
          <w:iCs/>
          <w:sz w:val="24"/>
          <w:szCs w:val="24"/>
        </w:rPr>
      </w:pPr>
      <w:r>
        <w:rPr>
          <w:i/>
          <w:iCs/>
          <w:sz w:val="24"/>
          <w:szCs w:val="24"/>
        </w:rPr>
        <w:t>Elf blood. You were the last of them on your world.</w:t>
      </w:r>
    </w:p>
    <w:p w:rsidR="00B50E03" w:rsidRDefault="00B50E03">
      <w:pPr>
        <w:spacing w:line="480" w:lineRule="auto"/>
        <w:ind w:firstLine="720"/>
        <w:rPr>
          <w:i/>
          <w:iCs/>
          <w:sz w:val="24"/>
          <w:szCs w:val="24"/>
        </w:rPr>
      </w:pPr>
      <w:r>
        <w:rPr>
          <w:i/>
          <w:iCs/>
          <w:sz w:val="24"/>
          <w:szCs w:val="24"/>
        </w:rPr>
        <w:t>The virus hit you first when the truck hit you.</w:t>
      </w:r>
    </w:p>
    <w:p w:rsidR="00B50E03" w:rsidRDefault="00B50E03">
      <w:pPr>
        <w:spacing w:line="480" w:lineRule="auto"/>
        <w:ind w:firstLine="720"/>
        <w:rPr>
          <w:i/>
          <w:iCs/>
          <w:sz w:val="24"/>
          <w:szCs w:val="24"/>
        </w:rPr>
      </w:pPr>
      <w:r>
        <w:rPr>
          <w:i/>
          <w:iCs/>
          <w:sz w:val="24"/>
          <w:szCs w:val="24"/>
        </w:rPr>
        <w:t>They never knew that your blood held the cure. They could not see it.</w:t>
      </w:r>
    </w:p>
    <w:p w:rsidR="00B50E03" w:rsidRDefault="00B50E03">
      <w:pPr>
        <w:spacing w:line="480" w:lineRule="auto"/>
        <w:ind w:firstLine="720"/>
        <w:rPr>
          <w:i/>
          <w:iCs/>
          <w:sz w:val="24"/>
          <w:szCs w:val="24"/>
        </w:rPr>
      </w:pPr>
      <w:r>
        <w:rPr>
          <w:i/>
          <w:iCs/>
          <w:sz w:val="24"/>
          <w:szCs w:val="24"/>
        </w:rPr>
        <w:t>Your other took your place there. You were saved by his sacrifice.</w:t>
      </w:r>
    </w:p>
    <w:p w:rsidR="00B50E03" w:rsidRDefault="00B50E03">
      <w:pPr>
        <w:spacing w:line="480" w:lineRule="auto"/>
        <w:ind w:firstLine="720"/>
        <w:rPr>
          <w:sz w:val="24"/>
          <w:szCs w:val="24"/>
        </w:rPr>
      </w:pPr>
      <w:r>
        <w:rPr>
          <w:sz w:val="24"/>
          <w:szCs w:val="24"/>
        </w:rPr>
        <w:t xml:space="preserve">“Oh God.” Alex fell to his knees, the weight of everything too much for him to stand. </w:t>
      </w:r>
    </w:p>
    <w:p w:rsidR="00B50E03" w:rsidRDefault="00B50E03">
      <w:pPr>
        <w:spacing w:line="480" w:lineRule="auto"/>
        <w:ind w:firstLine="720"/>
        <w:rPr>
          <w:i/>
          <w:iCs/>
          <w:sz w:val="24"/>
          <w:szCs w:val="24"/>
        </w:rPr>
      </w:pPr>
      <w:r>
        <w:rPr>
          <w:i/>
          <w:iCs/>
          <w:sz w:val="24"/>
          <w:szCs w:val="24"/>
        </w:rPr>
        <w:t>Humanity will continue.</w:t>
      </w:r>
    </w:p>
    <w:p w:rsidR="00B50E03" w:rsidRDefault="00B50E03">
      <w:pPr>
        <w:spacing w:line="480" w:lineRule="auto"/>
        <w:ind w:firstLine="720"/>
        <w:rPr>
          <w:i/>
          <w:iCs/>
          <w:sz w:val="24"/>
          <w:szCs w:val="24"/>
        </w:rPr>
      </w:pPr>
      <w:r>
        <w:rPr>
          <w:i/>
          <w:iCs/>
          <w:sz w:val="24"/>
          <w:szCs w:val="24"/>
        </w:rPr>
        <w:t>You will continue, but elsewhere.</w:t>
      </w:r>
    </w:p>
    <w:p w:rsidR="00B50E03" w:rsidRDefault="00B50E03">
      <w:pPr>
        <w:spacing w:line="480" w:lineRule="auto"/>
        <w:ind w:firstLine="720"/>
        <w:rPr>
          <w:i/>
          <w:iCs/>
          <w:sz w:val="24"/>
          <w:szCs w:val="24"/>
        </w:rPr>
      </w:pPr>
      <w:r>
        <w:rPr>
          <w:i/>
          <w:iCs/>
          <w:sz w:val="24"/>
          <w:szCs w:val="24"/>
        </w:rPr>
        <w:t>You will live with them.</w:t>
      </w:r>
    </w:p>
    <w:p w:rsidR="00B50E03" w:rsidRDefault="00B50E03">
      <w:pPr>
        <w:spacing w:line="480" w:lineRule="auto"/>
        <w:ind w:firstLine="720"/>
        <w:rPr>
          <w:i/>
          <w:iCs/>
          <w:sz w:val="24"/>
          <w:szCs w:val="24"/>
        </w:rPr>
      </w:pPr>
      <w:r>
        <w:rPr>
          <w:i/>
          <w:iCs/>
          <w:sz w:val="24"/>
          <w:szCs w:val="24"/>
        </w:rPr>
        <w:t>You will join the elves.</w:t>
      </w:r>
    </w:p>
    <w:p w:rsidR="00B50E03" w:rsidRDefault="00B50E03">
      <w:pPr>
        <w:spacing w:line="480" w:lineRule="auto"/>
        <w:ind w:firstLine="720"/>
        <w:rPr>
          <w:sz w:val="24"/>
          <w:szCs w:val="24"/>
        </w:rPr>
      </w:pPr>
      <w:r>
        <w:rPr>
          <w:sz w:val="24"/>
          <w:szCs w:val="24"/>
        </w:rPr>
        <w:t>Alex sniffed, trying to hold back tears. “Elves? Elves aren’t real. Who are you guys?”</w:t>
      </w:r>
    </w:p>
    <w:p w:rsidR="00B50E03" w:rsidRDefault="00B50E03">
      <w:pPr>
        <w:spacing w:line="480" w:lineRule="auto"/>
        <w:ind w:firstLine="720"/>
        <w:rPr>
          <w:i/>
          <w:iCs/>
          <w:sz w:val="24"/>
          <w:szCs w:val="24"/>
        </w:rPr>
      </w:pPr>
      <w:r>
        <w:rPr>
          <w:i/>
          <w:iCs/>
          <w:sz w:val="24"/>
          <w:szCs w:val="24"/>
        </w:rPr>
        <w:t>We are one. We are the elders.</w:t>
      </w:r>
    </w:p>
    <w:p w:rsidR="00B50E03" w:rsidRDefault="00B50E03">
      <w:pPr>
        <w:spacing w:line="480" w:lineRule="auto"/>
        <w:ind w:firstLine="720"/>
        <w:rPr>
          <w:i/>
          <w:iCs/>
          <w:sz w:val="24"/>
          <w:szCs w:val="24"/>
        </w:rPr>
      </w:pPr>
      <w:r>
        <w:rPr>
          <w:i/>
          <w:iCs/>
          <w:sz w:val="24"/>
          <w:szCs w:val="24"/>
        </w:rPr>
        <w:t>We have watched you with interest, Alex. Your counterpart took your stead so that you may live, so that humans may live. Go now. Your life awaits.</w:t>
      </w:r>
    </w:p>
    <w:p w:rsidR="00B50E03" w:rsidRDefault="00B50E03">
      <w:pPr>
        <w:spacing w:line="480" w:lineRule="auto"/>
        <w:ind w:firstLine="720"/>
        <w:rPr>
          <w:sz w:val="24"/>
          <w:szCs w:val="24"/>
        </w:rPr>
      </w:pPr>
      <w:r>
        <w:rPr>
          <w:sz w:val="24"/>
          <w:szCs w:val="24"/>
        </w:rPr>
        <w:t>“Wait! I still don’t understand! Who was my counterpart? And why me? What about the rest of the world? Why can’t you bring them there too?” The voices did not answer. The bright light dimmed and went out, and with it, the memory of the conversation, and his dream.</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Alex woke with a start in the middle of a hospital on a hospital bed. Tubes and wires were stuck all over his body. He noticed a breathing apparatus nearby. He vaguely recalled a dream about elves. He knew it was important but could not remember it for the life of him.</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He looked over and was greeted by two of the most beautiful faces he had ever seen, smiling down on him. One of the women looked to be about 17 while the other looked to be about 21. Alex would have been a little creeped out if they weren’t so pretty. He noticed that out of the sides of their heads, instead of normal ears, their ears were long and pointed. He wondered why they were wearing those fake ears on their heads.</w:t>
      </w:r>
    </w:p>
    <w:p w:rsidR="00B50E03" w:rsidRDefault="00B50E03">
      <w:pPr>
        <w:spacing w:line="480" w:lineRule="auto"/>
        <w:ind w:firstLine="720"/>
        <w:rPr>
          <w:sz w:val="24"/>
          <w:szCs w:val="24"/>
        </w:rPr>
      </w:pPr>
      <w:r>
        <w:rPr>
          <w:sz w:val="24"/>
          <w:szCs w:val="24"/>
        </w:rPr>
        <w:t>He glanced down and his eyes nearly popped out of his head as he saw  two of the hugest sets of breasts ever! The 17 year old was wearing a pink shirt, her gigantic breasts sticking obscenely out in front of her. Alex was a master when it came to guessing women’s bra sizes and guessed her breasts to be a good M cup. The older woman’s breasts were even larger! She was wearing a sun dress which showed a good foot of cleavage in front of her. Alex had never seen breasts so large, even in the big tit pornos he used to watch before his accident. If he had to guess he would say that her colossal tits were at least a P cup, perhaps even larger.</w:t>
      </w:r>
    </w:p>
    <w:p w:rsidR="00B50E03" w:rsidRDefault="00B50E03">
      <w:pPr>
        <w:spacing w:line="480" w:lineRule="auto"/>
        <w:ind w:firstLine="720"/>
        <w:rPr>
          <w:sz w:val="24"/>
          <w:szCs w:val="24"/>
        </w:rPr>
      </w:pPr>
      <w:r>
        <w:rPr>
          <w:sz w:val="24"/>
          <w:szCs w:val="24"/>
        </w:rPr>
        <w:t>The 21 year old red head gave Alex a hug, pressing her huge breasts against him. He felt his erection growing at the sight of it. “Oh Alex! We’re so glad you’re OK now!”</w:t>
      </w:r>
    </w:p>
    <w:p w:rsidR="00B50E03" w:rsidRDefault="00B50E03">
      <w:pPr>
        <w:spacing w:line="480" w:lineRule="auto"/>
        <w:ind w:firstLine="720"/>
        <w:rPr>
          <w:sz w:val="24"/>
          <w:szCs w:val="24"/>
        </w:rPr>
      </w:pPr>
      <w:r>
        <w:rPr>
          <w:sz w:val="24"/>
          <w:szCs w:val="24"/>
        </w:rPr>
        <w:t>She let up and the younger blonde one gave him a hug, pressing her own gigantic breasts against him. “We were so worried about you! Mom almost had a heart attack!”</w:t>
      </w:r>
    </w:p>
    <w:p w:rsidR="00B50E03" w:rsidRDefault="00B50E03">
      <w:pPr>
        <w:spacing w:line="480" w:lineRule="auto"/>
        <w:ind w:firstLine="720"/>
        <w:rPr>
          <w:sz w:val="24"/>
          <w:szCs w:val="24"/>
        </w:rPr>
      </w:pPr>
      <w:r>
        <w:rPr>
          <w:sz w:val="24"/>
          <w:szCs w:val="24"/>
        </w:rPr>
        <w:t>He looked at the two faces smiling at him and said the first thing that came to mind after “sex”. “Ummm…Who are you two? I think you have me mistaken for someone else.”</w:t>
      </w:r>
    </w:p>
    <w:p w:rsidR="00B50E03" w:rsidRDefault="00B50E03">
      <w:pPr>
        <w:spacing w:line="480" w:lineRule="auto"/>
        <w:ind w:firstLine="720"/>
        <w:rPr>
          <w:sz w:val="24"/>
          <w:szCs w:val="24"/>
        </w:rPr>
      </w:pPr>
      <w:r>
        <w:rPr>
          <w:sz w:val="24"/>
          <w:szCs w:val="24"/>
        </w:rPr>
        <w:t>Their looks quickly changed from a look of happiness to worry. “Alex? Don’t you remember us, dear? I’m your mom, Lisa. This is your sister, Jen.” His ‘mom,’ Lisa, motioned to Jen. “Go find a doctor, Jen! Ask him what’s going on.” Jen rushed off and Lisa began stroking Alex’s hand. “It’ll be ok, Alex. We’ll get all of this sorted out.” Alex wondered what the heck was going on. And why did this woman call herself his mother? His mom was fat and ugly, quite unlike the beautiful woman standing in front of him with the obscenely large rack jutting out. He wondered how she could even hold up those things without falling forward.</w:t>
      </w:r>
    </w:p>
    <w:p w:rsidR="00B50E03" w:rsidRDefault="00B50E03">
      <w:pPr>
        <w:spacing w:line="480" w:lineRule="auto"/>
        <w:ind w:firstLine="720"/>
        <w:rPr>
          <w:sz w:val="24"/>
          <w:szCs w:val="24"/>
        </w:rPr>
      </w:pPr>
      <w:r>
        <w:rPr>
          <w:sz w:val="24"/>
          <w:szCs w:val="24"/>
        </w:rPr>
        <w:t xml:space="preserve">Jen came back with a doctor. He seemed to have large pointy ears as well. Was it Halloween? He smiled down at Alex and said in a soothing tone, “Ah, glad to see you are awake. You have been in a coma for the last six months.” Alex gasped at that. Six months! The doctor took out a stethoscope and began checking Alex’s heartbeat and eye movement.  </w:t>
      </w:r>
    </w:p>
    <w:p w:rsidR="00B50E03" w:rsidRDefault="00B50E03">
      <w:pPr>
        <w:spacing w:line="480" w:lineRule="auto"/>
        <w:ind w:firstLine="720"/>
        <w:rPr>
          <w:sz w:val="24"/>
          <w:szCs w:val="24"/>
        </w:rPr>
      </w:pPr>
      <w:r>
        <w:rPr>
          <w:sz w:val="24"/>
          <w:szCs w:val="24"/>
        </w:rPr>
        <w:t>“Good. Good,” he said. “Do you remember your name?”</w:t>
      </w:r>
    </w:p>
    <w:p w:rsidR="00B50E03" w:rsidRDefault="00B50E03">
      <w:pPr>
        <w:spacing w:line="480" w:lineRule="auto"/>
        <w:ind w:firstLine="720"/>
        <w:rPr>
          <w:sz w:val="24"/>
          <w:szCs w:val="24"/>
        </w:rPr>
      </w:pPr>
      <w:r>
        <w:rPr>
          <w:sz w:val="24"/>
          <w:szCs w:val="24"/>
        </w:rPr>
        <w:t>He replied, “Alex Wright.”</w:t>
      </w:r>
    </w:p>
    <w:p w:rsidR="00B50E03" w:rsidRDefault="00B50E03">
      <w:pPr>
        <w:spacing w:line="480" w:lineRule="auto"/>
        <w:ind w:firstLine="720"/>
        <w:rPr>
          <w:sz w:val="24"/>
          <w:szCs w:val="24"/>
        </w:rPr>
      </w:pPr>
      <w:r>
        <w:rPr>
          <w:sz w:val="24"/>
          <w:szCs w:val="24"/>
        </w:rPr>
        <w:t>“Hmm.” The doctor looked at his chart and frowned when he said that.</w:t>
      </w:r>
    </w:p>
    <w:p w:rsidR="00B50E03" w:rsidRDefault="00B50E03">
      <w:pPr>
        <w:spacing w:line="480" w:lineRule="auto"/>
        <w:ind w:firstLine="720"/>
        <w:rPr>
          <w:sz w:val="24"/>
          <w:szCs w:val="24"/>
        </w:rPr>
      </w:pPr>
      <w:r>
        <w:rPr>
          <w:sz w:val="24"/>
          <w:szCs w:val="24"/>
        </w:rPr>
        <w:t>His mom quickly intervened, saying, “That was the last name of my ex-husband, doctor.”</w:t>
      </w:r>
    </w:p>
    <w:p w:rsidR="00B50E03" w:rsidRDefault="00B50E03">
      <w:pPr>
        <w:spacing w:line="480" w:lineRule="auto"/>
        <w:ind w:firstLine="720"/>
        <w:rPr>
          <w:sz w:val="24"/>
          <w:szCs w:val="24"/>
        </w:rPr>
      </w:pPr>
      <w:r>
        <w:rPr>
          <w:sz w:val="24"/>
          <w:szCs w:val="24"/>
        </w:rPr>
        <w:t>“Ah, ok. Do you remember the last name of your mother here?” He slowly shook his head no.</w:t>
      </w:r>
    </w:p>
    <w:p w:rsidR="00B50E03" w:rsidRDefault="00B50E03">
      <w:pPr>
        <w:spacing w:line="480" w:lineRule="auto"/>
        <w:ind w:firstLine="720"/>
        <w:rPr>
          <w:sz w:val="24"/>
          <w:szCs w:val="24"/>
        </w:rPr>
      </w:pPr>
      <w:r>
        <w:rPr>
          <w:sz w:val="24"/>
          <w:szCs w:val="24"/>
        </w:rPr>
        <w:t>“Do you know where you are?”</w:t>
      </w:r>
    </w:p>
    <w:p w:rsidR="00B50E03" w:rsidRDefault="00B50E03">
      <w:pPr>
        <w:spacing w:line="480" w:lineRule="auto"/>
        <w:ind w:firstLine="720"/>
        <w:rPr>
          <w:sz w:val="24"/>
          <w:szCs w:val="24"/>
        </w:rPr>
      </w:pPr>
      <w:r>
        <w:rPr>
          <w:sz w:val="24"/>
          <w:szCs w:val="24"/>
        </w:rPr>
        <w:t>“Umm…A hospital. I don’t know which one it may be though.”</w:t>
      </w:r>
    </w:p>
    <w:p w:rsidR="00B50E03" w:rsidRDefault="00B50E03">
      <w:pPr>
        <w:spacing w:line="480" w:lineRule="auto"/>
        <w:ind w:firstLine="720"/>
        <w:rPr>
          <w:sz w:val="24"/>
          <w:szCs w:val="24"/>
        </w:rPr>
      </w:pPr>
      <w:r>
        <w:rPr>
          <w:sz w:val="24"/>
          <w:szCs w:val="24"/>
        </w:rPr>
        <w:t>“One last question, Alex. Do you know what year it is?”</w:t>
      </w:r>
    </w:p>
    <w:p w:rsidR="00B50E03" w:rsidRDefault="00B50E03">
      <w:pPr>
        <w:spacing w:line="480" w:lineRule="auto"/>
        <w:ind w:firstLine="720"/>
        <w:rPr>
          <w:sz w:val="24"/>
          <w:szCs w:val="24"/>
        </w:rPr>
      </w:pPr>
      <w:r>
        <w:rPr>
          <w:sz w:val="24"/>
          <w:szCs w:val="24"/>
        </w:rPr>
        <w:t>“Yeah. It should be 2012 now.” The doctor frowned once again.</w:t>
      </w:r>
    </w:p>
    <w:p w:rsidR="00B50E03" w:rsidRDefault="00B50E03">
      <w:pPr>
        <w:spacing w:line="480" w:lineRule="auto"/>
        <w:ind w:firstLine="720"/>
        <w:rPr>
          <w:sz w:val="24"/>
          <w:szCs w:val="24"/>
        </w:rPr>
      </w:pPr>
      <w:r>
        <w:rPr>
          <w:sz w:val="24"/>
          <w:szCs w:val="24"/>
        </w:rPr>
        <w:t>“2012?” his mom said. “Why does he think it’s that year? Honey, it’s 314 EQ. Where did you get 2012 from?”</w:t>
      </w:r>
    </w:p>
    <w:p w:rsidR="00B50E03" w:rsidRDefault="00B50E03">
      <w:pPr>
        <w:spacing w:line="480" w:lineRule="auto"/>
        <w:ind w:firstLine="720"/>
        <w:rPr>
          <w:sz w:val="24"/>
          <w:szCs w:val="24"/>
        </w:rPr>
      </w:pPr>
      <w:r>
        <w:rPr>
          <w:sz w:val="24"/>
          <w:szCs w:val="24"/>
        </w:rPr>
        <w:t>“But that’s what year it is! Alex exclaimed. “It’s 2012 AD. I don’t even know what ‘EQ’ means!”</w:t>
      </w:r>
    </w:p>
    <w:p w:rsidR="00B50E03" w:rsidRDefault="00B50E03">
      <w:pPr>
        <w:spacing w:line="480" w:lineRule="auto"/>
        <w:ind w:firstLine="720"/>
        <w:rPr>
          <w:sz w:val="24"/>
          <w:szCs w:val="24"/>
        </w:rPr>
      </w:pPr>
      <w:r>
        <w:rPr>
          <w:sz w:val="24"/>
          <w:szCs w:val="24"/>
        </w:rPr>
        <w:t xml:space="preserve">“Electorus Quintus,” the doctor quickly replied before his mom could. “He was a brilliant leader and pacifist. The year was reset to 0 EQ after his death in honor of his memory. </w:t>
      </w:r>
    </w:p>
    <w:p w:rsidR="00B50E03" w:rsidRDefault="00B50E03">
      <w:pPr>
        <w:spacing w:line="480" w:lineRule="auto"/>
        <w:ind w:firstLine="720"/>
        <w:rPr>
          <w:sz w:val="24"/>
          <w:szCs w:val="24"/>
        </w:rPr>
      </w:pPr>
      <w:r>
        <w:rPr>
          <w:sz w:val="24"/>
          <w:szCs w:val="24"/>
        </w:rPr>
        <w:t>The doctor turned to the two women. “It would seem that the accident has somehow jumbled your son’s memories, Ms. Simon.”</w:t>
      </w:r>
    </w:p>
    <w:p w:rsidR="00B50E03" w:rsidRDefault="00B50E03">
      <w:pPr>
        <w:spacing w:line="480" w:lineRule="auto"/>
        <w:ind w:firstLine="720"/>
        <w:rPr>
          <w:sz w:val="24"/>
          <w:szCs w:val="24"/>
        </w:rPr>
      </w:pPr>
      <w:r>
        <w:rPr>
          <w:sz w:val="24"/>
          <w:szCs w:val="24"/>
        </w:rPr>
        <w:t>“Yes, but what about his ears?” she said pointing at Alex. Alex lifting his hand to his ear and felt it. It felt fine to him. It wasn’t missing and he could still hear. He didn’t understand what the problem was.</w:t>
      </w:r>
    </w:p>
    <w:p w:rsidR="00B50E03" w:rsidRDefault="00B50E03">
      <w:pPr>
        <w:spacing w:line="480" w:lineRule="auto"/>
        <w:ind w:firstLine="720"/>
        <w:rPr>
          <w:sz w:val="24"/>
          <w:szCs w:val="24"/>
        </w:rPr>
      </w:pPr>
      <w:r>
        <w:rPr>
          <w:sz w:val="24"/>
          <w:szCs w:val="24"/>
        </w:rPr>
        <w:t>The doctor ruffled through a few charts and then said, “We think your son may be suffering from a rare disease, called ‘Humanis Detox.’ Basically, the accident jumbled his memory so that he thinks he is a human so greatly that his ears receded to that of the mythological human. Through they may look a little different, I can assure you that your son’s ears and hearing are perfectly fine.” Lisa breathed a sigh of relief at that.</w:t>
      </w:r>
    </w:p>
    <w:p w:rsidR="00B50E03" w:rsidRDefault="00B50E03">
      <w:pPr>
        <w:spacing w:line="480" w:lineRule="auto"/>
        <w:ind w:firstLine="720"/>
        <w:rPr>
          <w:sz w:val="24"/>
          <w:szCs w:val="24"/>
        </w:rPr>
      </w:pPr>
      <w:r>
        <w:rPr>
          <w:sz w:val="24"/>
          <w:szCs w:val="24"/>
        </w:rPr>
        <w:t>“When can he go home?” Lisa asked.</w:t>
      </w:r>
    </w:p>
    <w:p w:rsidR="00B50E03" w:rsidRDefault="00B50E03">
      <w:pPr>
        <w:spacing w:line="480" w:lineRule="auto"/>
        <w:ind w:firstLine="720"/>
        <w:rPr>
          <w:sz w:val="24"/>
          <w:szCs w:val="24"/>
        </w:rPr>
      </w:pPr>
      <w:r>
        <w:rPr>
          <w:sz w:val="24"/>
          <w:szCs w:val="24"/>
        </w:rPr>
        <w:t>“Well, that’s hard to determine Ms. Simon. We’ll have to rehabilitate him and make sure he is mentally fit to enter back into society. Depending on how fast he recovers, it could be anywhere from two weeks to a month’s time. We’ll know more after we run a few tests on him.”</w:t>
      </w:r>
    </w:p>
    <w:p w:rsidR="00B50E03" w:rsidRDefault="00B50E03">
      <w:pPr>
        <w:spacing w:line="480" w:lineRule="auto"/>
        <w:ind w:firstLine="720"/>
        <w:rPr>
          <w:sz w:val="24"/>
          <w:szCs w:val="24"/>
        </w:rPr>
      </w:pPr>
      <w:r>
        <w:rPr>
          <w:sz w:val="24"/>
          <w:szCs w:val="24"/>
        </w:rPr>
        <w:t xml:space="preserve">The doctor stepped away from Alex and turned around a few paces outside of his hospital curtain. “May I talk to you alone for a minute?” the doctor asked Jen and Lisa. The two turned around and began talking to the doctor in hushed voices. Alex couldn’t hear what they were saying but could still see them. </w:t>
      </w:r>
    </w:p>
    <w:p w:rsidR="00B50E03" w:rsidRDefault="00B50E03">
      <w:pPr>
        <w:spacing w:line="480" w:lineRule="auto"/>
        <w:ind w:firstLine="720"/>
        <w:rPr>
          <w:sz w:val="24"/>
          <w:szCs w:val="24"/>
        </w:rPr>
      </w:pPr>
      <w:r>
        <w:rPr>
          <w:sz w:val="24"/>
          <w:szCs w:val="24"/>
        </w:rPr>
        <w:t>His eyes drifted down towards their asses. His mom’s ass looked rather large in her sundress. He couldn’t really tell the exact shape of it in the dress though. Then he stared at his new sister, Jen’s ass. Alex practically drooled at the twin orbs of flesh sticking almost half a foot from her backside. Jen was wearing tight jeans which accentuated every curve of her perfect ass. He couldn’t help but wonder what it would feel like to squeeze and caress those two perfectly rounds cheeks.</w:t>
      </w:r>
    </w:p>
    <w:p w:rsidR="00B50E03" w:rsidRDefault="00B50E03">
      <w:pPr>
        <w:spacing w:line="480" w:lineRule="auto"/>
        <w:ind w:firstLine="720"/>
        <w:rPr>
          <w:i/>
          <w:iCs/>
          <w:sz w:val="24"/>
          <w:szCs w:val="24"/>
        </w:rPr>
      </w:pPr>
      <w:r>
        <w:rPr>
          <w:i/>
          <w:iCs/>
          <w:sz w:val="24"/>
          <w:szCs w:val="24"/>
        </w:rPr>
        <w:t>Get a grip, man! This is your mom and sister you’re thinking of! Well, not really, but still…</w:t>
      </w:r>
    </w:p>
    <w:p w:rsidR="00B50E03" w:rsidRDefault="00B50E03">
      <w:pPr>
        <w:spacing w:line="480" w:lineRule="auto"/>
        <w:ind w:firstLine="720"/>
        <w:rPr>
          <w:sz w:val="24"/>
          <w:szCs w:val="24"/>
        </w:rPr>
      </w:pPr>
      <w:r>
        <w:rPr>
          <w:sz w:val="24"/>
          <w:szCs w:val="24"/>
        </w:rPr>
        <w:t>The two turned around and Alex quickly averted his eyes to the ceiling tiles, pretending he was not glancing at them. His mom, Lisa, walked over to him and once again squeezed his hand. “Honey, I have to take Lisa home now. She has school in the morning. Are you going to be OK here?”</w:t>
      </w:r>
    </w:p>
    <w:p w:rsidR="00B50E03" w:rsidRDefault="00B50E03">
      <w:pPr>
        <w:spacing w:line="480" w:lineRule="auto"/>
        <w:ind w:firstLine="720"/>
        <w:rPr>
          <w:sz w:val="24"/>
          <w:szCs w:val="24"/>
        </w:rPr>
      </w:pPr>
      <w:r>
        <w:rPr>
          <w:sz w:val="24"/>
          <w:szCs w:val="24"/>
        </w:rPr>
        <w:t>“Ah mom! I can stay up. I don’t mind,” Jen said frowning.</w:t>
      </w:r>
    </w:p>
    <w:p w:rsidR="00B50E03" w:rsidRDefault="00B50E03">
      <w:pPr>
        <w:spacing w:line="480" w:lineRule="auto"/>
        <w:ind w:firstLine="720"/>
        <w:rPr>
          <w:sz w:val="24"/>
          <w:szCs w:val="24"/>
        </w:rPr>
      </w:pPr>
      <w:r>
        <w:rPr>
          <w:sz w:val="24"/>
          <w:szCs w:val="24"/>
        </w:rPr>
        <w:t>“You might not mind but your grades will.”</w:t>
      </w:r>
    </w:p>
    <w:p w:rsidR="00B50E03" w:rsidRDefault="00B50E03">
      <w:pPr>
        <w:spacing w:line="480" w:lineRule="auto"/>
        <w:ind w:firstLine="720"/>
        <w:rPr>
          <w:sz w:val="24"/>
          <w:szCs w:val="24"/>
        </w:rPr>
      </w:pPr>
      <w:r>
        <w:rPr>
          <w:sz w:val="24"/>
          <w:szCs w:val="24"/>
        </w:rPr>
        <w:t xml:space="preserve">Alex laughed at them. “I think I’ll be fine…mom. Don’t worry about me.” He did his best to smile. </w:t>
      </w:r>
    </w:p>
    <w:p w:rsidR="00B50E03" w:rsidRDefault="00B50E03">
      <w:pPr>
        <w:spacing w:line="480" w:lineRule="auto"/>
        <w:ind w:firstLine="720"/>
        <w:rPr>
          <w:sz w:val="24"/>
          <w:szCs w:val="24"/>
        </w:rPr>
      </w:pPr>
      <w:r>
        <w:rPr>
          <w:sz w:val="24"/>
          <w:szCs w:val="24"/>
        </w:rPr>
        <w:t>She squeezed his hand one last time before reaching around him, hugging Alex again. Once again Alex could feel her gigantic bosom press against him and blushed. He reached around and patted her back before she released the hug. “We’ll be here right away after school, OK?”</w:t>
      </w:r>
    </w:p>
    <w:p w:rsidR="00B50E03" w:rsidRDefault="00B50E03">
      <w:pPr>
        <w:spacing w:line="480" w:lineRule="auto"/>
        <w:ind w:firstLine="720"/>
        <w:rPr>
          <w:sz w:val="24"/>
          <w:szCs w:val="24"/>
        </w:rPr>
      </w:pPr>
      <w:r>
        <w:rPr>
          <w:sz w:val="24"/>
          <w:szCs w:val="24"/>
        </w:rPr>
        <w:t xml:space="preserve">“OK. See ya guys.” He waved to them as they walked off. Alex couldn’t help but stare at his sister’s ass cheeks moving up and down with each step she took. The doctor took some of his blood afterwards and told him to get some rest since he had a big day in for tomorrow. </w:t>
      </w:r>
    </w:p>
    <w:p w:rsidR="00B50E03" w:rsidRDefault="00B50E03">
      <w:pPr>
        <w:spacing w:line="480" w:lineRule="auto"/>
        <w:ind w:firstLine="720"/>
        <w:rPr>
          <w:sz w:val="24"/>
          <w:szCs w:val="24"/>
        </w:rPr>
      </w:pPr>
      <w:r>
        <w:rPr>
          <w:sz w:val="24"/>
          <w:szCs w:val="24"/>
        </w:rPr>
        <w:t xml:space="preserve">But, Alex just couldn’t sleep. He was so confused! Why did those two girls think they were his family when he had never seen them before? And where were his real family at? Did they even know where he was? Part of him hated his parents, but deep down another part still cared and loved them, and he couldn’t help but be worried about them, even though he was the one in a hospital bed. </w:t>
      </w:r>
    </w:p>
    <w:p w:rsidR="00B50E03" w:rsidRDefault="00B50E03">
      <w:pPr>
        <w:spacing w:line="480" w:lineRule="auto"/>
        <w:ind w:firstLine="720"/>
        <w:rPr>
          <w:sz w:val="24"/>
          <w:szCs w:val="24"/>
        </w:rPr>
      </w:pPr>
      <w:r>
        <w:rPr>
          <w:sz w:val="24"/>
          <w:szCs w:val="24"/>
        </w:rPr>
        <w:t>Alex laid in his hospital bed for a few hours staring at the ceiling, wondering just what the heck was going on. His curtain was pulled around his bed so that supposedly he would sleep better, but he just couldn’t. A young lady opened the curtain and shut it behind her. She wore a nurse’s outfit and had a pretty cute face and short black hair that barely went to her shoulders. Alex couldn’t help but notice her rather large I cups sticking out of her chest. They weren’t nearly as large as his mom’s or sister’s, but these were the third largest tits he still had ever seen! He wondered to himself why all of them had such large breasts. Was it merely a coincidence? Alex didn’t know.</w:t>
      </w:r>
    </w:p>
    <w:p w:rsidR="00B50E03" w:rsidRDefault="00B50E03">
      <w:pPr>
        <w:spacing w:line="480" w:lineRule="auto"/>
        <w:ind w:firstLine="720"/>
        <w:rPr>
          <w:sz w:val="24"/>
          <w:szCs w:val="24"/>
        </w:rPr>
      </w:pPr>
      <w:r>
        <w:rPr>
          <w:sz w:val="24"/>
          <w:szCs w:val="24"/>
        </w:rPr>
        <w:t>He then noticed a bucket in her hands with a sponge in it. “Time for your bath Mr. Simon. Can you sit up for me?” Alex leaned forward and the nurse began taking off his hospital gown.</w:t>
      </w:r>
    </w:p>
    <w:p w:rsidR="00B50E03" w:rsidRDefault="00B50E03">
      <w:pPr>
        <w:spacing w:line="480" w:lineRule="auto"/>
        <w:ind w:firstLine="720"/>
        <w:rPr>
          <w:sz w:val="24"/>
          <w:szCs w:val="24"/>
        </w:rPr>
      </w:pPr>
      <w:r>
        <w:rPr>
          <w:sz w:val="24"/>
          <w:szCs w:val="24"/>
        </w:rPr>
        <w:t xml:space="preserve">“Whoa! What are you doing?” </w:t>
      </w:r>
    </w:p>
    <w:p w:rsidR="00B50E03" w:rsidRDefault="00B50E03">
      <w:pPr>
        <w:spacing w:line="480" w:lineRule="auto"/>
        <w:ind w:firstLine="720"/>
        <w:rPr>
          <w:sz w:val="24"/>
          <w:szCs w:val="24"/>
        </w:rPr>
      </w:pPr>
      <w:r>
        <w:rPr>
          <w:sz w:val="24"/>
          <w:szCs w:val="24"/>
        </w:rPr>
        <w:t xml:space="preserve">“I’m giving you a sponge bath, silly!” she said, leaning into Alex to disrobe him. Alex couldn’t help but stare down her uniform at her cleavage. He felt his erection arising from the mere sight of them. </w:t>
      </w:r>
    </w:p>
    <w:p w:rsidR="00B50E03" w:rsidRDefault="00B50E03">
      <w:pPr>
        <w:spacing w:line="480" w:lineRule="auto"/>
        <w:ind w:firstLine="720"/>
        <w:rPr>
          <w:sz w:val="24"/>
          <w:szCs w:val="24"/>
        </w:rPr>
      </w:pPr>
      <w:r>
        <w:rPr>
          <w:sz w:val="24"/>
          <w:szCs w:val="24"/>
        </w:rPr>
        <w:t>He blushed beet red. “Ummm…I can bath myself, thanks.”</w:t>
      </w:r>
    </w:p>
    <w:p w:rsidR="00B50E03" w:rsidRDefault="00B50E03">
      <w:pPr>
        <w:spacing w:line="480" w:lineRule="auto"/>
        <w:ind w:firstLine="720"/>
        <w:rPr>
          <w:sz w:val="24"/>
          <w:szCs w:val="24"/>
        </w:rPr>
      </w:pPr>
      <w:r>
        <w:rPr>
          <w:sz w:val="24"/>
          <w:szCs w:val="24"/>
        </w:rPr>
        <w:t>The nurse continued stripping him down and said to him, “You just came out of a coma. Your muscles aren’t used to physical exertion. If you washed yourself, you might hurt something. So just let me do this for you.”</w:t>
      </w:r>
    </w:p>
    <w:p w:rsidR="00B50E03" w:rsidRDefault="00B50E03">
      <w:pPr>
        <w:spacing w:line="480" w:lineRule="auto"/>
        <w:ind w:firstLine="720"/>
        <w:rPr>
          <w:sz w:val="24"/>
          <w:szCs w:val="24"/>
        </w:rPr>
      </w:pPr>
      <w:r>
        <w:rPr>
          <w:sz w:val="24"/>
          <w:szCs w:val="24"/>
        </w:rPr>
        <w:t>“Ummm…ok, but…” The nurse pulled off the rest of his gown and stared for a moment at his six inch erection. “My! Aren’t you a big boy?” She smiled brightly while soaping up Alex’s back. “I guess at least one of your muscles still work, right?” Alex blushed a deep red.</w:t>
      </w:r>
    </w:p>
    <w:p w:rsidR="00B50E03" w:rsidRDefault="00B50E03">
      <w:pPr>
        <w:spacing w:line="480" w:lineRule="auto"/>
        <w:ind w:firstLine="720"/>
        <w:rPr>
          <w:sz w:val="24"/>
          <w:szCs w:val="24"/>
        </w:rPr>
      </w:pPr>
      <w:r>
        <w:rPr>
          <w:sz w:val="24"/>
          <w:szCs w:val="24"/>
        </w:rPr>
        <w:t>The nurse soaped up Alex’s back, then worked on his face, staring at his ears. “You got some tiny ears, you know? They’re kind of freaky!” she said scrubbing one of them lightly.</w:t>
      </w:r>
    </w:p>
    <w:p w:rsidR="00B50E03" w:rsidRDefault="00B50E03">
      <w:pPr>
        <w:spacing w:line="480" w:lineRule="auto"/>
        <w:ind w:firstLine="720"/>
        <w:rPr>
          <w:sz w:val="24"/>
          <w:szCs w:val="24"/>
        </w:rPr>
      </w:pPr>
      <w:r>
        <w:rPr>
          <w:sz w:val="24"/>
          <w:szCs w:val="24"/>
        </w:rPr>
        <w:t>“What?” Alex asked.</w:t>
      </w:r>
    </w:p>
    <w:p w:rsidR="00B50E03" w:rsidRDefault="00B50E03">
      <w:pPr>
        <w:spacing w:line="480" w:lineRule="auto"/>
        <w:ind w:firstLine="720"/>
        <w:rPr>
          <w:sz w:val="24"/>
          <w:szCs w:val="24"/>
        </w:rPr>
      </w:pPr>
      <w:r>
        <w:rPr>
          <w:sz w:val="24"/>
          <w:szCs w:val="24"/>
        </w:rPr>
        <w:t>She smiled and began working on his hairless chest and ribs. “At least you got the big thing to make up for it,” she winked at Alex and reached her hand back patting his erect cock.</w:t>
      </w:r>
    </w:p>
    <w:p w:rsidR="00B50E03" w:rsidRDefault="00B50E03">
      <w:pPr>
        <w:spacing w:line="480" w:lineRule="auto"/>
        <w:ind w:firstLine="720"/>
        <w:rPr>
          <w:sz w:val="24"/>
          <w:szCs w:val="24"/>
        </w:rPr>
      </w:pPr>
      <w:r>
        <w:rPr>
          <w:sz w:val="24"/>
          <w:szCs w:val="24"/>
        </w:rPr>
        <w:t>Alex looked down at his average sized penis and scratched his head. “It’s not all that big!” he exclaimed.</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“Ah! You’re so modest too!” she said scrubbing his stomach. She then went back to Alex’s feet, slowly working her way up his legs. She washed both the front and back of his legs as she slowly got closer and closer to his cock. Finally she got to his balls and erect cock and began scrubbing them gently. Alex never knew a sponge could feel so good!</w:t>
      </w:r>
    </w:p>
    <w:p w:rsidR="00B50E03" w:rsidRDefault="00B50E03">
      <w:pPr>
        <w:spacing w:line="480" w:lineRule="auto"/>
        <w:ind w:firstLine="720"/>
        <w:rPr>
          <w:sz w:val="24"/>
          <w:szCs w:val="24"/>
        </w:rPr>
      </w:pPr>
      <w:r>
        <w:rPr>
          <w:sz w:val="24"/>
          <w:szCs w:val="24"/>
        </w:rPr>
        <w:t>“I saved the best for last!” she said scrubbing his cockhead. She lifted his dick up, scrubbing underneath of it. Alex noticed her hand beginning to stroke it up and down. She then set the sponge back in its bucket and began jerking Alex off, sliding her smooth hands up and down his shaft. She cupped his balls with her other hand and said, “You got nice balls too, big boy! Like two large grapes!”</w:t>
      </w:r>
    </w:p>
    <w:p w:rsidR="00B50E03" w:rsidRDefault="00B50E03">
      <w:pPr>
        <w:spacing w:line="480" w:lineRule="auto"/>
        <w:ind w:firstLine="720"/>
        <w:rPr>
          <w:sz w:val="24"/>
          <w:szCs w:val="24"/>
        </w:rPr>
      </w:pPr>
      <w:r>
        <w:rPr>
          <w:sz w:val="24"/>
          <w:szCs w:val="24"/>
        </w:rPr>
        <w:t>Alex moaned in delight as her hand continued to pump up and down on his six inch penis. She then let go of his penis and smiled at him. “Looks like you got a big problem there. Would you like me to fix it?” Alex nodded slowly, while his cock twitched in approval. Alex found himself at a loss of words as she wrapped her hand around his cock once more stroking it up and down.</w:t>
      </w:r>
    </w:p>
    <w:p w:rsidR="00B50E03" w:rsidRDefault="00B50E03">
      <w:pPr>
        <w:spacing w:line="480" w:lineRule="auto"/>
        <w:ind w:firstLine="720"/>
        <w:rPr>
          <w:sz w:val="24"/>
          <w:szCs w:val="24"/>
        </w:rPr>
      </w:pPr>
      <w:r>
        <w:rPr>
          <w:sz w:val="24"/>
          <w:szCs w:val="24"/>
        </w:rPr>
        <w:t>She raised her second finger to her lips in a shushing motion. The sexy nurse then lowered her head, tasting his precum from the tip of his penis. “Mmmmmm…your big human cock tastes just like an elf cock. Looks like at least one part of you is still Elfin.” She smiled and opened her mouth, licking his cockhead. If Alex hadn’t been in such pure bliss at the time he would have asked what she had meant by that.</w:t>
      </w:r>
    </w:p>
    <w:p w:rsidR="00B50E03" w:rsidRDefault="00B50E03">
      <w:pPr>
        <w:spacing w:line="480" w:lineRule="auto"/>
        <w:ind w:firstLine="720"/>
        <w:rPr>
          <w:sz w:val="24"/>
          <w:szCs w:val="24"/>
        </w:rPr>
      </w:pPr>
      <w:r>
        <w:rPr>
          <w:sz w:val="24"/>
          <w:szCs w:val="24"/>
        </w:rPr>
        <w:t xml:space="preserve">She slowly lowered her mouth down on his cock until it was at the base. She licked around the base of it, eliciting a slight groan from Alex. She looked up with smoldering eyes and began bobbing her head up and down on his cock. Her tongue lashed all over his shaft as she bobbed up and down on him. Being that it had been over a year since he had a blow job, if the doctor was right about him being in a coma for six months, after only a few minutes Alex felt his balls tighten and his cock grew stiff. </w:t>
      </w:r>
    </w:p>
    <w:p w:rsidR="00B50E03" w:rsidRDefault="00B50E03">
      <w:pPr>
        <w:spacing w:line="480" w:lineRule="auto"/>
        <w:ind w:firstLine="720"/>
        <w:rPr>
          <w:sz w:val="24"/>
          <w:szCs w:val="24"/>
        </w:rPr>
      </w:pPr>
      <w:r>
        <w:rPr>
          <w:sz w:val="24"/>
          <w:szCs w:val="24"/>
        </w:rPr>
        <w:t>“I’m gonna cum!” Alex whispered to her. In response she began bobbing her head faster. Alex felt himself shudder and cum deep into her mouth and throat. The nurse took his cock out of her mouth and smiled. She wiped some cum off her lips with her finger, and wiped it on Alex’s robe.</w:t>
      </w:r>
    </w:p>
    <w:p w:rsidR="00B50E03" w:rsidRDefault="00B50E03">
      <w:pPr>
        <w:spacing w:line="480" w:lineRule="auto"/>
        <w:ind w:firstLine="720"/>
        <w:rPr>
          <w:sz w:val="24"/>
          <w:szCs w:val="24"/>
        </w:rPr>
      </w:pPr>
      <w:r>
        <w:rPr>
          <w:sz w:val="24"/>
          <w:szCs w:val="24"/>
        </w:rPr>
        <w:t>“Can’t have your nasty sperm on my dress, can I?” she said putting the robe back on Alex. He could feel the small wet semen spot against his chest. He guessed that she must not like swallowing cum very much, since afterwards she walked over to a sink and put her mouth under it, spitting out his cum. Alex didn’t mind too much though. He hoped this wasn’t a one time thing.</w:t>
      </w:r>
    </w:p>
    <w:p w:rsidR="00B50E03" w:rsidRDefault="00B50E03">
      <w:pPr>
        <w:spacing w:line="480" w:lineRule="auto"/>
        <w:ind w:firstLine="720"/>
        <w:rPr>
          <w:sz w:val="24"/>
          <w:szCs w:val="24"/>
        </w:rPr>
      </w:pPr>
      <w:r>
        <w:rPr>
          <w:sz w:val="24"/>
          <w:szCs w:val="24"/>
        </w:rPr>
        <w:t>“Ummm…Thanks,” he said sheepishly. “That felt really nice.”</w:t>
      </w:r>
    </w:p>
    <w:p w:rsidR="00B50E03" w:rsidRDefault="00B50E03">
      <w:pPr>
        <w:spacing w:line="480" w:lineRule="auto"/>
        <w:ind w:firstLine="720"/>
        <w:rPr>
          <w:sz w:val="24"/>
          <w:szCs w:val="24"/>
        </w:rPr>
      </w:pPr>
      <w:r>
        <w:rPr>
          <w:sz w:val="24"/>
          <w:szCs w:val="24"/>
        </w:rPr>
        <w:t xml:space="preserve">“Of course it did, babe.” She smiled at him and turned to leave. </w:t>
      </w:r>
    </w:p>
    <w:p w:rsidR="00B50E03" w:rsidRDefault="00B50E03">
      <w:pPr>
        <w:spacing w:line="480" w:lineRule="auto"/>
        <w:ind w:firstLine="720"/>
        <w:rPr>
          <w:sz w:val="24"/>
          <w:szCs w:val="24"/>
        </w:rPr>
      </w:pPr>
      <w:r>
        <w:rPr>
          <w:sz w:val="24"/>
          <w:szCs w:val="24"/>
        </w:rPr>
        <w:t>“Wait! What’s your name?” Alex inquired.</w:t>
      </w:r>
    </w:p>
    <w:p w:rsidR="00B50E03" w:rsidRDefault="00B50E03">
      <w:pPr>
        <w:spacing w:line="480" w:lineRule="auto"/>
        <w:ind w:firstLine="720"/>
        <w:rPr>
          <w:sz w:val="24"/>
          <w:szCs w:val="24"/>
        </w:rPr>
      </w:pPr>
      <w:r>
        <w:rPr>
          <w:sz w:val="24"/>
          <w:szCs w:val="24"/>
        </w:rPr>
        <w:t>She turned her head and smiled. “Kelly.” She turned back around and walked out, closing the curtain behind her.</w:t>
      </w:r>
    </w:p>
    <w:p w:rsidR="00B50E03" w:rsidRDefault="00B50E03">
      <w:pPr>
        <w:spacing w:line="480" w:lineRule="auto"/>
        <w:ind w:firstLine="720"/>
        <w:rPr>
          <w:sz w:val="24"/>
          <w:szCs w:val="24"/>
        </w:rPr>
      </w:pPr>
      <w:r>
        <w:rPr>
          <w:sz w:val="24"/>
          <w:szCs w:val="24"/>
        </w:rPr>
        <w:t>“Wow,” Alex said to himself. “Kelly.” With his cock drained, Alex found himself quickly drifting off to sleep.</w:t>
      </w:r>
    </w:p>
    <w:p w:rsidR="00B50E03" w:rsidRDefault="00B50E03">
      <w:pPr>
        <w:spacing w:line="480" w:lineRule="auto"/>
        <w:ind w:firstLine="720"/>
        <w:rPr>
          <w:sz w:val="24"/>
          <w:szCs w:val="24"/>
        </w:rPr>
      </w:pPr>
      <w:r>
        <w:rPr>
          <w:sz w:val="24"/>
          <w:szCs w:val="24"/>
        </w:rPr>
        <w:t>Alex woke up the next morning and was greeted by a different nurse. She also had rather large breasts. The nurse replaced his IV and offered him some pudding and baby food, saying that his throat had to get used to food once more. Alex groaned at the thought of eating baby food, but found the food hurt his throat quite a bit. The doctors and nurses put him through various exercises in an attempt to strengthen him up. He found his legs were practically jello when they tried to get him to walk. At least his arms seemed fine for the most part, even though he was only able to lift a few measly pounds of weight.</w:t>
      </w:r>
    </w:p>
    <w:p w:rsidR="00B50E03" w:rsidRDefault="00B50E03">
      <w:pPr>
        <w:spacing w:line="480" w:lineRule="auto"/>
        <w:ind w:firstLine="720"/>
        <w:rPr>
          <w:sz w:val="24"/>
          <w:szCs w:val="24"/>
        </w:rPr>
      </w:pPr>
      <w:r>
        <w:rPr>
          <w:sz w:val="24"/>
          <w:szCs w:val="24"/>
        </w:rPr>
        <w:t>After only a few hours of physical training, Alex was exhausted. He never felt so bad his entire life. But instead of letting him sleep, his main doctor would quiz and test his mental capacities. The doctor asked simple questions like what country he was in or who’s face was on the dollar bill. Alex answered correctly for both questions. He figured that at least that part of his world still remained. Of course, when the doctor asked which planet he was in, he responded, “Earth.”</w:t>
      </w:r>
    </w:p>
    <w:p w:rsidR="00B50E03" w:rsidRDefault="00B50E03">
      <w:pPr>
        <w:spacing w:line="480" w:lineRule="auto"/>
        <w:ind w:firstLine="720"/>
        <w:rPr>
          <w:sz w:val="24"/>
          <w:szCs w:val="24"/>
        </w:rPr>
      </w:pPr>
      <w:r>
        <w:rPr>
          <w:sz w:val="24"/>
          <w:szCs w:val="24"/>
        </w:rPr>
        <w:t>Once again the doctor frowned and told him that the planet was named, “Elfworld” being that the planet encompassed mostly elves. The doctor asked him many questions about his home life like how many pets he had or which floor he lived in. Some of the questions he got right, others he did not. Alex really knew absolutely nothing about his home life with his new mother and sister, but the doctor replied that pieces of his memories of his life in Elfworld still remained. He just had to jog the rest.</w:t>
      </w:r>
    </w:p>
    <w:p w:rsidR="00B50E03" w:rsidRDefault="00B50E03">
      <w:pPr>
        <w:spacing w:line="480" w:lineRule="auto"/>
        <w:ind w:firstLine="720"/>
        <w:rPr>
          <w:sz w:val="24"/>
          <w:szCs w:val="24"/>
        </w:rPr>
      </w:pPr>
      <w:r>
        <w:rPr>
          <w:sz w:val="24"/>
          <w:szCs w:val="24"/>
        </w:rPr>
        <w:t>Throughout the day Alex saw various doctors, patients, and nurses. All of them (except himself) had long pointy ears, just like an elf, he laughed to himself. He also noticed how all the females all had rather large breasts. The smallest he had seen so far looked like a DD cup. He saw a few that were as large as his sister’s, but none quite as enormous as his mom’s. Being a smart lad, Alex quickly surmised that the breasts of elves were just plain large, larger than most humans. He absently wondered how big the male penis was usually for elves and hoped it was the same size as humans. He would be mortified if he turned out having the smallest dick in the world.</w:t>
      </w:r>
    </w:p>
    <w:p w:rsidR="00B50E03" w:rsidRDefault="00B50E03">
      <w:pPr>
        <w:spacing w:line="480" w:lineRule="auto"/>
        <w:ind w:firstLine="720"/>
        <w:rPr>
          <w:sz w:val="24"/>
          <w:szCs w:val="24"/>
        </w:rPr>
      </w:pPr>
      <w:r>
        <w:rPr>
          <w:sz w:val="24"/>
          <w:szCs w:val="24"/>
        </w:rPr>
        <w:t>Of course Kelly had told him the previous night several times that he was rather large. He couldn’t tell whether she was just teasing him about his size or not though. She seemed to be the type that would do that to a man. He still liked her though and hoped the two could go out after he was released.</w:t>
      </w:r>
    </w:p>
    <w:p w:rsidR="00B50E03" w:rsidRDefault="00B50E03">
      <w:pPr>
        <w:spacing w:line="480" w:lineRule="auto"/>
        <w:ind w:firstLine="720"/>
        <w:rPr>
          <w:sz w:val="24"/>
          <w:szCs w:val="24"/>
        </w:rPr>
      </w:pPr>
      <w:r>
        <w:rPr>
          <w:sz w:val="24"/>
          <w:szCs w:val="24"/>
        </w:rPr>
        <w:t xml:space="preserve">Throughout the day, Alex was allowed to watch TV a little. He was glad that they still existed in this world, along with computers and cars. Come to find out, somehow in this world he had gotten into a car accident just as he did on Earth. He noticed how on the television, many of the actors and actresses were the same as the ones where he once lived, though there were a few unfamiliar faces that he saw. Many of the sitcoms and movies from his world were the same in this world. Of course, each movie and show felt completely new to him, being that all the actresses had rather large tits. </w:t>
      </w:r>
    </w:p>
    <w:p w:rsidR="00B50E03" w:rsidRDefault="00B50E03">
      <w:pPr>
        <w:spacing w:line="480" w:lineRule="auto"/>
        <w:ind w:firstLine="720"/>
        <w:rPr>
          <w:sz w:val="24"/>
          <w:szCs w:val="24"/>
        </w:rPr>
      </w:pPr>
      <w:r>
        <w:rPr>
          <w:sz w:val="24"/>
          <w:szCs w:val="24"/>
        </w:rPr>
        <w:t>Around 4pm that day his mom and sister once again showed up. They once again hugged him, pressing their huge bosoms against him. They had brought a few photos of Alex with them. He stared in disbelief as they showed him one picture after another of the three of them together. Each picture looked almost like him. Even the pictures from his childhood were the same kid he used to be. The only difference was that this version of Alex had long pointy ears. His mom told Alex all sorts of stories about him and his childhood, trying to jog his memory. Of course he remembered none of it, being that they weren’t his memories. He was starting to piece together though that there was another version of him somewhere out there. Did he take his place in the human world? He had no clue.</w:t>
      </w:r>
    </w:p>
    <w:p w:rsidR="00B50E03" w:rsidRDefault="00B50E03">
      <w:pPr>
        <w:spacing w:line="480" w:lineRule="auto"/>
        <w:ind w:firstLine="720"/>
        <w:rPr>
          <w:sz w:val="24"/>
          <w:szCs w:val="24"/>
        </w:rPr>
      </w:pPr>
      <w:r>
        <w:rPr>
          <w:sz w:val="24"/>
          <w:szCs w:val="24"/>
        </w:rPr>
        <w:t>Alex grew anxious as the day went on. He wondered if he would be able to see Kelly again that night. He steered his thoughts away from her though. He found himself getting erections just from thinking of her and how her lips wrapped around his cock. At 10pm at night (Alex was glad that clocks and watches still used the same 24 hour timeline) his curtain opened and Kelly walked in, once again with her bucket and sponge.</w:t>
      </w:r>
    </w:p>
    <w:p w:rsidR="00B50E03" w:rsidRDefault="00B50E03">
      <w:pPr>
        <w:spacing w:line="480" w:lineRule="auto"/>
        <w:ind w:firstLine="720"/>
        <w:rPr>
          <w:sz w:val="24"/>
          <w:szCs w:val="24"/>
        </w:rPr>
      </w:pPr>
      <w:r>
        <w:rPr>
          <w:sz w:val="24"/>
          <w:szCs w:val="24"/>
        </w:rPr>
        <w:t>She smiled and said, “So how is my sexy patient today? Getting better yet?”</w:t>
      </w:r>
    </w:p>
    <w:p w:rsidR="00B50E03" w:rsidRDefault="00B50E03">
      <w:pPr>
        <w:spacing w:line="480" w:lineRule="auto"/>
        <w:ind w:firstLine="720"/>
        <w:rPr>
          <w:sz w:val="24"/>
          <w:szCs w:val="24"/>
        </w:rPr>
      </w:pPr>
      <w:r>
        <w:rPr>
          <w:sz w:val="24"/>
          <w:szCs w:val="24"/>
        </w:rPr>
        <w:t>Alex smiled back and told her that he was coming along fine according to the doctors. Kelly told him that was good and removed his robe. Alex felt his erection grow in anticipation of what he hoped would come of it. He didn’t mind at all this time. When she removed it completely,  she glanced down at his erection and patted it.</w:t>
      </w:r>
    </w:p>
    <w:p w:rsidR="00B50E03" w:rsidRDefault="00B50E03">
      <w:pPr>
        <w:spacing w:line="480" w:lineRule="auto"/>
        <w:ind w:firstLine="720"/>
        <w:rPr>
          <w:sz w:val="24"/>
          <w:szCs w:val="24"/>
        </w:rPr>
      </w:pPr>
      <w:r>
        <w:rPr>
          <w:sz w:val="24"/>
          <w:szCs w:val="24"/>
        </w:rPr>
        <w:t xml:space="preserve">“Still as big as always,” she said gently. “But we can play later. First your bath.” She leaned against him and began scrubbing his back. </w:t>
      </w:r>
    </w:p>
    <w:p w:rsidR="00B50E03" w:rsidRDefault="00B50E03">
      <w:pPr>
        <w:spacing w:line="480" w:lineRule="auto"/>
        <w:ind w:firstLine="720"/>
        <w:rPr>
          <w:sz w:val="24"/>
          <w:szCs w:val="24"/>
        </w:rPr>
      </w:pPr>
      <w:r>
        <w:rPr>
          <w:sz w:val="24"/>
          <w:szCs w:val="24"/>
        </w:rPr>
        <w:t>Alex turned his head towards her. “Do you think I could kiss you?” he asked, apprehensive.</w:t>
      </w:r>
    </w:p>
    <w:p w:rsidR="00B50E03" w:rsidRDefault="00B50E03">
      <w:pPr>
        <w:spacing w:line="480" w:lineRule="auto"/>
        <w:ind w:firstLine="720"/>
        <w:rPr>
          <w:sz w:val="24"/>
          <w:szCs w:val="24"/>
        </w:rPr>
      </w:pPr>
      <w:r>
        <w:rPr>
          <w:sz w:val="24"/>
          <w:szCs w:val="24"/>
        </w:rPr>
        <w:t xml:space="preserve">Kelly giggled and told him, “I guess a little kiss won’t hurt.” Alex leaned in and kissed her on the lips. He opened his mouth a little and she opened hers a little kissing him back. He then tried to slide his tongue into her mouth, but she pulled back. “Not yet, babe.” </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 xml:space="preserve">She smiled at him and then continued to scrub his back. She worked around to his front, scrubbing his face, chest, and arms. Then, just as she did the previous day she went down to his feet and started scrubbing them and his legs, moving upwards to his cock and balls. She finally came to them and began scrubbing them down. Alex’s erection was bordering on painful by the time she was done with it. </w:t>
      </w:r>
    </w:p>
    <w:p w:rsidR="00B50E03" w:rsidRDefault="00B50E03">
      <w:pPr>
        <w:spacing w:line="480" w:lineRule="auto"/>
        <w:ind w:firstLine="720"/>
        <w:rPr>
          <w:sz w:val="24"/>
          <w:szCs w:val="24"/>
        </w:rPr>
      </w:pPr>
      <w:r>
        <w:rPr>
          <w:sz w:val="24"/>
          <w:szCs w:val="24"/>
        </w:rPr>
        <w:t>She put the sponge back into the bucket and began stroking his cock up and down. “OK. Now.” She smiled and leaned forward kissing Alex. She quickly shoved her tongue down his throat and began french kissing him passionately. She broke the kiss and said, “I see there’s another muscle of yours that still works.” She leaned in and kissed him once more, twirling her tongue around his own.</w:t>
      </w:r>
    </w:p>
    <w:p w:rsidR="00B50E03" w:rsidRDefault="00B50E03">
      <w:pPr>
        <w:spacing w:line="480" w:lineRule="auto"/>
        <w:ind w:firstLine="720"/>
        <w:rPr>
          <w:sz w:val="24"/>
          <w:szCs w:val="24"/>
        </w:rPr>
      </w:pPr>
      <w:r>
        <w:rPr>
          <w:sz w:val="24"/>
          <w:szCs w:val="24"/>
        </w:rPr>
        <w:t xml:space="preserve">After a few minutes of it, she once again broke off the kiss, biting down on his lower lip, pulling it out. “I think it’s time to work another muscle of yours.” She looked at him one final time and then moved her mouth over his hard dick. She circled his tongue around his shaft and head and then opened her mouth, taking it all in. She began moving her head up and down on his shaft, occasionally pumping up and down on the base of his cock. Alex lasted much longer this time, a full fifteen minutes before he felt himself ready to cum this time. He began lightly pushing Kelly’s head down as she bobbed her head up and down on it. </w:t>
      </w:r>
    </w:p>
    <w:p w:rsidR="00B50E03" w:rsidRDefault="00B50E03">
      <w:pPr>
        <w:spacing w:line="480" w:lineRule="auto"/>
        <w:ind w:firstLine="720"/>
        <w:rPr>
          <w:sz w:val="24"/>
          <w:szCs w:val="24"/>
        </w:rPr>
      </w:pPr>
      <w:r>
        <w:rPr>
          <w:sz w:val="24"/>
          <w:szCs w:val="24"/>
        </w:rPr>
        <w:t xml:space="preserve">“I think I’m gonna cum!” he whispered. And just like the previous night she began licking and sucking his cock like a mad woman. Alex groaned and exploded into her throat. She then quickly went to the nearby sink and spit his spunk out. </w:t>
      </w:r>
    </w:p>
    <w:p w:rsidR="00B50E03" w:rsidRDefault="00B50E03">
      <w:pPr>
        <w:spacing w:line="480" w:lineRule="auto"/>
        <w:ind w:firstLine="720"/>
        <w:rPr>
          <w:sz w:val="24"/>
          <w:szCs w:val="24"/>
        </w:rPr>
      </w:pPr>
      <w:r>
        <w:rPr>
          <w:sz w:val="24"/>
          <w:szCs w:val="24"/>
        </w:rPr>
        <w:t xml:space="preserve">“Ack! I hate semen in my mouth!” she quietly said, washing her mouth out. </w:t>
      </w:r>
    </w:p>
    <w:p w:rsidR="00B50E03" w:rsidRDefault="00B50E03">
      <w:pPr>
        <w:spacing w:line="480" w:lineRule="auto"/>
        <w:ind w:firstLine="720"/>
        <w:rPr>
          <w:sz w:val="24"/>
          <w:szCs w:val="24"/>
        </w:rPr>
      </w:pPr>
      <w:r>
        <w:rPr>
          <w:sz w:val="24"/>
          <w:szCs w:val="24"/>
        </w:rPr>
        <w:t>“Ummm…why do you like sucking me if you don’t like my cum?” Alex asked.</w:t>
      </w:r>
    </w:p>
    <w:p w:rsidR="00B50E03" w:rsidRDefault="00B50E03">
      <w:pPr>
        <w:spacing w:line="480" w:lineRule="auto"/>
        <w:ind w:firstLine="720"/>
        <w:rPr>
          <w:sz w:val="24"/>
          <w:szCs w:val="24"/>
        </w:rPr>
      </w:pPr>
      <w:r>
        <w:rPr>
          <w:sz w:val="24"/>
          <w:szCs w:val="24"/>
        </w:rPr>
        <w:t xml:space="preserve">“Cause I love sucking cock of course!” she said, smiling. “Especially when it’s nice and big like yours!” Alex looked down at his deflated penis and raised an eyebrow. </w:t>
      </w:r>
    </w:p>
    <w:p w:rsidR="00B50E03" w:rsidRDefault="00B50E03">
      <w:pPr>
        <w:spacing w:line="480" w:lineRule="auto"/>
        <w:ind w:firstLine="720"/>
        <w:rPr>
          <w:sz w:val="24"/>
          <w:szCs w:val="24"/>
        </w:rPr>
      </w:pPr>
      <w:r>
        <w:rPr>
          <w:sz w:val="24"/>
          <w:szCs w:val="24"/>
        </w:rPr>
        <w:t>“It’s really not all that big,” he said. She just smiled and kissed him gently on his lips before helping him put back on his robe. She smiled and waved and walked off, leaving Alex by himself. He went to sleep slowly afterwards, hoping that she was the one.</w:t>
      </w:r>
    </w:p>
    <w:p w:rsidR="00B50E03" w:rsidRDefault="00B50E03">
      <w:pPr>
        <w:spacing w:line="480" w:lineRule="auto"/>
        <w:ind w:firstLine="720"/>
        <w:rPr>
          <w:sz w:val="24"/>
          <w:szCs w:val="24"/>
        </w:rPr>
      </w:pPr>
      <w:r>
        <w:rPr>
          <w:sz w:val="24"/>
          <w:szCs w:val="24"/>
        </w:rPr>
        <w:t xml:space="preserve">Over the next few days, Alex’s physical training increased. He found himself slowly regaining the use of his legs and getting stronger. After the fourth day, they finally removed his IV and let him eat more solid food. It hurt at first, but Alex was happy to finally eat something besides baby food. </w:t>
      </w:r>
    </w:p>
    <w:p w:rsidR="00B50E03" w:rsidRDefault="00B50E03">
      <w:pPr>
        <w:spacing w:line="480" w:lineRule="auto"/>
        <w:ind w:firstLine="720"/>
        <w:rPr>
          <w:sz w:val="24"/>
          <w:szCs w:val="24"/>
        </w:rPr>
      </w:pPr>
      <w:r>
        <w:rPr>
          <w:sz w:val="24"/>
          <w:szCs w:val="24"/>
        </w:rPr>
        <w:t>The doctor spent his second day asking more questions about his life and the world around him. But, from the third day onward, he switched tactics and began reeducating him in the world around them. Most of the world’s history was similar to his own, though a few names were different. Christianity still existed in Elfworld, along with all the other religions from Alex’s world. However, in addition to all those religions, there was great a bit of support for the fairy pantheon. They actually believed in Oberon and all those other fairy gods, and thought they really existed. Well, if a world of elves existed, then he guessed anything was possible.</w:t>
      </w:r>
    </w:p>
    <w:p w:rsidR="00B50E03" w:rsidRDefault="00B50E03">
      <w:pPr>
        <w:spacing w:line="480" w:lineRule="auto"/>
        <w:ind w:firstLine="720"/>
        <w:rPr>
          <w:sz w:val="24"/>
          <w:szCs w:val="24"/>
        </w:rPr>
      </w:pPr>
      <w:r>
        <w:rPr>
          <w:sz w:val="24"/>
          <w:szCs w:val="24"/>
        </w:rPr>
        <w:t xml:space="preserve">His mom and sister still came to the hospital every evening to talk with him. Each time they would bring pictures of Alex and tell him stories. One day he asked if he had any girlfriends before his accident, so the next day they brought a few photos of a few girlfriends he had had in the past. Most of them turned out being large woman. Of course all of these women had small breasts and asses compared to what he had seen so far. He guessed that this world’s Alex must not have had much luck either. His other half seemed to only have one girlfriend with large breasts. Unfortunately that particular girl was missing an arm and wasn’t all that great looking. His mom said that she broke up with him for another girl with smaller breasts eventually, showing him a picture of another large lady. </w:t>
      </w:r>
    </w:p>
    <w:p w:rsidR="00B50E03" w:rsidRDefault="00B50E03">
      <w:pPr>
        <w:spacing w:line="480" w:lineRule="auto"/>
        <w:ind w:firstLine="720"/>
        <w:rPr>
          <w:sz w:val="24"/>
          <w:szCs w:val="24"/>
        </w:rPr>
      </w:pPr>
      <w:r>
        <w:rPr>
          <w:i/>
          <w:iCs/>
          <w:sz w:val="24"/>
          <w:szCs w:val="24"/>
        </w:rPr>
        <w:t>He must really like ‘em big!</w:t>
      </w:r>
      <w:r>
        <w:rPr>
          <w:sz w:val="24"/>
          <w:szCs w:val="24"/>
        </w:rPr>
        <w:t xml:space="preserve"> He thought to himself.</w:t>
      </w:r>
    </w:p>
    <w:p w:rsidR="00B50E03" w:rsidRDefault="00B50E03">
      <w:pPr>
        <w:spacing w:line="480" w:lineRule="auto"/>
        <w:ind w:firstLine="720"/>
        <w:rPr>
          <w:sz w:val="24"/>
          <w:szCs w:val="24"/>
        </w:rPr>
      </w:pPr>
      <w:r>
        <w:rPr>
          <w:sz w:val="24"/>
          <w:szCs w:val="24"/>
        </w:rPr>
        <w:t>Every night Kelly would come in and do the same routine; sponge bath, make out, then give him head. She didn’t really like talking to him very much and ignored many of his questions about her. Over and over again she would compliment Alex’s large penis. He wondered why she thought so. Maybe the only other men she was with had small ones he guessed.</w:t>
      </w:r>
    </w:p>
    <w:p w:rsidR="00B50E03" w:rsidRDefault="00B50E03">
      <w:pPr>
        <w:spacing w:line="480" w:lineRule="auto"/>
        <w:ind w:firstLine="720"/>
        <w:rPr>
          <w:sz w:val="24"/>
          <w:szCs w:val="24"/>
        </w:rPr>
      </w:pPr>
      <w:r>
        <w:rPr>
          <w:sz w:val="24"/>
          <w:szCs w:val="24"/>
        </w:rPr>
        <w:t>One night Kelly did not show up at his bedside. Instead another nurse came by that night, giving him his sponge bath. The nurse told him that Kelly was on her day off and would be back the next day. Somehow he managed to get through that particular bath without getting an erection in front of the nurse (He didn‘t find her very attractive.). The next night when Kelly walked in, she put down her bucket, stripped Alex down, and quickly stuck his cock in her mouth, sucking it like a wild woman. He quickly released his seed for her and after rinsing her mouth off, she smiled and said that she missed sucking his huge cock and just had to have it right away.</w:t>
      </w:r>
    </w:p>
    <w:p w:rsidR="00B50E03" w:rsidRDefault="00B50E03">
      <w:pPr>
        <w:spacing w:line="480" w:lineRule="auto"/>
        <w:ind w:firstLine="720"/>
        <w:rPr>
          <w:sz w:val="24"/>
          <w:szCs w:val="24"/>
        </w:rPr>
      </w:pPr>
      <w:r>
        <w:rPr>
          <w:sz w:val="24"/>
          <w:szCs w:val="24"/>
        </w:rPr>
        <w:t>Alex was slowly getting better with each passing day, and within two weeks time he was able to walk quite well with no help at all. He was ecstatic. His throat also stopped hurting when he ate, so he was allowed to eat what he wanted. He was also told that since he could walk, he would be able to take his own showers for now on. This saddened him as he rather enjoyed her “sponge baths.” He hoped she would still find a way to see him.</w:t>
      </w:r>
    </w:p>
    <w:p w:rsidR="00B50E03" w:rsidRDefault="00B50E03">
      <w:pPr>
        <w:spacing w:line="480" w:lineRule="auto"/>
        <w:ind w:firstLine="720"/>
        <w:rPr>
          <w:sz w:val="24"/>
          <w:szCs w:val="24"/>
        </w:rPr>
      </w:pPr>
      <w:r>
        <w:rPr>
          <w:sz w:val="24"/>
          <w:szCs w:val="24"/>
        </w:rPr>
        <w:t>He looked forward to seeing Kelly again around 10 pm but she didn’t show. He waited an hour before turning in for the night. He guessed she wasn’t able to see him after all. He was awakened at midnight when a pair of lips pressed against his own. He slowly found himself waking up as the lips parted and a tongue snaked its way into his mouth. He opened his eyes and was happy to see it was Kelly kissing him and not a dream.</w:t>
      </w:r>
    </w:p>
    <w:p w:rsidR="00B50E03" w:rsidRDefault="00B50E03">
      <w:pPr>
        <w:spacing w:line="480" w:lineRule="auto"/>
        <w:ind w:firstLine="720"/>
        <w:rPr>
          <w:sz w:val="24"/>
          <w:szCs w:val="24"/>
        </w:rPr>
      </w:pPr>
      <w:r>
        <w:rPr>
          <w:sz w:val="24"/>
          <w:szCs w:val="24"/>
        </w:rPr>
        <w:t>She released the kiss and took his hand. “I heard you’re cleared to walk now. I think you deserve a reward.” She took Alex by the hand and pulled him out of bed, dragging him to one of the bathrooms. The bathroom was rather large, being that it had to support people in wheel chairs as well as the nurses watching them. Kelly shut the door behind them and locked it.</w:t>
      </w:r>
    </w:p>
    <w:p w:rsidR="00B50E03" w:rsidRDefault="00B50E03">
      <w:pPr>
        <w:spacing w:line="480" w:lineRule="auto"/>
        <w:ind w:firstLine="720"/>
        <w:rPr>
          <w:sz w:val="24"/>
          <w:szCs w:val="24"/>
        </w:rPr>
      </w:pPr>
      <w:r>
        <w:rPr>
          <w:sz w:val="24"/>
          <w:szCs w:val="24"/>
        </w:rPr>
        <w:t>“I’ve been waiting for this day, babe,” she said stripping off his robe. “No one will bother us in here. I can’t wait to fuck that huge stick of yours!” she exclaimed, unzipping her dress. The dress fell to the floor revealing her large I cup breasts encased in a large black brazier. Her panties were also black, matching huge bra cups. She was quite thin to have breasts so large, but Alex wasn’t complaining.</w:t>
      </w:r>
    </w:p>
    <w:p w:rsidR="00B50E03" w:rsidRDefault="00B50E03">
      <w:pPr>
        <w:spacing w:line="480" w:lineRule="auto"/>
        <w:ind w:firstLine="720"/>
        <w:rPr>
          <w:sz w:val="24"/>
          <w:szCs w:val="24"/>
        </w:rPr>
      </w:pPr>
      <w:r>
        <w:rPr>
          <w:sz w:val="24"/>
          <w:szCs w:val="24"/>
        </w:rPr>
        <w:t>He did have one question though that had been begging his mind for some time now. “Wait, Kelly. Why do you keep saying my penis is so big? Last time I checked it was just average sized.”</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 xml:space="preserve">Kelly looked at him and burst out laughing, making Alex’s face blush. “Are you retarded or something?! No ones cock is as big as yours you freak! The largest I’ve ever had was four inches, and that’s what most guys would consider big. As for you, you’re enormous! I can’t believe you’re such an idiot. If I wasn’t so fucking horny right now, I’d kick you in the balls just for being stupid. Now sit!” she said pointing to the toilet. </w:t>
      </w:r>
    </w:p>
    <w:p w:rsidR="00B50E03" w:rsidRDefault="00B50E03">
      <w:pPr>
        <w:spacing w:line="480" w:lineRule="auto"/>
        <w:ind w:firstLine="720"/>
        <w:rPr>
          <w:sz w:val="24"/>
          <w:szCs w:val="24"/>
        </w:rPr>
      </w:pPr>
      <w:r>
        <w:rPr>
          <w:sz w:val="24"/>
          <w:szCs w:val="24"/>
        </w:rPr>
        <w:t>Alex was speechless. Was he really considered big in this world? Once again he wondered if she was just with men with small penises. He looked downcast at her harsh words, and even though she was in only her bra and panties with her large breasts on display, Alex’s erection started to deflate. He wasn’t an idiot. He really didn’t know!</w:t>
      </w:r>
    </w:p>
    <w:p w:rsidR="00B50E03" w:rsidRDefault="00B50E03">
      <w:pPr>
        <w:spacing w:line="480" w:lineRule="auto"/>
        <w:ind w:firstLine="720"/>
        <w:rPr>
          <w:sz w:val="24"/>
          <w:szCs w:val="24"/>
        </w:rPr>
      </w:pPr>
      <w:r>
        <w:rPr>
          <w:sz w:val="24"/>
          <w:szCs w:val="24"/>
        </w:rPr>
        <w:t>Kelly noticed his diminishing erection and frowned at him. “Hey. I’m sorry OK. I figured anyone with a cock like yours would get lots of compliments.” She laughed to herself. “Are you actually a virgin?”</w:t>
      </w:r>
    </w:p>
    <w:p w:rsidR="00B50E03" w:rsidRDefault="00B50E03">
      <w:pPr>
        <w:spacing w:line="480" w:lineRule="auto"/>
        <w:ind w:firstLine="720"/>
        <w:rPr>
          <w:i/>
          <w:iCs/>
          <w:sz w:val="24"/>
          <w:szCs w:val="24"/>
        </w:rPr>
      </w:pPr>
      <w:r>
        <w:rPr>
          <w:sz w:val="24"/>
          <w:szCs w:val="24"/>
        </w:rPr>
        <w:t xml:space="preserve">Alex looked up, upset. “What? No! I’ve had sex with plenty of women! </w:t>
      </w:r>
      <w:r>
        <w:rPr>
          <w:i/>
          <w:iCs/>
          <w:sz w:val="24"/>
          <w:szCs w:val="24"/>
        </w:rPr>
        <w:t xml:space="preserve">Five </w:t>
      </w:r>
      <w:r>
        <w:rPr>
          <w:sz w:val="24"/>
          <w:szCs w:val="24"/>
        </w:rPr>
        <w:t xml:space="preserve">It’s just none of them ever said I was big before! </w:t>
      </w:r>
      <w:r>
        <w:rPr>
          <w:i/>
          <w:iCs/>
          <w:sz w:val="24"/>
          <w:szCs w:val="24"/>
        </w:rPr>
        <w:t xml:space="preserve">My fourth actually called me small during the one time we actually had sex. </w:t>
      </w:r>
    </w:p>
    <w:p w:rsidR="00B50E03" w:rsidRDefault="00B50E03">
      <w:pPr>
        <w:spacing w:line="480" w:lineRule="auto"/>
        <w:ind w:firstLine="720"/>
        <w:rPr>
          <w:sz w:val="24"/>
          <w:szCs w:val="24"/>
        </w:rPr>
      </w:pPr>
      <w:r>
        <w:rPr>
          <w:sz w:val="24"/>
          <w:szCs w:val="24"/>
        </w:rPr>
        <w:t xml:space="preserve">Kelly laughed and said, “What a bunch of sluts! They were probably so loose you barely felt them, right?” Alex said nothing. Even though he could tell a girl’s cup size from a mile away he honestly could not tell if a girl was tight or loose. They really all felt the same to him! He guessed he was just easy to please that way. </w:t>
      </w:r>
    </w:p>
    <w:p w:rsidR="00B50E03" w:rsidRDefault="00B50E03">
      <w:pPr>
        <w:spacing w:line="480" w:lineRule="auto"/>
        <w:ind w:firstLine="720"/>
        <w:rPr>
          <w:sz w:val="24"/>
          <w:szCs w:val="24"/>
        </w:rPr>
      </w:pPr>
      <w:r>
        <w:rPr>
          <w:sz w:val="24"/>
          <w:szCs w:val="24"/>
        </w:rPr>
        <w:t>Kelly walked over to him and lifted his face, kissing him. “I’m sorry…Alex.” It took her a few seconds for her to remember his actual name. It rather depressed him that the one girl he had feelings for had trouble remembering his name. She sat in his lap and began kissing him over and over until he slowly began kissing her back. He slowly opened his mouth allowing her tongue to dart into him. Kelly then wrapped her hand around Alex’s cock, slowly stroking it. Alex felt himself getting hard.</w:t>
      </w:r>
    </w:p>
    <w:p w:rsidR="00B50E03" w:rsidRDefault="00B50E03">
      <w:pPr>
        <w:spacing w:line="480" w:lineRule="auto"/>
        <w:ind w:firstLine="720"/>
        <w:rPr>
          <w:sz w:val="24"/>
          <w:szCs w:val="24"/>
        </w:rPr>
      </w:pPr>
      <w:r>
        <w:rPr>
          <w:sz w:val="24"/>
          <w:szCs w:val="24"/>
        </w:rPr>
        <w:t xml:space="preserve">After a minute of kissing her while she stroked his cock, his was rock hard once more. Kelly broke the kiss and smiled at him. “There’s my big boy,” she said to him. She then reached behind her with both her hands and unclasped her bra. She took it off letting her large teardrop breasts come into view. Alex found his eyes glued to her large bosom. He found his hand stretching up to grope and squeeze her large melons. </w:t>
      </w:r>
    </w:p>
    <w:p w:rsidR="00B50E03" w:rsidRDefault="00B50E03">
      <w:pPr>
        <w:spacing w:line="480" w:lineRule="auto"/>
        <w:ind w:firstLine="720"/>
        <w:rPr>
          <w:sz w:val="24"/>
          <w:szCs w:val="24"/>
        </w:rPr>
      </w:pPr>
      <w:r>
        <w:rPr>
          <w:sz w:val="24"/>
          <w:szCs w:val="24"/>
        </w:rPr>
        <w:t>She moaned slightly at his touch and said, “You like my tits. Why don’t you suck them?” Alex complied and slowly took one of her tits to his lips and kissed it gently before licking around the nipple. Kelly let out a small moan as his mouth opened up over her nipple, circling it with his tongue. He rubbed his tongue all around her nipple then nipped it gently, before licking and sucking on it again.</w:t>
      </w:r>
    </w:p>
    <w:p w:rsidR="00B50E03" w:rsidRDefault="00B50E03">
      <w:pPr>
        <w:spacing w:line="480" w:lineRule="auto"/>
        <w:ind w:firstLine="720"/>
        <w:rPr>
          <w:sz w:val="24"/>
          <w:szCs w:val="24"/>
        </w:rPr>
      </w:pPr>
      <w:r>
        <w:rPr>
          <w:sz w:val="24"/>
          <w:szCs w:val="24"/>
        </w:rPr>
        <w:t>“Mmmmmmm…that’s it. Suck my tit like the little baby you are! Does baby like it? Hope you’re not expecting milk, baby!”</w:t>
      </w:r>
    </w:p>
    <w:p w:rsidR="00B50E03" w:rsidRDefault="00B50E03">
      <w:pPr>
        <w:spacing w:line="480" w:lineRule="auto"/>
        <w:ind w:firstLine="720"/>
        <w:rPr>
          <w:sz w:val="24"/>
          <w:szCs w:val="24"/>
        </w:rPr>
      </w:pPr>
      <w:r>
        <w:rPr>
          <w:sz w:val="24"/>
          <w:szCs w:val="24"/>
        </w:rPr>
        <w:t>Alex laughed into her breast and then released it. “Ummm…no. I’m not expecting milk really.”</w:t>
      </w:r>
    </w:p>
    <w:p w:rsidR="00B50E03" w:rsidRDefault="00B50E03">
      <w:pPr>
        <w:spacing w:line="480" w:lineRule="auto"/>
        <w:ind w:firstLine="720"/>
        <w:rPr>
          <w:sz w:val="24"/>
          <w:szCs w:val="24"/>
        </w:rPr>
      </w:pPr>
      <w:r>
        <w:rPr>
          <w:sz w:val="24"/>
          <w:szCs w:val="24"/>
        </w:rPr>
        <w:t>Kelly stroked his cock a few times with one hand while slipping out of her panties with the other, revealing her perfectly bald pussy. “Mmmmmmm. Well I am, babe! And I’m gonna milk every last bit of milk from your huge cock right now!” Alex arched an eyebrow. He never really heard anyone say something like that to him before.</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 xml:space="preserve">Kelly didn’t waste her time. She sat on his cock pushing it all the way into her in one stroke. Alex smiled. It felt so good to be having sex for the first time in a good while. And not only that, but this girl was the best looking girl he had ever been with! </w:t>
      </w:r>
    </w:p>
    <w:p w:rsidR="00B50E03" w:rsidRDefault="00B50E03">
      <w:pPr>
        <w:spacing w:line="480" w:lineRule="auto"/>
        <w:ind w:firstLine="720"/>
        <w:rPr>
          <w:sz w:val="24"/>
          <w:szCs w:val="24"/>
        </w:rPr>
      </w:pPr>
      <w:r>
        <w:rPr>
          <w:sz w:val="24"/>
          <w:szCs w:val="24"/>
        </w:rPr>
        <w:t>“Oh my God! Your huge cock feels so good in me!” she screamed slamming into him over and over again. Kelly went up and down on his cock as fast as a human possibly could. Alex didn’t know if even an elf could go faster than the speed she was bouncing up and down on his shaft. She looked to be in pure ecstasy. Her head pointed at the ceiling and her eyes seemed to be closed as she slammed on his cock over and over again. It felt pretty good for Alex too, though he wished that she would go slower.</w:t>
      </w:r>
    </w:p>
    <w:p w:rsidR="00B50E03" w:rsidRDefault="00B50E03">
      <w:pPr>
        <w:spacing w:line="480" w:lineRule="auto"/>
        <w:ind w:firstLine="720"/>
        <w:rPr>
          <w:sz w:val="24"/>
          <w:szCs w:val="24"/>
        </w:rPr>
      </w:pPr>
      <w:r>
        <w:rPr>
          <w:sz w:val="24"/>
          <w:szCs w:val="24"/>
        </w:rPr>
        <w:t>He really couldn’t tell if she had orgasmed yet from him, but he could tell she was having a good time. He reached up and grabbed her breasts, which were bouncing up and down wildly, smacking one another. She looked down and glared at him, as if he was interrupting her fun. She slowed down for a moment, placing his hands on her ass.</w:t>
      </w:r>
    </w:p>
    <w:p w:rsidR="00B50E03" w:rsidRDefault="00B50E03">
      <w:pPr>
        <w:spacing w:line="480" w:lineRule="auto"/>
        <w:ind w:firstLine="720"/>
        <w:rPr>
          <w:sz w:val="24"/>
          <w:szCs w:val="24"/>
        </w:rPr>
      </w:pPr>
      <w:r>
        <w:rPr>
          <w:sz w:val="24"/>
          <w:szCs w:val="24"/>
        </w:rPr>
        <w:t xml:space="preserve">“Feel my ass, babe. I love it when guys do that!” Alex shrugged and did what she said. He tried to squeeze her ass cheeks but there wasn’t much there to squeeze. He began rubbing his palms all over her butt, feeling it up. Not only did she seem flat in the ass department, but it almost felt as if her cheeks were caved in! But, he was a giver and even though her flat ass was not much of a turn on for him, he continued to caress and stroke it while she bounced wildly on his dick again and again. </w:t>
      </w:r>
    </w:p>
    <w:p w:rsidR="00B50E03" w:rsidRDefault="00B50E03">
      <w:pPr>
        <w:spacing w:line="480" w:lineRule="auto"/>
        <w:ind w:firstLine="720"/>
        <w:rPr>
          <w:sz w:val="24"/>
          <w:szCs w:val="24"/>
        </w:rPr>
      </w:pPr>
      <w:r>
        <w:rPr>
          <w:sz w:val="24"/>
          <w:szCs w:val="24"/>
        </w:rPr>
        <w:t xml:space="preserve">She looked down from her revelry and smiled at him. “You love my small ass, don’t you? All the men love my ass!” Alex couldn’t help but raise an eyebrow at her words. </w:t>
      </w:r>
      <w:r>
        <w:rPr>
          <w:i/>
          <w:iCs/>
          <w:sz w:val="24"/>
          <w:szCs w:val="24"/>
        </w:rPr>
        <w:t xml:space="preserve">All those men must have been drunk! </w:t>
      </w:r>
      <w:r>
        <w:rPr>
          <w:sz w:val="24"/>
          <w:szCs w:val="24"/>
        </w:rPr>
        <w:t xml:space="preserve">He thought to himself smiling. Kelly slowed down a little, pulling his face to her tit. Alex took her cue and began licking and sucking it again. She moaned, pressing it deeper into Alex’s mouth. She pulled him off it by the hair in the back of his head, and slipped her tongue into his mouth. </w:t>
      </w:r>
    </w:p>
    <w:p w:rsidR="00B50E03" w:rsidRDefault="00B50E03">
      <w:pPr>
        <w:spacing w:line="480" w:lineRule="auto"/>
        <w:ind w:firstLine="720"/>
        <w:rPr>
          <w:sz w:val="24"/>
          <w:szCs w:val="24"/>
        </w:rPr>
      </w:pPr>
      <w:r>
        <w:rPr>
          <w:sz w:val="24"/>
          <w:szCs w:val="24"/>
        </w:rPr>
        <w:t xml:space="preserve">She released him from their lip lock and began furiously bouncing up and down on his cock once more. Alex felt himself getting ready to cum. “I’m cumming!” he exclaimed as she pumped in and out of him, wildly, her large breasts bouncing up and down with each stroke. </w:t>
      </w:r>
    </w:p>
    <w:p w:rsidR="00B50E03" w:rsidRDefault="00B50E03">
      <w:pPr>
        <w:spacing w:line="480" w:lineRule="auto"/>
        <w:ind w:firstLine="720"/>
        <w:rPr>
          <w:sz w:val="24"/>
          <w:szCs w:val="24"/>
        </w:rPr>
      </w:pPr>
      <w:r>
        <w:rPr>
          <w:sz w:val="24"/>
          <w:szCs w:val="24"/>
        </w:rPr>
        <w:t>“About time!” she replied, somehow picking up her speed even more. Alex felt his balls tense up as his cock shot his sperm deep into Kelly. She slowed down and got off of him, standing up. She put back on her thong, bending over dramatically so that Alex could get a could look at her small caved in ass, as if it was something he actually wanted to stare at.</w:t>
      </w:r>
    </w:p>
    <w:p w:rsidR="00B50E03" w:rsidRDefault="00B50E03">
      <w:pPr>
        <w:spacing w:line="480" w:lineRule="auto"/>
        <w:ind w:firstLine="720"/>
        <w:rPr>
          <w:sz w:val="24"/>
          <w:szCs w:val="24"/>
        </w:rPr>
      </w:pPr>
      <w:r>
        <w:rPr>
          <w:sz w:val="24"/>
          <w:szCs w:val="24"/>
        </w:rPr>
        <w:t>She then put back on her bra and her nurse’s uniform, straightening it up so that her breasts did not pop out of it. She then bent over and French kissed him. She looked at the clock. “Wow! You lasted a good half hour there, big boy! You really are good in the sack! We’ll have to do that again!”</w:t>
      </w:r>
    </w:p>
    <w:p w:rsidR="00B50E03" w:rsidRDefault="00B50E03">
      <w:pPr>
        <w:spacing w:line="480" w:lineRule="auto"/>
        <w:ind w:firstLine="720"/>
        <w:rPr>
          <w:sz w:val="24"/>
          <w:szCs w:val="24"/>
        </w:rPr>
      </w:pPr>
      <w:r>
        <w:rPr>
          <w:sz w:val="24"/>
          <w:szCs w:val="24"/>
        </w:rPr>
        <w:t>Alex cleared his throat. “Ummm…did you orgasm?”</w:t>
      </w:r>
    </w:p>
    <w:p w:rsidR="00B50E03" w:rsidRDefault="00B50E03">
      <w:pPr>
        <w:spacing w:line="480" w:lineRule="auto"/>
        <w:ind w:firstLine="720"/>
        <w:rPr>
          <w:sz w:val="24"/>
          <w:szCs w:val="24"/>
        </w:rPr>
      </w:pPr>
      <w:r>
        <w:rPr>
          <w:sz w:val="24"/>
          <w:szCs w:val="24"/>
        </w:rPr>
        <w:t>“You couldn’t tell? Oh my God! You gave me twenty orgasms tonight! It was the most I’ve ever had in such a short time! You really are good at that, babe,” she said, patting his limp dick. With her clothes straightened out, Kelly went to the mirror and fixed her hair up before walking out of the bathroom. Alex slowly got up and went back to his bed and fell into a deep sleep.</w:t>
      </w:r>
    </w:p>
    <w:p w:rsidR="00B50E03" w:rsidRDefault="00B50E03">
      <w:pPr>
        <w:spacing w:line="480" w:lineRule="auto"/>
        <w:ind w:firstLine="720"/>
        <w:rPr>
          <w:sz w:val="24"/>
          <w:szCs w:val="24"/>
        </w:rPr>
      </w:pPr>
      <w:r>
        <w:rPr>
          <w:sz w:val="24"/>
          <w:szCs w:val="24"/>
        </w:rPr>
        <w:t>The next few weeks were a blur of physical training during the day and sex every night with Kelly. The doctors sometimes wondered why he seemed so unenergetic some mornings after having sex with her. He began lasting well over an hour each time he was with her after that first time. Each time she would sit him in the toilet of the bathroom and ride him until either he came or she was too tired to carry on. Some nights when she was tired she would suck him off the rest of the way. Some nights she would tell him that she was too tired to do even that, and left him there with a major case of blue balls that he would have to get off himself in the bathroom after she left.</w:t>
      </w:r>
    </w:p>
    <w:p w:rsidR="00B50E03" w:rsidRDefault="00B50E03">
      <w:pPr>
        <w:spacing w:line="480" w:lineRule="auto"/>
        <w:ind w:firstLine="720"/>
        <w:rPr>
          <w:sz w:val="24"/>
          <w:szCs w:val="24"/>
        </w:rPr>
      </w:pPr>
      <w:r>
        <w:rPr>
          <w:sz w:val="24"/>
          <w:szCs w:val="24"/>
        </w:rPr>
        <w:t xml:space="preserve">Eventually the doctors had him running and jumping hurdles along with lifting weights. He found his strength returning. His mom and sister encouraged him every night to keep up the good work, saying that soon enough he’ll be ready to return home. </w:t>
      </w:r>
    </w:p>
    <w:p w:rsidR="00B50E03" w:rsidRDefault="00B50E03">
      <w:pPr>
        <w:spacing w:line="480" w:lineRule="auto"/>
        <w:ind w:firstLine="720"/>
        <w:rPr>
          <w:sz w:val="24"/>
          <w:szCs w:val="24"/>
        </w:rPr>
      </w:pPr>
      <w:r>
        <w:rPr>
          <w:sz w:val="24"/>
          <w:szCs w:val="24"/>
        </w:rPr>
        <w:t>After several weeks, Alex found himself at the strength he remembered himself being at before his car accident. He asked the doctor in charge one day if he would be able to go home soon, since he felt as healthy as ever. The doctor frowned and pointed to a beam ten feet in the air.</w:t>
      </w:r>
    </w:p>
    <w:p w:rsidR="00B50E03" w:rsidRDefault="00B50E03">
      <w:pPr>
        <w:spacing w:line="480" w:lineRule="auto"/>
        <w:ind w:firstLine="720"/>
        <w:rPr>
          <w:sz w:val="24"/>
          <w:szCs w:val="24"/>
        </w:rPr>
      </w:pPr>
      <w:r>
        <w:rPr>
          <w:sz w:val="24"/>
          <w:szCs w:val="24"/>
        </w:rPr>
        <w:t>“Can you touch that beam?”</w:t>
      </w:r>
    </w:p>
    <w:p w:rsidR="00B50E03" w:rsidRDefault="00B50E03">
      <w:pPr>
        <w:spacing w:line="480" w:lineRule="auto"/>
        <w:ind w:firstLine="720"/>
        <w:rPr>
          <w:sz w:val="24"/>
          <w:szCs w:val="24"/>
        </w:rPr>
      </w:pPr>
      <w:r>
        <w:rPr>
          <w:sz w:val="24"/>
          <w:szCs w:val="24"/>
        </w:rPr>
        <w:t>“No. I doubt many people could, except maybe some basketball players.”</w:t>
      </w:r>
    </w:p>
    <w:p w:rsidR="00B50E03" w:rsidRDefault="00B50E03">
      <w:pPr>
        <w:spacing w:line="480" w:lineRule="auto"/>
        <w:ind w:firstLine="720"/>
        <w:rPr>
          <w:sz w:val="24"/>
          <w:szCs w:val="24"/>
        </w:rPr>
      </w:pPr>
      <w:r>
        <w:rPr>
          <w:sz w:val="24"/>
          <w:szCs w:val="24"/>
        </w:rPr>
        <w:t>“Most males your age, including the unhealthy ones, should easily touch that bar. Some can even jump over it.” Alex’s jaw dropped. The doctor went on to say, “In addition, all of your muscles are lacking for the standard for your age and weight.”</w:t>
      </w:r>
    </w:p>
    <w:p w:rsidR="00B50E03" w:rsidRDefault="00B50E03">
      <w:pPr>
        <w:spacing w:line="480" w:lineRule="auto"/>
        <w:ind w:firstLine="720"/>
        <w:rPr>
          <w:sz w:val="24"/>
          <w:szCs w:val="24"/>
        </w:rPr>
      </w:pPr>
      <w:r>
        <w:rPr>
          <w:sz w:val="24"/>
          <w:szCs w:val="24"/>
        </w:rPr>
        <w:t>“But this was the most I could do before the accident! I highly doubt I’m gonna get any stronger!”</w:t>
      </w:r>
    </w:p>
    <w:p w:rsidR="00B50E03" w:rsidRDefault="00B50E03">
      <w:pPr>
        <w:spacing w:line="480" w:lineRule="auto"/>
        <w:ind w:firstLine="720"/>
        <w:rPr>
          <w:sz w:val="24"/>
          <w:szCs w:val="24"/>
        </w:rPr>
      </w:pPr>
      <w:r>
        <w:rPr>
          <w:sz w:val="24"/>
          <w:szCs w:val="24"/>
        </w:rPr>
        <w:t>“Those are your false memories interfering with your real ones again. You can do much more better. We just have to get you to stop thinking you are a human so that your original strength can return.”</w:t>
      </w:r>
    </w:p>
    <w:p w:rsidR="00B50E03" w:rsidRDefault="00B50E03">
      <w:pPr>
        <w:spacing w:line="480" w:lineRule="auto"/>
        <w:ind w:firstLine="720"/>
        <w:rPr>
          <w:sz w:val="24"/>
          <w:szCs w:val="24"/>
        </w:rPr>
      </w:pPr>
      <w:r>
        <w:rPr>
          <w:sz w:val="24"/>
          <w:szCs w:val="24"/>
        </w:rPr>
        <w:t>“But I am a human!” Alex exclaimed. “I can’t get any much more stronger than this!” The doctor rubbed his temples.</w:t>
      </w:r>
    </w:p>
    <w:p w:rsidR="00B50E03" w:rsidRDefault="00B50E03">
      <w:pPr>
        <w:spacing w:line="480" w:lineRule="auto"/>
        <w:ind w:firstLine="720"/>
        <w:rPr>
          <w:sz w:val="24"/>
          <w:szCs w:val="24"/>
        </w:rPr>
      </w:pPr>
      <w:r>
        <w:rPr>
          <w:sz w:val="24"/>
          <w:szCs w:val="24"/>
        </w:rPr>
        <w:t>“I’ll put in a consult for you. But, don’t expect anything.”</w:t>
      </w:r>
    </w:p>
    <w:p w:rsidR="00B50E03" w:rsidRDefault="00B50E03">
      <w:pPr>
        <w:spacing w:line="480" w:lineRule="auto"/>
        <w:ind w:firstLine="720"/>
        <w:rPr>
          <w:sz w:val="24"/>
          <w:szCs w:val="24"/>
        </w:rPr>
      </w:pPr>
      <w:r>
        <w:rPr>
          <w:sz w:val="24"/>
          <w:szCs w:val="24"/>
        </w:rPr>
        <w:t>That evening he found himself complaining to his mom and sister of his situation. He was surprised sometimes at how much he had adjusted. He was practically treating them like they were his family members. Very sexy family members, but family members nonetheless. His mom stroked his cheek gently and told him she would talk to his doctor and see what they could do.</w:t>
      </w:r>
    </w:p>
    <w:p w:rsidR="00B50E03" w:rsidRDefault="00B50E03">
      <w:pPr>
        <w:spacing w:line="480" w:lineRule="auto"/>
        <w:ind w:firstLine="720"/>
        <w:rPr>
          <w:sz w:val="24"/>
          <w:szCs w:val="24"/>
        </w:rPr>
      </w:pPr>
      <w:r>
        <w:rPr>
          <w:sz w:val="24"/>
          <w:szCs w:val="24"/>
        </w:rPr>
        <w:t xml:space="preserve">That night Kelly came over once again to have sex with Alex in the bathroom. As she was bouncing wildly on his cock once more in the throes of another orgasm, Alex can’t help but wonder something as her huge I cup breasts bounced up and down in front of his eyes. </w:t>
      </w:r>
    </w:p>
    <w:p w:rsidR="00B50E03" w:rsidRDefault="00B50E03">
      <w:pPr>
        <w:spacing w:line="480" w:lineRule="auto"/>
        <w:ind w:firstLine="720"/>
        <w:rPr>
          <w:sz w:val="24"/>
          <w:szCs w:val="24"/>
        </w:rPr>
      </w:pPr>
      <w:r>
        <w:rPr>
          <w:sz w:val="24"/>
          <w:szCs w:val="24"/>
        </w:rPr>
        <w:t>“Can I ask you something?” he said.</w:t>
      </w:r>
    </w:p>
    <w:p w:rsidR="00B50E03" w:rsidRDefault="00B50E03">
      <w:pPr>
        <w:spacing w:line="480" w:lineRule="auto"/>
        <w:ind w:firstLine="720"/>
        <w:rPr>
          <w:sz w:val="24"/>
          <w:szCs w:val="24"/>
        </w:rPr>
      </w:pPr>
      <w:r>
        <w:rPr>
          <w:sz w:val="24"/>
          <w:szCs w:val="24"/>
        </w:rPr>
        <w:t>She quickly replied, “Not now! You’ll ruin it!”</w:t>
      </w:r>
    </w:p>
    <w:p w:rsidR="00B50E03" w:rsidRDefault="00B50E03">
      <w:pPr>
        <w:spacing w:line="480" w:lineRule="auto"/>
        <w:ind w:firstLine="720"/>
        <w:rPr>
          <w:sz w:val="24"/>
          <w:szCs w:val="24"/>
        </w:rPr>
      </w:pPr>
      <w:r>
        <w:rPr>
          <w:sz w:val="24"/>
          <w:szCs w:val="24"/>
        </w:rPr>
        <w:t>Alex ignored her and continued on. “It’s just that I’ve been noticing that a lot of girls seem to have huge breasts, including you.”</w:t>
      </w:r>
    </w:p>
    <w:p w:rsidR="00B50E03" w:rsidRDefault="00B50E03">
      <w:pPr>
        <w:spacing w:line="480" w:lineRule="auto"/>
        <w:ind w:firstLine="720"/>
        <w:rPr>
          <w:sz w:val="24"/>
          <w:szCs w:val="24"/>
        </w:rPr>
      </w:pPr>
      <w:r>
        <w:rPr>
          <w:sz w:val="24"/>
          <w:szCs w:val="24"/>
        </w:rPr>
        <w:t>Kelly stopped in mid stroke and stood up, obviously upset. “You think my breasts are huge! You seemed to like them a minute ago!”</w:t>
      </w:r>
    </w:p>
    <w:p w:rsidR="00B50E03" w:rsidRDefault="00B50E03">
      <w:pPr>
        <w:spacing w:line="480" w:lineRule="auto"/>
        <w:ind w:firstLine="720"/>
        <w:rPr>
          <w:sz w:val="24"/>
          <w:szCs w:val="24"/>
        </w:rPr>
      </w:pPr>
      <w:r>
        <w:rPr>
          <w:sz w:val="24"/>
          <w:szCs w:val="24"/>
        </w:rPr>
        <w:t>“I do! I mean, well, what cup size are you?”</w:t>
      </w:r>
    </w:p>
    <w:p w:rsidR="00B50E03" w:rsidRDefault="00B50E03">
      <w:pPr>
        <w:spacing w:line="480" w:lineRule="auto"/>
        <w:ind w:firstLine="720"/>
        <w:rPr>
          <w:sz w:val="24"/>
          <w:szCs w:val="24"/>
        </w:rPr>
      </w:pPr>
      <w:r>
        <w:rPr>
          <w:sz w:val="24"/>
          <w:szCs w:val="24"/>
        </w:rPr>
        <w:t>She stared at her large breasts for a moment and then said, “I’m a C cup. Do they really look that big to you? Most people think they’re small enough.”</w:t>
      </w:r>
    </w:p>
    <w:p w:rsidR="00B50E03" w:rsidRDefault="00B50E03">
      <w:pPr>
        <w:spacing w:line="480" w:lineRule="auto"/>
        <w:ind w:firstLine="720"/>
        <w:rPr>
          <w:sz w:val="24"/>
          <w:szCs w:val="24"/>
        </w:rPr>
      </w:pPr>
      <w:r>
        <w:rPr>
          <w:sz w:val="24"/>
          <w:szCs w:val="24"/>
        </w:rPr>
        <w:t xml:space="preserve">“A C cup!” Alex exclaimed. “They have to be at least an H cup! Maybe even an I!” </w:t>
      </w:r>
    </w:p>
    <w:p w:rsidR="00B50E03" w:rsidRDefault="00B50E03">
      <w:pPr>
        <w:spacing w:line="480" w:lineRule="auto"/>
        <w:ind w:firstLine="720"/>
        <w:rPr>
          <w:sz w:val="24"/>
          <w:szCs w:val="24"/>
        </w:rPr>
      </w:pPr>
      <w:r>
        <w:rPr>
          <w:sz w:val="24"/>
          <w:szCs w:val="24"/>
        </w:rPr>
        <w:t>“What are you? Retarded or something? If I had an I cup, my tits would be hanging around my ankles! Have you always been this stupid?”</w:t>
      </w:r>
    </w:p>
    <w:p w:rsidR="00B50E03" w:rsidRDefault="00B50E03">
      <w:pPr>
        <w:spacing w:line="480" w:lineRule="auto"/>
        <w:ind w:firstLine="720"/>
        <w:rPr>
          <w:sz w:val="24"/>
          <w:szCs w:val="24"/>
        </w:rPr>
      </w:pPr>
      <w:r>
        <w:rPr>
          <w:sz w:val="24"/>
          <w:szCs w:val="24"/>
        </w:rPr>
        <w:t>Alex frowned. He hated it when she called him dumb. “Well, if you’re a C cup, then what do they do for the shit below A, or AAA?” he asked waving his hands.</w:t>
      </w:r>
    </w:p>
    <w:p w:rsidR="00B50E03" w:rsidRDefault="00B50E03">
      <w:pPr>
        <w:spacing w:line="480" w:lineRule="auto"/>
        <w:ind w:firstLine="720"/>
        <w:rPr>
          <w:sz w:val="24"/>
          <w:szCs w:val="24"/>
        </w:rPr>
      </w:pPr>
      <w:r>
        <w:rPr>
          <w:sz w:val="24"/>
          <w:szCs w:val="24"/>
        </w:rPr>
        <w:t>Kelly started parting on her bra and panties. “You really are an idiot, aren’t you? Just like everything else, there’s adult sizes and children’s sizes. Everyone knows that!” She finished putting on her Nurse’s uniform and walked out. Children’s bra sizes? Alex had heard of training bras before but never children’s bra sizes. He guessed it made sense if every single one of the adults at least had a DD cup. And he assumed the breasts on elves grew over time, so maybe there really were children’s sizes.</w:t>
      </w:r>
    </w:p>
    <w:p w:rsidR="00B50E03" w:rsidRDefault="00B50E03">
      <w:pPr>
        <w:spacing w:line="480" w:lineRule="auto"/>
        <w:ind w:firstLine="720"/>
        <w:rPr>
          <w:sz w:val="24"/>
          <w:szCs w:val="24"/>
        </w:rPr>
      </w:pPr>
      <w:r>
        <w:rPr>
          <w:sz w:val="24"/>
          <w:szCs w:val="24"/>
        </w:rPr>
        <w:t>Kelly didn’t show up that next night, or the night after. Alex wondered if he would ever see her again. Deep down he knew she was bitchy and was probably not good for him, but he enjoyed the sex with her, and that transferred into feelings for her, since he was not the type that could have sex without gaining some sort of bond with the person over time.</w:t>
      </w:r>
    </w:p>
    <w:p w:rsidR="00B50E03" w:rsidRDefault="00B50E03">
      <w:pPr>
        <w:spacing w:line="480" w:lineRule="auto"/>
        <w:ind w:firstLine="720"/>
        <w:rPr>
          <w:sz w:val="24"/>
          <w:szCs w:val="24"/>
        </w:rPr>
      </w:pPr>
      <w:r>
        <w:rPr>
          <w:sz w:val="24"/>
          <w:szCs w:val="24"/>
        </w:rPr>
        <w:t>On the third night though, Kelly showed up once more. She climbed onto his lap on his hospital bed waking him up. “I’m so sorry!” she said covering him with kisses. “I didn’t mean what I said the other night! Please fuck me, Alex!” Alex kissed her back, slipping his tongue into her mouth. He was glad she came back for him. Maybe she did have feelings for him after all.</w:t>
      </w:r>
    </w:p>
    <w:p w:rsidR="00B50E03" w:rsidRDefault="00B50E03">
      <w:pPr>
        <w:spacing w:line="480" w:lineRule="auto"/>
        <w:ind w:firstLine="720"/>
        <w:rPr>
          <w:sz w:val="24"/>
          <w:szCs w:val="24"/>
        </w:rPr>
      </w:pPr>
      <w:r>
        <w:rPr>
          <w:sz w:val="24"/>
          <w:szCs w:val="24"/>
        </w:rPr>
        <w:t>Kelly broke off the kiss and looked back and forth. She then put a finger to her lips and said, “Make love to me here tonight, Alex.”</w:t>
      </w:r>
    </w:p>
    <w:p w:rsidR="00B50E03" w:rsidRDefault="00B50E03">
      <w:pPr>
        <w:spacing w:line="480" w:lineRule="auto"/>
        <w:ind w:firstLine="720"/>
        <w:rPr>
          <w:sz w:val="24"/>
          <w:szCs w:val="24"/>
        </w:rPr>
      </w:pPr>
      <w:r>
        <w:rPr>
          <w:sz w:val="24"/>
          <w:szCs w:val="24"/>
        </w:rPr>
        <w:t>“What if we get caught?”</w:t>
      </w:r>
    </w:p>
    <w:p w:rsidR="00B50E03" w:rsidRDefault="00B50E03">
      <w:pPr>
        <w:spacing w:line="480" w:lineRule="auto"/>
        <w:ind w:firstLine="720"/>
        <w:rPr>
          <w:sz w:val="24"/>
          <w:szCs w:val="24"/>
        </w:rPr>
      </w:pPr>
      <w:r>
        <w:rPr>
          <w:sz w:val="24"/>
          <w:szCs w:val="24"/>
        </w:rPr>
        <w:t xml:space="preserve">“Don’t worry babe,” she said, taking off his robe. “No one will bother us as long as we’re quiet about it.” Alex nodded slowly. Kelly smiled and stripped off her dress and climbed onto the hospital bed, straddling him. She slowly lowered herself onto his tool and began rocking back and forth on it against his cock. For the first time ever, she went slowly on him, caressing his bare chest while she went up and down and him. </w:t>
      </w:r>
    </w:p>
    <w:p w:rsidR="00B50E03" w:rsidRDefault="00B50E03">
      <w:pPr>
        <w:spacing w:line="480" w:lineRule="auto"/>
        <w:ind w:firstLine="720"/>
        <w:rPr>
          <w:sz w:val="24"/>
          <w:szCs w:val="24"/>
        </w:rPr>
      </w:pPr>
      <w:r>
        <w:rPr>
          <w:sz w:val="24"/>
          <w:szCs w:val="24"/>
        </w:rPr>
        <w:t xml:space="preserve">Alex took one of her breasts and lifted it up to his mouth, kissing and licking it. She lifted his face to hers and moaned loudly into it. Obviously, she had just orgasmed and didn’t want people to hear her moan. They continued this way for a good two hours, each time she would orgasm, she would kiss him, moaning into his mouth. If those were really orgasms, he had counted 42 of them before he was ready to cum. </w:t>
      </w:r>
    </w:p>
    <w:p w:rsidR="00B50E03" w:rsidRDefault="00B50E03">
      <w:pPr>
        <w:spacing w:line="480" w:lineRule="auto"/>
        <w:ind w:firstLine="720"/>
        <w:rPr>
          <w:sz w:val="24"/>
          <w:szCs w:val="24"/>
        </w:rPr>
      </w:pPr>
      <w:r>
        <w:rPr>
          <w:sz w:val="24"/>
          <w:szCs w:val="24"/>
        </w:rPr>
        <w:t xml:space="preserve">“I’m gonna cum, baby!” he whispered into her ear. She got off of him quickly and shoved his cock into her mouth, sucking and licking it like crazy. Alex came inside of her mouth and Kelly moaned. </w:t>
      </w:r>
    </w:p>
    <w:p w:rsidR="00B50E03" w:rsidRDefault="00B50E03">
      <w:pPr>
        <w:spacing w:line="480" w:lineRule="auto"/>
        <w:ind w:firstLine="720"/>
        <w:rPr>
          <w:sz w:val="24"/>
          <w:szCs w:val="24"/>
        </w:rPr>
      </w:pPr>
      <w:r>
        <w:rPr>
          <w:sz w:val="24"/>
          <w:szCs w:val="24"/>
        </w:rPr>
        <w:t>She then looked up and opened her mouth, showing that she had actually swallowed his spunk for once! Alex put back on his robe as she put back on her uniform. She kissed him gently before turning to leave. Alex took hold of her hand. “Can you, maybe, stay with me tonight?”</w:t>
      </w:r>
    </w:p>
    <w:p w:rsidR="00B50E03" w:rsidRDefault="00B50E03">
      <w:pPr>
        <w:spacing w:line="480" w:lineRule="auto"/>
        <w:ind w:firstLine="720"/>
        <w:rPr>
          <w:sz w:val="24"/>
          <w:szCs w:val="24"/>
        </w:rPr>
      </w:pPr>
      <w:r>
        <w:rPr>
          <w:sz w:val="24"/>
          <w:szCs w:val="24"/>
        </w:rPr>
        <w:t>Kelly looked back and forth to see if anyone was around before she nodded saying, “Maybe for a little bit, OK?” Alex scooted over as much as he could, making space for Kelly. She settled in, laying next to him. Alex spooned against her back side, wrapping his arm around her. Kelly placed his hand gently on her breast and held it until Alex fell asleep.</w:t>
      </w:r>
    </w:p>
    <w:p w:rsidR="00B50E03" w:rsidRDefault="00B50E03">
      <w:pPr>
        <w:spacing w:line="480" w:lineRule="auto"/>
        <w:ind w:firstLine="720"/>
        <w:rPr>
          <w:sz w:val="24"/>
          <w:szCs w:val="24"/>
        </w:rPr>
      </w:pPr>
      <w:r>
        <w:rPr>
          <w:sz w:val="24"/>
          <w:szCs w:val="24"/>
        </w:rPr>
        <w:t xml:space="preserve">When he woke up, Kelly was not there. He knew she couldn’t be caught sleeping with him, but he was still disappointed that she couldn’t. After that wonderful night with her, making love, Alex felt that he may well indeed be in love with her. </w:t>
      </w:r>
    </w:p>
    <w:p w:rsidR="00B50E03" w:rsidRDefault="00B50E03">
      <w:pPr>
        <w:spacing w:line="480" w:lineRule="auto"/>
        <w:ind w:firstLine="720"/>
        <w:rPr>
          <w:sz w:val="24"/>
          <w:szCs w:val="24"/>
        </w:rPr>
      </w:pPr>
      <w:r>
        <w:rPr>
          <w:sz w:val="24"/>
          <w:szCs w:val="24"/>
        </w:rPr>
        <w:t>That morning, his main doctor, Doctor Ghant, startled Alex by telling him that he could go home the next day. “We believe that one of the symptoms of Humanis Detox may be a permanent decrease in your physical strength, Alex. We are going to let you go back home for now. Of course you will still have to come here three times a week for your recovery sessions. We still want you to hopefully regain your normal strength, but as it stands, you seem to be in top physical form and we see no reason to keep you here any longer. We have also decided that it may be best for your mind if you returned to a natural environment, in the hopes that it will help you regain your memories.”</w:t>
      </w:r>
    </w:p>
    <w:p w:rsidR="00B50E03" w:rsidRDefault="00B50E03">
      <w:pPr>
        <w:spacing w:line="480" w:lineRule="auto"/>
        <w:ind w:firstLine="720"/>
        <w:rPr>
          <w:sz w:val="24"/>
          <w:szCs w:val="24"/>
        </w:rPr>
      </w:pPr>
      <w:r>
        <w:rPr>
          <w:sz w:val="24"/>
          <w:szCs w:val="24"/>
        </w:rPr>
        <w:t>Alex was ecstatic! He couldn’t believe he would finally be able to go home again! He hoped that he could tell Kelly the good news and see if she would go out with him on a real date when he got out. Alex’s mom and sister, Lisa and Jen, were also excited when he told them the news that he would be able to go home the next day. They began making plans right away to take him to get some pizza that day. Alex couldn’t wait.</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 xml:space="preserve">That night at midnight, Kelly showed up once more. Like most of the other times they had sex, she led him to the bathroom where they both stripped down naked and she climbed on top of him, riding him hard. Like before the last night they were together, he found her once again wildly jumping up and down on his cock over and over again. </w:t>
      </w:r>
    </w:p>
    <w:p w:rsidR="00B50E03" w:rsidRDefault="00B50E03">
      <w:pPr>
        <w:spacing w:line="480" w:lineRule="auto"/>
        <w:ind w:firstLine="720"/>
        <w:rPr>
          <w:sz w:val="24"/>
          <w:szCs w:val="24"/>
        </w:rPr>
      </w:pPr>
      <w:r>
        <w:rPr>
          <w:sz w:val="24"/>
          <w:szCs w:val="24"/>
        </w:rPr>
        <w:t>After they were finished, Alex wrapped his arms tightly around her and hugged Kelly, holding on to her while he delivered his good news. “I’m finally going home tomorrow, Kelly! Isn’t that great?”</w:t>
      </w:r>
    </w:p>
    <w:p w:rsidR="00B50E03" w:rsidRDefault="00B50E03">
      <w:pPr>
        <w:spacing w:line="480" w:lineRule="auto"/>
        <w:ind w:firstLine="720"/>
        <w:rPr>
          <w:sz w:val="24"/>
          <w:szCs w:val="24"/>
        </w:rPr>
      </w:pPr>
      <w:r>
        <w:rPr>
          <w:sz w:val="24"/>
          <w:szCs w:val="24"/>
        </w:rPr>
        <w:t xml:space="preserve">Kelly looked sad for a moment and then smiled back up at him. “Yeah, that’s great, babe. You’ll have to come see me some time here, so that we can ’reminisce’” </w:t>
      </w:r>
    </w:p>
    <w:p w:rsidR="00B50E03" w:rsidRDefault="00B50E03">
      <w:pPr>
        <w:spacing w:line="480" w:lineRule="auto"/>
        <w:ind w:firstLine="720"/>
        <w:rPr>
          <w:sz w:val="24"/>
          <w:szCs w:val="24"/>
        </w:rPr>
      </w:pPr>
      <w:r>
        <w:rPr>
          <w:sz w:val="24"/>
          <w:szCs w:val="24"/>
        </w:rPr>
        <w:t>“Well, I was kind of hoping that we could see each other some time after I got out of here, like on a real date?” She looked down on him and laughed. “What?”</w:t>
      </w:r>
    </w:p>
    <w:p w:rsidR="00B50E03" w:rsidRDefault="00B50E03">
      <w:pPr>
        <w:spacing w:line="480" w:lineRule="auto"/>
        <w:ind w:firstLine="720"/>
        <w:rPr>
          <w:sz w:val="24"/>
          <w:szCs w:val="24"/>
        </w:rPr>
      </w:pPr>
      <w:r>
        <w:rPr>
          <w:sz w:val="24"/>
          <w:szCs w:val="24"/>
        </w:rPr>
        <w:t xml:space="preserve">“You, silly! I can’t date you! What do you think everyone would think seeing me walk around with the freak with weird looking ears? They’d all laugh at me!” Alex subconsciously pulled on his ears lightly. </w:t>
      </w:r>
    </w:p>
    <w:p w:rsidR="00B50E03" w:rsidRDefault="00B50E03">
      <w:pPr>
        <w:spacing w:line="480" w:lineRule="auto"/>
        <w:ind w:firstLine="720"/>
        <w:rPr>
          <w:sz w:val="24"/>
          <w:szCs w:val="24"/>
        </w:rPr>
      </w:pPr>
      <w:r>
        <w:rPr>
          <w:sz w:val="24"/>
          <w:szCs w:val="24"/>
        </w:rPr>
        <w:t xml:space="preserve">“But I thought you liked me?” he said. </w:t>
      </w:r>
    </w:p>
    <w:p w:rsidR="00B50E03" w:rsidRDefault="00B50E03">
      <w:pPr>
        <w:spacing w:line="480" w:lineRule="auto"/>
        <w:ind w:firstLine="720"/>
        <w:rPr>
          <w:sz w:val="24"/>
          <w:szCs w:val="24"/>
        </w:rPr>
      </w:pPr>
      <w:r>
        <w:rPr>
          <w:sz w:val="24"/>
          <w:szCs w:val="24"/>
        </w:rPr>
        <w:t>“I do, babe! And it was ok as long as no one saw us together, but it would be way to embarrassing being on the street with you! You’re a good fuck, but that’s about it. I don’t want to date you! Girls like me have a reputation to maintain! I can’t possibly settle for less.”</w:t>
      </w:r>
    </w:p>
    <w:p w:rsidR="00B50E03" w:rsidRDefault="00B50E03">
      <w:pPr>
        <w:spacing w:line="480" w:lineRule="auto"/>
        <w:ind w:firstLine="720"/>
        <w:rPr>
          <w:sz w:val="24"/>
          <w:szCs w:val="24"/>
        </w:rPr>
      </w:pPr>
      <w:r>
        <w:rPr>
          <w:sz w:val="24"/>
          <w:szCs w:val="24"/>
        </w:rPr>
        <w:t>“But…I love you,” he said softly.</w:t>
      </w:r>
    </w:p>
    <w:p w:rsidR="00B50E03" w:rsidRDefault="00B50E03">
      <w:pPr>
        <w:spacing w:line="480" w:lineRule="auto"/>
        <w:ind w:firstLine="720"/>
        <w:rPr>
          <w:sz w:val="24"/>
          <w:szCs w:val="24"/>
        </w:rPr>
      </w:pPr>
      <w:r>
        <w:rPr>
          <w:sz w:val="24"/>
          <w:szCs w:val="24"/>
        </w:rPr>
        <w:t>“Ah! You’re so cute!” She stood up and put on her clothes. “Maybe one day you’ll find some other freak like a girl with no nose or something. Don’t worry. You’ll be fine.” She smiled and kissed Alex on the forehead right before turning around and walking out the door. Alex had a feeling he would never see her again.</w:t>
      </w:r>
    </w:p>
    <w:p w:rsidR="00B50E03" w:rsidRDefault="00B50E03">
      <w:pPr>
        <w:spacing w:line="480" w:lineRule="auto"/>
        <w:jc w:val="center"/>
        <w:rPr>
          <w:sz w:val="28"/>
          <w:szCs w:val="28"/>
          <w:u w:val="single"/>
        </w:rPr>
      </w:pPr>
      <w:r>
        <w:rPr>
          <w:sz w:val="24"/>
          <w:szCs w:val="24"/>
        </w:rPr>
        <w:br w:type="page"/>
      </w:r>
      <w:r>
        <w:rPr>
          <w:sz w:val="28"/>
          <w:szCs w:val="28"/>
          <w:u w:val="single"/>
        </w:rPr>
        <w:t>Chapter 2</w:t>
      </w:r>
    </w:p>
    <w:p w:rsidR="00B50E03" w:rsidRDefault="00B50E03">
      <w:pPr>
        <w:spacing w:line="480" w:lineRule="auto"/>
        <w:jc w:val="center"/>
        <w:rPr>
          <w:sz w:val="28"/>
          <w:szCs w:val="28"/>
          <w:u w:val="single"/>
        </w:rPr>
      </w:pPr>
    </w:p>
    <w:p w:rsidR="00B50E03" w:rsidRDefault="00B50E03">
      <w:pPr>
        <w:spacing w:line="480" w:lineRule="auto"/>
        <w:ind w:firstLine="720"/>
        <w:rPr>
          <w:sz w:val="24"/>
          <w:szCs w:val="24"/>
        </w:rPr>
      </w:pPr>
      <w:r>
        <w:rPr>
          <w:sz w:val="24"/>
          <w:szCs w:val="24"/>
        </w:rPr>
        <w:t xml:space="preserve">Throughout the day Alex filled out paperwork and insurance forms for his clearance. Luckily for him, his other half seemed to have pretty good insurance, which was a relief since he noticed how expensive his bills would be. He felt a little sorry for his Elfin other if he had Alex’s life; Alex had no insurance whatsoever. </w:t>
      </w:r>
    </w:p>
    <w:p w:rsidR="00B50E03" w:rsidRDefault="00B50E03">
      <w:pPr>
        <w:spacing w:line="480" w:lineRule="auto"/>
        <w:ind w:firstLine="720"/>
        <w:rPr>
          <w:sz w:val="24"/>
          <w:szCs w:val="24"/>
        </w:rPr>
      </w:pPr>
      <w:r>
        <w:rPr>
          <w:sz w:val="24"/>
          <w:szCs w:val="24"/>
        </w:rPr>
        <w:t>As the day wore on Alex became depressed at the thought that he would never see Kelly again. He knew that she had only used him for sex, but he still had feelings for her that were hard to ignore. He decided to focus on the future. He had a whole new world to explore, and was eager to see it.</w:t>
      </w:r>
    </w:p>
    <w:p w:rsidR="00B50E03" w:rsidRDefault="00B50E03">
      <w:pPr>
        <w:spacing w:line="480" w:lineRule="auto"/>
        <w:ind w:firstLine="720"/>
        <w:rPr>
          <w:sz w:val="24"/>
          <w:szCs w:val="24"/>
        </w:rPr>
      </w:pPr>
      <w:r>
        <w:rPr>
          <w:sz w:val="24"/>
          <w:szCs w:val="24"/>
        </w:rPr>
        <w:t>He was finally allowed to put on his own clothes that day, so he donned a long sleeved red shirt and black pants. He liked to wear a lot of red and black so he was glad that his other did as well. He looked into his wallet, searching for any clues to his new identity. He found most of the cards inside there basically the same. His license looked the same too, besides the fact that he had long pointy ears in the photo. He basically had all the same credit cards too. Instead of the picture of his niece from his youngest brother, he found pictures of his mom and sister inside. He wondered idly how big his niece must be by now and smiled.</w:t>
      </w:r>
    </w:p>
    <w:p w:rsidR="00B50E03" w:rsidRDefault="00B50E03">
      <w:pPr>
        <w:spacing w:line="480" w:lineRule="auto"/>
        <w:ind w:firstLine="720"/>
        <w:rPr>
          <w:sz w:val="24"/>
          <w:szCs w:val="24"/>
        </w:rPr>
      </w:pPr>
      <w:r>
        <w:rPr>
          <w:sz w:val="24"/>
          <w:szCs w:val="24"/>
        </w:rPr>
        <w:t>When 4 pm rolled around, Lisa and Jen showed up. Lisa had to sign a few forms herself, entrusting him into her care for the time being. She didn’t mind at all though. The nurses then made Alex get into a wheel chair and let Jen wheel him out of the hospital. He complained that he really did not need a wheel chair, but they insisted that it was procedure. And so, Jen wheeled Alex down the corridor of the hospital towards the exit. His mom walked ahead of them, glancing back smiling occasionally. Alex found his eyes roaming to his mom’s jean clad red pants and how her ass looked like two halves of an apple going up and down with her movement. He looked up and all he could see was Jen’s gigantic melons lightly bouncing up and down above him as she wheeled him forward. He couldn’t even see her face since her breasts were in the way.</w:t>
      </w:r>
    </w:p>
    <w:p w:rsidR="00B50E03" w:rsidRDefault="00B50E03">
      <w:pPr>
        <w:spacing w:line="480" w:lineRule="auto"/>
        <w:ind w:firstLine="720"/>
        <w:rPr>
          <w:sz w:val="24"/>
          <w:szCs w:val="24"/>
        </w:rPr>
      </w:pPr>
      <w:r>
        <w:rPr>
          <w:sz w:val="24"/>
          <w:szCs w:val="24"/>
        </w:rPr>
        <w:t>They got to the exit and Alex stood up, his back rubbing against the tips of Jen’s breasts. Of course she stepped back rather quickly, so his back feel of them was short last. The three of them walked through the parking lot towards their car. Alex could not help to notice that all of the cars in this world seemed to be longer, though the builds were similar to his own world. He guessed it must be that way to fit all these girls huge breasts in them.</w:t>
      </w:r>
    </w:p>
    <w:p w:rsidR="00B50E03" w:rsidRDefault="00B50E03">
      <w:pPr>
        <w:spacing w:line="480" w:lineRule="auto"/>
        <w:ind w:firstLine="720"/>
        <w:rPr>
          <w:sz w:val="24"/>
          <w:szCs w:val="24"/>
        </w:rPr>
      </w:pPr>
      <w:r>
        <w:rPr>
          <w:sz w:val="24"/>
          <w:szCs w:val="24"/>
        </w:rPr>
        <w:t>He idly wondered how some women, like Lisa, could even drive with her breasts practically bigger than her arm length. They came to her car, a large blue sedan, and he quickly noticed that her car had no steering wheel! He found himself asking, “What happened to your steering wheel?”</w:t>
      </w:r>
    </w:p>
    <w:p w:rsidR="00B50E03" w:rsidRDefault="00B50E03">
      <w:pPr>
        <w:spacing w:line="480" w:lineRule="auto"/>
        <w:ind w:firstLine="720"/>
        <w:rPr>
          <w:sz w:val="24"/>
          <w:szCs w:val="24"/>
        </w:rPr>
      </w:pPr>
      <w:r>
        <w:rPr>
          <w:sz w:val="24"/>
          <w:szCs w:val="24"/>
        </w:rPr>
        <w:t xml:space="preserve">“What’s a steering wheel?” Jen asked. </w:t>
      </w:r>
    </w:p>
    <w:p w:rsidR="00B50E03" w:rsidRDefault="00B50E03">
      <w:pPr>
        <w:spacing w:line="480" w:lineRule="auto"/>
        <w:ind w:firstLine="720"/>
        <w:rPr>
          <w:sz w:val="24"/>
          <w:szCs w:val="24"/>
        </w:rPr>
      </w:pPr>
      <w:r>
        <w:rPr>
          <w:sz w:val="24"/>
          <w:szCs w:val="24"/>
        </w:rPr>
        <w:t xml:space="preserve">Alex blushed brightly. “Ummm…nothing,” he said. He didn’t want someone else to call him stupid like Kelly used to. His mom and sister got into the front of the car while he got into the back where it was quite snug with plenty of leg room for him. </w:t>
      </w:r>
    </w:p>
    <w:p w:rsidR="00B50E03" w:rsidRDefault="00B50E03">
      <w:pPr>
        <w:spacing w:line="480" w:lineRule="auto"/>
        <w:ind w:firstLine="720"/>
        <w:rPr>
          <w:sz w:val="24"/>
          <w:szCs w:val="24"/>
        </w:rPr>
      </w:pPr>
      <w:r>
        <w:rPr>
          <w:sz w:val="24"/>
          <w:szCs w:val="24"/>
        </w:rPr>
        <w:t xml:space="preserve">He glanced around the middle of the car and saw two large levers against each side of the driver’s seat that roughly went half way up the back seat length. Lisa started the car and the two levers moved to her hands. Alex looked in amazement as she moved the two levers back and forth to move the car. It was the most amazing thing he had ever seen! He just hoped that he could learn how to maneuver them like his mom did. </w:t>
      </w:r>
    </w:p>
    <w:p w:rsidR="00B50E03" w:rsidRDefault="00B50E03">
      <w:pPr>
        <w:spacing w:line="480" w:lineRule="auto"/>
        <w:ind w:firstLine="720"/>
        <w:rPr>
          <w:sz w:val="24"/>
          <w:szCs w:val="24"/>
        </w:rPr>
      </w:pPr>
      <w:r>
        <w:rPr>
          <w:sz w:val="24"/>
          <w:szCs w:val="24"/>
        </w:rPr>
        <w:t>Just as his mom promised the night before, the three of them went to the local pizza place to eat together. “You’ll have to reteach me how to drive,” Alex told Lisa while biting into a slice of pizza. “I don’t…remember how to use your steering sticks,” he said slowly trying to choose his words wisely for less impact. He didn’t want to look stupid, but he knew he would need help learning how to drive it.</w:t>
      </w:r>
    </w:p>
    <w:p w:rsidR="00B50E03" w:rsidRDefault="00B50E03">
      <w:pPr>
        <w:spacing w:line="480" w:lineRule="auto"/>
        <w:ind w:firstLine="720"/>
        <w:rPr>
          <w:sz w:val="24"/>
          <w:szCs w:val="24"/>
        </w:rPr>
      </w:pPr>
      <w:r>
        <w:rPr>
          <w:sz w:val="24"/>
          <w:szCs w:val="24"/>
        </w:rPr>
        <w:t>“Sure!” his mom said, smiling. “We can start tomorrow. We’ll use your car since you’ll be the one driving it.”</w:t>
      </w:r>
    </w:p>
    <w:p w:rsidR="00B50E03" w:rsidRDefault="00B50E03">
      <w:pPr>
        <w:spacing w:line="480" w:lineRule="auto"/>
        <w:ind w:firstLine="720"/>
        <w:rPr>
          <w:sz w:val="24"/>
          <w:szCs w:val="24"/>
        </w:rPr>
      </w:pPr>
      <w:r>
        <w:rPr>
          <w:sz w:val="24"/>
          <w:szCs w:val="24"/>
        </w:rPr>
        <w:t>“My car?” Alex asked. He felt their incredulous stares at him and quickly added, “I thought it was totaled when I got into that car accident.”</w:t>
      </w:r>
    </w:p>
    <w:p w:rsidR="00B50E03" w:rsidRDefault="00B50E03">
      <w:pPr>
        <w:spacing w:line="480" w:lineRule="auto"/>
        <w:ind w:firstLine="720"/>
        <w:rPr>
          <w:sz w:val="24"/>
          <w:szCs w:val="24"/>
        </w:rPr>
      </w:pPr>
      <w:r>
        <w:rPr>
          <w:sz w:val="24"/>
          <w:szCs w:val="24"/>
        </w:rPr>
        <w:t>Their stares continued then Jen said, “Your friend Greg was driving when you guys got hit. Your car was never totaled at all!”</w:t>
      </w:r>
    </w:p>
    <w:p w:rsidR="00B50E03" w:rsidRDefault="00B50E03">
      <w:pPr>
        <w:spacing w:line="480" w:lineRule="auto"/>
        <w:ind w:firstLine="720"/>
        <w:rPr>
          <w:sz w:val="24"/>
          <w:szCs w:val="24"/>
        </w:rPr>
      </w:pPr>
      <w:r>
        <w:rPr>
          <w:i/>
          <w:iCs/>
          <w:sz w:val="24"/>
          <w:szCs w:val="24"/>
        </w:rPr>
        <w:t xml:space="preserve">Shit! </w:t>
      </w:r>
      <w:r>
        <w:rPr>
          <w:sz w:val="24"/>
          <w:szCs w:val="24"/>
        </w:rPr>
        <w:t>Alex found that he had made a fool of himself after all.</w:t>
      </w:r>
    </w:p>
    <w:p w:rsidR="00B50E03" w:rsidRDefault="00B50E03">
      <w:pPr>
        <w:spacing w:line="480" w:lineRule="auto"/>
        <w:ind w:firstLine="720"/>
        <w:rPr>
          <w:sz w:val="24"/>
          <w:szCs w:val="24"/>
        </w:rPr>
      </w:pPr>
      <w:r>
        <w:rPr>
          <w:sz w:val="24"/>
          <w:szCs w:val="24"/>
        </w:rPr>
        <w:t>His mom stroked his cheek gently. “I see your memories are still a bit jumbled, dear. They’ll get better.” Alex smiled at her. She was so kind and caring, unlike his real parents who only used him for his money and never gave him any hugs at all.</w:t>
      </w:r>
    </w:p>
    <w:p w:rsidR="00B50E03" w:rsidRDefault="00B50E03">
      <w:pPr>
        <w:spacing w:line="480" w:lineRule="auto"/>
        <w:ind w:firstLine="720"/>
        <w:rPr>
          <w:sz w:val="24"/>
          <w:szCs w:val="24"/>
        </w:rPr>
      </w:pPr>
      <w:r>
        <w:rPr>
          <w:sz w:val="24"/>
          <w:szCs w:val="24"/>
        </w:rPr>
        <w:t>“So how is Greg?” he said absently.</w:t>
      </w:r>
    </w:p>
    <w:p w:rsidR="00B50E03" w:rsidRDefault="00B50E03">
      <w:pPr>
        <w:spacing w:line="480" w:lineRule="auto"/>
        <w:ind w:firstLine="720"/>
        <w:rPr>
          <w:sz w:val="24"/>
          <w:szCs w:val="24"/>
        </w:rPr>
      </w:pPr>
      <w:r>
        <w:rPr>
          <w:sz w:val="24"/>
          <w:szCs w:val="24"/>
        </w:rPr>
        <w:t>Both his mom and sister stopped eating and looked downcast. “He died in the car crash,” Lisa said slowly. “We thought they had already told you.”</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“Oh.” Alex couldn’t think of anything else to say. He really didn’t know this “Greg,” but the guy died none the less. Alex found himself thinking of Josh and wondered if he had survived in the human world. He hoped that he did.</w:t>
      </w:r>
    </w:p>
    <w:p w:rsidR="00B50E03" w:rsidRDefault="00B50E03">
      <w:pPr>
        <w:spacing w:line="480" w:lineRule="auto"/>
        <w:ind w:firstLine="720"/>
        <w:rPr>
          <w:sz w:val="24"/>
          <w:szCs w:val="24"/>
        </w:rPr>
      </w:pPr>
      <w:r>
        <w:rPr>
          <w:sz w:val="24"/>
          <w:szCs w:val="24"/>
        </w:rPr>
        <w:t>The three continued to eat while idly chatting. Alex asked, “I can’t remember where you worked at mom. Where do you work at these days?”</w:t>
      </w:r>
    </w:p>
    <w:p w:rsidR="00B50E03" w:rsidRDefault="00B50E03">
      <w:pPr>
        <w:spacing w:line="480" w:lineRule="auto"/>
        <w:ind w:firstLine="720"/>
        <w:rPr>
          <w:sz w:val="24"/>
          <w:szCs w:val="24"/>
        </w:rPr>
      </w:pPr>
      <w:r>
        <w:rPr>
          <w:sz w:val="24"/>
          <w:szCs w:val="24"/>
        </w:rPr>
        <w:t>She smiled and said, “I haven’t worked for a few years now. When your father and I divorced I got a lot of money from him along with you two guys.”</w:t>
      </w:r>
    </w:p>
    <w:p w:rsidR="00B50E03" w:rsidRDefault="00B50E03">
      <w:pPr>
        <w:spacing w:line="480" w:lineRule="auto"/>
        <w:ind w:firstLine="720"/>
        <w:rPr>
          <w:sz w:val="24"/>
          <w:szCs w:val="24"/>
        </w:rPr>
      </w:pPr>
      <w:r>
        <w:rPr>
          <w:sz w:val="24"/>
          <w:szCs w:val="24"/>
        </w:rPr>
        <w:t>Jen chided in, “Mom found Dad screwing some girl in their bedroom!”</w:t>
      </w:r>
    </w:p>
    <w:p w:rsidR="00B50E03" w:rsidRDefault="00B50E03">
      <w:pPr>
        <w:spacing w:line="480" w:lineRule="auto"/>
        <w:ind w:firstLine="720"/>
        <w:rPr>
          <w:sz w:val="24"/>
          <w:szCs w:val="24"/>
        </w:rPr>
      </w:pPr>
      <w:r>
        <w:rPr>
          <w:sz w:val="24"/>
          <w:szCs w:val="24"/>
        </w:rPr>
        <w:t>“Jen!” his mom exclaimed, blushing. “He doesn’t need to know that!”</w:t>
      </w:r>
    </w:p>
    <w:p w:rsidR="00B50E03" w:rsidRDefault="00B50E03">
      <w:pPr>
        <w:spacing w:line="480" w:lineRule="auto"/>
        <w:ind w:firstLine="720"/>
        <w:rPr>
          <w:sz w:val="24"/>
          <w:szCs w:val="24"/>
        </w:rPr>
      </w:pPr>
      <w:r>
        <w:rPr>
          <w:sz w:val="24"/>
          <w:szCs w:val="24"/>
        </w:rPr>
        <w:t>“Well, maybe it will help his memories,” she said, winking at Alex. He laughed. He couldn’t believe his dad would sleep around when he had a hot number with huge tits like his mom at home for him. He guessed that some guys just wanted too much more, or something like that.</w:t>
      </w:r>
    </w:p>
    <w:p w:rsidR="00B50E03" w:rsidRDefault="00B50E03">
      <w:pPr>
        <w:spacing w:line="480" w:lineRule="auto"/>
        <w:ind w:firstLine="720"/>
        <w:rPr>
          <w:sz w:val="24"/>
          <w:szCs w:val="24"/>
        </w:rPr>
      </w:pPr>
      <w:r>
        <w:rPr>
          <w:sz w:val="24"/>
          <w:szCs w:val="24"/>
        </w:rPr>
        <w:t xml:space="preserve">They ate the rest of their food, talking idly about Jen’s school work and other stuff, and then rode back to Alex’s new home. Alex knew his new place would not be the same as his old, primarily because his old home was in Delaware while his new home was a small town in Maine he had never heard of before. They pulled up to a large white house and went inside. </w:t>
      </w:r>
    </w:p>
    <w:p w:rsidR="00B50E03" w:rsidRDefault="00B50E03">
      <w:pPr>
        <w:spacing w:line="480" w:lineRule="auto"/>
        <w:ind w:firstLine="720"/>
        <w:rPr>
          <w:sz w:val="24"/>
          <w:szCs w:val="24"/>
        </w:rPr>
      </w:pPr>
      <w:r>
        <w:rPr>
          <w:sz w:val="24"/>
          <w:szCs w:val="24"/>
        </w:rPr>
        <w:t xml:space="preserve">Alex found himself looking around the house at everything. Lisa and Jen settled in the living room on a large plush couch, watching their big screen TV, while Alex looked around. He looked on the first floor first, looking in the kitchen for any strange appliances he may have never seen before. He then looked in the fridge to see if there were any strange food substances that elves ate that he never knew of. Of course there was none. </w:t>
      </w:r>
    </w:p>
    <w:p w:rsidR="00B50E03" w:rsidRDefault="00B50E03">
      <w:pPr>
        <w:spacing w:line="480" w:lineRule="auto"/>
        <w:ind w:firstLine="720"/>
        <w:rPr>
          <w:sz w:val="24"/>
          <w:szCs w:val="24"/>
        </w:rPr>
      </w:pPr>
      <w:r>
        <w:rPr>
          <w:sz w:val="24"/>
          <w:szCs w:val="24"/>
        </w:rPr>
        <w:t>He went into the bathroom, shutting the door behind him and locking it to use the bathroom. The toilet seemed to be like any other toilet, but he noticed that the towels there seemed to be much larger than the towels at his home. He guessed it had to be to fit women’s breasts into better when they finished showering. He looked at their shower and it was huge! It had to be two, no, three times the shower he used back home. He figured that the showers had to be bigger to fit the girls larger breasts but never expected them to be this big. He wondered if most people’s showers in the world were this large or if his mom had it made larger for her huge P cup breasts.</w:t>
      </w:r>
    </w:p>
    <w:p w:rsidR="00B50E03" w:rsidRDefault="00B50E03">
      <w:pPr>
        <w:spacing w:line="480" w:lineRule="auto"/>
        <w:ind w:firstLine="720"/>
        <w:rPr>
          <w:sz w:val="24"/>
          <w:szCs w:val="24"/>
        </w:rPr>
      </w:pPr>
      <w:r>
        <w:rPr>
          <w:sz w:val="24"/>
          <w:szCs w:val="24"/>
        </w:rPr>
        <w:t xml:space="preserve">Thinking of her breasts made Alex wonder what exactly Lisa and Jen’s breast sizes actually were. He remembered Kelly telling him she was a large C cup even though her breasts liked like H or I cups in his opinion. He decided to ruffle through the laundry basket next to the shower, hoping that they would not notice he had been through it. He picked up two different sized bras. One of the gigantic bras were white and had a DD cup on the tag. The other was a gigantic red DDD cup bra that Alex gazed at in awe. He knew that a DDD was big in his world but in this world they were absolutely gigantic! </w:t>
      </w:r>
    </w:p>
    <w:p w:rsidR="00B50E03" w:rsidRDefault="00B50E03">
      <w:pPr>
        <w:spacing w:line="480" w:lineRule="auto"/>
        <w:ind w:firstLine="720"/>
        <w:rPr>
          <w:sz w:val="24"/>
          <w:szCs w:val="24"/>
        </w:rPr>
      </w:pPr>
      <w:r>
        <w:rPr>
          <w:sz w:val="24"/>
          <w:szCs w:val="24"/>
        </w:rPr>
        <w:t>He found himself fitting one of her gigantic bra cups over his entire head and laughed. He felt the cups for a little bit, feeling the velvety texture of them. They felt like any other bra cup. Then he tried to pull on the cups a little and found to his surprise that they were actually able to stretch quite a bit! He tried it with his sister’s DD cups and found hers able to stretch out greatly as well. He figured that the cups must have been made to stretch to fit them more snugly.</w:t>
      </w:r>
    </w:p>
    <w:p w:rsidR="00B50E03" w:rsidRDefault="00B50E03">
      <w:pPr>
        <w:spacing w:line="480" w:lineRule="auto"/>
        <w:ind w:firstLine="720"/>
        <w:rPr>
          <w:sz w:val="24"/>
          <w:szCs w:val="24"/>
        </w:rPr>
      </w:pPr>
      <w:r>
        <w:rPr>
          <w:sz w:val="24"/>
          <w:szCs w:val="24"/>
        </w:rPr>
        <w:t xml:space="preserve">He put the bras down and hid them underneath some of their other clothes in the laundry basket so that they were not right on top of everything. Alex walked past the living room on his way to the second floor, waving at Jen and Lisa sitting on the couch. They smiled at him while he walked upstairs at looked at the three bedrooms. </w:t>
      </w:r>
    </w:p>
    <w:p w:rsidR="00B50E03" w:rsidRDefault="00B50E03">
      <w:pPr>
        <w:spacing w:line="480" w:lineRule="auto"/>
        <w:ind w:firstLine="720"/>
        <w:rPr>
          <w:sz w:val="24"/>
          <w:szCs w:val="24"/>
        </w:rPr>
      </w:pPr>
      <w:r>
        <w:rPr>
          <w:sz w:val="24"/>
          <w:szCs w:val="24"/>
        </w:rPr>
        <w:t>His sister’s room was like many teenagers’ rooms. Her walls were covered in pink wall paper and her large bed was covered with a bunch of stuffed animals, like a bear and a dog, and cat, all animals he knew of in his world. He shut her door then looked into the largest room. It had to be his mom’s since it had dresses in the closet and a large vanity mirror in it.</w:t>
      </w:r>
    </w:p>
    <w:p w:rsidR="00B50E03" w:rsidRDefault="00B50E03">
      <w:pPr>
        <w:spacing w:line="480" w:lineRule="auto"/>
        <w:ind w:firstLine="720"/>
        <w:rPr>
          <w:sz w:val="24"/>
          <w:szCs w:val="24"/>
        </w:rPr>
      </w:pPr>
      <w:r>
        <w:rPr>
          <w:sz w:val="24"/>
          <w:szCs w:val="24"/>
        </w:rPr>
        <w:t xml:space="preserve">Alex then turned on the light to his own room and looked around. A lot of his new room was similar to his old. It had a large king sized bed with red silk sheets, just like in his world. He also had a large television, a desk with a computer on it, and a shelf where he had all his DVDs and books, just like his old place. </w:t>
      </w:r>
    </w:p>
    <w:p w:rsidR="00B50E03" w:rsidRDefault="00B50E03">
      <w:pPr>
        <w:spacing w:line="480" w:lineRule="auto"/>
        <w:ind w:firstLine="720"/>
        <w:rPr>
          <w:sz w:val="24"/>
          <w:szCs w:val="24"/>
        </w:rPr>
      </w:pPr>
      <w:r>
        <w:rPr>
          <w:sz w:val="24"/>
          <w:szCs w:val="24"/>
        </w:rPr>
        <w:t>He picked up some of his books and looked through them. The authors were all the same as the authors he knew of back home. He had to laugh at Stephen King’s large elf ears jutting prominently from his head. He would never get used to the whole ear thing! He never found any ears sexy at all, so whether they were human or elf ears he probably would not be toying with any anytime soon.</w:t>
      </w:r>
    </w:p>
    <w:p w:rsidR="00B50E03" w:rsidRDefault="00B50E03">
      <w:pPr>
        <w:spacing w:line="480" w:lineRule="auto"/>
        <w:ind w:firstLine="720"/>
        <w:rPr>
          <w:sz w:val="24"/>
          <w:szCs w:val="24"/>
        </w:rPr>
      </w:pPr>
      <w:r>
        <w:rPr>
          <w:sz w:val="24"/>
          <w:szCs w:val="24"/>
        </w:rPr>
        <w:t xml:space="preserve">He picked up a few DVDs including one of his old fantasy movie DVDs. He looked at the cover to find that the elf in his world was instead a human in this version of the movie. </w:t>
      </w:r>
      <w:r>
        <w:rPr>
          <w:i/>
          <w:iCs/>
          <w:sz w:val="24"/>
          <w:szCs w:val="24"/>
        </w:rPr>
        <w:t xml:space="preserve">I guess humans here are like elves there. </w:t>
      </w:r>
      <w:r>
        <w:rPr>
          <w:sz w:val="24"/>
          <w:szCs w:val="24"/>
        </w:rPr>
        <w:t xml:space="preserve">He then looked through his dresser. All of his clothes seemed to be the same. </w:t>
      </w:r>
    </w:p>
    <w:p w:rsidR="00B50E03" w:rsidRDefault="00B50E03">
      <w:pPr>
        <w:spacing w:line="480" w:lineRule="auto"/>
        <w:ind w:firstLine="720"/>
        <w:rPr>
          <w:sz w:val="24"/>
          <w:szCs w:val="24"/>
        </w:rPr>
      </w:pPr>
      <w:r>
        <w:rPr>
          <w:sz w:val="24"/>
          <w:szCs w:val="24"/>
        </w:rPr>
        <w:t xml:space="preserve">He looked under his shirts in his second drawer and found his small porno stash the same place he would have stuck them in his own world. He looked through the titles and covers of each of his porno movies. It would seem that even though he and his other half shared many different things, their tastes in women were not one of them. He looked through several pornos finding girls with rather small tits and asses fucking men. He was surprised to find several of the women actually had A or B cups in it. He never saw any girls with breasts that small before then. He wondered if these particular girls got breast reductions for some reason. Of course, Alex had no idea why any woman would want tits that small that made them look practically like boys. </w:t>
      </w:r>
    </w:p>
    <w:p w:rsidR="00B50E03" w:rsidRDefault="00B50E03">
      <w:pPr>
        <w:spacing w:line="480" w:lineRule="auto"/>
        <w:ind w:firstLine="720"/>
        <w:rPr>
          <w:sz w:val="24"/>
          <w:szCs w:val="24"/>
        </w:rPr>
      </w:pPr>
      <w:r>
        <w:rPr>
          <w:sz w:val="24"/>
          <w:szCs w:val="24"/>
        </w:rPr>
        <w:t xml:space="preserve">He put the pornos back in his drawer and sat down on his computer chair. He turned on his computer and was glad that it was not password protected. He looked through his files and found the story he was actually working on back in his own world! It was unbelievable! Every word and sentence was almost exactly like Alex’s version of it. His other finished a few more pages than him though, but it was exactly as Alex would have written it himself. It was amazing how two people in two separate worlds could be so similar. </w:t>
      </w:r>
    </w:p>
    <w:p w:rsidR="00B50E03" w:rsidRDefault="00B50E03">
      <w:pPr>
        <w:spacing w:line="480" w:lineRule="auto"/>
        <w:ind w:firstLine="720"/>
        <w:rPr>
          <w:sz w:val="24"/>
          <w:szCs w:val="24"/>
        </w:rPr>
      </w:pPr>
      <w:r>
        <w:rPr>
          <w:sz w:val="24"/>
          <w:szCs w:val="24"/>
        </w:rPr>
        <w:t>He got on the internet and first tried to get onto facebook. He found that his password was the same here as it was there and he looked at his friends list. None of the people though looked like people he knew back home. There were a few girls on the list, but Alex was too shy to just strike up a conversation with one of them, even if they had known his other self. He tried to check his email account. It did not exist and he did not know what the user name of his other’s was. It was somewhat sad that he had to start everything from scratch now. He had few friends in his world; in this one he had none. He quickly created a new email account and began searching his book marks.</w:t>
      </w:r>
    </w:p>
    <w:p w:rsidR="00B50E03" w:rsidRDefault="00B50E03">
      <w:pPr>
        <w:spacing w:line="480" w:lineRule="auto"/>
        <w:ind w:firstLine="720"/>
        <w:rPr>
          <w:sz w:val="24"/>
          <w:szCs w:val="24"/>
        </w:rPr>
      </w:pPr>
      <w:r>
        <w:rPr>
          <w:sz w:val="24"/>
          <w:szCs w:val="24"/>
        </w:rPr>
        <w:t>He had to laugh at the fact that most of the bookmarks he had in his world were the same in this one. He clicked on his asian bride website to browse through the pictures. He was in awe at how many Chinese girls with gigantic tits there were on the site. He could probably spend his whole lifetime just staring at the cute girls with porcelain faces and huge racks. He then went to his anime site and watched anime for a little bit. It seemed as if most anime stayed the same, except the fact that all humans were elves and elves were humans now. He went to his regular dating site that still existed. He looked at a few girls profiles but never sent any emails to them. He never quite knew what to say in those.</w:t>
      </w:r>
    </w:p>
    <w:p w:rsidR="00B50E03" w:rsidRDefault="00B50E03">
      <w:pPr>
        <w:spacing w:line="480" w:lineRule="auto"/>
        <w:ind w:firstLine="720"/>
        <w:rPr>
          <w:sz w:val="24"/>
          <w:szCs w:val="24"/>
        </w:rPr>
      </w:pPr>
      <w:r>
        <w:rPr>
          <w:sz w:val="24"/>
          <w:szCs w:val="24"/>
        </w:rPr>
        <w:t xml:space="preserve">He decided to look up elves on the internet. He looked through all sorts of history websites. Just like the books he had read in the hospital, they all supported a history similar to his own world. He then took a look at humans in a search. It amused him to no end how they perceived humans as magical creatures similar to elves. </w:t>
      </w:r>
    </w:p>
    <w:p w:rsidR="00B50E03" w:rsidRDefault="00B50E03">
      <w:pPr>
        <w:spacing w:line="480" w:lineRule="auto"/>
        <w:ind w:firstLine="720"/>
        <w:rPr>
          <w:sz w:val="24"/>
          <w:szCs w:val="24"/>
        </w:rPr>
      </w:pPr>
      <w:r>
        <w:rPr>
          <w:sz w:val="24"/>
          <w:szCs w:val="24"/>
        </w:rPr>
        <w:t xml:space="preserve">He continued to think of things to look for. He began looking through pictures of various animals to see if any new ones would pop up. For the most part all the animals in his world were the same in there’s (though it seemed as if the long extinct dodo bird seemed to be thriving quite well in this one!) </w:t>
      </w:r>
    </w:p>
    <w:p w:rsidR="00B50E03" w:rsidRDefault="00B50E03">
      <w:pPr>
        <w:spacing w:line="480" w:lineRule="auto"/>
        <w:ind w:firstLine="720"/>
        <w:rPr>
          <w:sz w:val="24"/>
          <w:szCs w:val="24"/>
        </w:rPr>
      </w:pPr>
      <w:r>
        <w:rPr>
          <w:sz w:val="24"/>
          <w:szCs w:val="24"/>
        </w:rPr>
        <w:t xml:space="preserve">He then looked up the evolution of elves since he had not read of such in his history books and was curious. Come to find out, elves supposedly evolved from cats. </w:t>
      </w:r>
      <w:r>
        <w:rPr>
          <w:i/>
          <w:iCs/>
          <w:sz w:val="24"/>
          <w:szCs w:val="24"/>
        </w:rPr>
        <w:t xml:space="preserve">Who would’ve thunk it? </w:t>
      </w:r>
      <w:r>
        <w:rPr>
          <w:sz w:val="24"/>
          <w:szCs w:val="24"/>
        </w:rPr>
        <w:t>He guessed it may explain the ears but not much else.</w:t>
      </w:r>
    </w:p>
    <w:p w:rsidR="00B50E03" w:rsidRDefault="00B50E03">
      <w:pPr>
        <w:spacing w:line="480" w:lineRule="auto"/>
        <w:ind w:firstLine="720"/>
        <w:rPr>
          <w:sz w:val="24"/>
          <w:szCs w:val="24"/>
        </w:rPr>
      </w:pPr>
      <w:r>
        <w:rPr>
          <w:sz w:val="24"/>
          <w:szCs w:val="24"/>
        </w:rPr>
        <w:t xml:space="preserve">Alex decided to look up Elfin anatomy next to see if elves had all the same organs that humans did. He found that they indeed did, though they naturally seemed more muscular and their glands had slowed their aging process so that most elves lived a good 400 years. </w:t>
      </w:r>
      <w:r>
        <w:rPr>
          <w:i/>
          <w:iCs/>
          <w:sz w:val="24"/>
          <w:szCs w:val="24"/>
        </w:rPr>
        <w:t xml:space="preserve">That would explain why Lisa looks so young, </w:t>
      </w:r>
      <w:r>
        <w:rPr>
          <w:sz w:val="24"/>
          <w:szCs w:val="24"/>
        </w:rPr>
        <w:t>Alex thought to himself.</w:t>
      </w:r>
    </w:p>
    <w:p w:rsidR="00B50E03" w:rsidRDefault="00B50E03">
      <w:pPr>
        <w:spacing w:line="480" w:lineRule="auto"/>
        <w:ind w:firstLine="720"/>
        <w:rPr>
          <w:sz w:val="24"/>
          <w:szCs w:val="24"/>
        </w:rPr>
      </w:pPr>
      <w:r>
        <w:rPr>
          <w:sz w:val="24"/>
          <w:szCs w:val="24"/>
        </w:rPr>
        <w:t xml:space="preserve">He looked at the male anatomy and discovered a surprising fact: The average size of the male elf penis erection was only two inches! Alex had heard from Kelly that others were much smaller than him, but he didn’t believe it until now. He wondered how the elves survived with such small erections. Did they have to sit on the toilets to use the bathroom? And how could a dick that small get any girl off whatsoever? Could a penis that size even break a girl’s hymen? </w:t>
      </w:r>
    </w:p>
    <w:p w:rsidR="00B50E03" w:rsidRDefault="00B50E03">
      <w:pPr>
        <w:spacing w:line="480" w:lineRule="auto"/>
        <w:ind w:firstLine="720"/>
        <w:rPr>
          <w:sz w:val="24"/>
          <w:szCs w:val="24"/>
        </w:rPr>
      </w:pPr>
      <w:r>
        <w:rPr>
          <w:sz w:val="24"/>
          <w:szCs w:val="24"/>
        </w:rPr>
        <w:t xml:space="preserve">He decided to look at the female anatomy next. He found all the organs were much the same as humans and he was relieved to find their butts and vaginas were the same length, though the vagina was naturally tighter and the clitoris was closer to the entrance. He guessed that the female anatomy must have evolved over time to gain pleasure from such small men. </w:t>
      </w:r>
    </w:p>
    <w:p w:rsidR="00B50E03" w:rsidRDefault="00B50E03">
      <w:pPr>
        <w:spacing w:line="480" w:lineRule="auto"/>
        <w:ind w:firstLine="720"/>
        <w:rPr>
          <w:sz w:val="24"/>
          <w:szCs w:val="24"/>
        </w:rPr>
      </w:pPr>
      <w:r>
        <w:rPr>
          <w:sz w:val="24"/>
          <w:szCs w:val="24"/>
        </w:rPr>
        <w:t xml:space="preserve">Still, Alex wondered why girls breasts were so large while men’s penises were so tiny. He did a search on it and found very little. He did find a site on Elfin legends though. It said that long ago the first Elfin couple found themselves lost in pleasure far too much. The girl quickly became pregnant and gave birth. But, instead of taking care of their first born like a parent should, they abandoned it to take care of their own pleasures. The baby died, having no one to take care of it. The gods saw this and were disgusted by the acts of the elves. They then cursed the woman to have gigantic breasts, as a constant reminder to feed her next child. The gods then cursed the man with such a small penis that the female would no longer receive pleasure from a man again. </w:t>
      </w:r>
    </w:p>
    <w:p w:rsidR="00B50E03" w:rsidRDefault="00B50E03">
      <w:pPr>
        <w:spacing w:line="480" w:lineRule="auto"/>
        <w:ind w:firstLine="720"/>
        <w:rPr>
          <w:sz w:val="24"/>
          <w:szCs w:val="24"/>
        </w:rPr>
      </w:pPr>
      <w:r>
        <w:rPr>
          <w:sz w:val="24"/>
          <w:szCs w:val="24"/>
        </w:rPr>
        <w:t>Alex figured the gods must have blamed the girl since the guy could still get off to impregnate the women. He had to laugh at the thought of it all. He actually had a big dick! He looked down at his penis and smiled. He couldn’t believe he was actually considered big here. Alex couldn’t help but feel smug at the thought of all the girls he might be able to bang with his “huge” six inch member.</w:t>
      </w:r>
    </w:p>
    <w:p w:rsidR="00B50E03" w:rsidRDefault="00B50E03">
      <w:pPr>
        <w:spacing w:line="480" w:lineRule="auto"/>
        <w:ind w:firstLine="720"/>
        <w:rPr>
          <w:sz w:val="24"/>
          <w:szCs w:val="24"/>
        </w:rPr>
      </w:pPr>
      <w:r>
        <w:rPr>
          <w:sz w:val="24"/>
          <w:szCs w:val="24"/>
        </w:rPr>
        <w:t xml:space="preserve">He decided to check out one last thing before turning in for the night. He decided to look at big tit porn. When he did the search, he really didn’t find very much. He found a few videos of girls whose breasts were colossal compared to even his mom’s, but not very many. He did, however find some photos online of a girl claiming to have the largest breasts in the world. It ended up being a rather large lady about seven feet tall and bigger than anyone he had ever seen. Her breasts protruded prominently from her chest. They were so large that they actually filled the entire room! He had to laugh at that. </w:t>
      </w:r>
    </w:p>
    <w:p w:rsidR="00B50E03" w:rsidRDefault="00B50E03">
      <w:pPr>
        <w:spacing w:line="480" w:lineRule="auto"/>
        <w:ind w:firstLine="720"/>
        <w:rPr>
          <w:sz w:val="24"/>
          <w:szCs w:val="24"/>
        </w:rPr>
      </w:pPr>
      <w:r>
        <w:rPr>
          <w:sz w:val="24"/>
          <w:szCs w:val="24"/>
        </w:rPr>
        <w:t>He woke up late that morning, as he liked to sleep in when he could. When he went downstairs, he found his sister had already gone to school. His mom asked him what he wanted to eat, and Alex said cereal would be fine. Alex found himself staying home with his mom most of that day, mainly just watching TV with her in the living room. He found himself stealing glances at her enormous rack whenever she wasn’t looking.</w:t>
      </w:r>
    </w:p>
    <w:p w:rsidR="00B50E03" w:rsidRDefault="00B50E03">
      <w:pPr>
        <w:spacing w:line="480" w:lineRule="auto"/>
        <w:ind w:firstLine="720"/>
        <w:rPr>
          <w:sz w:val="24"/>
          <w:szCs w:val="24"/>
        </w:rPr>
      </w:pPr>
      <w:r>
        <w:rPr>
          <w:sz w:val="24"/>
          <w:szCs w:val="24"/>
        </w:rPr>
        <w:t>Throughout the day, whenever the two of them were both standing, Lisa would try to give him a hug, pressing her gigantic bosom against him each time. And each time Alex found himself starting to get an erection from her. He hoped she couldn’t feel it pressed against her. He doubted he had any need to worry, being that even when they hugged there was a good foot of breast tissue between his pelvis and her own.</w:t>
      </w:r>
    </w:p>
    <w:p w:rsidR="00B50E03" w:rsidRDefault="00B50E03">
      <w:pPr>
        <w:spacing w:line="480" w:lineRule="auto"/>
        <w:ind w:firstLine="720"/>
        <w:rPr>
          <w:sz w:val="24"/>
          <w:szCs w:val="24"/>
        </w:rPr>
      </w:pPr>
      <w:r>
        <w:rPr>
          <w:sz w:val="24"/>
          <w:szCs w:val="24"/>
        </w:rPr>
        <w:t>Around noon his mom took him out to his car and began teaching him how to steer with the two levers. Come to find out, it was all quite easy. When one lever pressed forward the other started moving back, like those skiing machines he used to see. Moving one lever forward started turning the car left while the other turned it right by moving forward. On the front of the levers were small switches which easily switched the car from forward to reverse. Alex caught on rather quickly to it all.</w:t>
      </w:r>
    </w:p>
    <w:p w:rsidR="00B50E03" w:rsidRDefault="00B50E03">
      <w:pPr>
        <w:spacing w:line="480" w:lineRule="auto"/>
        <w:ind w:firstLine="720"/>
        <w:rPr>
          <w:sz w:val="24"/>
          <w:szCs w:val="24"/>
        </w:rPr>
      </w:pPr>
      <w:r>
        <w:rPr>
          <w:sz w:val="24"/>
          <w:szCs w:val="24"/>
        </w:rPr>
        <w:t>Jen came home a little bit after 3pm and stuck around Alex and his mom, chatting with them both. Alex tried not to stare at either ones breasts or butts while they were together. He didn’t want them thinking he was some sort of pervert or some freak. But, it was difficult, being that Jen seemed to enjoy wearing tight pants or shorts, showing off her gorgeous rear end. Alex found himself locking himself in his room to beat off that night.</w:t>
      </w:r>
    </w:p>
    <w:p w:rsidR="00B50E03" w:rsidRDefault="00B50E03">
      <w:pPr>
        <w:spacing w:line="480" w:lineRule="auto"/>
        <w:ind w:firstLine="720"/>
        <w:rPr>
          <w:sz w:val="24"/>
          <w:szCs w:val="24"/>
        </w:rPr>
      </w:pPr>
      <w:r>
        <w:rPr>
          <w:sz w:val="24"/>
          <w:szCs w:val="24"/>
        </w:rPr>
        <w:t>The days went by slowly for Alex. He found himself in a constant state of arousal. He spent a great deal of time with his mom during the daytime and she just would not stop hugging him all the time! Sometimes he would hide on his computer most of the day. His mother would come up from behind him and hug him, pressing her huge tits against the back of his head. The two would practice his driving every afternoon before Jen came home. Within two weeks, Alex found himself driving like a pro and finally had his license renewed after once again taking the driving exam. He found it rather simple, just like the one back home.</w:t>
      </w:r>
    </w:p>
    <w:p w:rsidR="00B50E03" w:rsidRDefault="00B50E03">
      <w:pPr>
        <w:spacing w:line="480" w:lineRule="auto"/>
        <w:ind w:firstLine="720"/>
        <w:rPr>
          <w:sz w:val="24"/>
          <w:szCs w:val="24"/>
        </w:rPr>
      </w:pPr>
      <w:r>
        <w:rPr>
          <w:sz w:val="24"/>
          <w:szCs w:val="24"/>
        </w:rPr>
        <w:t>His sister was not much help for his situation either. After getting home from school each day, she tended to spend a lot of time on the television. She didn’t seem to have much friends since she mainly hanged out with him and his mom, although she did occasionally go to her friend Ming’s house. Ming seemed to be Jen’s only friend she would hang out with outside of school. Alex was glad she had at least one friend. He had none.</w:t>
      </w:r>
    </w:p>
    <w:p w:rsidR="00B50E03" w:rsidRDefault="00B50E03">
      <w:pPr>
        <w:spacing w:line="480" w:lineRule="auto"/>
        <w:ind w:firstLine="720"/>
        <w:rPr>
          <w:sz w:val="24"/>
          <w:szCs w:val="24"/>
        </w:rPr>
      </w:pPr>
      <w:r>
        <w:rPr>
          <w:sz w:val="24"/>
          <w:szCs w:val="24"/>
        </w:rPr>
        <w:t xml:space="preserve">A month passed by. Alex still had his physical training he had to do twice a week. After spending so much time with his mom and sister, he actually looked forward to getting away from the two hot girls he lived with. Not knowing much about his new hometown, Alex found himself scared to leave his house sometimes, so he usually only went out to go to the grocery store occasionally. </w:t>
      </w:r>
    </w:p>
    <w:p w:rsidR="00B50E03" w:rsidRDefault="00B50E03">
      <w:pPr>
        <w:spacing w:line="480" w:lineRule="auto"/>
        <w:ind w:firstLine="720"/>
        <w:rPr>
          <w:sz w:val="24"/>
          <w:szCs w:val="24"/>
        </w:rPr>
      </w:pPr>
      <w:r>
        <w:rPr>
          <w:sz w:val="24"/>
          <w:szCs w:val="24"/>
        </w:rPr>
        <w:t>One night, Alex decided to go out for once. He found a local bar on the internet called the Grey Hammer, and got directions for it. He told his mom that he was going to go to the bar that night. She smiled and said, “That’s good, dear. Gimme a hug before you go.” Once again Alex found himself getting an erection as his mom pressed her huge tits against his chest hugging him tightly. “Drive safe, ok?”</w:t>
      </w:r>
    </w:p>
    <w:p w:rsidR="00B50E03" w:rsidRDefault="00B50E03">
      <w:pPr>
        <w:spacing w:line="480" w:lineRule="auto"/>
        <w:ind w:firstLine="720"/>
        <w:rPr>
          <w:sz w:val="24"/>
          <w:szCs w:val="24"/>
        </w:rPr>
      </w:pPr>
      <w:r>
        <w:rPr>
          <w:sz w:val="24"/>
          <w:szCs w:val="24"/>
        </w:rPr>
        <w:t>Alex smiled at Lisa. “Sure, mom.”</w:t>
      </w:r>
    </w:p>
    <w:p w:rsidR="00B50E03" w:rsidRDefault="00B50E03">
      <w:pPr>
        <w:spacing w:line="480" w:lineRule="auto"/>
        <w:ind w:firstLine="720"/>
        <w:rPr>
          <w:sz w:val="24"/>
          <w:szCs w:val="24"/>
        </w:rPr>
      </w:pPr>
      <w:r>
        <w:rPr>
          <w:sz w:val="24"/>
          <w:szCs w:val="24"/>
        </w:rPr>
        <w:t>Alex got into his car and drove all the way to the Grey Hammer, a bar in a neighboring town. He got inside and took a glance around. All sorts of people were there. Some were playing pool, while others were merely drinking at the bar. Alex took a seat and ordered himself a whiskey sour, his favorite alcoholic beverage.</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 xml:space="preserve">He began searching the room more closely, and to his surprise he saw the most beautiful woman in the world sitting two seats away from him! The girl had long curly brown hair that went a few inches past her shoulders. She had a small cute nose and sexy lips perfect for kissing. </w:t>
      </w:r>
    </w:p>
    <w:p w:rsidR="00B50E03" w:rsidRDefault="00B50E03">
      <w:pPr>
        <w:spacing w:line="480" w:lineRule="auto"/>
        <w:ind w:firstLine="720"/>
        <w:rPr>
          <w:sz w:val="24"/>
          <w:szCs w:val="24"/>
        </w:rPr>
      </w:pPr>
      <w:r>
        <w:rPr>
          <w:sz w:val="24"/>
          <w:szCs w:val="24"/>
        </w:rPr>
        <w:t>He then looked down towards her chest and his mouth dropped. Her tits were huge! She was actually wearing a short dress which showed almost an entire foot of cleavage in front of her. She had to sit a good two feet away from the bar table to give her huge breasts room. Alex couldn’t be certain from the angle he was at, but it seemed as if her tits were actually as large as his mom’s! That was a first for him, outside of the porn he looked at on the internet. He wondered if she was taken. She probably was. No girl that hot looking would possibly be single.</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 xml:space="preserve">Christina Richards surveyed the room around her once again and sighed. There were plenty of good looking men there, but none seemed to have even notice her. Christina even got dressed up in her short red dress in an attempt to get some guy to maybe notice her long slender legs. Most of the guys she had been with seemed to have focused on them a lot. </w:t>
      </w:r>
    </w:p>
    <w:p w:rsidR="00B50E03" w:rsidRDefault="00B50E03">
      <w:pPr>
        <w:spacing w:line="480" w:lineRule="auto"/>
        <w:ind w:firstLine="720"/>
        <w:rPr>
          <w:sz w:val="24"/>
          <w:szCs w:val="24"/>
        </w:rPr>
      </w:pPr>
      <w:r>
        <w:rPr>
          <w:sz w:val="24"/>
          <w:szCs w:val="24"/>
        </w:rPr>
        <w:t>She noticed that many of the men were actually gazing at someone in the one corner of the bar. She leaned forward, pressing her large breasts against the bar table and turned her head trying to see who was over there. Come to find out, it was some young girl with small AA cup breasts that the men were ogling over. She wondered if all men were the same. It seemed as if the only type of girl most guys seemed to like was the stick figure girls with the smalls breasts and butts. The guys seem to go gaga over girls like that.</w:t>
      </w:r>
    </w:p>
    <w:p w:rsidR="00B50E03" w:rsidRDefault="00B50E03">
      <w:pPr>
        <w:spacing w:line="480" w:lineRule="auto"/>
        <w:ind w:firstLine="720"/>
        <w:rPr>
          <w:sz w:val="24"/>
          <w:szCs w:val="24"/>
        </w:rPr>
      </w:pPr>
      <w:r>
        <w:rPr>
          <w:sz w:val="24"/>
          <w:szCs w:val="24"/>
        </w:rPr>
        <w:t>Christina had no clue though why so many men preferred girls with small breasts. She wasn’t a lesbian or anything, but Christina always thought that girls with larger breasts and butts, like herself, were sexier because they actually had curves that showed off their figures, unlike some of these stick thin girls she would see that practically looked like boys. But, unfortunately, guys did not see things that way.</w:t>
      </w:r>
    </w:p>
    <w:p w:rsidR="00B50E03" w:rsidRDefault="00B50E03">
      <w:pPr>
        <w:spacing w:line="480" w:lineRule="auto"/>
        <w:ind w:firstLine="720"/>
        <w:rPr>
          <w:sz w:val="24"/>
          <w:szCs w:val="24"/>
        </w:rPr>
      </w:pPr>
      <w:r>
        <w:rPr>
          <w:sz w:val="24"/>
          <w:szCs w:val="24"/>
        </w:rPr>
        <w:t>Christina remembered the last couple of boyfriends she had. With both of them she had thought that they really liked her and that it would last. Both of them ended up breaking up with her, telling her that it was not her, it was them. Christina knew though that it was her. The first guy showed up at the movies when she was by herself with a small breasted whore in tow. Her last boyfriend was no different. She spotted him within a week of the two breaking up with a small breasted slut hanging onto his arm laughing as the two walked by her. He hadn’t even noticed her walk by him that day. It irked her so much, she could scream.</w:t>
      </w:r>
    </w:p>
    <w:p w:rsidR="00B50E03" w:rsidRDefault="00B50E03">
      <w:pPr>
        <w:spacing w:line="480" w:lineRule="auto"/>
        <w:ind w:firstLine="720"/>
        <w:rPr>
          <w:sz w:val="24"/>
          <w:szCs w:val="24"/>
        </w:rPr>
      </w:pPr>
      <w:r>
        <w:rPr>
          <w:sz w:val="24"/>
          <w:szCs w:val="24"/>
        </w:rPr>
        <w:t>Sometimes she thought of getting breast reduction surgery. She thought she would have a much better love life if only her breasts were a few cup sizes smaller. Unfortunately for her, she could not afford the hefty sum it would take to have them reduced. Besides that, she had once read that the surgery can sometimes make women lose sensitivity in their breasts, and Christina would hate for that to happen. She absolutely loved how sensitive her breasts were. Of course, if no man would ever pay them any heed, whether or not her breasts were sensitive would not matter since no one would be paying attention to them.</w:t>
      </w:r>
    </w:p>
    <w:p w:rsidR="00B50E03" w:rsidRDefault="00B50E03">
      <w:pPr>
        <w:spacing w:line="480" w:lineRule="auto"/>
        <w:ind w:firstLine="720"/>
        <w:rPr>
          <w:sz w:val="24"/>
          <w:szCs w:val="24"/>
        </w:rPr>
      </w:pPr>
      <w:r>
        <w:rPr>
          <w:sz w:val="24"/>
          <w:szCs w:val="24"/>
        </w:rPr>
        <w:t>Christina took a sip of her drink and out of the corner of her eye she thought she saw someone looking at her. She turned her head and looked at this cute guy with long black hair and gorgeous sparkling green eyes looking in her direction. He quickly turned his head when he noticed her looking his way, however. He then slowly turned his head back and, noticing her, waved.</w:t>
      </w:r>
    </w:p>
    <w:p w:rsidR="00B50E03" w:rsidRDefault="00B50E03">
      <w:pPr>
        <w:spacing w:line="480" w:lineRule="auto"/>
        <w:ind w:firstLine="720"/>
        <w:rPr>
          <w:sz w:val="24"/>
          <w:szCs w:val="24"/>
        </w:rPr>
      </w:pPr>
      <w:r>
        <w:rPr>
          <w:sz w:val="24"/>
          <w:szCs w:val="24"/>
        </w:rPr>
        <w:t>“Hi,” he said. “How are you?”</w:t>
      </w:r>
    </w:p>
    <w:p w:rsidR="00B50E03" w:rsidRDefault="00B50E03">
      <w:pPr>
        <w:spacing w:line="480" w:lineRule="auto"/>
        <w:ind w:firstLine="720"/>
        <w:rPr>
          <w:sz w:val="24"/>
          <w:szCs w:val="24"/>
        </w:rPr>
      </w:pPr>
      <w:r>
        <w:rPr>
          <w:sz w:val="24"/>
          <w:szCs w:val="24"/>
        </w:rPr>
        <w:t>“I’m fine. How are you?” she inquired.</w:t>
      </w:r>
    </w:p>
    <w:p w:rsidR="00B50E03" w:rsidRDefault="00B50E03">
      <w:pPr>
        <w:spacing w:line="480" w:lineRule="auto"/>
        <w:ind w:firstLine="720"/>
        <w:rPr>
          <w:sz w:val="24"/>
          <w:szCs w:val="24"/>
        </w:rPr>
      </w:pPr>
      <w:r>
        <w:rPr>
          <w:sz w:val="24"/>
          <w:szCs w:val="24"/>
        </w:rPr>
        <w:t>“I’m doing pretty well. Do you come here often?”</w:t>
      </w:r>
    </w:p>
    <w:p w:rsidR="00B50E03" w:rsidRDefault="00B50E03">
      <w:pPr>
        <w:spacing w:line="480" w:lineRule="auto"/>
        <w:ind w:firstLine="720"/>
        <w:rPr>
          <w:sz w:val="24"/>
          <w:szCs w:val="24"/>
        </w:rPr>
      </w:pPr>
      <w:r>
        <w:rPr>
          <w:sz w:val="24"/>
          <w:szCs w:val="24"/>
        </w:rPr>
        <w:t>Christina ignored the cliché statement and replied, “Sometimes. You?”</w:t>
      </w:r>
    </w:p>
    <w:p w:rsidR="00B50E03" w:rsidRDefault="00B50E03">
      <w:pPr>
        <w:spacing w:line="480" w:lineRule="auto"/>
        <w:ind w:firstLine="720"/>
        <w:rPr>
          <w:sz w:val="24"/>
          <w:szCs w:val="24"/>
        </w:rPr>
      </w:pPr>
      <w:r>
        <w:rPr>
          <w:sz w:val="24"/>
          <w:szCs w:val="24"/>
        </w:rPr>
        <w:t>“Nah. This is my first time here that I know of. It seems pretty nice though. My name’s Alex by the way.”</w:t>
      </w:r>
    </w:p>
    <w:p w:rsidR="00B50E03" w:rsidRDefault="00B50E03">
      <w:pPr>
        <w:spacing w:line="480" w:lineRule="auto"/>
        <w:ind w:firstLine="720"/>
        <w:rPr>
          <w:sz w:val="24"/>
          <w:szCs w:val="24"/>
        </w:rPr>
      </w:pPr>
      <w:r>
        <w:rPr>
          <w:sz w:val="24"/>
          <w:szCs w:val="24"/>
        </w:rPr>
        <w:t>Alex extended his hand and she smiled and shook it. “Christina,” she replied. She then looked up and noticed something was off about him. Her eyes widened. Instead of the long pointy ears she was used to seeing there was instead two short round things protruding from his ears. She wondered if something happened to him. She hoped he wasn’t sick or on his deathbed or something.</w:t>
      </w:r>
    </w:p>
    <w:p w:rsidR="00B50E03" w:rsidRDefault="00B50E03">
      <w:pPr>
        <w:spacing w:line="480" w:lineRule="auto"/>
        <w:ind w:firstLine="720"/>
        <w:rPr>
          <w:sz w:val="24"/>
          <w:szCs w:val="24"/>
        </w:rPr>
      </w:pPr>
      <w:r>
        <w:rPr>
          <w:sz w:val="24"/>
          <w:szCs w:val="24"/>
        </w:rPr>
        <w:t>He must have noticed her staring because he began rubbing one of his ears gently and looked down. “Ummm…I got into a car accident a few months ago. And when I woke up from it, my ears were kind of like this.”</w:t>
      </w:r>
    </w:p>
    <w:p w:rsidR="00B50E03" w:rsidRDefault="00B50E03">
      <w:pPr>
        <w:spacing w:line="480" w:lineRule="auto"/>
        <w:ind w:firstLine="720"/>
        <w:rPr>
          <w:sz w:val="24"/>
          <w:szCs w:val="24"/>
        </w:rPr>
      </w:pPr>
      <w:r>
        <w:rPr>
          <w:sz w:val="24"/>
          <w:szCs w:val="24"/>
        </w:rPr>
        <w:t>“Oh my God!” she exclaimed. “Are you OK?”</w:t>
      </w:r>
    </w:p>
    <w:p w:rsidR="00B50E03" w:rsidRDefault="00B50E03">
      <w:pPr>
        <w:spacing w:line="480" w:lineRule="auto"/>
        <w:ind w:firstLine="720"/>
        <w:rPr>
          <w:sz w:val="24"/>
          <w:szCs w:val="24"/>
        </w:rPr>
      </w:pPr>
      <w:r>
        <w:rPr>
          <w:sz w:val="24"/>
          <w:szCs w:val="24"/>
        </w:rPr>
        <w:t xml:space="preserve">He smiled. “Yeah, yeah. I’m fine. Hearings perfect and all. I just have human ears and ummm, strength. I have a bunch load of energy but supposedly I am not as strong as I once was. Guess I won’t be lifting any cars over my head any time soon.” He laughed to himself and Christina giggled. </w:t>
      </w:r>
    </w:p>
    <w:p w:rsidR="00B50E03" w:rsidRDefault="00B50E03">
      <w:pPr>
        <w:spacing w:line="480" w:lineRule="auto"/>
        <w:ind w:firstLine="720"/>
        <w:rPr>
          <w:i/>
          <w:iCs/>
          <w:sz w:val="24"/>
          <w:szCs w:val="24"/>
        </w:rPr>
      </w:pPr>
      <w:r>
        <w:rPr>
          <w:sz w:val="24"/>
          <w:szCs w:val="24"/>
        </w:rPr>
        <w:t xml:space="preserve">She wondered to herself, </w:t>
      </w:r>
      <w:r>
        <w:rPr>
          <w:i/>
          <w:iCs/>
          <w:sz w:val="24"/>
          <w:szCs w:val="24"/>
        </w:rPr>
        <w:t>I wonder if he’s only talking to me because his ears give him low self esteem. Well, he’s pretty cute, even if his ears aren’t long. If he wants to be with me because of that, I’ll be sure to knock him off his feet!</w:t>
      </w:r>
    </w:p>
    <w:p w:rsidR="00B50E03" w:rsidRDefault="00B50E03">
      <w:pPr>
        <w:spacing w:line="480" w:lineRule="auto"/>
        <w:ind w:firstLine="720"/>
        <w:rPr>
          <w:sz w:val="24"/>
          <w:szCs w:val="24"/>
        </w:rPr>
      </w:pPr>
      <w:r>
        <w:rPr>
          <w:sz w:val="24"/>
          <w:szCs w:val="24"/>
        </w:rPr>
        <w:t xml:space="preserve">The two made small talk for a while. It seemed the guy liked a lot of things she liked, like anime and 80s music and wrestling. He didn’t seem to be putting any moves on her though. </w:t>
      </w:r>
      <w:r>
        <w:rPr>
          <w:i/>
          <w:iCs/>
          <w:sz w:val="24"/>
          <w:szCs w:val="24"/>
        </w:rPr>
        <w:t>Maybe he’s just shy,</w:t>
      </w:r>
      <w:r>
        <w:rPr>
          <w:sz w:val="24"/>
          <w:szCs w:val="24"/>
        </w:rPr>
        <w:t xml:space="preserve"> she thought. She decided to make a move. “Hey Alex,” she said batting her eye lashes at him. “Do you think you can drive me back to my place? It’s only a few blocks away and I don’t really feel like walking right now.” She knew it sounded cheesy but she couldn’t think of much else to say.</w:t>
      </w:r>
    </w:p>
    <w:p w:rsidR="00B50E03" w:rsidRDefault="00B50E03">
      <w:pPr>
        <w:spacing w:line="480" w:lineRule="auto"/>
        <w:ind w:firstLine="720"/>
        <w:rPr>
          <w:sz w:val="24"/>
          <w:szCs w:val="24"/>
        </w:rPr>
      </w:pPr>
      <w:r>
        <w:rPr>
          <w:sz w:val="24"/>
          <w:szCs w:val="24"/>
        </w:rPr>
        <w:t>“Sure,” he quickly replied. “Just let me finish my drink here.” Alex turned to his drink and quickly drank it down. “OK. You ready?” Christina smiled and followed him out to his car.</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 xml:space="preserve">Alex unlocked the passenger side of his car and let Christina in. He couldn’t believe his luck! The hottest girl in the world was not only talking to him but wanted him to drive her to her place! He hoped and prayed that she would let him into her house as well. He doubted they would have sex, but maybe if he loosened her up a little she might actually kiss him or maybe even make out with him. He put his keys in the ignition and switched on the forward switch. </w:t>
      </w:r>
    </w:p>
    <w:p w:rsidR="00B50E03" w:rsidRDefault="00B50E03">
      <w:pPr>
        <w:spacing w:line="480" w:lineRule="auto"/>
        <w:ind w:firstLine="720"/>
        <w:rPr>
          <w:sz w:val="24"/>
          <w:szCs w:val="24"/>
        </w:rPr>
      </w:pPr>
      <w:r>
        <w:rPr>
          <w:sz w:val="24"/>
          <w:szCs w:val="24"/>
        </w:rPr>
        <w:t xml:space="preserve">As he headed to her place, he couldn’t help but steal a few glances at her while she gave him directions. He would watch her sexy lips move as she spoke with him and her lovely curly brown hair as she ran her fingers through it smiling at him. He even loved her precious blue eyes. </w:t>
      </w:r>
      <w:r>
        <w:rPr>
          <w:i/>
          <w:iCs/>
          <w:sz w:val="24"/>
          <w:szCs w:val="24"/>
        </w:rPr>
        <w:t>A man could get lost in those,</w:t>
      </w:r>
      <w:r>
        <w:rPr>
          <w:sz w:val="24"/>
          <w:szCs w:val="24"/>
        </w:rPr>
        <w:t xml:space="preserve"> he thought to himself. He tried not to look at her lovely large breasts and the mile of cleavage down her neck though. He didn’t want to wreck. He did glance at her legs once though. They were long and slim and very sexy looking.</w:t>
      </w:r>
    </w:p>
    <w:p w:rsidR="00B50E03" w:rsidRDefault="00B50E03">
      <w:pPr>
        <w:spacing w:line="480" w:lineRule="auto"/>
        <w:ind w:firstLine="720"/>
        <w:rPr>
          <w:sz w:val="24"/>
          <w:szCs w:val="24"/>
        </w:rPr>
      </w:pPr>
      <w:r>
        <w:rPr>
          <w:sz w:val="24"/>
          <w:szCs w:val="24"/>
        </w:rPr>
        <w:t>The two pulled up to a large apartment building and Alex saw Christina bite her lower lip in such a sexy way. “Did you wanna come up for a little bit?” she asked. “I can make us a couple drinks. We can hang out for a little while.”</w:t>
      </w:r>
    </w:p>
    <w:p w:rsidR="00B50E03" w:rsidRDefault="00B50E03">
      <w:pPr>
        <w:spacing w:line="480" w:lineRule="auto"/>
        <w:ind w:firstLine="720"/>
        <w:rPr>
          <w:sz w:val="24"/>
          <w:szCs w:val="24"/>
        </w:rPr>
      </w:pPr>
      <w:r>
        <w:rPr>
          <w:sz w:val="24"/>
          <w:szCs w:val="24"/>
        </w:rPr>
        <w:t>Alex cleared his throat. “Ummmm…yeah, I’d like that.” The two got out of Alex’s car with Christina leading the way. As she walked up the stairs in her red high heels, he could not help but look at her ass and how well her short red dress clung to her shapely hips and bubble butt.</w:t>
      </w:r>
    </w:p>
    <w:p w:rsidR="00B50E03" w:rsidRDefault="00B50E03">
      <w:pPr>
        <w:spacing w:line="480" w:lineRule="auto"/>
        <w:ind w:firstLine="720"/>
        <w:rPr>
          <w:sz w:val="24"/>
          <w:szCs w:val="24"/>
        </w:rPr>
      </w:pPr>
      <w:r>
        <w:rPr>
          <w:sz w:val="24"/>
          <w:szCs w:val="24"/>
        </w:rPr>
        <w:t>They got inside and Christina told him to sit on the couch while she made their drinks. Alex looked around. Christina’s apartment wasn’t as big as Lisa’s house, but it was still nice looking. “Hey!” Christina said from the kitchen. “What kind of mixed drink do you want?”</w:t>
      </w:r>
    </w:p>
    <w:p w:rsidR="00B50E03" w:rsidRDefault="00B50E03">
      <w:pPr>
        <w:spacing w:line="480" w:lineRule="auto"/>
        <w:ind w:firstLine="720"/>
        <w:rPr>
          <w:sz w:val="24"/>
          <w:szCs w:val="24"/>
        </w:rPr>
      </w:pPr>
      <w:r>
        <w:rPr>
          <w:sz w:val="24"/>
          <w:szCs w:val="24"/>
        </w:rPr>
        <w:t>“Ummm…surprise me!” Alex shouted over to her.</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“OK!” she shouted back. “You can turn on the TV if you want.” Alex found the remote on a stand next to the coach and turned on the television. He flipped through several channels before settling on the Cartoon Network where anime seemed to be on. Christina had mentioned she liked anime, so he presumed she wouldn’t mind them watching it.</w:t>
      </w:r>
    </w:p>
    <w:p w:rsidR="00B50E03" w:rsidRDefault="00B50E03">
      <w:pPr>
        <w:spacing w:line="480" w:lineRule="auto"/>
        <w:ind w:firstLine="720"/>
        <w:rPr>
          <w:sz w:val="24"/>
          <w:szCs w:val="24"/>
        </w:rPr>
      </w:pPr>
      <w:r>
        <w:rPr>
          <w:sz w:val="24"/>
          <w:szCs w:val="24"/>
        </w:rPr>
        <w:t>Christina walked in with two drinks in hand. She sat down next to Alex and handed him his drink. He took a sip. It was very strong but had a slight taste of mixed berries in it. Alex couldn’t help but make a sour face when he took a second sip.</w:t>
      </w:r>
    </w:p>
    <w:p w:rsidR="00B50E03" w:rsidRDefault="00B50E03">
      <w:pPr>
        <w:spacing w:line="480" w:lineRule="auto"/>
        <w:ind w:firstLine="720"/>
        <w:rPr>
          <w:sz w:val="24"/>
          <w:szCs w:val="24"/>
        </w:rPr>
      </w:pPr>
      <w:r>
        <w:rPr>
          <w:sz w:val="24"/>
          <w:szCs w:val="24"/>
        </w:rPr>
        <w:t>Christina laughed. “I’m sorry! Did I put too much rum in it?”</w:t>
      </w:r>
    </w:p>
    <w:p w:rsidR="00B50E03" w:rsidRDefault="00B50E03">
      <w:pPr>
        <w:spacing w:line="480" w:lineRule="auto"/>
        <w:ind w:firstLine="720"/>
        <w:rPr>
          <w:sz w:val="24"/>
          <w:szCs w:val="24"/>
        </w:rPr>
      </w:pPr>
      <w:r>
        <w:rPr>
          <w:sz w:val="24"/>
          <w:szCs w:val="24"/>
        </w:rPr>
        <w:t>“Trying to get me drunk, are you?” Alex said smiling at her. “Nah, it’s perfect.”</w:t>
      </w:r>
    </w:p>
    <w:p w:rsidR="00B50E03" w:rsidRDefault="00B50E03">
      <w:pPr>
        <w:spacing w:line="480" w:lineRule="auto"/>
        <w:ind w:firstLine="720"/>
        <w:rPr>
          <w:sz w:val="24"/>
          <w:szCs w:val="24"/>
        </w:rPr>
      </w:pPr>
      <w:r>
        <w:rPr>
          <w:sz w:val="24"/>
          <w:szCs w:val="24"/>
        </w:rPr>
        <w:t>“Are you sure? I can water it down some more if you like.”</w:t>
      </w:r>
    </w:p>
    <w:p w:rsidR="00B50E03" w:rsidRDefault="00B50E03">
      <w:pPr>
        <w:spacing w:line="480" w:lineRule="auto"/>
        <w:ind w:firstLine="720"/>
        <w:rPr>
          <w:sz w:val="24"/>
          <w:szCs w:val="24"/>
        </w:rPr>
      </w:pPr>
      <w:r>
        <w:rPr>
          <w:sz w:val="24"/>
          <w:szCs w:val="24"/>
        </w:rPr>
        <w:t>“No, it’s ok,” he said smiling.</w:t>
      </w:r>
    </w:p>
    <w:p w:rsidR="00B50E03" w:rsidRDefault="00B50E03">
      <w:pPr>
        <w:spacing w:line="480" w:lineRule="auto"/>
        <w:ind w:firstLine="720"/>
        <w:rPr>
          <w:sz w:val="24"/>
          <w:szCs w:val="24"/>
        </w:rPr>
      </w:pPr>
      <w:r>
        <w:rPr>
          <w:sz w:val="24"/>
          <w:szCs w:val="24"/>
        </w:rPr>
        <w:t>The two watched anime for a while in silence. Alex couldn’t help but stare at her occasionally from the corner of his eye, and wondered if she was doing the same thing. After a while, Alex put down his drink and wrapped his arm around her shoulder. Christina smiled and leaned into him, pressing her gigantic melons against his side. Alex noticed the mile of cleavage showing and couldn’t help but get an erection.</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Christina nuzzled against the crook of Alex’s shoulder and looked down. She couldn’t help staring at the sizable tent he was making in his pants. She wondered just how big this guy really was. She looked up at his face and found him staring down at her. She blushed deeply at the fact that he just caught her staring at his erection, and lowered her head, embarrassed.</w:t>
      </w:r>
    </w:p>
    <w:p w:rsidR="00B50E03" w:rsidRDefault="00B50E03">
      <w:pPr>
        <w:spacing w:line="480" w:lineRule="auto"/>
        <w:ind w:firstLine="720"/>
        <w:rPr>
          <w:sz w:val="24"/>
          <w:szCs w:val="24"/>
        </w:rPr>
      </w:pPr>
      <w:r>
        <w:rPr>
          <w:sz w:val="24"/>
          <w:szCs w:val="24"/>
        </w:rPr>
        <w:t>She then felt Alex’s finger lift her chin up to his eye level. He began leaning in to kiss her. She in turn leaned upwards and the two kissed gently. Christina opened her mouth at the same moment he did practically and the two’s tongues slipped into each others mouths dancing. As they continued to French kiss, growing more and more passionate by the second, Alex reached behind her head pushing her lips tighter against his own. She couldn’t believe how great a kisser this guy was!</w:t>
      </w:r>
    </w:p>
    <w:p w:rsidR="00B50E03" w:rsidRDefault="00B50E03">
      <w:pPr>
        <w:spacing w:line="480" w:lineRule="auto"/>
        <w:ind w:firstLine="720"/>
        <w:rPr>
          <w:sz w:val="24"/>
          <w:szCs w:val="24"/>
        </w:rPr>
      </w:pPr>
      <w:r>
        <w:rPr>
          <w:sz w:val="24"/>
          <w:szCs w:val="24"/>
        </w:rPr>
        <w:t>Christina broke the kiss and threw her leg on the other side of him, straddling him. She leaned forward, pushing her large breasts against his chest and began kissing him once more with passion. She began grinding slowly against his hardness. He felt so large beneath her!</w:t>
      </w:r>
    </w:p>
    <w:p w:rsidR="00B50E03" w:rsidRDefault="00B50E03">
      <w:pPr>
        <w:spacing w:line="480" w:lineRule="auto"/>
        <w:ind w:firstLine="720"/>
        <w:rPr>
          <w:sz w:val="24"/>
          <w:szCs w:val="24"/>
        </w:rPr>
      </w:pPr>
      <w:r>
        <w:rPr>
          <w:sz w:val="24"/>
          <w:szCs w:val="24"/>
        </w:rPr>
        <w:t>She moaned into his mouth as she suddenly felt a pair of hands lightly squeeze her dress clad ass cheeks. Then she felt as Alex slowly slipped them under her dress and began grabbing and squeezing her panty clad ass. Christina could feel herself getting very wet from his touch. She wanted more. As if reading her mind, Alex slipped his fingers underneath her panties and began grabbing and squeezing her bare ass. She could feel as his tender fingers pushed her ass cheeks together while he squeezed then, and then pull them slightly apart. She couldn’t believe how much the guy liked her ass! And it was turning her on so much!</w:t>
      </w:r>
    </w:p>
    <w:p w:rsidR="00B50E03" w:rsidRDefault="00B50E03">
      <w:pPr>
        <w:spacing w:line="480" w:lineRule="auto"/>
        <w:ind w:firstLine="720"/>
        <w:rPr>
          <w:sz w:val="24"/>
          <w:szCs w:val="24"/>
        </w:rPr>
      </w:pPr>
      <w:r>
        <w:rPr>
          <w:sz w:val="24"/>
          <w:szCs w:val="24"/>
        </w:rPr>
        <w:t>She pouted a little into his mouth when she felt one of his hands leave her ass cheek. She really liked it there! But, she cooed in pleasure as she felt the hand that had left her bum lightly caress her breast poking into Alex, before squeezing it slightly. Christina was in high heaven! She couldn’t believe that this guy not only seemed to like her butt, but her large breasts as well! He began squeezing her breasts harder, making her sigh into his mouth.</w:t>
      </w:r>
    </w:p>
    <w:p w:rsidR="00B50E03" w:rsidRDefault="00B50E03">
      <w:pPr>
        <w:spacing w:line="480" w:lineRule="auto"/>
        <w:ind w:firstLine="720"/>
        <w:rPr>
          <w:sz w:val="24"/>
          <w:szCs w:val="24"/>
        </w:rPr>
      </w:pPr>
      <w:r>
        <w:rPr>
          <w:sz w:val="24"/>
          <w:szCs w:val="24"/>
        </w:rPr>
        <w:t>Alex broke the kiss and leaned back so that he can focus on fondling his breasts with both of his hands. Christina found herself pressing her chest out for him to get more of her large bosom between his hands. “Mmmmmmm…that feels so good, baby,” she heard herself say.</w:t>
      </w:r>
    </w:p>
    <w:p w:rsidR="00B50E03" w:rsidRDefault="00B50E03">
      <w:pPr>
        <w:spacing w:line="480" w:lineRule="auto"/>
        <w:ind w:firstLine="720"/>
        <w:rPr>
          <w:sz w:val="24"/>
          <w:szCs w:val="24"/>
        </w:rPr>
      </w:pPr>
      <w:r>
        <w:rPr>
          <w:sz w:val="24"/>
          <w:szCs w:val="24"/>
        </w:rPr>
        <w:t>Alex continued groping and squeezing her breasts moving his hands in circles while he held on to them, pushing them together and apart. After awhile he looked up and said in a soft voice, “Do you think I can see them?”</w:t>
      </w:r>
    </w:p>
    <w:p w:rsidR="00B50E03" w:rsidRDefault="00B50E03">
      <w:pPr>
        <w:spacing w:line="480" w:lineRule="auto"/>
        <w:ind w:firstLine="720"/>
        <w:rPr>
          <w:sz w:val="24"/>
          <w:szCs w:val="24"/>
        </w:rPr>
      </w:pPr>
      <w:r>
        <w:rPr>
          <w:sz w:val="24"/>
          <w:szCs w:val="24"/>
        </w:rPr>
        <w:t>Christina smiled. “See what?” she said jokingly.</w:t>
      </w:r>
    </w:p>
    <w:p w:rsidR="00B50E03" w:rsidRDefault="00B50E03">
      <w:pPr>
        <w:spacing w:line="480" w:lineRule="auto"/>
        <w:ind w:firstLine="720"/>
        <w:rPr>
          <w:sz w:val="24"/>
          <w:szCs w:val="24"/>
        </w:rPr>
      </w:pPr>
      <w:r>
        <w:rPr>
          <w:sz w:val="24"/>
          <w:szCs w:val="24"/>
        </w:rPr>
        <w:t>Alex smiled and poked her tender flesh in the side. “Your breasts, silly!”</w:t>
      </w:r>
    </w:p>
    <w:p w:rsidR="00B50E03" w:rsidRDefault="00B50E03">
      <w:pPr>
        <w:spacing w:line="480" w:lineRule="auto"/>
        <w:ind w:firstLine="720"/>
        <w:rPr>
          <w:sz w:val="24"/>
          <w:szCs w:val="24"/>
        </w:rPr>
      </w:pPr>
      <w:r>
        <w:rPr>
          <w:sz w:val="24"/>
          <w:szCs w:val="24"/>
        </w:rPr>
        <w:t xml:space="preserve">“OK,” she said. </w:t>
      </w:r>
      <w:r>
        <w:rPr>
          <w:i/>
          <w:iCs/>
          <w:sz w:val="24"/>
          <w:szCs w:val="24"/>
        </w:rPr>
        <w:t xml:space="preserve">No turning back now! </w:t>
      </w:r>
      <w:r>
        <w:rPr>
          <w:sz w:val="24"/>
          <w:szCs w:val="24"/>
        </w:rPr>
        <w:t>She stood up and stared into Alex’s eyes, giving him her best lustful stare. She then began unbuttoning the two buttons to her dress, giving off more cleavage. Alex looked to be in a trance as he starred at her amazing cleavage. Christina giggled and pulled down her red dress. It expanded over the swells of her large breasts as she pulled it down over them. The dress then returned to its regular size once again, so that only her red bra supporting her gigantic tits was between the two of him.</w:t>
      </w:r>
    </w:p>
    <w:p w:rsidR="00B50E03" w:rsidRDefault="00B50E03">
      <w:pPr>
        <w:spacing w:line="480" w:lineRule="auto"/>
        <w:ind w:firstLine="720"/>
        <w:rPr>
          <w:sz w:val="24"/>
          <w:szCs w:val="24"/>
        </w:rPr>
      </w:pPr>
      <w:r>
        <w:rPr>
          <w:sz w:val="24"/>
          <w:szCs w:val="24"/>
        </w:rPr>
        <w:t>She found her self removing the rest of her dress, bending forward obscenely with her eyes pointing at his own as her dress expanded once more over the curves of her hips before falling to her feet. She watched as Alex’s eyes wondered up and down her body, lingering at her DDD cups. He then smiled and took off his red long sleeved shirt, followed by his black pants, leaving him only in his boxers. She found him rather lean without his clothing, not too muscular, but not too flabby either. Just right.</w:t>
      </w:r>
    </w:p>
    <w:p w:rsidR="00B50E03" w:rsidRDefault="00B50E03">
      <w:pPr>
        <w:spacing w:line="480" w:lineRule="auto"/>
        <w:ind w:firstLine="720"/>
        <w:rPr>
          <w:sz w:val="24"/>
          <w:szCs w:val="24"/>
        </w:rPr>
      </w:pPr>
      <w:r>
        <w:rPr>
          <w:sz w:val="24"/>
          <w:szCs w:val="24"/>
        </w:rPr>
        <w:t xml:space="preserve">She looked down at the tent in his boxers and licked her lips. </w:t>
      </w:r>
      <w:r>
        <w:rPr>
          <w:i/>
          <w:iCs/>
          <w:sz w:val="24"/>
          <w:szCs w:val="24"/>
        </w:rPr>
        <w:t xml:space="preserve">He really was large, </w:t>
      </w:r>
      <w:r>
        <w:rPr>
          <w:sz w:val="24"/>
          <w:szCs w:val="24"/>
        </w:rPr>
        <w:t>she thought to herself staring at it. She wanted to stuff that huge thing deep into her pussy, but wanted the foreplay to last a little longer. She straddling him, pushing her bra encased breasts against his chest once more as she shoved her tongue into his mouth, making out with him. She began unhooking the straps to her bra behind her and then broke the kiss to take it off completely.</w:t>
      </w:r>
    </w:p>
    <w:p w:rsidR="00B50E03" w:rsidRDefault="00B50E03">
      <w:pPr>
        <w:spacing w:line="480" w:lineRule="auto"/>
        <w:ind w:firstLine="720"/>
        <w:rPr>
          <w:sz w:val="24"/>
          <w:szCs w:val="24"/>
        </w:rPr>
      </w:pPr>
      <w:r>
        <w:rPr>
          <w:sz w:val="24"/>
          <w:szCs w:val="24"/>
        </w:rPr>
        <w:t xml:space="preserve">Alex stared at her round breasts in awe for a moment, before he began fondling them once more, toying with her nipples. He then lifted one of her massive breasts with both of his hands and kissed around the nipple, before sucking it deep into his mouth. Christina moaned with delight as she felt his tongue toying with her nipple, licking in circles around it before biting it gently. She couldn’t believe how wet he was making her! </w:t>
      </w:r>
    </w:p>
    <w:p w:rsidR="00B50E03" w:rsidRDefault="00B50E03">
      <w:pPr>
        <w:spacing w:line="480" w:lineRule="auto"/>
        <w:ind w:firstLine="720"/>
        <w:rPr>
          <w:sz w:val="24"/>
          <w:szCs w:val="24"/>
        </w:rPr>
      </w:pPr>
      <w:r>
        <w:rPr>
          <w:sz w:val="24"/>
          <w:szCs w:val="24"/>
        </w:rPr>
        <w:t xml:space="preserve">He then lowered her breast and raised the other one to his lips, doing the same thing. Christina was beside herself. No one had ever paid this much attention to her breasts ever! All the men she ever had sex with always went straight to the sex without barely even glancing at her huge tits that had always wanted more attention. Now they were and she was loving it. Christina felt a familiar heat rising in her and was astonished as she orgasmed from his ministrations. </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She grabbed his face by both of her hands and kissed him fiercely, before letting go. “Oh my God!” she exclaimed. “I can’t believe you just made me orgasm just from that! That was amazing!”</w:t>
      </w:r>
    </w:p>
    <w:p w:rsidR="00B50E03" w:rsidRDefault="00B50E03">
      <w:pPr>
        <w:spacing w:line="480" w:lineRule="auto"/>
        <w:ind w:firstLine="720"/>
        <w:rPr>
          <w:sz w:val="24"/>
          <w:szCs w:val="24"/>
        </w:rPr>
      </w:pPr>
      <w:r>
        <w:rPr>
          <w:sz w:val="24"/>
          <w:szCs w:val="24"/>
        </w:rPr>
        <w:t>Alex blushed a deep red. “Ummm, thanks,” he replied.</w:t>
      </w:r>
    </w:p>
    <w:p w:rsidR="00B50E03" w:rsidRDefault="00B50E03">
      <w:pPr>
        <w:spacing w:line="480" w:lineRule="auto"/>
        <w:ind w:firstLine="720"/>
        <w:rPr>
          <w:sz w:val="24"/>
          <w:szCs w:val="24"/>
        </w:rPr>
      </w:pPr>
      <w:r>
        <w:rPr>
          <w:sz w:val="24"/>
          <w:szCs w:val="24"/>
        </w:rPr>
        <w:t>Christina stood up. Alex arched an eyebrow at her, wondering what she was up to. “No, thank you,” she replied in the sexiest voice she could muster. “But, I think we both might want a little more,” she said, glancing at his prominent erection.</w:t>
      </w:r>
    </w:p>
    <w:p w:rsidR="00B50E03" w:rsidRDefault="00B50E03">
      <w:pPr>
        <w:spacing w:line="480" w:lineRule="auto"/>
        <w:ind w:firstLine="720"/>
        <w:rPr>
          <w:sz w:val="24"/>
          <w:szCs w:val="24"/>
        </w:rPr>
      </w:pPr>
      <w:r>
        <w:rPr>
          <w:sz w:val="24"/>
          <w:szCs w:val="24"/>
        </w:rPr>
        <w:t>She began slowly lowering her bright red panties as Alex watched. She batted her eyelashes sexily in his direction while lowering them past her bald pussy and dropping them on the floor, stepping out of them. She then knelt in front of him and took hold of his boxers. She looked up and he smiled, nodding the ok to her. Alex lifted his ass as she slowly peeled off his boxers.</w:t>
      </w:r>
    </w:p>
    <w:p w:rsidR="00B50E03" w:rsidRDefault="00B50E03">
      <w:pPr>
        <w:spacing w:line="480" w:lineRule="auto"/>
        <w:ind w:firstLine="720"/>
        <w:rPr>
          <w:sz w:val="24"/>
          <w:szCs w:val="24"/>
        </w:rPr>
      </w:pPr>
      <w:r>
        <w:rPr>
          <w:sz w:val="24"/>
          <w:szCs w:val="24"/>
        </w:rPr>
        <w:t>Christina gasped as his huge cock came into view. She couldn’t believe just how big it was! The biggest dick she ever had inside was two and a half inches long. And this thing was over twice that size! She found her hand grasping it, lightly stroking it up and down.</w:t>
      </w:r>
    </w:p>
    <w:p w:rsidR="00B50E03" w:rsidRDefault="00B50E03">
      <w:pPr>
        <w:spacing w:line="480" w:lineRule="auto"/>
        <w:ind w:firstLine="720"/>
        <w:rPr>
          <w:sz w:val="24"/>
          <w:szCs w:val="24"/>
        </w:rPr>
      </w:pPr>
      <w:r>
        <w:rPr>
          <w:sz w:val="24"/>
          <w:szCs w:val="24"/>
        </w:rPr>
        <w:t>“Wow,” she said to herself in amazement as her hand went up and down his shaft, trying to gauge it’s length. She finally looked up at him and said in a soft voice, almost a whisper, “How big is it?”</w:t>
      </w:r>
    </w:p>
    <w:p w:rsidR="00B50E03" w:rsidRDefault="00B50E03">
      <w:pPr>
        <w:spacing w:line="480" w:lineRule="auto"/>
        <w:ind w:firstLine="720"/>
        <w:rPr>
          <w:sz w:val="24"/>
          <w:szCs w:val="24"/>
        </w:rPr>
      </w:pPr>
      <w:r>
        <w:rPr>
          <w:sz w:val="24"/>
          <w:szCs w:val="24"/>
        </w:rPr>
        <w:t>Alex blushed and said, “Six inches.”</w:t>
      </w:r>
    </w:p>
    <w:p w:rsidR="00B50E03" w:rsidRDefault="00B50E03">
      <w:pPr>
        <w:spacing w:line="480" w:lineRule="auto"/>
        <w:ind w:firstLine="720"/>
        <w:rPr>
          <w:sz w:val="24"/>
          <w:szCs w:val="24"/>
        </w:rPr>
      </w:pPr>
      <w:r>
        <w:rPr>
          <w:sz w:val="24"/>
          <w:szCs w:val="24"/>
        </w:rPr>
        <w:t>“Holy shit! Your huge!”</w:t>
      </w:r>
    </w:p>
    <w:p w:rsidR="00B50E03" w:rsidRDefault="00B50E03">
      <w:pPr>
        <w:spacing w:line="480" w:lineRule="auto"/>
        <w:ind w:firstLine="720"/>
        <w:rPr>
          <w:sz w:val="24"/>
          <w:szCs w:val="24"/>
        </w:rPr>
      </w:pPr>
      <w:r>
        <w:rPr>
          <w:sz w:val="24"/>
          <w:szCs w:val="24"/>
        </w:rPr>
        <w:t>“I’m not that big,” he replied, frowning.</w:t>
      </w:r>
    </w:p>
    <w:p w:rsidR="00B50E03" w:rsidRDefault="00B50E03">
      <w:pPr>
        <w:spacing w:line="480" w:lineRule="auto"/>
        <w:ind w:firstLine="720"/>
        <w:rPr>
          <w:sz w:val="24"/>
          <w:szCs w:val="24"/>
        </w:rPr>
      </w:pPr>
      <w:r>
        <w:rPr>
          <w:sz w:val="24"/>
          <w:szCs w:val="24"/>
        </w:rPr>
        <w:t>Christina got up and straddled him, raising her pussy above his long cock. “Shhhh! It’s ok, baby. I don’t mind if you’re a little big. I just hope I can fit all of this thing inside me!”</w:t>
      </w:r>
    </w:p>
    <w:p w:rsidR="00B50E03" w:rsidRDefault="00B50E03">
      <w:pPr>
        <w:spacing w:line="480" w:lineRule="auto"/>
        <w:ind w:firstLine="720"/>
        <w:rPr>
          <w:sz w:val="24"/>
          <w:szCs w:val="24"/>
        </w:rPr>
      </w:pPr>
      <w:r>
        <w:rPr>
          <w:sz w:val="24"/>
          <w:szCs w:val="24"/>
        </w:rPr>
        <w:t>Alex smiled and said, “I’m sure you’ll be fine.”</w:t>
      </w:r>
    </w:p>
    <w:p w:rsidR="00B50E03" w:rsidRDefault="00B50E03">
      <w:pPr>
        <w:spacing w:line="480" w:lineRule="auto"/>
        <w:ind w:firstLine="720"/>
        <w:rPr>
          <w:sz w:val="24"/>
          <w:szCs w:val="24"/>
        </w:rPr>
      </w:pPr>
      <w:r>
        <w:rPr>
          <w:sz w:val="24"/>
          <w:szCs w:val="24"/>
        </w:rPr>
        <w:t>Christina smiled back and took hold of his penis with her hand while she began lowering herself onto his shaft. She felt the head of it press against her vagina and kissed Alex deeply as she pushed the head of it into her. Christina moaned deeply as she pushed all of his manhood into her and sighed contently when she reached the base.</w:t>
      </w:r>
    </w:p>
    <w:p w:rsidR="00B50E03" w:rsidRDefault="00B50E03">
      <w:pPr>
        <w:spacing w:line="480" w:lineRule="auto"/>
        <w:ind w:firstLine="720"/>
        <w:rPr>
          <w:sz w:val="24"/>
          <w:szCs w:val="24"/>
        </w:rPr>
      </w:pPr>
      <w:r>
        <w:rPr>
          <w:sz w:val="24"/>
          <w:szCs w:val="24"/>
        </w:rPr>
        <w:t xml:space="preserve">She began slowly going up and down his shaft as he took hold of her hips starring deep into her eyes. After a couple of minutes at that pace, she found herself orgasming again. Alex filled her up in ways no man ever could. </w:t>
      </w:r>
      <w:r>
        <w:rPr>
          <w:i/>
          <w:iCs/>
          <w:sz w:val="24"/>
          <w:szCs w:val="24"/>
        </w:rPr>
        <w:t xml:space="preserve">Now this is what a real cock feels like! </w:t>
      </w:r>
      <w:r>
        <w:rPr>
          <w:sz w:val="24"/>
          <w:szCs w:val="24"/>
        </w:rPr>
        <w:t>she thought to herself as she began picking up the pace, rocking against his erection. As she continued to grind against him, her large breasts pushed obscenely against his chest. She could feel her inch long nipples rubbing against his body as she pushed herself in and out of him.</w:t>
      </w:r>
    </w:p>
    <w:p w:rsidR="00B50E03" w:rsidRDefault="00B50E03">
      <w:pPr>
        <w:spacing w:line="480" w:lineRule="auto"/>
        <w:ind w:firstLine="720"/>
        <w:rPr>
          <w:sz w:val="24"/>
          <w:szCs w:val="24"/>
        </w:rPr>
      </w:pPr>
      <w:r>
        <w:rPr>
          <w:sz w:val="24"/>
          <w:szCs w:val="24"/>
        </w:rPr>
        <w:t xml:space="preserve">Christina found herself having orgasm after orgasm, one almost every few minutes it seemed like, as she continued to grind against his manhood. She found herself grabbing his face and kissing him furiously, lashing her tongue inside his mouth as she bounced up and down on his exquisite cock. </w:t>
      </w:r>
    </w:p>
    <w:p w:rsidR="00B50E03" w:rsidRDefault="00B50E03">
      <w:pPr>
        <w:spacing w:line="480" w:lineRule="auto"/>
        <w:ind w:firstLine="720"/>
        <w:rPr>
          <w:sz w:val="24"/>
          <w:szCs w:val="24"/>
        </w:rPr>
      </w:pPr>
      <w:r>
        <w:rPr>
          <w:sz w:val="24"/>
          <w:szCs w:val="24"/>
        </w:rPr>
        <w:t>Time seemed to have frozen as Christina was lost in pleasure with Alex. When she had stopped kissing her, Alex lifted one of her breasts to his lips and began sucking and licking it like a mad man, causing her orgasms to be even more intense than when she was merely kissing him. She wished this moment would never end. She found herself picking up speed, grinding against his cock as he rocked against her. She wondered if he knew just how good he was making her feel.</w:t>
      </w:r>
    </w:p>
    <w:p w:rsidR="00B50E03" w:rsidRDefault="00B50E03">
      <w:pPr>
        <w:spacing w:line="480" w:lineRule="auto"/>
        <w:ind w:firstLine="720"/>
        <w:rPr>
          <w:sz w:val="24"/>
          <w:szCs w:val="24"/>
        </w:rPr>
      </w:pPr>
      <w:r>
        <w:rPr>
          <w:sz w:val="24"/>
          <w:szCs w:val="24"/>
        </w:rPr>
        <w:t>Over fifty orgasms later, Alex announced he was ready to cum. “I’m about to cum!” he exclaimed.</w:t>
      </w:r>
    </w:p>
    <w:p w:rsidR="00B50E03" w:rsidRDefault="00B50E03">
      <w:pPr>
        <w:spacing w:line="480" w:lineRule="auto"/>
        <w:ind w:firstLine="720"/>
        <w:rPr>
          <w:sz w:val="24"/>
          <w:szCs w:val="24"/>
        </w:rPr>
      </w:pPr>
      <w:r>
        <w:rPr>
          <w:sz w:val="24"/>
          <w:szCs w:val="24"/>
        </w:rPr>
        <w:t xml:space="preserve">Christina began bouncing up and down on his cock furiously. “That’s it, baby! Cum for me! Cum inside me!” Alex grunted and released his semen deep into her womb, sparking one final orgasm from Christina. </w:t>
      </w:r>
    </w:p>
    <w:p w:rsidR="00B50E03" w:rsidRDefault="00B50E03">
      <w:pPr>
        <w:spacing w:line="480" w:lineRule="auto"/>
        <w:ind w:firstLine="720"/>
        <w:rPr>
          <w:sz w:val="24"/>
          <w:szCs w:val="24"/>
        </w:rPr>
      </w:pPr>
      <w:r>
        <w:rPr>
          <w:sz w:val="24"/>
          <w:szCs w:val="24"/>
        </w:rPr>
        <w:t>Christina hugged Alex tightly. “I don’t think I’ve ever had so many orgasms my entire life!” she exclaimed. She looked at the alarm clock and gasped. It was almost an hour and a half since they began. “Oh my God! I can’t believe you lasted so long too! You’re amazing!”</w:t>
      </w:r>
    </w:p>
    <w:p w:rsidR="00B50E03" w:rsidRDefault="00B50E03">
      <w:pPr>
        <w:spacing w:line="480" w:lineRule="auto"/>
        <w:ind w:firstLine="720"/>
        <w:rPr>
          <w:sz w:val="24"/>
          <w:szCs w:val="24"/>
        </w:rPr>
      </w:pPr>
      <w:r>
        <w:rPr>
          <w:sz w:val="24"/>
          <w:szCs w:val="24"/>
        </w:rPr>
        <w:t xml:space="preserve">“Ummm…thanks,” Alex said, blushing. </w:t>
      </w:r>
    </w:p>
    <w:p w:rsidR="00B50E03" w:rsidRDefault="00B50E03">
      <w:pPr>
        <w:spacing w:line="480" w:lineRule="auto"/>
        <w:ind w:firstLine="720"/>
        <w:rPr>
          <w:sz w:val="24"/>
          <w:szCs w:val="24"/>
        </w:rPr>
      </w:pPr>
      <w:r>
        <w:rPr>
          <w:sz w:val="24"/>
          <w:szCs w:val="24"/>
        </w:rPr>
        <w:t>Christina stood up and felt sore all over her vagina. She had never been pounded like that her entire life and his dick was so huge that she found it hard to remain standing because she was so sore down there. She took Alex’s hand with both of her own, helping him up. “Come on, baby. Let’s go somewhere more comfortable.”</w:t>
      </w:r>
    </w:p>
    <w:p w:rsidR="00B50E03" w:rsidRDefault="00B50E03">
      <w:pPr>
        <w:spacing w:line="480" w:lineRule="auto"/>
        <w:ind w:firstLine="720"/>
        <w:rPr>
          <w:sz w:val="24"/>
          <w:szCs w:val="24"/>
        </w:rPr>
      </w:pPr>
      <w:r>
        <w:rPr>
          <w:sz w:val="24"/>
          <w:szCs w:val="24"/>
        </w:rPr>
        <w:t xml:space="preserve">The two went into Christina’s bedroom and laid down on her king sized bed side by side facing each other. “You’re so amazing,” she repeated. </w:t>
      </w:r>
    </w:p>
    <w:p w:rsidR="00B50E03" w:rsidRDefault="00B50E03">
      <w:pPr>
        <w:spacing w:line="480" w:lineRule="auto"/>
        <w:ind w:firstLine="720"/>
        <w:rPr>
          <w:sz w:val="24"/>
          <w:szCs w:val="24"/>
        </w:rPr>
      </w:pPr>
      <w:r>
        <w:rPr>
          <w:sz w:val="24"/>
          <w:szCs w:val="24"/>
        </w:rPr>
        <w:t>“Was it ok that I didn’t use a condom?” Alex asked.</w:t>
      </w:r>
    </w:p>
    <w:p w:rsidR="00B50E03" w:rsidRDefault="00B50E03">
      <w:pPr>
        <w:spacing w:line="480" w:lineRule="auto"/>
        <w:ind w:firstLine="720"/>
        <w:rPr>
          <w:sz w:val="24"/>
          <w:szCs w:val="24"/>
        </w:rPr>
      </w:pPr>
      <w:r>
        <w:rPr>
          <w:sz w:val="24"/>
          <w:szCs w:val="24"/>
        </w:rPr>
        <w:t>Christina giggled. “Don’t worry. I’m on the pill. Besides, I doubt they make condoms big enough to fit your huge tool.” Alex blushed once again. She began stroking his cheek gently. She then moved a strand of hair from his face and let her hands roam towards his ear. She began stroking around the smooth bump of the top of his ear. She found herself rather liking the shape of his small ears.</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Alex felt Christina stroking his ear and he frowned. “You don’t think they look disfigured and ugly, do you?”</w:t>
      </w:r>
    </w:p>
    <w:p w:rsidR="00B50E03" w:rsidRDefault="00B50E03">
      <w:pPr>
        <w:spacing w:line="480" w:lineRule="auto"/>
        <w:ind w:firstLine="720"/>
        <w:rPr>
          <w:sz w:val="24"/>
          <w:szCs w:val="24"/>
        </w:rPr>
      </w:pPr>
      <w:r>
        <w:rPr>
          <w:sz w:val="24"/>
          <w:szCs w:val="24"/>
        </w:rPr>
        <w:t>“What? No!” she exclaimed. “I think your ears are cute! I kind of wish mine were like yours. My ears just stick out. Can’t hide them in anything. No, I really do like your ears, Alex. They are very sexy.” Alex smiled as she continued to stroke them. He was glad he found someone that did not mind his ears, even though they weren’t large and pointy like everyone else’s.</w:t>
      </w:r>
    </w:p>
    <w:p w:rsidR="00B50E03" w:rsidRDefault="00B50E03">
      <w:pPr>
        <w:spacing w:line="480" w:lineRule="auto"/>
        <w:ind w:firstLine="720"/>
        <w:rPr>
          <w:sz w:val="24"/>
          <w:szCs w:val="24"/>
        </w:rPr>
      </w:pPr>
      <w:r>
        <w:rPr>
          <w:sz w:val="24"/>
          <w:szCs w:val="24"/>
        </w:rPr>
        <w:t>The two stared into each others eyes for the longest moment. Alex loved her sparkling blue eyes. He began running his hand through her brown hair stroking it gently. “I really like your hair by the way.”</w:t>
      </w:r>
    </w:p>
    <w:p w:rsidR="00B50E03" w:rsidRDefault="00B50E03">
      <w:pPr>
        <w:spacing w:line="480" w:lineRule="auto"/>
        <w:ind w:firstLine="720"/>
        <w:rPr>
          <w:sz w:val="24"/>
          <w:szCs w:val="24"/>
        </w:rPr>
      </w:pPr>
      <w:r>
        <w:rPr>
          <w:sz w:val="24"/>
          <w:szCs w:val="24"/>
        </w:rPr>
        <w:t>She smiled and said, “Thanks. What else do you like about me?”</w:t>
      </w:r>
    </w:p>
    <w:p w:rsidR="00B50E03" w:rsidRDefault="00B50E03">
      <w:pPr>
        <w:spacing w:line="480" w:lineRule="auto"/>
        <w:ind w:firstLine="720"/>
        <w:rPr>
          <w:sz w:val="24"/>
          <w:szCs w:val="24"/>
        </w:rPr>
      </w:pPr>
      <w:r>
        <w:rPr>
          <w:sz w:val="24"/>
          <w:szCs w:val="24"/>
        </w:rPr>
        <w:t>Alex smiled. “I love your smile and your nose, and I love love love your large breasts!” Christina glanced down at her breasts poking into his chest. He watched as she flexed her chest muscles a little bit, making her tits bounce a little, much to Alex’s enjoyment.</w:t>
      </w:r>
    </w:p>
    <w:p w:rsidR="00B50E03" w:rsidRDefault="00B50E03">
      <w:pPr>
        <w:spacing w:line="480" w:lineRule="auto"/>
        <w:ind w:firstLine="720"/>
        <w:rPr>
          <w:sz w:val="24"/>
          <w:szCs w:val="24"/>
        </w:rPr>
      </w:pPr>
      <w:r>
        <w:rPr>
          <w:sz w:val="24"/>
          <w:szCs w:val="24"/>
        </w:rPr>
        <w:t>“Really?” she asked.</w:t>
      </w:r>
    </w:p>
    <w:p w:rsidR="00B50E03" w:rsidRDefault="00B50E03">
      <w:pPr>
        <w:spacing w:line="480" w:lineRule="auto"/>
        <w:ind w:firstLine="720"/>
        <w:rPr>
          <w:sz w:val="24"/>
          <w:szCs w:val="24"/>
        </w:rPr>
      </w:pPr>
      <w:r>
        <w:rPr>
          <w:sz w:val="24"/>
          <w:szCs w:val="24"/>
        </w:rPr>
        <w:t>“Of course!” he exclaimed. He moved his hand down her back to her ass and began lightly squeezing and caressing it. He watched as a slight moan escaped Christina’s lips. “I love your ass too!” he said, smiling.</w:t>
      </w:r>
    </w:p>
    <w:p w:rsidR="00B50E03" w:rsidRDefault="00B50E03">
      <w:pPr>
        <w:spacing w:line="480" w:lineRule="auto"/>
        <w:ind w:firstLine="720"/>
        <w:rPr>
          <w:sz w:val="24"/>
          <w:szCs w:val="24"/>
        </w:rPr>
      </w:pPr>
      <w:r>
        <w:rPr>
          <w:sz w:val="24"/>
          <w:szCs w:val="24"/>
        </w:rPr>
        <w:t>Christina reached down between her breasts and cupped Alex’s balls in her hands. “I like your cock and balls, myself,” she said as she moved her hand up, caressing his limp dick. “Of course I like you too!” she added.</w:t>
      </w:r>
    </w:p>
    <w:p w:rsidR="00B50E03" w:rsidRDefault="00B50E03">
      <w:pPr>
        <w:spacing w:line="480" w:lineRule="auto"/>
        <w:ind w:firstLine="720"/>
        <w:rPr>
          <w:sz w:val="24"/>
          <w:szCs w:val="24"/>
        </w:rPr>
      </w:pPr>
      <w:r>
        <w:rPr>
          <w:sz w:val="24"/>
          <w:szCs w:val="24"/>
        </w:rPr>
        <w:t>“I like you too,” Alex said. He leaned forward and began kissing Christina once more. Their mouths opened up and their tongues slipped into each others waiting mouths. They began making out slowly, yet passionately, while Alex squeezed her ass cheek and she stroked his cock up and down.</w:t>
      </w:r>
    </w:p>
    <w:p w:rsidR="00B50E03" w:rsidRDefault="00B50E03">
      <w:pPr>
        <w:spacing w:line="480" w:lineRule="auto"/>
        <w:ind w:firstLine="720"/>
        <w:rPr>
          <w:sz w:val="24"/>
          <w:szCs w:val="24"/>
        </w:rPr>
      </w:pPr>
      <w:r>
        <w:rPr>
          <w:sz w:val="24"/>
          <w:szCs w:val="24"/>
        </w:rPr>
        <w:t>Alex felt his erection start growing and getting harder as they made out. He knew she could feel it too since her hand wrapped tighter around it and began pumping it faster. Christina broke the kiss and scooted backwards so that she could stare at his erection.</w:t>
      </w:r>
    </w:p>
    <w:p w:rsidR="00B50E03" w:rsidRDefault="00B50E03">
      <w:pPr>
        <w:spacing w:line="480" w:lineRule="auto"/>
        <w:ind w:firstLine="720"/>
        <w:rPr>
          <w:sz w:val="24"/>
          <w:szCs w:val="24"/>
        </w:rPr>
      </w:pPr>
      <w:r>
        <w:rPr>
          <w:sz w:val="24"/>
          <w:szCs w:val="24"/>
        </w:rPr>
        <w:t>“I can’t believe you’re hard already!” she exclaimed. “I wish I could get on top of you and ride you again. You’re making me so wet! It’s just…I’m a little sore down there,” she confessed, pouting. Alex found her pout very sexy with her lip sticking out and her eyes as wide as saucers, staring at him.</w:t>
      </w:r>
    </w:p>
    <w:p w:rsidR="00B50E03" w:rsidRDefault="00B50E03">
      <w:pPr>
        <w:spacing w:line="480" w:lineRule="auto"/>
        <w:ind w:firstLine="720"/>
        <w:rPr>
          <w:sz w:val="24"/>
          <w:szCs w:val="24"/>
        </w:rPr>
      </w:pPr>
      <w:r>
        <w:rPr>
          <w:sz w:val="24"/>
          <w:szCs w:val="24"/>
        </w:rPr>
        <w:t>“It’s cool,” he found himself saying. Alex scooted forward and grabbed her ass, pushing her towards him. “Did you want to try something else?” he asked, looking at her round butt cheek.</w:t>
      </w:r>
    </w:p>
    <w:p w:rsidR="00B50E03" w:rsidRDefault="00B50E03">
      <w:pPr>
        <w:spacing w:line="480" w:lineRule="auto"/>
        <w:ind w:firstLine="720"/>
        <w:rPr>
          <w:sz w:val="24"/>
          <w:szCs w:val="24"/>
        </w:rPr>
      </w:pPr>
      <w:r>
        <w:rPr>
          <w:sz w:val="24"/>
          <w:szCs w:val="24"/>
        </w:rPr>
        <w:t>“Like what?” she asked.</w:t>
      </w:r>
    </w:p>
    <w:p w:rsidR="00B50E03" w:rsidRDefault="00B50E03">
      <w:pPr>
        <w:spacing w:line="480" w:lineRule="auto"/>
        <w:ind w:firstLine="720"/>
        <w:rPr>
          <w:sz w:val="24"/>
          <w:szCs w:val="24"/>
        </w:rPr>
      </w:pPr>
      <w:r>
        <w:rPr>
          <w:sz w:val="24"/>
          <w:szCs w:val="24"/>
        </w:rPr>
        <w:t>Alex continued to caress her ass cheek and slowly said, “Have you ever had anal sex before?”</w:t>
      </w:r>
    </w:p>
    <w:p w:rsidR="00B50E03" w:rsidRDefault="00B50E03">
      <w:pPr>
        <w:spacing w:line="480" w:lineRule="auto"/>
        <w:ind w:firstLine="720"/>
        <w:rPr>
          <w:sz w:val="24"/>
          <w:szCs w:val="24"/>
        </w:rPr>
      </w:pPr>
      <w:r>
        <w:rPr>
          <w:sz w:val="24"/>
          <w:szCs w:val="24"/>
        </w:rPr>
        <w:t>Christina looked down at his hand caressing her and then back into his eyes. “No. I’ve always wanted to try it though, but, I don’t know. I think you may be too big for me there,” she said, once again pouting.</w:t>
      </w:r>
    </w:p>
    <w:p w:rsidR="00B50E03" w:rsidRDefault="00B50E03">
      <w:pPr>
        <w:spacing w:line="480" w:lineRule="auto"/>
        <w:ind w:firstLine="720"/>
        <w:rPr>
          <w:sz w:val="24"/>
          <w:szCs w:val="24"/>
        </w:rPr>
      </w:pPr>
      <w:r>
        <w:rPr>
          <w:sz w:val="24"/>
          <w:szCs w:val="24"/>
        </w:rPr>
        <w:t>Alex leaned forward and kissed her gently. “Actually, I’m pretty sure that it’ll fit in there. I actually looked it up on the internet when I realized just how big I really was. Besides, I’ve had anal before. That’s how I know it can be done.” He laughed. The girl he had anal with had lived in the human world. Of course, according to the internet, the female ass here was basically the same as there.</w:t>
      </w:r>
    </w:p>
    <w:p w:rsidR="00B50E03" w:rsidRDefault="00B50E03">
      <w:pPr>
        <w:spacing w:line="480" w:lineRule="auto"/>
        <w:ind w:firstLine="720"/>
        <w:rPr>
          <w:sz w:val="24"/>
          <w:szCs w:val="24"/>
        </w:rPr>
      </w:pPr>
      <w:r>
        <w:rPr>
          <w:sz w:val="24"/>
          <w:szCs w:val="24"/>
        </w:rPr>
        <w:t>Christina looked down once more at his hand stroking her ass, then back into his eyes. “Are you sure?” she asked gently.</w:t>
      </w:r>
    </w:p>
    <w:p w:rsidR="00B50E03" w:rsidRDefault="00B50E03">
      <w:pPr>
        <w:spacing w:line="480" w:lineRule="auto"/>
        <w:ind w:firstLine="720"/>
        <w:rPr>
          <w:sz w:val="24"/>
          <w:szCs w:val="24"/>
        </w:rPr>
      </w:pPr>
      <w:r>
        <w:rPr>
          <w:sz w:val="24"/>
          <w:szCs w:val="24"/>
        </w:rPr>
        <w:t>“Yeah,” Alex replied. “And don’t worry. I’ll make your first time wonderful.”</w:t>
      </w:r>
    </w:p>
    <w:p w:rsidR="00B50E03" w:rsidRDefault="00B50E03">
      <w:pPr>
        <w:spacing w:line="480" w:lineRule="auto"/>
        <w:ind w:firstLine="720"/>
        <w:rPr>
          <w:sz w:val="24"/>
          <w:szCs w:val="24"/>
        </w:rPr>
      </w:pPr>
      <w:r>
        <w:rPr>
          <w:sz w:val="24"/>
          <w:szCs w:val="24"/>
        </w:rPr>
        <w:t>Christina bit her lower lip then slowly nodded. “OK, baby. You can do my ass. Just be gentle with me, alright?”</w:t>
      </w:r>
    </w:p>
    <w:p w:rsidR="00B50E03" w:rsidRDefault="00B50E03">
      <w:pPr>
        <w:spacing w:line="480" w:lineRule="auto"/>
        <w:ind w:firstLine="720"/>
        <w:rPr>
          <w:sz w:val="24"/>
          <w:szCs w:val="24"/>
        </w:rPr>
      </w:pPr>
      <w:r>
        <w:rPr>
          <w:sz w:val="24"/>
          <w:szCs w:val="24"/>
        </w:rPr>
        <w:t>Alex reached up and caressed her cheek. “Of course I will, sexy!” he exclaimed. She smiled and Alex got up while she rolled onto her stomach, pressing her gigantic breasts against the mattress. She then got on her hands and knees, propping her ass as high as it could go. Of course, with her breasts as large as they were, her large, round ass actually slopped slightly downward at that angle.</w:t>
      </w:r>
    </w:p>
    <w:p w:rsidR="00B50E03" w:rsidRDefault="00B50E03">
      <w:pPr>
        <w:spacing w:line="480" w:lineRule="auto"/>
        <w:ind w:firstLine="720"/>
        <w:rPr>
          <w:sz w:val="24"/>
          <w:szCs w:val="24"/>
        </w:rPr>
      </w:pPr>
      <w:r>
        <w:rPr>
          <w:sz w:val="24"/>
          <w:szCs w:val="24"/>
        </w:rPr>
        <w:t>“Ummm…can you lean forward a little bit more?” Alex asked. Christina nodded and leaned completely forward so that only her breasts and knees were holding her up. She put her arms in front of her head and rested her face on them, sideways, glancing back at him.</w:t>
      </w:r>
    </w:p>
    <w:p w:rsidR="00B50E03" w:rsidRDefault="00B50E03">
      <w:pPr>
        <w:spacing w:line="480" w:lineRule="auto"/>
        <w:ind w:firstLine="720"/>
        <w:rPr>
          <w:sz w:val="24"/>
          <w:szCs w:val="24"/>
        </w:rPr>
      </w:pPr>
      <w:r>
        <w:rPr>
          <w:sz w:val="24"/>
          <w:szCs w:val="24"/>
        </w:rPr>
        <w:t>Her ass was a bit more level now, so Alex began lining his cock with her ass hole. “Ready?” he asked, looking into her eyes. He hoped he didn’t hurt her doing this.</w:t>
      </w:r>
    </w:p>
    <w:p w:rsidR="00B50E03" w:rsidRDefault="00B50E03">
      <w:pPr>
        <w:spacing w:line="480" w:lineRule="auto"/>
        <w:ind w:firstLine="720"/>
        <w:rPr>
          <w:sz w:val="24"/>
          <w:szCs w:val="24"/>
        </w:rPr>
      </w:pPr>
      <w:r>
        <w:rPr>
          <w:sz w:val="24"/>
          <w:szCs w:val="24"/>
        </w:rPr>
        <w:t>“Yeah, baby,” she replied. “I’m ready.” Alex pressed his cock head against her butt hole and after the longest moment, it slipped through into her. He heard Christina moan loudly and he stopped.</w:t>
      </w:r>
    </w:p>
    <w:p w:rsidR="00B50E03" w:rsidRDefault="00B50E03">
      <w:pPr>
        <w:spacing w:line="480" w:lineRule="auto"/>
        <w:ind w:firstLine="720"/>
        <w:rPr>
          <w:sz w:val="24"/>
          <w:szCs w:val="24"/>
        </w:rPr>
      </w:pPr>
      <w:r>
        <w:rPr>
          <w:sz w:val="24"/>
          <w:szCs w:val="24"/>
        </w:rPr>
        <w:t>“Are you ok?” he asked, a little worried.</w:t>
      </w:r>
    </w:p>
    <w:p w:rsidR="00B50E03" w:rsidRDefault="00B50E03">
      <w:pPr>
        <w:spacing w:line="480" w:lineRule="auto"/>
        <w:ind w:firstLine="720"/>
        <w:rPr>
          <w:sz w:val="24"/>
          <w:szCs w:val="24"/>
        </w:rPr>
      </w:pPr>
      <w:r>
        <w:rPr>
          <w:sz w:val="24"/>
          <w:szCs w:val="24"/>
        </w:rPr>
        <w:t>“Yeah. It’s a little tight but feels good. It doesn’t hurt at all, baby.” The two smiled and Alex began pushing his cock inch after inch into her, pausing occasionally to see how she was reacting. Christina seemed to have a look of pure passion in her face each time, so he continued until he felt his balls touch her ass cheeks as his cock was fully inside her.</w:t>
      </w:r>
    </w:p>
    <w:p w:rsidR="00B50E03" w:rsidRDefault="00B50E03">
      <w:pPr>
        <w:spacing w:line="480" w:lineRule="auto"/>
        <w:ind w:firstLine="720"/>
        <w:rPr>
          <w:sz w:val="24"/>
          <w:szCs w:val="24"/>
        </w:rPr>
      </w:pPr>
      <w:r>
        <w:rPr>
          <w:sz w:val="24"/>
          <w:szCs w:val="24"/>
        </w:rPr>
        <w:t>When his balls touched her, he heard Christina moan loudly once more. She turned her head back towards him and said, “Oh my God! I just orgasmed! Are you all the way in me now?” Alex nodded. “Ah, baby! You feel so good inside me! I can’t believe I’ve never done this before! I wish I would have tried anal sooner. Of course, I doubt any cock would feel as good as yours in me, Alex.”</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Christina began rocking her hips back and forth against Alex’s cock, prompting him to go on. Slowly he began pumping his cock in and out of her as she moaned over and over again. Within only a few strokes she found herself orgasming again. She couldn’t believe he felt so good inside her ass! Alex continued pumping in and out of her, increasing speed. Christina was in a state of pure ecstasy. She found herself having an orgasm every few strokes his cock went all the way inside her.</w:t>
      </w:r>
    </w:p>
    <w:p w:rsidR="00B50E03" w:rsidRDefault="00B50E03">
      <w:pPr>
        <w:spacing w:line="480" w:lineRule="auto"/>
        <w:ind w:firstLine="720"/>
        <w:rPr>
          <w:sz w:val="24"/>
          <w:szCs w:val="24"/>
        </w:rPr>
      </w:pPr>
      <w:r>
        <w:rPr>
          <w:sz w:val="24"/>
          <w:szCs w:val="24"/>
        </w:rPr>
        <w:t>As she began having orgasm after delightful orgasm nonstop, Christina began to think that perhaps she actually liked anal more than regular sex! As the minutes wore on, she found herself having more orgasms than the 58 Alex gave her the first time they did it and it was only a half an hour! She didn’t know how either one of them could continue with so much pleasure going through them, but he did.</w:t>
      </w:r>
    </w:p>
    <w:p w:rsidR="00B50E03" w:rsidRDefault="00B50E03">
      <w:pPr>
        <w:spacing w:line="480" w:lineRule="auto"/>
        <w:ind w:firstLine="720"/>
        <w:rPr>
          <w:sz w:val="24"/>
          <w:szCs w:val="24"/>
        </w:rPr>
      </w:pPr>
      <w:r>
        <w:rPr>
          <w:sz w:val="24"/>
          <w:szCs w:val="24"/>
        </w:rPr>
        <w:t>Fifteen minutes later, Alex once again announced he was about to cum. “Push it in me, baby!” she shouted back at him. “I want to feel it all inside my ass!” Alex slammed his cock as far into her he could possibly get, unloading his seed deep into her. Christina moaned as one final orgasm went through her. She found her knees give out from under her as Alex took his large cock out of her ass. She laid on her belly and just grinned at him as he laid next to her.</w:t>
      </w:r>
    </w:p>
    <w:p w:rsidR="00B50E03" w:rsidRDefault="00B50E03">
      <w:pPr>
        <w:spacing w:line="480" w:lineRule="auto"/>
        <w:ind w:firstLine="720"/>
        <w:rPr>
          <w:sz w:val="24"/>
          <w:szCs w:val="24"/>
        </w:rPr>
      </w:pPr>
      <w:r>
        <w:rPr>
          <w:sz w:val="24"/>
          <w:szCs w:val="24"/>
        </w:rPr>
        <w:t>“You’re so amazing!” she said once more as she reached up, stroking his cheek. “Promise you won’t leave me any time soon?”</w:t>
      </w:r>
    </w:p>
    <w:p w:rsidR="00B50E03" w:rsidRDefault="00B50E03">
      <w:pPr>
        <w:spacing w:line="480" w:lineRule="auto"/>
        <w:ind w:firstLine="720"/>
        <w:rPr>
          <w:sz w:val="24"/>
          <w:szCs w:val="24"/>
        </w:rPr>
      </w:pPr>
      <w:r>
        <w:rPr>
          <w:sz w:val="24"/>
          <w:szCs w:val="24"/>
        </w:rPr>
        <w:t>“I promise, if you promise to do the same.”</w:t>
      </w:r>
    </w:p>
    <w:p w:rsidR="00B50E03" w:rsidRDefault="00B50E03">
      <w:pPr>
        <w:spacing w:line="480" w:lineRule="auto"/>
        <w:ind w:firstLine="720"/>
        <w:rPr>
          <w:sz w:val="24"/>
          <w:szCs w:val="24"/>
        </w:rPr>
      </w:pPr>
      <w:r>
        <w:rPr>
          <w:sz w:val="24"/>
          <w:szCs w:val="24"/>
        </w:rPr>
        <w:t>She giggled. “I’ll never leave you as long as you keep fucking me like that!” she exclaimed. Alex laughed at her comment.</w:t>
      </w:r>
    </w:p>
    <w:p w:rsidR="00B50E03" w:rsidRDefault="00B50E03">
      <w:pPr>
        <w:spacing w:line="480" w:lineRule="auto"/>
        <w:ind w:firstLine="720"/>
        <w:rPr>
          <w:sz w:val="24"/>
          <w:szCs w:val="24"/>
        </w:rPr>
      </w:pPr>
      <w:r>
        <w:rPr>
          <w:sz w:val="24"/>
          <w:szCs w:val="24"/>
        </w:rPr>
        <w:t>“There’s probably something I should tell you,” he said slowly, his look getting series.</w:t>
      </w:r>
    </w:p>
    <w:p w:rsidR="00B50E03" w:rsidRDefault="00B50E03">
      <w:pPr>
        <w:spacing w:line="480" w:lineRule="auto"/>
        <w:ind w:firstLine="720"/>
        <w:rPr>
          <w:sz w:val="24"/>
          <w:szCs w:val="24"/>
        </w:rPr>
      </w:pPr>
      <w:r>
        <w:rPr>
          <w:sz w:val="24"/>
          <w:szCs w:val="24"/>
        </w:rPr>
        <w:t>Christina rolled onto her side, staring up at him. “What?”</w:t>
      </w:r>
    </w:p>
    <w:p w:rsidR="00B50E03" w:rsidRDefault="00B50E03">
      <w:pPr>
        <w:spacing w:line="480" w:lineRule="auto"/>
        <w:ind w:firstLine="720"/>
        <w:rPr>
          <w:sz w:val="24"/>
          <w:szCs w:val="24"/>
        </w:rPr>
      </w:pPr>
      <w:r>
        <w:rPr>
          <w:sz w:val="24"/>
          <w:szCs w:val="24"/>
        </w:rPr>
        <w:t>“You remember me telling you about my accident?”</w:t>
      </w:r>
    </w:p>
    <w:p w:rsidR="00B50E03" w:rsidRDefault="00B50E03">
      <w:pPr>
        <w:spacing w:line="480" w:lineRule="auto"/>
        <w:ind w:firstLine="720"/>
        <w:rPr>
          <w:sz w:val="24"/>
          <w:szCs w:val="24"/>
        </w:rPr>
      </w:pPr>
      <w:r>
        <w:rPr>
          <w:sz w:val="24"/>
          <w:szCs w:val="24"/>
        </w:rPr>
        <w:t>“Yeah,” she said, glancing briefly at his ears.</w:t>
      </w:r>
    </w:p>
    <w:p w:rsidR="00B50E03" w:rsidRDefault="00B50E03">
      <w:pPr>
        <w:spacing w:line="480" w:lineRule="auto"/>
        <w:ind w:firstLine="720"/>
        <w:rPr>
          <w:sz w:val="24"/>
          <w:szCs w:val="24"/>
        </w:rPr>
      </w:pPr>
      <w:r>
        <w:rPr>
          <w:sz w:val="24"/>
          <w:szCs w:val="24"/>
        </w:rPr>
        <w:t>“Well, there’s more to that. When I woke up I had no memories of my life here and a lot of daily stuff people normal know about on this planet.</w:t>
      </w:r>
    </w:p>
    <w:p w:rsidR="00B50E03" w:rsidRDefault="00B50E03">
      <w:pPr>
        <w:spacing w:line="480" w:lineRule="auto"/>
        <w:ind w:firstLine="720"/>
        <w:rPr>
          <w:sz w:val="24"/>
          <w:szCs w:val="24"/>
        </w:rPr>
      </w:pPr>
      <w:r>
        <w:rPr>
          <w:sz w:val="24"/>
          <w:szCs w:val="24"/>
        </w:rPr>
        <w:t>Christina gasped. “Oh my God! That’s horrible! Did you ever get your memories back?”</w:t>
      </w:r>
    </w:p>
    <w:p w:rsidR="00B50E03" w:rsidRDefault="00B50E03">
      <w:pPr>
        <w:spacing w:line="480" w:lineRule="auto"/>
        <w:ind w:firstLine="720"/>
        <w:rPr>
          <w:sz w:val="24"/>
          <w:szCs w:val="24"/>
        </w:rPr>
      </w:pPr>
      <w:r>
        <w:rPr>
          <w:sz w:val="24"/>
          <w:szCs w:val="24"/>
        </w:rPr>
        <w:t>Alex shook his head no. “Actually, I woke up with memories of a human world actually. The doctor said that my memories were so vivid of it that my elf ears shrunk to the size of a human’s. I don’t know if that world is real or not anymore. It still feels real to me though.”</w:t>
      </w:r>
    </w:p>
    <w:p w:rsidR="00B50E03" w:rsidRDefault="00B50E03">
      <w:pPr>
        <w:spacing w:line="480" w:lineRule="auto"/>
        <w:ind w:firstLine="720"/>
        <w:rPr>
          <w:sz w:val="24"/>
          <w:szCs w:val="24"/>
        </w:rPr>
      </w:pPr>
      <w:r>
        <w:rPr>
          <w:sz w:val="24"/>
          <w:szCs w:val="24"/>
        </w:rPr>
        <w:t>Christina didn’t know what to say at first. She had no idea how to comfort him. Finally she replied, “Wow. Well, if you came from the human world to here, do you know how you got here?” He shook his head. “Well, that sucks. Do you hope to get back there one day?”</w:t>
      </w:r>
    </w:p>
    <w:p w:rsidR="00B50E03" w:rsidRDefault="00B50E03">
      <w:pPr>
        <w:spacing w:line="480" w:lineRule="auto"/>
        <w:ind w:firstLine="720"/>
        <w:rPr>
          <w:sz w:val="24"/>
          <w:szCs w:val="24"/>
        </w:rPr>
      </w:pPr>
      <w:r>
        <w:rPr>
          <w:sz w:val="24"/>
          <w:szCs w:val="24"/>
        </w:rPr>
        <w:t>Alex quickly replied, “No. I really like it here. The women’s breasts are no where near as big as yours there!” he exclaimed, playfully poking her breast. “Besides, I had no real friends there, and my parents hardly cared about me like my new mom and sister do. I live with them now. Is that ok with you? I know some girls get all crazy when they find out their man don’t have his own place.”</w:t>
      </w:r>
    </w:p>
    <w:p w:rsidR="00B50E03" w:rsidRDefault="00B50E03">
      <w:pPr>
        <w:spacing w:line="480" w:lineRule="auto"/>
        <w:ind w:firstLine="720"/>
        <w:rPr>
          <w:sz w:val="24"/>
          <w:szCs w:val="24"/>
        </w:rPr>
      </w:pPr>
      <w:r>
        <w:rPr>
          <w:sz w:val="24"/>
          <w:szCs w:val="24"/>
        </w:rPr>
        <w:t>Christina laughed. “I don’t mind, Alex. I just hope they don’t mind sharing me with you!” They laughed and she scooted forward and hugged him tightly. Something then dawned on Christina. “Hey! Didn’t you say that you’ve supposedly lived here all your life?”</w:t>
      </w:r>
    </w:p>
    <w:p w:rsidR="00B50E03" w:rsidRDefault="00B50E03">
      <w:pPr>
        <w:spacing w:line="480" w:lineRule="auto"/>
        <w:ind w:firstLine="720"/>
        <w:rPr>
          <w:sz w:val="24"/>
          <w:szCs w:val="24"/>
        </w:rPr>
      </w:pPr>
      <w:r>
        <w:rPr>
          <w:sz w:val="24"/>
          <w:szCs w:val="24"/>
        </w:rPr>
        <w:t>“Hmmmm? Oh yeah. That’s what my mom told me at least.”</w:t>
      </w:r>
    </w:p>
    <w:p w:rsidR="00B50E03" w:rsidRDefault="00B50E03">
      <w:pPr>
        <w:spacing w:line="480" w:lineRule="auto"/>
        <w:ind w:firstLine="720"/>
        <w:rPr>
          <w:sz w:val="24"/>
          <w:szCs w:val="24"/>
        </w:rPr>
      </w:pPr>
      <w:r>
        <w:rPr>
          <w:sz w:val="24"/>
          <w:szCs w:val="24"/>
        </w:rPr>
        <w:t>“It’s weird, though. You don’t have a Maine accent like most people do. I actually have no idea what your accent is!”</w:t>
      </w:r>
    </w:p>
    <w:p w:rsidR="00B50E03" w:rsidRDefault="00B50E03">
      <w:pPr>
        <w:spacing w:line="480" w:lineRule="auto"/>
        <w:ind w:firstLine="720"/>
        <w:rPr>
          <w:sz w:val="24"/>
          <w:szCs w:val="24"/>
        </w:rPr>
      </w:pPr>
      <w:r>
        <w:rPr>
          <w:sz w:val="24"/>
          <w:szCs w:val="24"/>
        </w:rPr>
        <w:t>“You mean you believe me?! You really think I may have come from the Earth?”</w:t>
      </w:r>
    </w:p>
    <w:p w:rsidR="00B50E03" w:rsidRDefault="00B50E03">
      <w:pPr>
        <w:spacing w:line="480" w:lineRule="auto"/>
        <w:ind w:firstLine="720"/>
        <w:rPr>
          <w:sz w:val="24"/>
          <w:szCs w:val="24"/>
        </w:rPr>
      </w:pPr>
      <w:r>
        <w:rPr>
          <w:sz w:val="24"/>
          <w:szCs w:val="24"/>
        </w:rPr>
        <w:t xml:space="preserve">Christina guessed Earth must be the human planet. She laughed. “Not quite fully. But, you certainly don’t sound like you come from around here.” </w:t>
      </w:r>
    </w:p>
    <w:p w:rsidR="00B50E03" w:rsidRDefault="00B50E03">
      <w:pPr>
        <w:spacing w:line="480" w:lineRule="auto"/>
        <w:ind w:firstLine="720"/>
        <w:rPr>
          <w:sz w:val="24"/>
          <w:szCs w:val="24"/>
        </w:rPr>
      </w:pPr>
      <w:r>
        <w:rPr>
          <w:sz w:val="24"/>
          <w:szCs w:val="24"/>
        </w:rPr>
        <w:t>“Well, I guess that’ll do for now, Christina,” he said, yawning.</w:t>
      </w:r>
    </w:p>
    <w:p w:rsidR="00B50E03" w:rsidRDefault="00B50E03">
      <w:pPr>
        <w:spacing w:line="480" w:lineRule="auto"/>
        <w:ind w:firstLine="720"/>
        <w:rPr>
          <w:sz w:val="24"/>
          <w:szCs w:val="24"/>
        </w:rPr>
      </w:pPr>
      <w:r>
        <w:rPr>
          <w:sz w:val="24"/>
          <w:szCs w:val="24"/>
        </w:rPr>
        <w:t>She grinned. “Ready for bed already? Sure you don’t want to go another round or two?”</w:t>
      </w:r>
    </w:p>
    <w:p w:rsidR="00B50E03" w:rsidRDefault="00B50E03">
      <w:pPr>
        <w:spacing w:line="480" w:lineRule="auto"/>
        <w:ind w:firstLine="720"/>
        <w:rPr>
          <w:sz w:val="24"/>
          <w:szCs w:val="24"/>
        </w:rPr>
      </w:pPr>
      <w:r>
        <w:rPr>
          <w:sz w:val="24"/>
          <w:szCs w:val="24"/>
        </w:rPr>
        <w:t xml:space="preserve">Alex laughed. “I ain’t that great in bed!” </w:t>
      </w:r>
    </w:p>
    <w:p w:rsidR="00B50E03" w:rsidRDefault="00B50E03">
      <w:pPr>
        <w:spacing w:line="480" w:lineRule="auto"/>
        <w:ind w:firstLine="720"/>
        <w:rPr>
          <w:sz w:val="24"/>
          <w:szCs w:val="24"/>
        </w:rPr>
      </w:pPr>
      <w:r>
        <w:rPr>
          <w:sz w:val="24"/>
          <w:szCs w:val="24"/>
        </w:rPr>
        <w:t xml:space="preserve">She got up and turned out her bedroom light, then lay back down next to Alex, with her back turned towards him. “Hold, me for a little bit then, OK?” She felt Alex’s arm wrap around her landing lightly on her large breast. He squeezed it lightly and she smiled. She couldn’t believe her luck. </w:t>
      </w:r>
      <w:r>
        <w:rPr>
          <w:i/>
          <w:iCs/>
          <w:sz w:val="24"/>
          <w:szCs w:val="24"/>
        </w:rPr>
        <w:t xml:space="preserve">He is definitely a keeper, </w:t>
      </w:r>
      <w:r>
        <w:rPr>
          <w:sz w:val="24"/>
          <w:szCs w:val="24"/>
        </w:rPr>
        <w:t>she thought to herself as she drifted to sleep, completely spent from the most orgasmic night she had her entire life.</w:t>
      </w:r>
    </w:p>
    <w:p w:rsidR="00B50E03" w:rsidRDefault="00B50E03">
      <w:pPr>
        <w:spacing w:line="480" w:lineRule="auto"/>
        <w:ind w:firstLine="720"/>
        <w:rPr>
          <w:sz w:val="24"/>
          <w:szCs w:val="24"/>
        </w:rPr>
      </w:pPr>
    </w:p>
    <w:p w:rsidR="00B50E03" w:rsidRDefault="00B50E03">
      <w:pPr>
        <w:spacing w:line="480" w:lineRule="auto"/>
        <w:jc w:val="center"/>
        <w:rPr>
          <w:b/>
          <w:bCs/>
          <w:sz w:val="28"/>
          <w:szCs w:val="28"/>
          <w:u w:val="single"/>
        </w:rPr>
      </w:pPr>
      <w:r>
        <w:rPr>
          <w:sz w:val="24"/>
          <w:szCs w:val="24"/>
        </w:rPr>
        <w:br w:type="page"/>
      </w:r>
      <w:r>
        <w:rPr>
          <w:b/>
          <w:bCs/>
          <w:sz w:val="28"/>
          <w:szCs w:val="28"/>
          <w:u w:val="single"/>
        </w:rPr>
        <w:t>Chapter 3</w:t>
      </w:r>
    </w:p>
    <w:p w:rsidR="00B50E03" w:rsidRDefault="00B50E03">
      <w:pPr>
        <w:spacing w:line="480" w:lineRule="auto"/>
        <w:jc w:val="center"/>
        <w:rPr>
          <w:b/>
          <w:bCs/>
          <w:sz w:val="28"/>
          <w:szCs w:val="28"/>
          <w:u w:val="single"/>
        </w:rPr>
      </w:pPr>
    </w:p>
    <w:p w:rsidR="00B50E03" w:rsidRDefault="00B50E03">
      <w:pPr>
        <w:spacing w:line="480" w:lineRule="auto"/>
        <w:ind w:firstLine="720"/>
        <w:rPr>
          <w:sz w:val="24"/>
          <w:szCs w:val="24"/>
        </w:rPr>
      </w:pPr>
      <w:r>
        <w:rPr>
          <w:sz w:val="24"/>
          <w:szCs w:val="24"/>
        </w:rPr>
        <w:t xml:space="preserve">Two and a half months passed and Alex and Christina were still together and couldn’t be better. The morning after their initial first time, the two ended up fucking once again with her on top for the first half hour and him inside her ass pounding away the rest of the time. The two had sex at least once almost every night afterwards, and much more during the weekends. </w:t>
      </w:r>
    </w:p>
    <w:p w:rsidR="00B50E03" w:rsidRDefault="00B50E03">
      <w:pPr>
        <w:spacing w:line="480" w:lineRule="auto"/>
        <w:ind w:firstLine="720"/>
        <w:rPr>
          <w:sz w:val="24"/>
          <w:szCs w:val="24"/>
        </w:rPr>
      </w:pPr>
      <w:r>
        <w:rPr>
          <w:sz w:val="24"/>
          <w:szCs w:val="24"/>
        </w:rPr>
        <w:t xml:space="preserve">Every time, she found herself having at least fifty orgasms a night, and it hardly ever diminished. There were a few times of course when he was hornier than usual and got off within ten to fifteen minutes, but she somehow found a way to get him erect again rather quickly, and the second time he would always last much longer, so she still got her fifty orgasm minimum. Some nights she found herself having almost 200 orgasms before the two stopped, completely exhausted. </w:t>
      </w:r>
    </w:p>
    <w:p w:rsidR="00B50E03" w:rsidRDefault="00B50E03">
      <w:pPr>
        <w:spacing w:line="480" w:lineRule="auto"/>
        <w:ind w:firstLine="720"/>
        <w:rPr>
          <w:sz w:val="24"/>
          <w:szCs w:val="24"/>
        </w:rPr>
      </w:pPr>
      <w:r>
        <w:rPr>
          <w:sz w:val="24"/>
          <w:szCs w:val="24"/>
        </w:rPr>
        <w:t>She had her period a couple of times during the length of time they were together. She would still give Alex head those days or let him titty fuck her until he blew his load all over her face. Each time she gave him head she would swallow his loads. She thought that his cum may not be the best tasting thing in the world, but knew that he liked it when she did it. And, when she was on her period, Alex would still suck her tits to a mind blowing orgasm so that she would not be left out as well.</w:t>
      </w:r>
    </w:p>
    <w:p w:rsidR="00B50E03" w:rsidRDefault="00B50E03">
      <w:pPr>
        <w:spacing w:line="480" w:lineRule="auto"/>
        <w:ind w:firstLine="720"/>
        <w:rPr>
          <w:sz w:val="24"/>
          <w:szCs w:val="24"/>
        </w:rPr>
      </w:pPr>
      <w:r>
        <w:rPr>
          <w:sz w:val="24"/>
          <w:szCs w:val="24"/>
        </w:rPr>
        <w:t>Christina wished though that she could spend more time with her boyfriend. Because of her job, working as a secretary at a office an hour away from her place, she worked five days a week and had to leave her place (Or his sometimes) around 7 to be at work by 8am. Usually she wouldn’t be able to get off until after 6pm though, where she found herself rushing back home every night so that she could get ready to be in Alex’s arms once again. During the days he had to continue to go to his physical therapy. Of course after the first month they were together they celebrated the fact that his doctors allowed him to stop it altogether.</w:t>
      </w:r>
    </w:p>
    <w:p w:rsidR="00B50E03" w:rsidRDefault="00B50E03">
      <w:pPr>
        <w:spacing w:line="480" w:lineRule="auto"/>
        <w:ind w:firstLine="720"/>
        <w:rPr>
          <w:sz w:val="24"/>
          <w:szCs w:val="24"/>
        </w:rPr>
      </w:pPr>
      <w:r>
        <w:rPr>
          <w:sz w:val="24"/>
          <w:szCs w:val="24"/>
        </w:rPr>
        <w:t xml:space="preserve">Of course they didn’t just fuck every minute they were together. That would just be crazy! The two went out often during the weekends, and during the week they stayed inside and watched TV in either her house or his. Sometimes they would go to the bar where they first met, and get drunk while teasing all the girls that had small tits and asses, unlike her own large endowments. He really knew how to make her feel good about herself. </w:t>
      </w:r>
    </w:p>
    <w:p w:rsidR="00B50E03" w:rsidRDefault="00B50E03">
      <w:pPr>
        <w:spacing w:line="480" w:lineRule="auto"/>
        <w:ind w:firstLine="720"/>
        <w:rPr>
          <w:sz w:val="24"/>
          <w:szCs w:val="24"/>
        </w:rPr>
      </w:pPr>
      <w:r>
        <w:rPr>
          <w:sz w:val="24"/>
          <w:szCs w:val="24"/>
        </w:rPr>
        <w:t>Christina remembered the first night he told her he loved her. After another night of orgasmic bliss for the two of them, she was still horny. She began stroking his left ear, before she leaned forward and nibbled on the lobe of it gently. He lifted her face back in for a kiss and Alex quickly said, “I love you, Christina.”</w:t>
      </w:r>
    </w:p>
    <w:p w:rsidR="00B50E03" w:rsidRDefault="00B50E03">
      <w:pPr>
        <w:spacing w:line="480" w:lineRule="auto"/>
        <w:ind w:firstLine="720"/>
        <w:rPr>
          <w:sz w:val="24"/>
          <w:szCs w:val="24"/>
        </w:rPr>
      </w:pPr>
      <w:r>
        <w:rPr>
          <w:sz w:val="24"/>
          <w:szCs w:val="24"/>
        </w:rPr>
        <w:t>Those three words made her heart burst and she repeated them back to him. “I love you too, Alex,” she found herself saying. Alex made slow sensual love to her that night. Even though he had confessed to not liking missionary style as much as doggy style or cowgirl style, she found him entering her that way that night, making love to her slowly, the two making out almost the entire time he was inside of her. It was probably not the most orgasmic experience the two ever had, but certainly the most passionate and romantic.</w:t>
      </w:r>
    </w:p>
    <w:p w:rsidR="00B50E03" w:rsidRDefault="00B50E03">
      <w:pPr>
        <w:spacing w:line="480" w:lineRule="auto"/>
        <w:ind w:firstLine="720"/>
        <w:rPr>
          <w:sz w:val="24"/>
          <w:szCs w:val="24"/>
        </w:rPr>
      </w:pPr>
      <w:r>
        <w:rPr>
          <w:sz w:val="24"/>
          <w:szCs w:val="24"/>
        </w:rPr>
        <w:t xml:space="preserve">Christina told Alex all about her job as a secretary and he told her about the book he was working on and showed it to her. It was very good from what she had seen so far. He tended to work on it during the day when she was working usually. Her two friends at work, Shelly and Amanda, noticed her sunny disposition and asked her about it. She told them about her new boyfriend and they were very happy for her, at first. But, as time went by they grew jealous of the attention she was giving him and started complaining about how she hung out with them much less now. Christina felt bad about it, but loved being with her boyfriend. She really hoped they would find boyfriends as great as her own one day, since they were really great people. </w:t>
      </w:r>
    </w:p>
    <w:p w:rsidR="00B50E03" w:rsidRDefault="00B50E03">
      <w:pPr>
        <w:spacing w:line="480" w:lineRule="auto"/>
        <w:ind w:firstLine="720"/>
        <w:rPr>
          <w:sz w:val="24"/>
          <w:szCs w:val="24"/>
        </w:rPr>
      </w:pPr>
      <w:r>
        <w:rPr>
          <w:sz w:val="24"/>
          <w:szCs w:val="24"/>
        </w:rPr>
        <w:t xml:space="preserve">Alex had met her two sisters once. They couldn’t help but stare at his ears the entire time like they were going to catch something from him just because his ears were like that. She was the oldest of the three, being 28, while Sheila and Misty were 25 and 26 respectfully. They always seemed to embarrass her somehow. After they had left Christina apologized to Alex, telling him about how they used to tease her DDD cup breasts, even though Misty was a D cup herself. Her sisters were always like that. </w:t>
      </w:r>
    </w:p>
    <w:p w:rsidR="00B50E03" w:rsidRDefault="00B50E03">
      <w:pPr>
        <w:spacing w:line="480" w:lineRule="auto"/>
        <w:ind w:firstLine="720"/>
        <w:rPr>
          <w:sz w:val="24"/>
          <w:szCs w:val="24"/>
        </w:rPr>
      </w:pPr>
      <w:r>
        <w:rPr>
          <w:sz w:val="24"/>
          <w:szCs w:val="24"/>
        </w:rPr>
        <w:t>“If I ever see them teasing you, I might just have to kick their asses,” Alex had said teasingly. He was such a great guy.</w:t>
      </w:r>
    </w:p>
    <w:p w:rsidR="00B50E03" w:rsidRDefault="00B50E03">
      <w:pPr>
        <w:spacing w:line="480" w:lineRule="auto"/>
        <w:ind w:firstLine="720"/>
        <w:rPr>
          <w:sz w:val="24"/>
          <w:szCs w:val="24"/>
        </w:rPr>
      </w:pPr>
      <w:r>
        <w:rPr>
          <w:sz w:val="24"/>
          <w:szCs w:val="24"/>
        </w:rPr>
        <w:t>On the third day together Alex brought Christina to his place and introduced her to his mom and sister. They seemed very pretty to her and she teased him once about living around two hot girls. When she met Lisa, she had quickly noticed how her breasts were just as large as her own. She sometimes wondered if Alex’s choice in her may have been partly due to Lisa and Jen’s large busts and butts. She noticed him occasionally staring at the two of them even though they were supposed to be his mom and sister. She found it amusing. She found herself liking the two of them very much though. Alex had a very nice family, compared to her own.</w:t>
      </w:r>
    </w:p>
    <w:p w:rsidR="00B50E03" w:rsidRDefault="00B50E03">
      <w:pPr>
        <w:spacing w:line="480" w:lineRule="auto"/>
        <w:ind w:firstLine="720"/>
        <w:rPr>
          <w:sz w:val="24"/>
          <w:szCs w:val="24"/>
        </w:rPr>
      </w:pPr>
      <w:r>
        <w:rPr>
          <w:sz w:val="24"/>
          <w:szCs w:val="24"/>
        </w:rPr>
        <w:t>One night during sex, Alex was in such a hurry to have sex with her that he had accidentally torn her bra right off of her, breaking the clasps in the back. Christina couldn’t help but at laugh at how much he blushed when it happened. She cheered him up quickly enough though by continuing to have sex with him, telling him not to worry about it.</w:t>
      </w:r>
    </w:p>
    <w:p w:rsidR="00B50E03" w:rsidRDefault="00B50E03">
      <w:pPr>
        <w:spacing w:line="480" w:lineRule="auto"/>
        <w:ind w:firstLine="720"/>
        <w:rPr>
          <w:sz w:val="24"/>
          <w:szCs w:val="24"/>
        </w:rPr>
      </w:pPr>
      <w:r>
        <w:rPr>
          <w:sz w:val="24"/>
          <w:szCs w:val="24"/>
        </w:rPr>
        <w:t>After they were finished, they laid naked in Alex’s bed. He liked watching her tits just as much as she liked staring at his huge cock, so a lot of the time they left the lights on while they made love. He looked at her breasts and once again said, “I’m sorry about breaking your bra, honey. I think my mom wears the same cup size as you. Did you want me to steal one of her bras for you?”</w:t>
      </w:r>
    </w:p>
    <w:p w:rsidR="00B50E03" w:rsidRDefault="00B50E03">
      <w:pPr>
        <w:spacing w:line="480" w:lineRule="auto"/>
        <w:ind w:firstLine="720"/>
        <w:rPr>
          <w:sz w:val="24"/>
          <w:szCs w:val="24"/>
        </w:rPr>
      </w:pPr>
      <w:r>
        <w:rPr>
          <w:sz w:val="24"/>
          <w:szCs w:val="24"/>
        </w:rPr>
        <w:t>Christina found herself grinning mischievously. She liked to tease Alex occasionally and she just saw an opening. “So how do you know what size bra your mom wears, eh?” she said, playfully jabbing him in the gut.</w:t>
      </w:r>
    </w:p>
    <w:p w:rsidR="00B50E03" w:rsidRDefault="00B50E03">
      <w:pPr>
        <w:spacing w:line="480" w:lineRule="auto"/>
        <w:ind w:firstLine="720"/>
        <w:rPr>
          <w:sz w:val="24"/>
          <w:szCs w:val="24"/>
        </w:rPr>
      </w:pPr>
      <w:r>
        <w:rPr>
          <w:sz w:val="24"/>
          <w:szCs w:val="24"/>
        </w:rPr>
        <w:t>“Ummmm…I don’t know! Yours just look the same size as hers, that’s all!” Alex quickly stated.</w:t>
      </w:r>
    </w:p>
    <w:p w:rsidR="00B50E03" w:rsidRDefault="00B50E03">
      <w:pPr>
        <w:spacing w:line="480" w:lineRule="auto"/>
        <w:ind w:firstLine="720"/>
        <w:rPr>
          <w:sz w:val="24"/>
          <w:szCs w:val="24"/>
        </w:rPr>
      </w:pPr>
      <w:r>
        <w:rPr>
          <w:sz w:val="24"/>
          <w:szCs w:val="24"/>
        </w:rPr>
        <w:t>“Ah! So you’ve been starring at your mom’s tits too, huh? Should I be jealous?” Christina smirked. Alex freaked out so easily around her. It was cute.</w:t>
      </w:r>
    </w:p>
    <w:p w:rsidR="00B50E03" w:rsidRDefault="00B50E03">
      <w:pPr>
        <w:spacing w:line="480" w:lineRule="auto"/>
        <w:ind w:firstLine="720"/>
        <w:rPr>
          <w:sz w:val="24"/>
          <w:szCs w:val="24"/>
        </w:rPr>
      </w:pPr>
      <w:r>
        <w:rPr>
          <w:sz w:val="24"/>
          <w:szCs w:val="24"/>
        </w:rPr>
        <w:t>“What?! No! Of course not!”</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Christina leaned across Alex and began rubbing his cock and balls delicately. “You sure? I know Jen and Lisa’s tits are pretty hard to miss. And even I have to admit, they are kind of sexy.”</w:t>
      </w:r>
    </w:p>
    <w:p w:rsidR="00B50E03" w:rsidRDefault="00B50E03">
      <w:pPr>
        <w:spacing w:line="480" w:lineRule="auto"/>
        <w:ind w:firstLine="720"/>
        <w:rPr>
          <w:sz w:val="24"/>
          <w:szCs w:val="24"/>
        </w:rPr>
      </w:pPr>
      <w:r>
        <w:rPr>
          <w:sz w:val="24"/>
          <w:szCs w:val="24"/>
        </w:rPr>
        <w:t>Alex rolled his eyes. “Well yeah, I’ve noticed them. I don’t stare at them though!”</w:t>
      </w:r>
    </w:p>
    <w:p w:rsidR="00B50E03" w:rsidRDefault="00B50E03">
      <w:pPr>
        <w:spacing w:line="480" w:lineRule="auto"/>
        <w:ind w:firstLine="720"/>
        <w:rPr>
          <w:sz w:val="24"/>
          <w:szCs w:val="24"/>
        </w:rPr>
      </w:pPr>
      <w:r>
        <w:rPr>
          <w:sz w:val="24"/>
          <w:szCs w:val="24"/>
        </w:rPr>
        <w:t>Christina laughed. “Come on baby. You can tell me anything. I won’t be mad. Have you ever thought of them in a sexual way? I won’t give you a hard time if you do. I know they are very pretty, and you do live with them.”</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Lisa was in the hallway going through the closet next to Jen’s room, looking for one of her old dresses. Jen was in bed asleep at the time. Alex was in his room as well, with Christina again. Lisa really liked Christina. She was really good for him, though she never thought that someone like her would be his type physically. While he was in a coma, she had once found his porn collection in his underwear drawer. Back then it was full of small tit porn. Perhaps the coma made his taste in women change.</w:t>
      </w:r>
    </w:p>
    <w:p w:rsidR="00B50E03" w:rsidRDefault="00B50E03">
      <w:pPr>
        <w:spacing w:line="480" w:lineRule="auto"/>
        <w:ind w:firstLine="720"/>
        <w:rPr>
          <w:sz w:val="24"/>
          <w:szCs w:val="24"/>
        </w:rPr>
      </w:pPr>
      <w:r>
        <w:rPr>
          <w:sz w:val="24"/>
          <w:szCs w:val="24"/>
        </w:rPr>
        <w:t>As she walked by Alex’s room to go to her own, she couldn’t help but overhear Christina asking Alex if he had ever thought of his mom and sister in a sexual way. She figured he would definitely say no, but was quite shocked when she heard him say, “No! Well, maybe a little. When I got out of my coma I guess I thought of  fucking them a lot, for the first couple of weeks I was with them.”</w:t>
      </w:r>
    </w:p>
    <w:p w:rsidR="00B50E03" w:rsidRDefault="00B50E03">
      <w:pPr>
        <w:spacing w:line="480" w:lineRule="auto"/>
        <w:ind w:firstLine="720"/>
        <w:rPr>
          <w:sz w:val="24"/>
          <w:szCs w:val="24"/>
        </w:rPr>
      </w:pPr>
      <w:r>
        <w:rPr>
          <w:sz w:val="24"/>
          <w:szCs w:val="24"/>
        </w:rPr>
        <w:t xml:space="preserve">Lisa couldn’t believe her ears! Her own flesh and blood thought of having sex to not only her but his sister as well! She was flabbergasted! Why would he even be attracted to his mom like that? </w:t>
      </w:r>
      <w:r>
        <w:rPr>
          <w:i/>
          <w:iCs/>
          <w:sz w:val="24"/>
          <w:szCs w:val="24"/>
        </w:rPr>
        <w:t xml:space="preserve">Maybe I should tell the doctors about this, </w:t>
      </w:r>
      <w:r>
        <w:rPr>
          <w:sz w:val="24"/>
          <w:szCs w:val="24"/>
        </w:rPr>
        <w:t xml:space="preserve">she thought to herself. </w:t>
      </w:r>
      <w:r>
        <w:rPr>
          <w:i/>
          <w:iCs/>
          <w:sz w:val="24"/>
          <w:szCs w:val="24"/>
        </w:rPr>
        <w:t>I mean, it can’t be healthy for him to think of his family like this!</w:t>
      </w:r>
    </w:p>
    <w:p w:rsidR="00B50E03" w:rsidRDefault="00B50E03">
      <w:pPr>
        <w:spacing w:line="480" w:lineRule="auto"/>
        <w:ind w:firstLine="720"/>
        <w:rPr>
          <w:sz w:val="24"/>
          <w:szCs w:val="24"/>
        </w:rPr>
      </w:pPr>
      <w:r>
        <w:rPr>
          <w:sz w:val="24"/>
          <w:szCs w:val="24"/>
        </w:rPr>
        <w:t>Alex went on to say, “Of course, after I met you I thought about them that way a lot less since I have you in my life now. Do you think I’m a freak for saying that?” Lisa was relieved somewhat that he thought of them less now that he was with Christina. Still, even though he was her son, she giggled at the fact that he actually found her attractive. It had been quite some time since anyone had ever said that to her.</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“No, baby. I don’t think you’re a freak at all. You said it yourself before, you had no memories of your mom and sister before the accident. Moving in with them was the equivalent of suddenly having two sexy roommates hugging and kissing you all the time. I understand completely.” Christina smiled and stroked his face. “Thanks for telling me that, Alex. I know it’s hard to admit shit like that.”</w:t>
      </w:r>
    </w:p>
    <w:p w:rsidR="00B50E03" w:rsidRDefault="00B50E03">
      <w:pPr>
        <w:spacing w:line="480" w:lineRule="auto"/>
        <w:ind w:firstLine="720"/>
        <w:rPr>
          <w:sz w:val="24"/>
          <w:szCs w:val="24"/>
        </w:rPr>
      </w:pPr>
      <w:r>
        <w:rPr>
          <w:sz w:val="24"/>
          <w:szCs w:val="24"/>
        </w:rPr>
        <w:t>Alex laughed. “You have no idea!”</w:t>
      </w:r>
    </w:p>
    <w:p w:rsidR="00B50E03" w:rsidRDefault="00B50E03">
      <w:pPr>
        <w:spacing w:line="480" w:lineRule="auto"/>
        <w:ind w:firstLine="720"/>
        <w:rPr>
          <w:sz w:val="24"/>
          <w:szCs w:val="24"/>
        </w:rPr>
      </w:pPr>
      <w:r>
        <w:rPr>
          <w:sz w:val="24"/>
          <w:szCs w:val="24"/>
        </w:rPr>
        <w:t>“Would you feel better if I told you that I think Jen and your mom are pretty sexy too?”</w:t>
      </w:r>
    </w:p>
    <w:p w:rsidR="00B50E03" w:rsidRDefault="00B50E03">
      <w:pPr>
        <w:spacing w:line="480" w:lineRule="auto"/>
        <w:ind w:firstLine="720"/>
        <w:rPr>
          <w:sz w:val="24"/>
          <w:szCs w:val="24"/>
        </w:rPr>
      </w:pPr>
      <w:r>
        <w:rPr>
          <w:sz w:val="24"/>
          <w:szCs w:val="24"/>
        </w:rPr>
        <w:t>“You do? Are you bi? You never told me that before.”</w:t>
      </w:r>
    </w:p>
    <w:p w:rsidR="00B50E03" w:rsidRDefault="00B50E03">
      <w:pPr>
        <w:spacing w:line="480" w:lineRule="auto"/>
        <w:ind w:firstLine="720"/>
        <w:rPr>
          <w:sz w:val="24"/>
          <w:szCs w:val="24"/>
        </w:rPr>
      </w:pPr>
      <w:r>
        <w:rPr>
          <w:sz w:val="24"/>
          <w:szCs w:val="24"/>
        </w:rPr>
        <w:t>“No. Well, maybe a little bi-curious.” She laughed to herself. “I’ve never been with a girl before, but sometimes think that girls like me are very attractive looking.”</w:t>
      </w:r>
    </w:p>
    <w:p w:rsidR="00B50E03" w:rsidRDefault="00B50E03">
      <w:pPr>
        <w:spacing w:line="480" w:lineRule="auto"/>
        <w:ind w:firstLine="720"/>
        <w:rPr>
          <w:sz w:val="24"/>
          <w:szCs w:val="24"/>
        </w:rPr>
      </w:pPr>
      <w:r>
        <w:rPr>
          <w:sz w:val="24"/>
          <w:szCs w:val="24"/>
        </w:rPr>
        <w:t>Alex found himself laughing. “That’s funny!” he exclaimed.</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“Don’t laugh!” she said, punching his arm. “Your turn again. When we’re fucking, do you ever think of them instead of me?”</w:t>
      </w:r>
    </w:p>
    <w:p w:rsidR="00B50E03" w:rsidRDefault="00B50E03">
      <w:pPr>
        <w:spacing w:line="480" w:lineRule="auto"/>
        <w:ind w:firstLine="720"/>
        <w:rPr>
          <w:sz w:val="24"/>
          <w:szCs w:val="24"/>
        </w:rPr>
      </w:pPr>
      <w:r>
        <w:rPr>
          <w:sz w:val="24"/>
          <w:szCs w:val="24"/>
        </w:rPr>
        <w:t>Alex laughed again. “Of course not, sexy! I love you! You’re the only one I would ever want to think about!”</w:t>
      </w:r>
    </w:p>
    <w:p w:rsidR="00B50E03" w:rsidRDefault="00B50E03">
      <w:pPr>
        <w:spacing w:line="480" w:lineRule="auto"/>
        <w:ind w:firstLine="720"/>
        <w:rPr>
          <w:sz w:val="24"/>
          <w:szCs w:val="24"/>
        </w:rPr>
      </w:pPr>
      <w:r>
        <w:rPr>
          <w:sz w:val="24"/>
          <w:szCs w:val="24"/>
        </w:rPr>
        <w:t>She smiled. “Good answer.” An idea came to her mind. Little did she know that that little idea would change both of their lives forever. “Sooooo, would you like to?”</w:t>
      </w:r>
    </w:p>
    <w:p w:rsidR="00B50E03" w:rsidRDefault="00B50E03">
      <w:pPr>
        <w:spacing w:line="480" w:lineRule="auto"/>
        <w:ind w:firstLine="720"/>
        <w:rPr>
          <w:sz w:val="24"/>
          <w:szCs w:val="24"/>
        </w:rPr>
      </w:pPr>
      <w:r>
        <w:rPr>
          <w:sz w:val="24"/>
          <w:szCs w:val="24"/>
        </w:rPr>
        <w:t>Alex cocked an eyebrow. “What do you mean?”</w:t>
      </w:r>
    </w:p>
    <w:p w:rsidR="00B50E03" w:rsidRDefault="00B50E03">
      <w:pPr>
        <w:spacing w:line="480" w:lineRule="auto"/>
        <w:ind w:firstLine="720"/>
        <w:rPr>
          <w:sz w:val="24"/>
          <w:szCs w:val="24"/>
        </w:rPr>
      </w:pPr>
      <w:r>
        <w:rPr>
          <w:sz w:val="24"/>
          <w:szCs w:val="24"/>
        </w:rPr>
        <w:t>Christina continued to stroke his cock. “How about I pretend to be you mom? It might be fun!”</w:t>
      </w:r>
    </w:p>
    <w:p w:rsidR="00B50E03" w:rsidRDefault="00B50E03">
      <w:pPr>
        <w:spacing w:line="480" w:lineRule="auto"/>
        <w:ind w:firstLine="720"/>
        <w:rPr>
          <w:sz w:val="24"/>
          <w:szCs w:val="24"/>
        </w:rPr>
      </w:pPr>
      <w:r>
        <w:rPr>
          <w:sz w:val="24"/>
          <w:szCs w:val="24"/>
        </w:rPr>
        <w:t>“I don’t know Christina. That might be a little weird.”</w:t>
      </w:r>
    </w:p>
    <w:p w:rsidR="00B50E03" w:rsidRDefault="00B50E03">
      <w:pPr>
        <w:spacing w:line="480" w:lineRule="auto"/>
        <w:ind w:firstLine="720"/>
        <w:rPr>
          <w:sz w:val="24"/>
          <w:szCs w:val="24"/>
        </w:rPr>
      </w:pPr>
      <w:r>
        <w:rPr>
          <w:sz w:val="24"/>
          <w:szCs w:val="24"/>
        </w:rPr>
        <w:t>“Come on, baby! Mommy likes it when you role play with her!” She pretended to pout, sticking out her lip. She knew just how sexy Alex thought she was when she pouted just like that.</w:t>
      </w:r>
    </w:p>
    <w:p w:rsidR="00B50E03" w:rsidRDefault="00B50E03">
      <w:pPr>
        <w:spacing w:line="480" w:lineRule="auto"/>
        <w:ind w:firstLine="720"/>
        <w:rPr>
          <w:sz w:val="24"/>
          <w:szCs w:val="24"/>
        </w:rPr>
      </w:pPr>
      <w:r>
        <w:rPr>
          <w:sz w:val="24"/>
          <w:szCs w:val="24"/>
        </w:rPr>
        <w:t>Alex leaned forward and kissed her quickly, then laughed. “OK! OK! So how do we do this, mom?”</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Lisa was surprised once again to hear that Christina was going to pretend to be her, having sex with him. She never knew his girlfriend had that kind of side to her. She knew she should go to her own room adjacent to his and leave them along, but she couldn’t help but listen in. Strangely enough, she felt a tingling sensation between her thighs as she listened to Christina pretending to be her.</w:t>
      </w:r>
    </w:p>
    <w:p w:rsidR="00B50E03" w:rsidRDefault="00B50E03">
      <w:pPr>
        <w:spacing w:line="480" w:lineRule="auto"/>
        <w:ind w:firstLine="720"/>
        <w:rPr>
          <w:sz w:val="24"/>
          <w:szCs w:val="24"/>
        </w:rPr>
      </w:pPr>
      <w:r>
        <w:rPr>
          <w:sz w:val="24"/>
          <w:szCs w:val="24"/>
        </w:rPr>
        <w:t>“Come and kiss your mommy,” she heard Christina say, pretending to be her.</w:t>
      </w:r>
    </w:p>
    <w:p w:rsidR="00B50E03" w:rsidRDefault="00B50E03">
      <w:pPr>
        <w:spacing w:line="480" w:lineRule="auto"/>
        <w:ind w:firstLine="720"/>
        <w:rPr>
          <w:sz w:val="24"/>
          <w:szCs w:val="24"/>
        </w:rPr>
      </w:pPr>
      <w:r>
        <w:rPr>
          <w:sz w:val="24"/>
          <w:szCs w:val="24"/>
        </w:rPr>
        <w:t>“Oh mommy! I love kissing you! You have such soft succulent lips. Mommy, can I stick my tongue into your mouth? I like French kissing too, mommy!”</w:t>
      </w:r>
    </w:p>
    <w:p w:rsidR="00B50E03" w:rsidRDefault="00B50E03">
      <w:pPr>
        <w:spacing w:line="480" w:lineRule="auto"/>
        <w:ind w:firstLine="720"/>
        <w:rPr>
          <w:sz w:val="24"/>
          <w:szCs w:val="24"/>
        </w:rPr>
      </w:pPr>
      <w:r>
        <w:rPr>
          <w:sz w:val="24"/>
          <w:szCs w:val="24"/>
        </w:rPr>
        <w:t>“Mmmmmmm…yes, baby. Let mommy feel your soft tongue in my mouth. I love the way you swirl it all over the inside of my mouth.” Lisa couldn’t believe that these two were actually making her wet! She found herself lightly stroking her pussy through the grey jogging pants she was currently wearing.</w:t>
      </w:r>
    </w:p>
    <w:p w:rsidR="00B50E03" w:rsidRDefault="00B50E03">
      <w:pPr>
        <w:spacing w:line="480" w:lineRule="auto"/>
        <w:ind w:firstLine="720"/>
        <w:rPr>
          <w:sz w:val="24"/>
          <w:szCs w:val="24"/>
        </w:rPr>
      </w:pPr>
      <w:r>
        <w:rPr>
          <w:sz w:val="24"/>
          <w:szCs w:val="24"/>
        </w:rPr>
        <w:t>After a few minutes she heard Christina once again saying, “Mmmmmm…Baby? Can you suck your mom’s tits for her? They are aching for attention, baby!”</w:t>
      </w:r>
    </w:p>
    <w:p w:rsidR="00B50E03" w:rsidRDefault="00B50E03">
      <w:pPr>
        <w:spacing w:line="480" w:lineRule="auto"/>
        <w:ind w:firstLine="720"/>
        <w:rPr>
          <w:sz w:val="24"/>
          <w:szCs w:val="24"/>
        </w:rPr>
      </w:pPr>
      <w:r>
        <w:rPr>
          <w:sz w:val="24"/>
          <w:szCs w:val="24"/>
        </w:rPr>
        <w:t>“Oh mommy! I love sucking your tits! I just love your large breasts and how succulent your nipples are in my mouth! They’re so round and soft, I could just squeeze and lick them all day!” Alex exclaimed.</w:t>
      </w:r>
    </w:p>
    <w:p w:rsidR="00B50E03" w:rsidRDefault="00B50E03">
      <w:pPr>
        <w:spacing w:line="480" w:lineRule="auto"/>
        <w:ind w:firstLine="720"/>
        <w:rPr>
          <w:sz w:val="24"/>
          <w:szCs w:val="24"/>
        </w:rPr>
      </w:pPr>
      <w:r>
        <w:rPr>
          <w:sz w:val="24"/>
          <w:szCs w:val="24"/>
        </w:rPr>
        <w:t>“Oh, son. I love the way you can make me orgasm just from sucking my large tits! Suck my tits, baby! Suck them just like when you were a baby!” Christina exclaimed. Lisa found herself getting wetter by the second. She began imagining that it was his tongue on her own breasts. It was still hard for her to comprehend the fact that her son actually thought breasts her size were sexy!</w:t>
      </w:r>
    </w:p>
    <w:p w:rsidR="00B50E03" w:rsidRDefault="00B50E03">
      <w:pPr>
        <w:spacing w:line="480" w:lineRule="auto"/>
        <w:ind w:firstLine="720"/>
        <w:rPr>
          <w:sz w:val="24"/>
          <w:szCs w:val="24"/>
        </w:rPr>
      </w:pPr>
      <w:r>
        <w:rPr>
          <w:sz w:val="24"/>
          <w:szCs w:val="24"/>
        </w:rPr>
        <w:t xml:space="preserve">Before she even realized what it was she was doing, she was kneeling in front of Alex’s door, pressing her huge tits against it while she tried to peep through the keyhole on Alex’s door. She stared through the keyhole with her one eye while she kept the other shut. Luckily, Alex’s bed had nothing in between it and his door. Her view of the two of them wasn’t the greatest. She couldn’t really see the top of Christina’s head, but she could see the rest of it. Christina had rather large, beautiful breasts. She watched in fascination as Alex sucked on Christina’s large breasts, licking her nipples while the two were on their knees in front of each other. She heard Christina moan loudly. Lisa wondered if she had just orgasmed. </w:t>
      </w:r>
    </w:p>
    <w:p w:rsidR="00B50E03" w:rsidRDefault="00B50E03">
      <w:pPr>
        <w:spacing w:line="480" w:lineRule="auto"/>
        <w:ind w:firstLine="720"/>
        <w:rPr>
          <w:sz w:val="24"/>
          <w:szCs w:val="24"/>
        </w:rPr>
      </w:pPr>
      <w:r>
        <w:rPr>
          <w:sz w:val="24"/>
          <w:szCs w:val="24"/>
        </w:rPr>
        <w:t>She felt her hand work its way into her pants as she began stroking her clit. Since Christina’s face was not in view, Lisa could easily imagine that it was her tits that her son was licking and sucking. She imagined the look of pure pleasure she would have as he sucked them.</w:t>
      </w:r>
    </w:p>
    <w:p w:rsidR="00B50E03" w:rsidRDefault="00B50E03">
      <w:pPr>
        <w:spacing w:line="480" w:lineRule="auto"/>
        <w:ind w:firstLine="720"/>
        <w:rPr>
          <w:sz w:val="24"/>
          <w:szCs w:val="24"/>
        </w:rPr>
      </w:pPr>
      <w:r>
        <w:rPr>
          <w:sz w:val="24"/>
          <w:szCs w:val="24"/>
        </w:rPr>
        <w:t>She heard Christina softly repeated over and over for him, “That’s it, baby. Suck mommy’s tits. Mommy loves having her tits sucked by her baby boy.”</w:t>
      </w:r>
    </w:p>
    <w:p w:rsidR="00B50E03" w:rsidRDefault="00B50E03">
      <w:pPr>
        <w:spacing w:line="480" w:lineRule="auto"/>
        <w:ind w:firstLine="720"/>
        <w:rPr>
          <w:sz w:val="24"/>
          <w:szCs w:val="24"/>
        </w:rPr>
      </w:pPr>
      <w:r>
        <w:rPr>
          <w:sz w:val="24"/>
          <w:szCs w:val="24"/>
        </w:rPr>
        <w:t>After over ten minutes of sucking her tits, alternating between each one, Christina raised Alex’s face to her own, kissing him passionately, or at least that’s what it sounded like at least. She then heard Christina say, “Mmmmmm…baby? Mommy wants to feel you inside her now. Will you let mommy ride you the way she likes?”</w:t>
      </w:r>
    </w:p>
    <w:p w:rsidR="00B50E03" w:rsidRDefault="00B50E03">
      <w:pPr>
        <w:spacing w:line="480" w:lineRule="auto"/>
        <w:ind w:firstLine="720"/>
        <w:rPr>
          <w:sz w:val="24"/>
          <w:szCs w:val="24"/>
        </w:rPr>
      </w:pPr>
      <w:r>
        <w:rPr>
          <w:sz w:val="24"/>
          <w:szCs w:val="24"/>
        </w:rPr>
        <w:t xml:space="preserve">Alex answered, “Of course mommy. I love watching your tits bounce when you’re on top of me mommy!” Lisa watched as the two moved. Christina rolled over to the side while Alex laid down in the middle of his bed. Lisa had to do a double take when she noticed what was sticking out between his legs. Alex’s cock was huge! She had never seen a cock that big her entire life. </w:t>
      </w:r>
    </w:p>
    <w:p w:rsidR="00B50E03" w:rsidRDefault="00B50E03">
      <w:pPr>
        <w:spacing w:line="480" w:lineRule="auto"/>
        <w:ind w:firstLine="720"/>
        <w:rPr>
          <w:sz w:val="24"/>
          <w:szCs w:val="24"/>
        </w:rPr>
      </w:pPr>
      <w:r>
        <w:rPr>
          <w:sz w:val="24"/>
          <w:szCs w:val="24"/>
        </w:rPr>
        <w:t>She watched as Christina, pretending to be her, slowly lowered herself on his large manhood. “Oh, baby! Mommy loves how you fill her up with your huge six inch cock! Fill me up, baby!” Lisa was shocked! She saw how big he was, but six inches? He really was a big boy! She found herself orgasming shortly after Christina had said that. She muffled her mouth with her free hand to cover the loud moans she began to make. She continued stroking her clit throughout the entire orgasm and continued as she watched the two fuck.</w:t>
      </w:r>
    </w:p>
    <w:p w:rsidR="00B50E03" w:rsidRDefault="00B50E03">
      <w:pPr>
        <w:spacing w:line="480" w:lineRule="auto"/>
        <w:ind w:firstLine="720"/>
        <w:rPr>
          <w:sz w:val="24"/>
          <w:szCs w:val="24"/>
        </w:rPr>
      </w:pPr>
      <w:r>
        <w:rPr>
          <w:sz w:val="24"/>
          <w:szCs w:val="24"/>
        </w:rPr>
        <w:t>“Oh mommy! I love how tight your pussy is! I wish I could fuck you all day everyday mommy!” she heard Alex say.</w:t>
      </w:r>
    </w:p>
    <w:p w:rsidR="00B50E03" w:rsidRDefault="00B50E03">
      <w:pPr>
        <w:spacing w:line="480" w:lineRule="auto"/>
        <w:ind w:firstLine="720"/>
        <w:rPr>
          <w:sz w:val="24"/>
          <w:szCs w:val="24"/>
        </w:rPr>
      </w:pPr>
      <w:r>
        <w:rPr>
          <w:sz w:val="24"/>
          <w:szCs w:val="24"/>
        </w:rPr>
        <w:t xml:space="preserve">“Mmmmmmm…I’d like that too, baby,” Christina said. “I wish I could have you inside of me all the time too!” Lisa watched as she rode up and down on Alex’s huge cock, her large breasts bouncing up and down, occasionally slapping one another. Lisa found herself wishing that it really was her riding his cock. As Christina rode him, Lisa could tell from her facial expressions whenever she would orgasm. Of course, she had to second guess herself after Christina made the same face several times within the first five minutes they were fucking. </w:t>
      </w:r>
      <w:r>
        <w:rPr>
          <w:i/>
          <w:iCs/>
          <w:sz w:val="24"/>
          <w:szCs w:val="24"/>
        </w:rPr>
        <w:t xml:space="preserve">Could he really make her orgasm so much? </w:t>
      </w:r>
      <w:r>
        <w:rPr>
          <w:sz w:val="24"/>
          <w:szCs w:val="24"/>
        </w:rPr>
        <w:t>she found herself thinking.</w:t>
      </w:r>
    </w:p>
    <w:p w:rsidR="00B50E03" w:rsidRDefault="00B50E03">
      <w:pPr>
        <w:spacing w:line="480" w:lineRule="auto"/>
        <w:ind w:firstLine="720"/>
        <w:rPr>
          <w:sz w:val="24"/>
          <w:szCs w:val="24"/>
        </w:rPr>
      </w:pPr>
      <w:r>
        <w:rPr>
          <w:sz w:val="24"/>
          <w:szCs w:val="24"/>
        </w:rPr>
        <w:t>Lisa found herself stroking herself to two more orgasms while she watched Christina on top of her son. She couldn’t believe how long her son seemed to be lasting! Christina slowed down and came to a stop on top of Alex. She then said something that surprised Lisa even more! “Mmmmmm, baby. I love the way you fill my cunt up with your huge cock. But now mommy needs her other hole filled! Can you fill it for me, Alex?”</w:t>
      </w:r>
    </w:p>
    <w:p w:rsidR="00B50E03" w:rsidRDefault="00B50E03">
      <w:pPr>
        <w:spacing w:line="480" w:lineRule="auto"/>
        <w:ind w:firstLine="720"/>
        <w:rPr>
          <w:sz w:val="24"/>
          <w:szCs w:val="24"/>
        </w:rPr>
      </w:pPr>
      <w:r>
        <w:rPr>
          <w:sz w:val="24"/>
          <w:szCs w:val="24"/>
        </w:rPr>
        <w:t>Lisa couldn’t believe what she was hearing. How the hell was her son going to stick that huge thing up her ass? Would it even fit? She watched in fascination as Christina rolled off of him onto her belly, sticking her cute round ass in the air with her knees bent to lift it up more. “Oh, mommy! I would love to stick my cock up your ass! I love how tight it is and how much it turns you on, mommy!” Alex said, walking around her on the bed.</w:t>
      </w:r>
    </w:p>
    <w:p w:rsidR="00B50E03" w:rsidRDefault="00B50E03">
      <w:pPr>
        <w:spacing w:line="480" w:lineRule="auto"/>
        <w:ind w:firstLine="720"/>
        <w:rPr>
          <w:sz w:val="24"/>
          <w:szCs w:val="24"/>
        </w:rPr>
      </w:pPr>
      <w:r>
        <w:rPr>
          <w:sz w:val="24"/>
          <w:szCs w:val="24"/>
        </w:rPr>
        <w:t>Once again, Lisa got a good look at Alex’s huge cock as he walked behind Christina’s ass. She couldn’t see his face though, since he was standing. He began grabbing and squeezing Christina’s ass cheeks. He seemed to be enjoying himself. “Oh, mommy! I love how soft and round your ass is! It’s just perfect for fucking, mommy!”</w:t>
      </w:r>
    </w:p>
    <w:p w:rsidR="00B50E03" w:rsidRDefault="00B50E03">
      <w:pPr>
        <w:spacing w:line="480" w:lineRule="auto"/>
        <w:ind w:firstLine="720"/>
        <w:rPr>
          <w:sz w:val="24"/>
          <w:szCs w:val="24"/>
        </w:rPr>
      </w:pPr>
      <w:r>
        <w:rPr>
          <w:sz w:val="24"/>
          <w:szCs w:val="24"/>
        </w:rPr>
        <w:t>“Yeah, son. Put that six inch monster in my ass! Mommy needs it!” Alex toyed with her ass, dragging his cock across her rear end. He would put the very tip in her ass before taking it out and dragging it across her again. “Stop teasing mommy!” she exclaimed. “Now shove that thing into mommy’s ass, or you’ll be grounded for a week, mister!”</w:t>
      </w:r>
    </w:p>
    <w:p w:rsidR="00B50E03" w:rsidRDefault="00B50E03">
      <w:pPr>
        <w:spacing w:line="480" w:lineRule="auto"/>
        <w:ind w:firstLine="720"/>
        <w:rPr>
          <w:sz w:val="24"/>
          <w:szCs w:val="24"/>
        </w:rPr>
      </w:pPr>
      <w:r>
        <w:rPr>
          <w:sz w:val="24"/>
          <w:szCs w:val="24"/>
        </w:rPr>
        <w:t>Alex laughed and said, “Yes, mom.” Lisa watched in rapt attention as her son sunk his cock all the way into Christina’s ass hole. She couldn’t believe that that huge thing could fit inside her! She had anal sex herself a few times in her life with her ex-husband. But Steve’s cock was only two inches. This thing was a whopping six! Of course Steve’s was too small to hurt her there, but a cock like that could really do some damage!</w:t>
      </w:r>
    </w:p>
    <w:p w:rsidR="00B50E03" w:rsidRDefault="00B50E03">
      <w:pPr>
        <w:spacing w:line="480" w:lineRule="auto"/>
        <w:ind w:firstLine="720"/>
        <w:rPr>
          <w:sz w:val="24"/>
          <w:szCs w:val="24"/>
        </w:rPr>
      </w:pPr>
      <w:r>
        <w:rPr>
          <w:sz w:val="24"/>
          <w:szCs w:val="24"/>
        </w:rPr>
        <w:t>She found herself stroking her pussy and clit faster and faster as she watched Alex pump his huge cock in and out of her ass. She looked at Christina’s face. She seemed to be in a state of pure ecstasy. It was almost as if she was in a non-stop orgasm as he pumped in and out of her ass. She guessed a cock like his must feel two, no, three times as good as Steve’s judging by the faces she made.</w:t>
      </w:r>
    </w:p>
    <w:p w:rsidR="00B50E03" w:rsidRDefault="00B50E03">
      <w:pPr>
        <w:spacing w:line="480" w:lineRule="auto"/>
        <w:ind w:firstLine="720"/>
        <w:rPr>
          <w:sz w:val="24"/>
          <w:szCs w:val="24"/>
        </w:rPr>
      </w:pPr>
      <w:r>
        <w:rPr>
          <w:sz w:val="24"/>
          <w:szCs w:val="24"/>
        </w:rPr>
        <w:t xml:space="preserve">“Mmmmmmmm…mommy loves it when you pound into her ass. Fuck my ass, baby! Fuck it!” Lisa found herself having another violent orgasm when Christina said that. She imagined it was her he was pounding over and over again with his long thick cock. </w:t>
      </w:r>
    </w:p>
    <w:p w:rsidR="00B50E03" w:rsidRDefault="00B50E03">
      <w:pPr>
        <w:spacing w:line="480" w:lineRule="auto"/>
        <w:ind w:firstLine="720"/>
        <w:rPr>
          <w:sz w:val="24"/>
          <w:szCs w:val="24"/>
        </w:rPr>
      </w:pPr>
      <w:r>
        <w:rPr>
          <w:sz w:val="24"/>
          <w:szCs w:val="24"/>
        </w:rPr>
        <w:t xml:space="preserve">She watched as Alex picked up speed, slamming his cock and balls into her over and over again. Him and Christina had stopped talking, apparently lost in lust. But, Lisa could hear the sound of his balls slapping her ass over and over again. She found herself quickly being overcome by yet another orgasm as she watched the two. </w:t>
      </w:r>
    </w:p>
    <w:p w:rsidR="00B50E03" w:rsidRDefault="00B50E03">
      <w:pPr>
        <w:spacing w:line="480" w:lineRule="auto"/>
        <w:ind w:firstLine="720"/>
        <w:rPr>
          <w:sz w:val="24"/>
          <w:szCs w:val="24"/>
        </w:rPr>
      </w:pPr>
      <w:r>
        <w:rPr>
          <w:sz w:val="24"/>
          <w:szCs w:val="24"/>
        </w:rPr>
        <w:t>Lisa found herself having three large orgasms before Alex had announced that he was ready to cum. Once again, Lisa couldn’t believe just how long her son lasted. “Cum in mommy’s ass, baby. Fill my ass with your cum!” Christina practically screamed.</w:t>
      </w:r>
    </w:p>
    <w:p w:rsidR="00B50E03" w:rsidRDefault="00B50E03">
      <w:pPr>
        <w:spacing w:line="480" w:lineRule="auto"/>
        <w:ind w:firstLine="720"/>
        <w:rPr>
          <w:sz w:val="24"/>
          <w:szCs w:val="24"/>
        </w:rPr>
      </w:pPr>
      <w:r>
        <w:rPr>
          <w:sz w:val="24"/>
          <w:szCs w:val="24"/>
        </w:rPr>
        <w:t>Alex shook and grunted. Lisa then watched as her son took his deflated cock out of her ass and laid down next to her. With the show apparently over, Lisa quickly went into her bedroom and picked up a dirty shirt. She rushed back out to the hallway and wiped the small mess her pussy made on the floor before running back to her bedroom. Lisa stroked herself to four more orgasms that night, thinking about her son and his wonderfully large cock.</w:t>
      </w:r>
    </w:p>
    <w:p w:rsidR="00B50E03" w:rsidRDefault="00B50E03">
      <w:pPr>
        <w:spacing w:line="480" w:lineRule="auto"/>
        <w:jc w:val="center"/>
        <w:rPr>
          <w:sz w:val="24"/>
          <w:szCs w:val="24"/>
        </w:rPr>
      </w:pPr>
      <w:r>
        <w:rPr>
          <w:sz w:val="24"/>
          <w:szCs w:val="24"/>
        </w:rPr>
        <w:t>---------------------------------------------------------------------</w:t>
      </w:r>
    </w:p>
    <w:p w:rsidR="00B50E03" w:rsidRDefault="00B50E03">
      <w:pPr>
        <w:spacing w:line="480" w:lineRule="auto"/>
        <w:ind w:firstLine="720"/>
        <w:rPr>
          <w:sz w:val="24"/>
          <w:szCs w:val="24"/>
        </w:rPr>
      </w:pPr>
      <w:r>
        <w:rPr>
          <w:sz w:val="24"/>
          <w:szCs w:val="24"/>
        </w:rPr>
        <w:t xml:space="preserve">The next day, Lisa tried to act casual around Alex. She would still hug him when she could though. She couldn’t feel his cock though with her large breasts in the way. When Jen got home, she told her that she looked a little flushed. Lisa merely responded that she must be coming down with something. Evening came, and Lisa was hoping to get yet another eyeful of the two of them fucking later on. She was disappointed though when Alex told her he was spending the night at Christina’s house again. </w:t>
      </w:r>
    </w:p>
    <w:p w:rsidR="00B50E03" w:rsidRDefault="00B50E03">
      <w:pPr>
        <w:spacing w:line="480" w:lineRule="auto"/>
        <w:ind w:firstLine="720"/>
        <w:rPr>
          <w:sz w:val="24"/>
          <w:szCs w:val="24"/>
        </w:rPr>
      </w:pPr>
      <w:r>
        <w:rPr>
          <w:sz w:val="24"/>
          <w:szCs w:val="24"/>
        </w:rPr>
        <w:t>Lisa told him to give her a hug before he went. She pressed her large bosom against his chest as he hugged her. She found herself taking a whiff of his neck while she held him tightly. Just the smell of him seemed to turn her on!</w:t>
      </w:r>
    </w:p>
    <w:p w:rsidR="00B50E03" w:rsidRDefault="00B50E03">
      <w:pPr>
        <w:spacing w:line="480" w:lineRule="auto"/>
        <w:ind w:firstLine="720"/>
        <w:rPr>
          <w:sz w:val="24"/>
          <w:szCs w:val="24"/>
        </w:rPr>
      </w:pPr>
      <w:r>
        <w:rPr>
          <w:sz w:val="24"/>
          <w:szCs w:val="24"/>
        </w:rPr>
        <w:t>She figured she might as well take advantage of his absence, after Alex left. She waited until an hour after Jen had gone to sleep before getting her power drill out of her tool box and took it upstairs. Lisa figured that since his room was adjacent to hers, she could drill a spy hole in his wall so that she could watch them from the comfort of her own room.</w:t>
      </w:r>
    </w:p>
    <w:p w:rsidR="00B50E03" w:rsidRDefault="00B50E03">
      <w:pPr>
        <w:spacing w:line="480" w:lineRule="auto"/>
        <w:ind w:firstLine="720"/>
        <w:rPr>
          <w:sz w:val="24"/>
          <w:szCs w:val="24"/>
        </w:rPr>
      </w:pPr>
      <w:r>
        <w:rPr>
          <w:sz w:val="24"/>
          <w:szCs w:val="24"/>
        </w:rPr>
        <w:t>She tried her best to calculate what the best angle was, then drilled two small holes in her wall that came out in Alex’s room. She found herself looking out the holes where she could see the end of Alex’s bed. The holes were somewhat above where Alex’s TV set rested. She hoped that he wouldn’t notice them there.</w:t>
      </w:r>
    </w:p>
    <w:p w:rsidR="00B50E03" w:rsidRDefault="00B50E03">
      <w:pPr>
        <w:spacing w:line="480" w:lineRule="auto"/>
        <w:ind w:firstLine="720"/>
        <w:rPr>
          <w:sz w:val="24"/>
          <w:szCs w:val="24"/>
        </w:rPr>
      </w:pPr>
      <w:r>
        <w:rPr>
          <w:sz w:val="24"/>
          <w:szCs w:val="24"/>
        </w:rPr>
        <w:t>Lisa was completely nervous throughout the next day. She kept thinking that he would spot the holes in his wall any moment and run out screaming at her about his privacy. But, he never did. Evening came and her nervousness quickly turned to excitement, as she was eager to once again see her son and his girlfriend fuck. She found herself secretly hoping that the two of them would pretend to be mother and daughter once more.</w:t>
      </w:r>
    </w:p>
    <w:p w:rsidR="00B50E03" w:rsidRDefault="00B50E03">
      <w:pPr>
        <w:spacing w:line="480" w:lineRule="auto"/>
        <w:ind w:firstLine="720"/>
        <w:rPr>
          <w:sz w:val="24"/>
          <w:szCs w:val="24"/>
        </w:rPr>
      </w:pPr>
      <w:r>
        <w:rPr>
          <w:sz w:val="24"/>
          <w:szCs w:val="24"/>
        </w:rPr>
        <w:t>A few minutes after putting Jen to sleep, she went into her room and looked through the peep hole. She looked at the feet of Christina on top of Alex. They both seemed to be fully clothed and making out passionately. She watched them for the longest time, and then, just as she was about to give up and read a book, she saw Christina get on her hands and elbows and ask, “Do you wanna role play again, baby?”</w:t>
      </w:r>
    </w:p>
    <w:p w:rsidR="00B50E03" w:rsidRDefault="00B50E03">
      <w:pPr>
        <w:spacing w:line="480" w:lineRule="auto"/>
        <w:ind w:firstLine="720"/>
        <w:rPr>
          <w:sz w:val="24"/>
          <w:szCs w:val="24"/>
        </w:rPr>
      </w:pPr>
      <w:r>
        <w:rPr>
          <w:sz w:val="24"/>
          <w:szCs w:val="24"/>
        </w:rPr>
        <w:t xml:space="preserve">Alex laughed and said, “Sure. You really like this role playing thing, don’t you?” </w:t>
      </w:r>
    </w:p>
    <w:p w:rsidR="00B50E03" w:rsidRDefault="00B50E03">
      <w:pPr>
        <w:spacing w:line="480" w:lineRule="auto"/>
        <w:ind w:firstLine="720"/>
        <w:rPr>
          <w:sz w:val="24"/>
          <w:szCs w:val="24"/>
        </w:rPr>
      </w:pPr>
      <w:r>
        <w:rPr>
          <w:sz w:val="24"/>
          <w:szCs w:val="24"/>
        </w:rPr>
        <w:t>“Oh yeah! That first night we did it I had 75 orgasms in a row! That’s not including the 53 during the time before that, baby!”</w:t>
      </w:r>
    </w:p>
    <w:p w:rsidR="00B50E03" w:rsidRDefault="00B50E03">
      <w:pPr>
        <w:spacing w:line="480" w:lineRule="auto"/>
        <w:ind w:firstLine="720"/>
        <w:rPr>
          <w:sz w:val="24"/>
          <w:szCs w:val="24"/>
        </w:rPr>
      </w:pPr>
      <w:r>
        <w:rPr>
          <w:sz w:val="24"/>
          <w:szCs w:val="24"/>
        </w:rPr>
        <w:t xml:space="preserve">“Well, I’m glad I can please you so well, ‘mommy.’” </w:t>
      </w:r>
    </w:p>
    <w:p w:rsidR="00B50E03" w:rsidRDefault="00B50E03">
      <w:pPr>
        <w:spacing w:line="480" w:lineRule="auto"/>
        <w:ind w:firstLine="720"/>
        <w:rPr>
          <w:sz w:val="24"/>
          <w:szCs w:val="24"/>
        </w:rPr>
      </w:pPr>
      <w:r>
        <w:rPr>
          <w:sz w:val="24"/>
          <w:szCs w:val="24"/>
        </w:rPr>
        <w:t>“Me too, baby. Now sit up so that mommy can take a look at that fine chest of yours!” Christina got off of Alex, sitting in the corner while he took off his black and red T-shirt. Christina then took of her own T-shirt, revealing a large red bra. She crawled over to Alex and straddled him. Lisa could only see her back and the sides of her enormous breasts as the two made out.</w:t>
      </w:r>
    </w:p>
    <w:p w:rsidR="00B50E03" w:rsidRDefault="00B50E03">
      <w:pPr>
        <w:spacing w:line="480" w:lineRule="auto"/>
        <w:ind w:firstLine="720"/>
        <w:rPr>
          <w:sz w:val="24"/>
          <w:szCs w:val="24"/>
        </w:rPr>
      </w:pPr>
      <w:r>
        <w:rPr>
          <w:sz w:val="24"/>
          <w:szCs w:val="24"/>
        </w:rPr>
        <w:t>“Give mommy a kiss!” she exclaimed between kisses. She saw as Alex’s head popped around her side. He began kissing and biting her neck tenderly. “Mmmmmmm…mommy likes it when you do that, baby! Be a good boy and bite mommy’s neck again.”</w:t>
      </w:r>
    </w:p>
    <w:p w:rsidR="00B50E03" w:rsidRDefault="00B50E03">
      <w:pPr>
        <w:spacing w:line="480" w:lineRule="auto"/>
        <w:ind w:firstLine="720"/>
        <w:rPr>
          <w:sz w:val="24"/>
          <w:szCs w:val="24"/>
        </w:rPr>
      </w:pPr>
      <w:r>
        <w:rPr>
          <w:sz w:val="24"/>
          <w:szCs w:val="24"/>
        </w:rPr>
        <w:t xml:space="preserve">He continued to chew on her neck as Christina unclasped her large bra straps, setting her colossal tits free. “Mommy wants you to kiss these now, baby,” she said, lifting one of her large tits with both her hands. She couldn’t tell because Christina’s back was facing her, but it seemed as if he complied. </w:t>
      </w:r>
    </w:p>
    <w:p w:rsidR="00B50E03" w:rsidRDefault="00B50E03">
      <w:pPr>
        <w:spacing w:line="480" w:lineRule="auto"/>
        <w:ind w:firstLine="720"/>
        <w:rPr>
          <w:sz w:val="24"/>
          <w:szCs w:val="24"/>
        </w:rPr>
      </w:pPr>
      <w:r>
        <w:rPr>
          <w:sz w:val="24"/>
          <w:szCs w:val="24"/>
        </w:rPr>
        <w:t>“I love your titties, mommy!” Alex exclaimed. “I love sucking on your large nipples. Does mommy like what I’m doing?”</w:t>
      </w:r>
    </w:p>
    <w:p w:rsidR="00B50E03" w:rsidRDefault="00B50E03">
      <w:pPr>
        <w:spacing w:line="480" w:lineRule="auto"/>
        <w:ind w:firstLine="720"/>
        <w:rPr>
          <w:sz w:val="24"/>
          <w:szCs w:val="24"/>
        </w:rPr>
      </w:pPr>
      <w:r>
        <w:rPr>
          <w:sz w:val="24"/>
          <w:szCs w:val="24"/>
        </w:rPr>
        <w:t xml:space="preserve">“Oh yes, baby! Mommy loves it when you suck her tits.” Lisa found herself stripping off all her clothes. She began fondling one of her huge tits with her one hand, while her other found its way to her pussy. </w:t>
      </w:r>
    </w:p>
    <w:p w:rsidR="00B50E03" w:rsidRDefault="00B50E03">
      <w:pPr>
        <w:spacing w:line="480" w:lineRule="auto"/>
        <w:ind w:firstLine="720"/>
        <w:rPr>
          <w:sz w:val="24"/>
          <w:szCs w:val="24"/>
        </w:rPr>
      </w:pPr>
      <w:r>
        <w:rPr>
          <w:sz w:val="24"/>
          <w:szCs w:val="24"/>
        </w:rPr>
        <w:t>Lisa found herself whispering, “That’s it, darling. Suck your mom’s tits. Make your mom cum for you.” She could hear Christina moaning, but unfortunately could not see much other than her back.</w:t>
      </w:r>
    </w:p>
    <w:p w:rsidR="00B50E03" w:rsidRDefault="00B50E03">
      <w:pPr>
        <w:spacing w:line="480" w:lineRule="auto"/>
        <w:ind w:firstLine="720"/>
        <w:rPr>
          <w:sz w:val="24"/>
          <w:szCs w:val="24"/>
        </w:rPr>
      </w:pPr>
      <w:r>
        <w:rPr>
          <w:sz w:val="24"/>
          <w:szCs w:val="24"/>
        </w:rPr>
        <w:t>The two stopped when Christina said, “Take off your pants, baby. Mommy wants to see how hard your cock is for her.” Christina slipped out of her own slacks and panties, while Alex took off his own pants and boxers. Lisa had a good glimpse of his erect cock as he scooted back on the bed.</w:t>
      </w:r>
    </w:p>
    <w:p w:rsidR="00B50E03" w:rsidRDefault="00B50E03">
      <w:pPr>
        <w:spacing w:line="480" w:lineRule="auto"/>
        <w:ind w:firstLine="720"/>
        <w:rPr>
          <w:sz w:val="24"/>
          <w:szCs w:val="24"/>
        </w:rPr>
      </w:pPr>
      <w:r>
        <w:rPr>
          <w:sz w:val="24"/>
          <w:szCs w:val="24"/>
        </w:rPr>
        <w:t xml:space="preserve">Christina laid down in front of him stroking his enormous length. “I think mommy wants to taste your delicious man meat!” She then dropped her head over Alex’s cock, licking and sucking it while Alex gently pushed her head down. </w:t>
      </w:r>
      <w:r>
        <w:rPr>
          <w:i/>
          <w:iCs/>
          <w:sz w:val="24"/>
          <w:szCs w:val="24"/>
        </w:rPr>
        <w:t xml:space="preserve">This really is a bad angle, </w:t>
      </w:r>
      <w:r>
        <w:rPr>
          <w:sz w:val="24"/>
          <w:szCs w:val="24"/>
        </w:rPr>
        <w:t>Lisa thought. All she could see was Alex sitting up straight while Christina laid in front of him bobbing her head up and down on his member. She took a look and realized that Christina really did have a large round ass. It was very nice. She looked down and could see the folds of her bald pussy glistening as she bobbed up and down on him.</w:t>
      </w:r>
    </w:p>
    <w:p w:rsidR="00B50E03" w:rsidRDefault="00B50E03">
      <w:pPr>
        <w:spacing w:line="480" w:lineRule="auto"/>
        <w:ind w:firstLine="720"/>
        <w:rPr>
          <w:sz w:val="24"/>
          <w:szCs w:val="24"/>
        </w:rPr>
      </w:pPr>
      <w:r>
        <w:rPr>
          <w:sz w:val="24"/>
          <w:szCs w:val="24"/>
        </w:rPr>
        <w:t>Christina then lifted her head after a few minutes and said, “Are you ready for mommy? Do you want your mommy inside you again?”</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“Oh yes, mommy!” Alex exclaimed. Alex laid down on the bed while Christina positioned herself over him. She then lowered herself onto his pole, moaning all the way down. Lisa found herself moaning and put her hand to her mouth stifling an orgasm that just rushed through her naked body.</w:t>
      </w:r>
    </w:p>
    <w:p w:rsidR="00B50E03" w:rsidRDefault="00B50E03">
      <w:pPr>
        <w:spacing w:line="480" w:lineRule="auto"/>
        <w:ind w:firstLine="720"/>
        <w:rPr>
          <w:sz w:val="24"/>
          <w:szCs w:val="24"/>
        </w:rPr>
      </w:pPr>
      <w:r>
        <w:rPr>
          <w:sz w:val="24"/>
          <w:szCs w:val="24"/>
        </w:rPr>
        <w:t>Lisa watched as Christina hopped up and down on Alex’s huge cock. She watched her ass as she slid up and down it, giving Lisa mere glimpses of his rod. “That’s it, baby! Fuck your mommy good!” Christina said.</w:t>
      </w:r>
    </w:p>
    <w:p w:rsidR="00B50E03" w:rsidRDefault="00B50E03">
      <w:pPr>
        <w:spacing w:line="480" w:lineRule="auto"/>
        <w:ind w:firstLine="720"/>
        <w:rPr>
          <w:sz w:val="24"/>
          <w:szCs w:val="24"/>
        </w:rPr>
      </w:pPr>
      <w:r>
        <w:rPr>
          <w:sz w:val="24"/>
          <w:szCs w:val="24"/>
        </w:rPr>
        <w:t>Lisa began whispering fiercely, “That’s it, Alex. Fuck me. Fuck your mom’s tight twat. I want you so bad, Alex!” She found herself orgasming once more.</w:t>
      </w:r>
    </w:p>
    <w:p w:rsidR="00B50E03" w:rsidRDefault="00B50E03">
      <w:pPr>
        <w:spacing w:line="480" w:lineRule="auto"/>
        <w:ind w:firstLine="720"/>
        <w:rPr>
          <w:sz w:val="24"/>
          <w:szCs w:val="24"/>
        </w:rPr>
      </w:pPr>
      <w:r>
        <w:rPr>
          <w:sz w:val="24"/>
          <w:szCs w:val="24"/>
        </w:rPr>
        <w:t>Lisa stroked herself to several more orgasms as Christina rode Alex’s cock. She continued to imagine that it was her that he was doing. Christina then got off of him and stood by the side of the bed. “Mommy wants her other hole filled now. Come fill mommy’s ass with your hot cum!”</w:t>
      </w:r>
    </w:p>
    <w:p w:rsidR="00B50E03" w:rsidRDefault="00B50E03">
      <w:pPr>
        <w:spacing w:line="480" w:lineRule="auto"/>
        <w:ind w:firstLine="720"/>
        <w:rPr>
          <w:sz w:val="24"/>
          <w:szCs w:val="24"/>
        </w:rPr>
      </w:pPr>
      <w:r>
        <w:rPr>
          <w:sz w:val="24"/>
          <w:szCs w:val="24"/>
        </w:rPr>
        <w:t xml:space="preserve">Christina bent over the side of the bed while Alex came up from behind her and pushed his cock all the way into her. Lisa found herself stroking her clit furiously as Alex pounded into her tight ass over and over again. Once again she noticed how Christina had a constant look of orgasmic bliss on her face as he plowed her ass. Lisa wished it was her he was plowing. </w:t>
      </w:r>
    </w:p>
    <w:p w:rsidR="00B50E03" w:rsidRDefault="00B50E03">
      <w:pPr>
        <w:spacing w:line="480" w:lineRule="auto"/>
        <w:ind w:firstLine="720"/>
        <w:rPr>
          <w:sz w:val="24"/>
          <w:szCs w:val="24"/>
        </w:rPr>
      </w:pPr>
      <w:r>
        <w:rPr>
          <w:sz w:val="24"/>
          <w:szCs w:val="24"/>
        </w:rPr>
        <w:t>After a while, Alex came in her butt once again and the two settled in for the night. Lisa stroked herself through several more orgasms thinking of her son. No longer did the thought of incest bother her. She wanted him so bad that nothing else mattered to her any more.</w:t>
      </w:r>
    </w:p>
    <w:p w:rsidR="00B50E03" w:rsidRDefault="00B50E03">
      <w:pPr>
        <w:spacing w:line="480" w:lineRule="auto"/>
        <w:ind w:firstLine="720"/>
        <w:rPr>
          <w:sz w:val="24"/>
          <w:szCs w:val="24"/>
        </w:rPr>
      </w:pPr>
      <w:r>
        <w:rPr>
          <w:sz w:val="24"/>
          <w:szCs w:val="24"/>
        </w:rPr>
        <w:t>The next night, Alex and Christina once again fucked in Alex’s bed. But, this time they did not pretend to be mother and son. Christina asked Alex that night if he wanted her to pretend to be his sister, and he eagerly replied, “Yes.”</w:t>
      </w:r>
    </w:p>
    <w:p w:rsidR="00B50E03" w:rsidRDefault="00B50E03">
      <w:pPr>
        <w:spacing w:line="480" w:lineRule="auto"/>
        <w:ind w:firstLine="720"/>
        <w:rPr>
          <w:sz w:val="24"/>
          <w:szCs w:val="24"/>
        </w:rPr>
      </w:pPr>
      <w:r>
        <w:rPr>
          <w:sz w:val="24"/>
          <w:szCs w:val="24"/>
        </w:rPr>
        <w:t>Lisa found herself masturbating to the two of them pretending to be brother and sister this time. She found herself torn between two fantasies that night. Sometimes she would still imagine that it was her he was fucking. But occasionally her mind tended to wander and fantasize about her son Alex actually fucking her daughter Jen! She knew Alex found Jen attractive, but she doubted he would ever try to sleep with his sister, or her for that matter, though it was good to imagine that it could.</w:t>
      </w:r>
    </w:p>
    <w:p w:rsidR="00B50E03" w:rsidRDefault="00B50E03">
      <w:pPr>
        <w:spacing w:line="480" w:lineRule="auto"/>
        <w:ind w:firstLine="720"/>
        <w:rPr>
          <w:sz w:val="24"/>
          <w:szCs w:val="24"/>
        </w:rPr>
      </w:pPr>
      <w:r>
        <w:rPr>
          <w:sz w:val="24"/>
          <w:szCs w:val="24"/>
        </w:rPr>
        <w:t>The next night and every night after that, the two continued role playing as mother and son once again. And every one of those nights, Lisa found herself stroking herself to several orgasms each time. She found herself becoming somewhat jealous of Christina. She didn’t think it was right that her son fucked her every night, even though it was her that he was thinking of each time. She began thinking of ways to seduce her own son and wondered if any of them would even work. She had to try something. Lisa needed more than just her fingers inside of her. She needed him!</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Alex found himself once again in a state of constant arousal. Christina loved to role play so much that they pretended to be his mom or sister every night now. He knew that she was attracted to the two of them; she had told him that the first night they role played. But, he had to wonder if she secretly wanted to watch him fuck Jen and Lisa. He didn’t mind the role playing at first, but after the first week of it, he found himself lusting after Jen and Lisa once again. He couldn’t help but imagine that it was one of them in bed with him instead of Christina. She kind of liked it that way.</w:t>
      </w:r>
    </w:p>
    <w:p w:rsidR="00B50E03" w:rsidRDefault="00B50E03">
      <w:pPr>
        <w:spacing w:line="480" w:lineRule="auto"/>
        <w:ind w:firstLine="720"/>
        <w:rPr>
          <w:sz w:val="24"/>
          <w:szCs w:val="24"/>
        </w:rPr>
      </w:pPr>
      <w:r>
        <w:rPr>
          <w:sz w:val="24"/>
          <w:szCs w:val="24"/>
        </w:rPr>
        <w:t>The fact that his mom’s hugs against him increased did not help his situation either. He found her warm embraces against him lingering longer and longer. Was it just his imagination? He didn’t know. Lisa started coming into his room when he was on his computer and would pull his head to her enormous chest, hugging his head against her. He found himself wishing that she had no shirt on during those moments.</w:t>
      </w:r>
    </w:p>
    <w:p w:rsidR="00B50E03" w:rsidRDefault="00B50E03">
      <w:pPr>
        <w:spacing w:line="480" w:lineRule="auto"/>
        <w:ind w:firstLine="720"/>
        <w:rPr>
          <w:sz w:val="24"/>
          <w:szCs w:val="24"/>
        </w:rPr>
      </w:pPr>
      <w:r>
        <w:rPr>
          <w:sz w:val="24"/>
          <w:szCs w:val="24"/>
        </w:rPr>
        <w:t>Occasionally she would even hug him from behind, squashing her tits against his back as she tried to rest her head against his shoulder. He found himself getting erect every time she hugged him once more. He hoped she couldn’t notice his erections, but a few times he noticed her glancing at his groin. He hoped that this role playing thing would end soon. It was making him horny all the time it seemed.</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Three weeks into watching Alex and Christina, Lisa found herself very horny. She had begun shoving four inch dildos into both her pussy and ass while she watched them, pretending that it was Alex each time pounding into her, but it just wasn’t enough for her. She needed him so much! She saw Alex in the dinning room and walked up to him saying, “Give me a hug, darling.”</w:t>
      </w:r>
    </w:p>
    <w:p w:rsidR="00B50E03" w:rsidRDefault="00B50E03">
      <w:pPr>
        <w:spacing w:line="480" w:lineRule="auto"/>
        <w:ind w:firstLine="720"/>
        <w:rPr>
          <w:sz w:val="24"/>
          <w:szCs w:val="24"/>
        </w:rPr>
      </w:pPr>
      <w:r>
        <w:rPr>
          <w:sz w:val="24"/>
          <w:szCs w:val="24"/>
        </w:rPr>
        <w:t>Alex began hugging her front side once again, her large breasts smashing against his chest. She found herself saying, “Can you hug me from the side? These things seem to get in between us.” She smiled, lifting her large breasts with her hands and jiggling them a bit. Alex’s eyes were completely glued to them.</w:t>
      </w:r>
    </w:p>
    <w:p w:rsidR="00B50E03" w:rsidRDefault="00B50E03">
      <w:pPr>
        <w:spacing w:line="480" w:lineRule="auto"/>
        <w:ind w:firstLine="720"/>
        <w:rPr>
          <w:sz w:val="24"/>
          <w:szCs w:val="24"/>
        </w:rPr>
      </w:pPr>
      <w:r>
        <w:rPr>
          <w:sz w:val="24"/>
          <w:szCs w:val="24"/>
        </w:rPr>
        <w:t>Finally he stammered, “Ummmm…sure, mom.” Alex walked over to the side of Lisa and hugged her. She wrapped her arm around his back, pushing him into her side. She smiled as she felt his huge erection press against her hip. She decided then and there that this day would be the day she would fuck her son.</w:t>
      </w:r>
    </w:p>
    <w:p w:rsidR="00B50E03" w:rsidRDefault="00B50E03">
      <w:pPr>
        <w:spacing w:line="480" w:lineRule="auto"/>
        <w:ind w:firstLine="720"/>
        <w:rPr>
          <w:sz w:val="24"/>
          <w:szCs w:val="24"/>
        </w:rPr>
      </w:pPr>
      <w:r>
        <w:rPr>
          <w:sz w:val="24"/>
          <w:szCs w:val="24"/>
        </w:rPr>
        <w:t>“Hey Alex?”</w:t>
      </w:r>
    </w:p>
    <w:p w:rsidR="00B50E03" w:rsidRDefault="00B50E03">
      <w:pPr>
        <w:spacing w:line="480" w:lineRule="auto"/>
        <w:ind w:firstLine="720"/>
        <w:rPr>
          <w:sz w:val="24"/>
          <w:szCs w:val="24"/>
        </w:rPr>
      </w:pPr>
      <w:r>
        <w:rPr>
          <w:sz w:val="24"/>
          <w:szCs w:val="24"/>
        </w:rPr>
        <w:t>“Yeah?”</w:t>
      </w:r>
    </w:p>
    <w:p w:rsidR="00B50E03" w:rsidRDefault="00B50E03">
      <w:pPr>
        <w:spacing w:line="480" w:lineRule="auto"/>
        <w:ind w:firstLine="720"/>
        <w:rPr>
          <w:sz w:val="24"/>
          <w:szCs w:val="24"/>
        </w:rPr>
      </w:pPr>
      <w:r>
        <w:rPr>
          <w:sz w:val="24"/>
          <w:szCs w:val="24"/>
        </w:rPr>
        <w:t>“Do you think you could watch TV with me for a little bit? It seems like its been awhile since we just…enjoyed one another’s company.”</w:t>
      </w:r>
    </w:p>
    <w:p w:rsidR="00B50E03" w:rsidRDefault="00B50E03">
      <w:pPr>
        <w:spacing w:line="480" w:lineRule="auto"/>
        <w:ind w:firstLine="720"/>
        <w:rPr>
          <w:sz w:val="24"/>
          <w:szCs w:val="24"/>
        </w:rPr>
      </w:pPr>
      <w:r>
        <w:rPr>
          <w:sz w:val="24"/>
          <w:szCs w:val="24"/>
        </w:rPr>
        <w:t>Alex raised an eyebrow. “Ummm…OK,” he said slowly.</w:t>
      </w:r>
    </w:p>
    <w:p w:rsidR="00B50E03" w:rsidRDefault="00B50E03">
      <w:pPr>
        <w:spacing w:line="480" w:lineRule="auto"/>
        <w:ind w:firstLine="720"/>
        <w:rPr>
          <w:sz w:val="24"/>
          <w:szCs w:val="24"/>
        </w:rPr>
      </w:pPr>
      <w:r>
        <w:rPr>
          <w:sz w:val="24"/>
          <w:szCs w:val="24"/>
        </w:rPr>
        <w:t xml:space="preserve">“Ah good!” she exclaimed. “Wait for me in the living room. I’m just going to put on something more comfortable.”  Lisa couldn’t believe she was going to actually seduce her son! She found herself very excited as she rushed up the stairs into her bedroom. </w:t>
      </w:r>
    </w:p>
    <w:p w:rsidR="00B50E03" w:rsidRDefault="00B50E03">
      <w:pPr>
        <w:spacing w:line="480" w:lineRule="auto"/>
        <w:ind w:firstLine="720"/>
        <w:rPr>
          <w:sz w:val="24"/>
          <w:szCs w:val="24"/>
        </w:rPr>
      </w:pPr>
      <w:r>
        <w:rPr>
          <w:sz w:val="24"/>
          <w:szCs w:val="24"/>
        </w:rPr>
        <w:t xml:space="preserve">Lisa shut the door behind her and took off all of her clothes, including her bra and underwear. She wanted to knock him off his feet and knew the exact dress to do it. She went through her closet until she found her old black dress that she had only worn once before, for her ex-husband. Her husband didn’t like it, but she knew Alex would love it very much. Or at least she hoped he would. She hoped that she would be taking it back off for him shortly as well. </w:t>
      </w:r>
    </w:p>
    <w:p w:rsidR="00B50E03" w:rsidRDefault="00B50E03">
      <w:pPr>
        <w:spacing w:line="480" w:lineRule="auto"/>
        <w:ind w:firstLine="720"/>
        <w:rPr>
          <w:sz w:val="24"/>
          <w:szCs w:val="24"/>
        </w:rPr>
      </w:pPr>
      <w:r>
        <w:rPr>
          <w:sz w:val="24"/>
          <w:szCs w:val="24"/>
        </w:rPr>
        <w:t>She tied the straps of the front of her slinky back dress behind her head, pushing her large tits into the small slips of her outfit. She put on some lipstick and blush and walked out her room to see Alex, first checking to make sure her hard nipples were visible through the fabric and checking herself in the mirror. She knew he wouldn’t be able to resist her wearing this.</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Alex waited patiently on the coach of their living room, waiting for his mom to appear. He wondered what she meant by “more comfortable.” He flipped through the channels trying to find something that both him and his mom liked. He heard her footsteps as she began walking down the stairs. He turned his head and his mouth dropped open. He couldn’t believe what his mom, Lisa, was wearing!</w:t>
      </w:r>
    </w:p>
    <w:p w:rsidR="00B50E03" w:rsidRDefault="00B50E03">
      <w:pPr>
        <w:spacing w:line="480" w:lineRule="auto"/>
        <w:ind w:firstLine="720"/>
        <w:rPr>
          <w:sz w:val="24"/>
          <w:szCs w:val="24"/>
        </w:rPr>
      </w:pPr>
      <w:r>
        <w:rPr>
          <w:sz w:val="24"/>
          <w:szCs w:val="24"/>
        </w:rPr>
        <w:t>The bottom of her short black dress seemed to be only a couple of inches away from her pussy. The dress ended pretty much at her naval. Past that was two thin straps that started just below her naval, that went up her chest, barely covering her nipples and nothing else. The straps then somehow slowly curved to a knot behind Lisa’s head.</w:t>
      </w:r>
    </w:p>
    <w:p w:rsidR="00B50E03" w:rsidRDefault="00B50E03">
      <w:pPr>
        <w:spacing w:line="480" w:lineRule="auto"/>
        <w:ind w:firstLine="720"/>
        <w:rPr>
          <w:sz w:val="24"/>
          <w:szCs w:val="24"/>
        </w:rPr>
      </w:pPr>
      <w:r>
        <w:rPr>
          <w:sz w:val="24"/>
          <w:szCs w:val="24"/>
        </w:rPr>
        <w:t xml:space="preserve">Alex couldn’t fathom the sight in front of him. She stood near the top of the stairway staring down at him, smiling. Her legs were long and slender and her stomach was quite flat. But, it was her colossal tits that really held his attention. Most of her gigantic orbs were on display for him, jutting forward. The black straps covered them barely. He could see part of her areolas on display. He could also see her hard nipples poking into the straps of the dress. Alex couldn’t help but get an erection at the sight before his eyes. </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After posing for him on the steps, Lisa slowly walked down the stairs and headed towards him. Alex had no idea what to say to her! She walked in front of him, then smiled before leaning provocatively in front of him, jutting her enormous P cups practically into his face. She took the remote out of his hand and turned around, flipping through the channels. Alex found himself looking down, staring at the round globes of Lisa’s ass that were only partly covered. He couldn’t believe how round and inviting they appeared.</w:t>
      </w:r>
    </w:p>
    <w:p w:rsidR="00B50E03" w:rsidRDefault="00B50E03">
      <w:pPr>
        <w:spacing w:line="480" w:lineRule="auto"/>
        <w:ind w:firstLine="720"/>
        <w:rPr>
          <w:sz w:val="24"/>
          <w:szCs w:val="24"/>
        </w:rPr>
      </w:pPr>
      <w:r>
        <w:rPr>
          <w:sz w:val="24"/>
          <w:szCs w:val="24"/>
        </w:rPr>
        <w:t>Lisa then dropped the remote on the ground and said, “Oops!” She bent over provocatively to pick it up. Alex noticed her staring back in his direction while she did it. He then glanced back at her ass. Her short black dress had ridden up, completely exposing not only her entire bare round ass, but the folds of her hairless pussy as well. She lingered at that position for a few moments before straightening up, sitting next to Alex.</w:t>
      </w:r>
    </w:p>
    <w:p w:rsidR="00B50E03" w:rsidRDefault="00B50E03">
      <w:pPr>
        <w:spacing w:line="480" w:lineRule="auto"/>
        <w:ind w:firstLine="720"/>
        <w:rPr>
          <w:sz w:val="24"/>
          <w:szCs w:val="24"/>
        </w:rPr>
      </w:pPr>
      <w:r>
        <w:rPr>
          <w:sz w:val="24"/>
          <w:szCs w:val="24"/>
        </w:rPr>
        <w:t>When she sat down, her dress was still rode up, fully exposing her pussy to him. Alex finally stammered, “Mom?” She looked at him and grinned, then took his arm, placing it around her shoulder.</w:t>
      </w:r>
    </w:p>
    <w:p w:rsidR="00B50E03" w:rsidRDefault="00B50E03">
      <w:pPr>
        <w:spacing w:line="480" w:lineRule="auto"/>
        <w:ind w:firstLine="720"/>
        <w:rPr>
          <w:sz w:val="24"/>
          <w:szCs w:val="24"/>
        </w:rPr>
      </w:pPr>
      <w:r>
        <w:rPr>
          <w:sz w:val="24"/>
          <w:szCs w:val="24"/>
        </w:rPr>
        <w:t xml:space="preserve">She leaned into him and said, “Find something you like?” She placed her hand on his thigh and squeezed it gently. </w:t>
      </w:r>
    </w:p>
    <w:p w:rsidR="00B50E03" w:rsidRDefault="00B50E03">
      <w:pPr>
        <w:spacing w:line="480" w:lineRule="auto"/>
        <w:ind w:firstLine="720"/>
        <w:rPr>
          <w:sz w:val="24"/>
          <w:szCs w:val="24"/>
        </w:rPr>
      </w:pPr>
      <w:r>
        <w:rPr>
          <w:sz w:val="24"/>
          <w:szCs w:val="24"/>
        </w:rPr>
        <w:t>“Mom? What are you wearing?”</w:t>
      </w:r>
    </w:p>
    <w:p w:rsidR="00B50E03" w:rsidRDefault="00B50E03">
      <w:pPr>
        <w:spacing w:line="480" w:lineRule="auto"/>
        <w:ind w:firstLine="720"/>
        <w:rPr>
          <w:sz w:val="24"/>
          <w:szCs w:val="24"/>
        </w:rPr>
      </w:pPr>
      <w:r>
        <w:rPr>
          <w:sz w:val="24"/>
          <w:szCs w:val="24"/>
        </w:rPr>
        <w:t>“Do you like it?” she asked in a sultry voice.</w:t>
      </w:r>
    </w:p>
    <w:p w:rsidR="00B50E03" w:rsidRDefault="00B50E03">
      <w:pPr>
        <w:spacing w:line="480" w:lineRule="auto"/>
        <w:ind w:firstLine="720"/>
        <w:rPr>
          <w:sz w:val="24"/>
          <w:szCs w:val="24"/>
        </w:rPr>
      </w:pPr>
      <w:r>
        <w:rPr>
          <w:sz w:val="24"/>
          <w:szCs w:val="24"/>
        </w:rPr>
        <w:t>“Ummm…it’s nice and all, but…ummm…”</w:t>
      </w:r>
    </w:p>
    <w:p w:rsidR="00B50E03" w:rsidRDefault="00B50E03">
      <w:pPr>
        <w:spacing w:line="480" w:lineRule="auto"/>
        <w:ind w:firstLine="720"/>
        <w:rPr>
          <w:sz w:val="24"/>
          <w:szCs w:val="24"/>
        </w:rPr>
      </w:pPr>
      <w:r>
        <w:rPr>
          <w:sz w:val="24"/>
          <w:szCs w:val="24"/>
        </w:rPr>
        <w:t>“Alex?” Lisa asked, interrupting his train of thought.</w:t>
      </w:r>
    </w:p>
    <w:p w:rsidR="00B50E03" w:rsidRDefault="00B50E03">
      <w:pPr>
        <w:spacing w:line="480" w:lineRule="auto"/>
        <w:ind w:firstLine="720"/>
        <w:rPr>
          <w:sz w:val="24"/>
          <w:szCs w:val="24"/>
        </w:rPr>
      </w:pPr>
      <w:r>
        <w:rPr>
          <w:sz w:val="24"/>
          <w:szCs w:val="24"/>
        </w:rPr>
        <w:t>“Ummmm…yeah?” he found himself saying.</w:t>
      </w:r>
    </w:p>
    <w:p w:rsidR="00B50E03" w:rsidRDefault="00B50E03">
      <w:pPr>
        <w:spacing w:line="480" w:lineRule="auto"/>
        <w:ind w:firstLine="720"/>
        <w:rPr>
          <w:sz w:val="24"/>
          <w:szCs w:val="24"/>
        </w:rPr>
      </w:pPr>
      <w:r>
        <w:rPr>
          <w:sz w:val="24"/>
          <w:szCs w:val="24"/>
        </w:rPr>
        <w:t>“Do you think I’m pretty?” She began slowly moving her hand up his thigh.</w:t>
      </w:r>
    </w:p>
    <w:p w:rsidR="00B50E03" w:rsidRDefault="00B50E03">
      <w:pPr>
        <w:spacing w:line="480" w:lineRule="auto"/>
        <w:ind w:firstLine="720"/>
        <w:rPr>
          <w:sz w:val="24"/>
          <w:szCs w:val="24"/>
        </w:rPr>
      </w:pPr>
      <w:r>
        <w:rPr>
          <w:sz w:val="24"/>
          <w:szCs w:val="24"/>
        </w:rPr>
        <w:t>“Ummmm…sure, I think you’re pretty, mom. You’re very pretty.” He tried to smile even though he felt very uneasy at the moment.</w:t>
      </w:r>
    </w:p>
    <w:p w:rsidR="00B50E03" w:rsidRDefault="00B50E03">
      <w:pPr>
        <w:spacing w:line="480" w:lineRule="auto"/>
        <w:ind w:firstLine="720"/>
        <w:rPr>
          <w:sz w:val="24"/>
          <w:szCs w:val="24"/>
        </w:rPr>
      </w:pPr>
      <w:r>
        <w:rPr>
          <w:sz w:val="24"/>
          <w:szCs w:val="24"/>
        </w:rPr>
        <w:t>“Do you think I’m sexy?”</w:t>
      </w:r>
    </w:p>
    <w:p w:rsidR="00B50E03" w:rsidRDefault="00B50E03">
      <w:pPr>
        <w:spacing w:line="480" w:lineRule="auto"/>
        <w:ind w:firstLine="720"/>
        <w:rPr>
          <w:sz w:val="24"/>
          <w:szCs w:val="24"/>
        </w:rPr>
      </w:pPr>
      <w:r>
        <w:rPr>
          <w:sz w:val="24"/>
          <w:szCs w:val="24"/>
        </w:rPr>
        <w:t>“Umm…I guess,” he found himself saying.</w:t>
      </w:r>
    </w:p>
    <w:p w:rsidR="00B50E03" w:rsidRDefault="00B50E03">
      <w:pPr>
        <w:spacing w:line="480" w:lineRule="auto"/>
        <w:ind w:firstLine="720"/>
        <w:rPr>
          <w:sz w:val="24"/>
          <w:szCs w:val="24"/>
        </w:rPr>
      </w:pPr>
      <w:r>
        <w:rPr>
          <w:sz w:val="24"/>
          <w:szCs w:val="24"/>
        </w:rPr>
        <w:t>“Alex?”</w:t>
      </w:r>
    </w:p>
    <w:p w:rsidR="00B50E03" w:rsidRDefault="00B50E03">
      <w:pPr>
        <w:spacing w:line="480" w:lineRule="auto"/>
        <w:ind w:firstLine="720"/>
        <w:rPr>
          <w:sz w:val="24"/>
          <w:szCs w:val="24"/>
        </w:rPr>
      </w:pPr>
      <w:r>
        <w:rPr>
          <w:sz w:val="24"/>
          <w:szCs w:val="24"/>
        </w:rPr>
        <w:t>“Yeah?”</w:t>
      </w:r>
    </w:p>
    <w:p w:rsidR="00B50E03" w:rsidRDefault="00B50E03">
      <w:pPr>
        <w:spacing w:line="480" w:lineRule="auto"/>
        <w:ind w:firstLine="720"/>
        <w:rPr>
          <w:sz w:val="24"/>
          <w:szCs w:val="24"/>
        </w:rPr>
      </w:pPr>
      <w:r>
        <w:rPr>
          <w:sz w:val="24"/>
          <w:szCs w:val="24"/>
        </w:rPr>
        <w:t>“If I wasn’t your mom, do you think you’d have sex with someone like me?” she said, looking up at him, while her hand crept closer and closer to his groin area.</w:t>
      </w:r>
    </w:p>
    <w:p w:rsidR="00B50E03" w:rsidRDefault="00B50E03">
      <w:pPr>
        <w:spacing w:line="480" w:lineRule="auto"/>
        <w:ind w:firstLine="720"/>
        <w:rPr>
          <w:sz w:val="24"/>
          <w:szCs w:val="24"/>
        </w:rPr>
      </w:pPr>
      <w:r>
        <w:rPr>
          <w:sz w:val="24"/>
          <w:szCs w:val="24"/>
        </w:rPr>
        <w:t>“Ummm…I guess I would, that is if I wasn’t with Christina.” He laughed nervously.</w:t>
      </w:r>
    </w:p>
    <w:p w:rsidR="00B50E03" w:rsidRDefault="00B50E03">
      <w:pPr>
        <w:spacing w:line="480" w:lineRule="auto"/>
        <w:ind w:firstLine="720"/>
        <w:rPr>
          <w:sz w:val="24"/>
          <w:szCs w:val="24"/>
        </w:rPr>
      </w:pPr>
      <w:r>
        <w:rPr>
          <w:sz w:val="24"/>
          <w:szCs w:val="24"/>
        </w:rPr>
        <w:t>“Honey?” Lisa asked again.</w:t>
      </w:r>
    </w:p>
    <w:p w:rsidR="00B50E03" w:rsidRDefault="00B50E03">
      <w:pPr>
        <w:spacing w:line="480" w:lineRule="auto"/>
        <w:ind w:firstLine="720"/>
        <w:rPr>
          <w:sz w:val="24"/>
          <w:szCs w:val="24"/>
        </w:rPr>
      </w:pPr>
      <w:r>
        <w:rPr>
          <w:sz w:val="24"/>
          <w:szCs w:val="24"/>
        </w:rPr>
        <w:t>“Yeah, mom?”</w:t>
      </w:r>
    </w:p>
    <w:p w:rsidR="00B50E03" w:rsidRDefault="00B50E03">
      <w:pPr>
        <w:spacing w:line="480" w:lineRule="auto"/>
        <w:ind w:firstLine="720"/>
        <w:rPr>
          <w:sz w:val="24"/>
          <w:szCs w:val="24"/>
        </w:rPr>
      </w:pPr>
      <w:r>
        <w:rPr>
          <w:sz w:val="24"/>
          <w:szCs w:val="24"/>
        </w:rPr>
        <w:t>She reached up and began caressing his hard cock through his pants. “Can you pretend I’m not your mom for once?” She leaned up and kissed Alex on his lips. As she continued to stroke his cock through his pants Alex found himself giving in to her advances and began kissing her back. The moment his mouth opened for her, Lisa darted her tongue inside it, making out with him.</w:t>
      </w:r>
    </w:p>
    <w:p w:rsidR="00B50E03" w:rsidRDefault="00B50E03">
      <w:pPr>
        <w:spacing w:line="480" w:lineRule="auto"/>
        <w:ind w:firstLine="720"/>
        <w:rPr>
          <w:sz w:val="24"/>
          <w:szCs w:val="24"/>
        </w:rPr>
      </w:pPr>
      <w:r>
        <w:rPr>
          <w:sz w:val="24"/>
          <w:szCs w:val="24"/>
        </w:rPr>
        <w:t>Alex broke the kiss, as his senses came back to him. “Christina! I’m with Christina, mom. I can’t be with you!”</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She nibbled on his ear as she continued stroking his cock through his pants. “Don’t worry, honey. She won’t find out. Besides…” Lisa looked into Alex’s eyes. He could see her stare at him with pure lust. “She wants you to fuck me. I saw her pretending to be me. I watched you two fuck in your room. And I know you want to fuck me too, Alex. Or you would have never went along with it.”</w:t>
      </w:r>
    </w:p>
    <w:p w:rsidR="00B50E03" w:rsidRDefault="00B50E03">
      <w:pPr>
        <w:spacing w:line="480" w:lineRule="auto"/>
        <w:ind w:firstLine="720"/>
        <w:rPr>
          <w:sz w:val="24"/>
          <w:szCs w:val="24"/>
        </w:rPr>
      </w:pPr>
      <w:r>
        <w:rPr>
          <w:sz w:val="24"/>
          <w:szCs w:val="24"/>
        </w:rPr>
        <w:t xml:space="preserve">Alex once again found himself at a loss of words, blushing deeply. He couldn’t believe his mom somehow saw him and Christina role playing. No wonder she was all over him! </w:t>
      </w:r>
    </w:p>
    <w:p w:rsidR="00B50E03" w:rsidRDefault="00B50E03">
      <w:pPr>
        <w:spacing w:line="480" w:lineRule="auto"/>
        <w:ind w:firstLine="720"/>
        <w:rPr>
          <w:sz w:val="24"/>
          <w:szCs w:val="24"/>
        </w:rPr>
      </w:pPr>
      <w:r>
        <w:rPr>
          <w:sz w:val="24"/>
          <w:szCs w:val="24"/>
        </w:rPr>
        <w:t>Before he could mutter the words, “But, mom!” she forced her lips against his own. He found himself once again melting against her kiss and found himself slowly returning it, slipping his own tongue into her mouth this time. She was right about one thing; he really did want to fuck his mom. Lisa took hold of his hand and placed it on her naked pussy, before returning her hand back to his crotch, grabbing and squeezing his dick in his pants.</w:t>
      </w:r>
    </w:p>
    <w:p w:rsidR="00B50E03" w:rsidRDefault="00B50E03">
      <w:pPr>
        <w:spacing w:line="480" w:lineRule="auto"/>
        <w:ind w:firstLine="720"/>
        <w:rPr>
          <w:sz w:val="24"/>
          <w:szCs w:val="24"/>
        </w:rPr>
      </w:pPr>
      <w:r>
        <w:rPr>
          <w:sz w:val="24"/>
          <w:szCs w:val="24"/>
        </w:rPr>
        <w:t>Alex found his fingers grazing the folds of her pussy, before sinking his middle finger into it. He quickly found her clit and began stroking it gently. Lisa moaned into his mouth as he continued to stroke it. As he continued, her moans into his mouth grew louder and louder. She broke the kiss and moaned loudly, “Ah fuck! That feels so good!” Lisa rocked against his hand and began screaming against him, “Fuck! Fuck! Fuck!”</w:t>
      </w:r>
    </w:p>
    <w:p w:rsidR="00B50E03" w:rsidRDefault="00B50E03">
      <w:pPr>
        <w:spacing w:line="480" w:lineRule="auto"/>
        <w:ind w:firstLine="720"/>
        <w:rPr>
          <w:sz w:val="24"/>
          <w:szCs w:val="24"/>
        </w:rPr>
      </w:pPr>
      <w:r>
        <w:rPr>
          <w:sz w:val="24"/>
          <w:szCs w:val="24"/>
        </w:rPr>
        <w:t>Her loud moans finally softened after awhile. Lisa looked into Alex’s eyes and said, “Let’s go back to my room, dear. I’m gonna fuck you so hard you’re going to remember it the rest of your life!” Alex felt himself being tugged by her hand up the stairs and into his moms room. He no longer resisted his mom’s advances. He was too lost in lust to ignore her any more. He just hoped that Christina would forgive him for this.</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 xml:space="preserve"> Lisa led Alex into her room. The moment he stepped through the door, Lisa locked lips with him, slamming her bedroom door shut behind them. She rammed her tongue into his mouth, making out with him passionately. Lisa spun him around while the two kissed so that he was at the foot of her bed. She wanted to be able to block his way if he suddenly had a change of heart.</w:t>
      </w:r>
    </w:p>
    <w:p w:rsidR="00B50E03" w:rsidRDefault="00B50E03">
      <w:pPr>
        <w:spacing w:line="480" w:lineRule="auto"/>
        <w:ind w:firstLine="720"/>
        <w:rPr>
          <w:sz w:val="24"/>
          <w:szCs w:val="24"/>
        </w:rPr>
      </w:pPr>
      <w:r>
        <w:rPr>
          <w:sz w:val="24"/>
          <w:szCs w:val="24"/>
        </w:rPr>
        <w:t>The two French kissed in front of Lisa’s bed for the longest time, before she felt Alex’s hands reach up and start untying the knot holding the straps of her dress up. He finished untying it and the two straps settled between the two of them. Lisa broke the kiss and took a step back. The two straps fell to her sides, revealing her gigantic tits for him to enjoy.</w:t>
      </w:r>
    </w:p>
    <w:p w:rsidR="00B50E03" w:rsidRDefault="00B50E03">
      <w:pPr>
        <w:spacing w:line="480" w:lineRule="auto"/>
        <w:ind w:firstLine="720"/>
        <w:rPr>
          <w:sz w:val="24"/>
          <w:szCs w:val="24"/>
        </w:rPr>
      </w:pPr>
      <w:r>
        <w:rPr>
          <w:sz w:val="24"/>
          <w:szCs w:val="24"/>
        </w:rPr>
        <w:t>Alex stared at her large heaving breasts for the longest time before Lisa decided to take things into her own hands. She took one of his hands and placed it on her tit, over her nipple. Once she did that, Alex began squeezing and fondling her breast, rubbing her nipple between his fingers. His other hand came up and began groping and squeezing her other tit.</w:t>
      </w:r>
    </w:p>
    <w:p w:rsidR="00B50E03" w:rsidRDefault="00B50E03">
      <w:pPr>
        <w:spacing w:line="480" w:lineRule="auto"/>
        <w:ind w:firstLine="720"/>
        <w:rPr>
          <w:sz w:val="24"/>
          <w:szCs w:val="24"/>
        </w:rPr>
      </w:pPr>
      <w:r>
        <w:rPr>
          <w:sz w:val="24"/>
          <w:szCs w:val="24"/>
        </w:rPr>
        <w:t xml:space="preserve">Lisa loved how his hands squeezed her tits, meshing them together. But, she wanted more. She put her hand over Alex’s head and gently pushed it downwards. He got the point and lowered his head, while lifting one of her breasts with both of his hands to his lips. He then opened his mouth and bit her nipple lightly before sticking it into his mouth, licking and sucking it inside. </w:t>
      </w:r>
    </w:p>
    <w:p w:rsidR="00B50E03" w:rsidRDefault="00B50E03">
      <w:pPr>
        <w:spacing w:line="480" w:lineRule="auto"/>
        <w:ind w:firstLine="720"/>
        <w:rPr>
          <w:sz w:val="24"/>
          <w:szCs w:val="24"/>
        </w:rPr>
      </w:pPr>
      <w:r>
        <w:rPr>
          <w:sz w:val="24"/>
          <w:szCs w:val="24"/>
        </w:rPr>
        <w:t>Lisa moaned loudly as he continued to suck her tit. “That’s it, honey! Suck my tit! Oh God! You suck it so well!” She lifted her other large breast until it was eye level with him. He dropped her one breast out of his mouth and took the other one into his mouth, flicking her nipple with his tongue. Lisa cooed in delight. It had been years since she had this kind of attention, and she was enjoying every second of it.</w:t>
      </w:r>
    </w:p>
    <w:p w:rsidR="00B50E03" w:rsidRDefault="00B50E03">
      <w:pPr>
        <w:spacing w:line="480" w:lineRule="auto"/>
        <w:ind w:firstLine="720"/>
        <w:rPr>
          <w:sz w:val="24"/>
          <w:szCs w:val="24"/>
        </w:rPr>
      </w:pPr>
      <w:r>
        <w:rPr>
          <w:sz w:val="24"/>
          <w:szCs w:val="24"/>
        </w:rPr>
        <w:t>As Alex continued sucking on her tit, Lisa somehow managed to slip out of the rest of her small dress without interrupting him. She then took the hem of his red and black shirt and lifted it up. Alex noticed and stopped sucking on her tit, raising his arms so that she could pull the rest of it off of him. She pressed her huge tits against his bare chest and began making out with him. While they kissed, her hands darted for his pants, unbuckling his belt and pants, and unzipping it.</w:t>
      </w:r>
    </w:p>
    <w:p w:rsidR="00B50E03" w:rsidRDefault="00B50E03">
      <w:pPr>
        <w:spacing w:line="480" w:lineRule="auto"/>
        <w:ind w:firstLine="720"/>
        <w:rPr>
          <w:sz w:val="24"/>
          <w:szCs w:val="24"/>
        </w:rPr>
      </w:pPr>
      <w:r>
        <w:rPr>
          <w:sz w:val="24"/>
          <w:szCs w:val="24"/>
        </w:rPr>
        <w:t>She reached her hand into his pants and squeezed his cock. It felt just as huge as it looked! She then broke the kiss and squatted down in front of him. Lisa then pulled down both his pants and boxers in one shift movement, exposing his large cock for her. Her eyes glanced up at Alex sexily, as she licked the tip of the head of his cock, stroking it up and down.</w:t>
      </w:r>
    </w:p>
    <w:p w:rsidR="00B50E03" w:rsidRDefault="00B50E03">
      <w:pPr>
        <w:spacing w:line="480" w:lineRule="auto"/>
        <w:ind w:firstLine="720"/>
        <w:rPr>
          <w:sz w:val="24"/>
          <w:szCs w:val="24"/>
        </w:rPr>
      </w:pPr>
      <w:r>
        <w:rPr>
          <w:sz w:val="24"/>
          <w:szCs w:val="24"/>
        </w:rPr>
        <w:t>Lisa smiled up at him, then stood up and pushed Alex with one hand backwards. Alex stumbled back onto her king sized bed and laid there looking at her. “Oh mom,” he found himself saying.</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Lisa laid on top of him, rubbing the lips of her pussy against his shaft. “When we’re alone, call me Lisa for now on. In here we’re lovers, not mother and son, darling.”</w:t>
      </w:r>
    </w:p>
    <w:p w:rsidR="00B50E03" w:rsidRDefault="00B50E03">
      <w:pPr>
        <w:spacing w:line="480" w:lineRule="auto"/>
        <w:ind w:firstLine="720"/>
        <w:rPr>
          <w:sz w:val="24"/>
          <w:szCs w:val="24"/>
        </w:rPr>
      </w:pPr>
      <w:r>
        <w:rPr>
          <w:sz w:val="24"/>
          <w:szCs w:val="24"/>
        </w:rPr>
        <w:t>Alex nodded and said, “OK mom. I mean, Lisa.” Lisa smiled down at him and lifted herself up, straddling him. She felt for his cock underneath of her and lifted it up, placing her slick cunt over it. She positioned her pussy over it and slowly guided herself onto his pole, slowly sinking into him.</w:t>
      </w:r>
    </w:p>
    <w:p w:rsidR="00B50E03" w:rsidRDefault="00B50E03">
      <w:pPr>
        <w:spacing w:line="480" w:lineRule="auto"/>
        <w:ind w:firstLine="720"/>
        <w:rPr>
          <w:sz w:val="24"/>
          <w:szCs w:val="24"/>
        </w:rPr>
      </w:pPr>
      <w:r>
        <w:rPr>
          <w:sz w:val="24"/>
          <w:szCs w:val="24"/>
        </w:rPr>
        <w:t>Lisa moaned loudly as she began grinding against him. After only three minutes, she found herself climaxing, screaming as she rode against him. As she grew adjusted to his large cock she picked up the pace and soon enough was grinding against him as fast as she could, her large tits bobbing up and down, slapping each other as she rode him. She found herself orgasming every few minutes on top of him. She knew it would feel good inside her, but she never imagined it would be this good!</w:t>
      </w:r>
    </w:p>
    <w:p w:rsidR="00B50E03" w:rsidRDefault="00B50E03">
      <w:pPr>
        <w:spacing w:line="480" w:lineRule="auto"/>
        <w:ind w:firstLine="720"/>
        <w:rPr>
          <w:sz w:val="24"/>
          <w:szCs w:val="24"/>
        </w:rPr>
      </w:pPr>
      <w:r>
        <w:rPr>
          <w:sz w:val="24"/>
          <w:szCs w:val="24"/>
        </w:rPr>
        <w:t>Occasionally Lisa would slow her grinding temporary to let Alex sit up and kiss her. He would then lean down and suck on her nipples. He really was good at that! Every time he did that, she found herself orgasming again, her voice screaming, “Fuck! Fuck! You feel so fucking good, Alex!”</w:t>
      </w:r>
    </w:p>
    <w:p w:rsidR="00B50E03" w:rsidRDefault="00B50E03">
      <w:pPr>
        <w:spacing w:line="480" w:lineRule="auto"/>
        <w:ind w:firstLine="720"/>
        <w:rPr>
          <w:sz w:val="24"/>
          <w:szCs w:val="24"/>
        </w:rPr>
      </w:pPr>
      <w:r>
        <w:rPr>
          <w:sz w:val="24"/>
          <w:szCs w:val="24"/>
        </w:rPr>
        <w:t xml:space="preserve"> She knew that she was quite a screamer in bed. She couldn’t help herself usually. She was glad that no one else was in the house at the time. She knew she was loud enough so that anyone in her place could hear her and probably anybody walking by outside as well. She never could have sex with her window open. She was too loud for that. Her husband hated her screaming, but it seemed as if it made Alex somewhat proud of himself that he could make her yell so loudly.</w:t>
      </w:r>
    </w:p>
    <w:p w:rsidR="00B50E03" w:rsidRDefault="00B50E03">
      <w:pPr>
        <w:spacing w:line="480" w:lineRule="auto"/>
        <w:ind w:firstLine="720"/>
        <w:rPr>
          <w:sz w:val="24"/>
          <w:szCs w:val="24"/>
        </w:rPr>
      </w:pPr>
      <w:r>
        <w:rPr>
          <w:sz w:val="24"/>
          <w:szCs w:val="24"/>
        </w:rPr>
        <w:t>After almost an hour riding him, Lisa began feeling tired. She didn’t want to stop though. She grinned and got off of Alex’s cock, rolling onto her stomach and propping her ass up with her knees. “Your turn, dear,” she said. “Take my ass, lover. I know you want to.”</w:t>
      </w:r>
    </w:p>
    <w:p w:rsidR="00B50E03" w:rsidRDefault="00B50E03">
      <w:pPr>
        <w:spacing w:line="480" w:lineRule="auto"/>
        <w:ind w:firstLine="720"/>
        <w:rPr>
          <w:sz w:val="24"/>
          <w:szCs w:val="24"/>
        </w:rPr>
      </w:pPr>
      <w:r>
        <w:rPr>
          <w:sz w:val="24"/>
          <w:szCs w:val="24"/>
        </w:rPr>
        <w:t>Alex smiled and got behind her, positioning his cock with her ass cheeks. “Ready?” he asked.</w:t>
      </w:r>
    </w:p>
    <w:p w:rsidR="00B50E03" w:rsidRDefault="00B50E03">
      <w:pPr>
        <w:spacing w:line="480" w:lineRule="auto"/>
        <w:ind w:firstLine="720"/>
        <w:rPr>
          <w:sz w:val="24"/>
          <w:szCs w:val="24"/>
        </w:rPr>
      </w:pPr>
      <w:r>
        <w:rPr>
          <w:sz w:val="24"/>
          <w:szCs w:val="24"/>
        </w:rPr>
        <w:t>She looked back and smiled. “Pound my ass, darling. I wanna feel how deep inside me you can go.” Lisa felt as Alex pushed his cock into her ass and came immediately. He slowly buried his cock deep into her ass, then began rocking back and forth against her. Lisa screamed as another orgasm hit her, followed immediately by a second and a third. She couldn’t believe how great he felt inside her! Now she knew why Christina wanted it up her ass so often.</w:t>
      </w:r>
    </w:p>
    <w:p w:rsidR="00B50E03" w:rsidRDefault="00B50E03">
      <w:pPr>
        <w:spacing w:line="480" w:lineRule="auto"/>
        <w:ind w:firstLine="720"/>
        <w:rPr>
          <w:sz w:val="24"/>
          <w:szCs w:val="24"/>
        </w:rPr>
      </w:pPr>
      <w:r>
        <w:rPr>
          <w:sz w:val="24"/>
          <w:szCs w:val="24"/>
        </w:rPr>
        <w:t xml:space="preserve">Lisa began rocking back and forth with his cock. She found herself having multiple orgasms, one after another in a row as he pounded into her ass. She found herself screaming, “Faster! Harder, darling, harder!” He began pounding into her ass wildly, his balls slapping against her ass cheeks heavily as he pound in and out of her quickly. </w:t>
      </w:r>
    </w:p>
    <w:p w:rsidR="00B50E03" w:rsidRDefault="00B50E03">
      <w:pPr>
        <w:spacing w:line="480" w:lineRule="auto"/>
        <w:ind w:firstLine="720"/>
        <w:rPr>
          <w:i/>
          <w:iCs/>
          <w:sz w:val="24"/>
          <w:szCs w:val="24"/>
        </w:rPr>
      </w:pPr>
      <w:r>
        <w:rPr>
          <w:sz w:val="24"/>
          <w:szCs w:val="24"/>
        </w:rPr>
        <w:t xml:space="preserve">Lisa found herself having a nonstop orgasm as he pounded in and out of her ass cheeks. It felt so good. She never wanted it to stop. But, he was lasting far longer than she ever had been with any other man. She refused to quit on him though. Lisa wanted to feel him inside of her as long as possible. As the nonstop orgasm continued, five minutes went by without it ceasing, then ten minutes. Lisa found it difficult to keep her breath, but she didn’t want it to stop. She wanted it to go on forever. But, it was too much for Lisa. She found her vision dim and her head swim as she lost consciousness. Her last thoughts before blacking out were, </w:t>
      </w:r>
      <w:r>
        <w:rPr>
          <w:i/>
          <w:iCs/>
          <w:sz w:val="24"/>
          <w:szCs w:val="24"/>
        </w:rPr>
        <w:t xml:space="preserve">This is the greatest sex in my life. </w:t>
      </w:r>
    </w:p>
    <w:p w:rsidR="00B50E03" w:rsidRDefault="00B50E03">
      <w:pPr>
        <w:spacing w:line="480" w:lineRule="auto"/>
        <w:ind w:firstLine="720"/>
        <w:rPr>
          <w:i/>
          <w:iCs/>
          <w:sz w:val="24"/>
          <w:szCs w:val="24"/>
        </w:rPr>
      </w:pPr>
    </w:p>
    <w:p w:rsidR="00B50E03" w:rsidRDefault="00B50E03">
      <w:pPr>
        <w:spacing w:line="480" w:lineRule="auto"/>
        <w:ind w:firstLine="720"/>
        <w:rPr>
          <w:i/>
          <w:iCs/>
          <w:sz w:val="24"/>
          <w:szCs w:val="24"/>
        </w:rPr>
      </w:pPr>
    </w:p>
    <w:p w:rsidR="00B50E03" w:rsidRDefault="00B50E03">
      <w:pPr>
        <w:spacing w:line="480" w:lineRule="auto"/>
        <w:ind w:firstLine="720"/>
        <w:rPr>
          <w:sz w:val="24"/>
          <w:szCs w:val="24"/>
        </w:rPr>
      </w:pPr>
      <w:r>
        <w:rPr>
          <w:sz w:val="24"/>
          <w:szCs w:val="24"/>
        </w:rPr>
        <w:t>Alex breathed a sigh of relief as Lisa’s eyes fluttered open. He had sat next to her the entire time, stroking her cheek gently. Her breathing seemed normal, so he didn’t think she needed to go to a hospital. But, he was still worried nonetheless. He had put a blanket over her nude body and settled in next to her.</w:t>
      </w:r>
    </w:p>
    <w:p w:rsidR="00B50E03" w:rsidRDefault="00B50E03">
      <w:pPr>
        <w:spacing w:line="480" w:lineRule="auto"/>
        <w:ind w:firstLine="720"/>
        <w:rPr>
          <w:sz w:val="24"/>
          <w:szCs w:val="24"/>
        </w:rPr>
      </w:pPr>
      <w:r>
        <w:rPr>
          <w:sz w:val="24"/>
          <w:szCs w:val="24"/>
        </w:rPr>
        <w:t>When her eyes opened and saw him next to her in bed, Alex couldn’t help but grin in elation. “I’m so glad you’re OK, mom! I mean, Lisa,” he said quickly correcting himself.</w:t>
      </w:r>
    </w:p>
    <w:p w:rsidR="00B50E03" w:rsidRDefault="00B50E03">
      <w:pPr>
        <w:spacing w:line="480" w:lineRule="auto"/>
        <w:ind w:firstLine="720"/>
        <w:rPr>
          <w:sz w:val="24"/>
          <w:szCs w:val="24"/>
        </w:rPr>
      </w:pPr>
      <w:r>
        <w:rPr>
          <w:sz w:val="24"/>
          <w:szCs w:val="24"/>
        </w:rPr>
        <w:t>Lisa reached up and stroked his cheek. “Hey, lover. How long was I out?”</w:t>
      </w:r>
    </w:p>
    <w:p w:rsidR="00B50E03" w:rsidRDefault="00B50E03">
      <w:pPr>
        <w:spacing w:line="480" w:lineRule="auto"/>
        <w:ind w:firstLine="720"/>
        <w:rPr>
          <w:sz w:val="24"/>
          <w:szCs w:val="24"/>
        </w:rPr>
      </w:pPr>
      <w:r>
        <w:rPr>
          <w:sz w:val="24"/>
          <w:szCs w:val="24"/>
        </w:rPr>
        <w:t>“A half hour, mo…Lisa. Are you ok?”</w:t>
      </w:r>
    </w:p>
    <w:p w:rsidR="00B50E03" w:rsidRDefault="00B50E03">
      <w:pPr>
        <w:spacing w:line="480" w:lineRule="auto"/>
        <w:ind w:firstLine="720"/>
        <w:rPr>
          <w:sz w:val="24"/>
          <w:szCs w:val="24"/>
        </w:rPr>
      </w:pPr>
      <w:r>
        <w:rPr>
          <w:sz w:val="24"/>
          <w:szCs w:val="24"/>
        </w:rPr>
        <w:t>“Yeah, honey,” she managed slowly. “To be honest with you, it had been a few years since I had sex last, so I wasn’t used to it. I’m sorry if I worried you honey.”</w:t>
      </w:r>
    </w:p>
    <w:p w:rsidR="00B50E03" w:rsidRDefault="00B50E03">
      <w:pPr>
        <w:spacing w:line="480" w:lineRule="auto"/>
        <w:ind w:firstLine="720"/>
        <w:rPr>
          <w:sz w:val="24"/>
          <w:szCs w:val="24"/>
        </w:rPr>
      </w:pPr>
      <w:r>
        <w:rPr>
          <w:sz w:val="24"/>
          <w:szCs w:val="24"/>
        </w:rPr>
        <w:t>“I’m just glad you’re OK, Lisa!” Alex exclaimed. “You have to tell me next time you feel like you’re about to pass out. I don’t want to hurt you, mom!”</w:t>
      </w:r>
    </w:p>
    <w:p w:rsidR="00B50E03" w:rsidRDefault="00B50E03">
      <w:pPr>
        <w:spacing w:line="480" w:lineRule="auto"/>
        <w:ind w:firstLine="720"/>
        <w:rPr>
          <w:sz w:val="24"/>
          <w:szCs w:val="24"/>
        </w:rPr>
      </w:pPr>
      <w:r>
        <w:rPr>
          <w:sz w:val="24"/>
          <w:szCs w:val="24"/>
        </w:rPr>
        <w:t>Lisa laughed to herself. “You said ‘Next time,’ Alex. Does that mean you’d be willing to do it again some time?”</w:t>
      </w:r>
    </w:p>
    <w:p w:rsidR="00B50E03" w:rsidRDefault="00B50E03">
      <w:pPr>
        <w:spacing w:line="480" w:lineRule="auto"/>
        <w:ind w:firstLine="720"/>
        <w:rPr>
          <w:sz w:val="24"/>
          <w:szCs w:val="24"/>
        </w:rPr>
      </w:pPr>
      <w:r>
        <w:rPr>
          <w:sz w:val="24"/>
          <w:szCs w:val="24"/>
        </w:rPr>
        <w:t>Alex sighed. He had come this far with her. He might as well continue it. “I guess, Lisa. But you got to promise not to tell Christina. And you have to tell me for now on if you start feeling weak! OK?” Alex couldn’t believe what he was saying. He was actually going to continue fucking his mom behind Christina’s back. He felt guilty about it, but he knew that even if he told his mom there would be no more sex between them, he could tell by the look in her eyes that she would just try to seduce him again, and probably succeed too.</w:t>
      </w:r>
    </w:p>
    <w:p w:rsidR="00B50E03" w:rsidRDefault="00B50E03">
      <w:pPr>
        <w:spacing w:line="480" w:lineRule="auto"/>
        <w:ind w:firstLine="720"/>
        <w:rPr>
          <w:sz w:val="24"/>
          <w:szCs w:val="24"/>
        </w:rPr>
      </w:pPr>
      <w:r>
        <w:rPr>
          <w:sz w:val="24"/>
          <w:szCs w:val="24"/>
        </w:rPr>
        <w:t>Lisa smiled at him and said, “Agreed.” She slowly stood up naked in front of Alex. “Now, if I’m not mistaken, you have yet to cum for me! I can’t let that slide, lover!”</w:t>
      </w:r>
    </w:p>
    <w:p w:rsidR="00B50E03" w:rsidRDefault="00B50E03">
      <w:pPr>
        <w:spacing w:line="480" w:lineRule="auto"/>
        <w:ind w:firstLine="720"/>
        <w:rPr>
          <w:sz w:val="24"/>
          <w:szCs w:val="24"/>
        </w:rPr>
      </w:pPr>
      <w:r>
        <w:rPr>
          <w:sz w:val="24"/>
          <w:szCs w:val="24"/>
        </w:rPr>
        <w:t>“Oh, Lisa! We can’t have sex again so soon! You’re still weak and I don’t want you to pass out again!”</w:t>
      </w:r>
    </w:p>
    <w:p w:rsidR="00B50E03" w:rsidRDefault="00B50E03">
      <w:pPr>
        <w:spacing w:line="480" w:lineRule="auto"/>
        <w:ind w:firstLine="720"/>
        <w:rPr>
          <w:sz w:val="24"/>
          <w:szCs w:val="24"/>
        </w:rPr>
      </w:pPr>
      <w:r>
        <w:rPr>
          <w:sz w:val="24"/>
          <w:szCs w:val="24"/>
        </w:rPr>
        <w:t>She laughed at him. “Don’t worry, dear. I was thinking of something else. Besides, both my ass and pussy still ache from your huge cock. It may be a while before I’m able to go again.”</w:t>
      </w:r>
    </w:p>
    <w:p w:rsidR="00B50E03" w:rsidRDefault="00B50E03">
      <w:pPr>
        <w:spacing w:line="480" w:lineRule="auto"/>
        <w:ind w:firstLine="720"/>
        <w:rPr>
          <w:sz w:val="24"/>
          <w:szCs w:val="24"/>
        </w:rPr>
      </w:pPr>
      <w:r>
        <w:rPr>
          <w:sz w:val="24"/>
          <w:szCs w:val="24"/>
        </w:rPr>
        <w:t xml:space="preserve">“Oh, ok, mom. That’s good. What were you thinking of then?” </w:t>
      </w:r>
    </w:p>
    <w:p w:rsidR="00B50E03" w:rsidRDefault="00B50E03">
      <w:pPr>
        <w:spacing w:line="480" w:lineRule="auto"/>
        <w:ind w:firstLine="720"/>
        <w:rPr>
          <w:sz w:val="24"/>
          <w:szCs w:val="24"/>
        </w:rPr>
      </w:pPr>
      <w:r>
        <w:rPr>
          <w:sz w:val="24"/>
          <w:szCs w:val="24"/>
        </w:rPr>
        <w:t>“I’ll show you, lover.” Lisa got off of the bed and dragged Alex to the edge of it. She then lowered her head over his deflated dick and began licking and sucking it. Alex groaned as his penis quickly reached its full length. Lisa then took her mouth off of his cock and smiled, stroking it slowly.</w:t>
      </w:r>
    </w:p>
    <w:p w:rsidR="00B50E03" w:rsidRDefault="00B50E03">
      <w:pPr>
        <w:spacing w:line="480" w:lineRule="auto"/>
        <w:ind w:firstLine="720"/>
        <w:rPr>
          <w:sz w:val="24"/>
          <w:szCs w:val="24"/>
        </w:rPr>
      </w:pPr>
      <w:r>
        <w:rPr>
          <w:sz w:val="24"/>
          <w:szCs w:val="24"/>
        </w:rPr>
        <w:t>“I know you’ll appreciate this, dear,” she said. She then lifted her enormous tits and sandwiched his cock inside of them. She then winked in his direction and began rubbing her tits up and down his shaft. The sensation was amazing as her huge melons moved up and down his shaft. He didn’t know how she was lifting those huge orbs though. Her breasts had to weigh a good 25 pounds each, and yet she had no trouble rubbing them up and down his shaft. He then remembered what he had heard before about how elves were actually much more stronger than humans like him. He wished he could do what she could, but knew he could never rub her breasts against his cock the way she did.</w:t>
      </w:r>
    </w:p>
    <w:p w:rsidR="00B50E03" w:rsidRDefault="00B50E03">
      <w:pPr>
        <w:spacing w:line="480" w:lineRule="auto"/>
        <w:ind w:firstLine="720"/>
        <w:rPr>
          <w:sz w:val="24"/>
          <w:szCs w:val="24"/>
        </w:rPr>
      </w:pPr>
      <w:r>
        <w:rPr>
          <w:sz w:val="24"/>
          <w:szCs w:val="24"/>
        </w:rPr>
        <w:t>After only a few minutes, Alex told her, “I’m cumming, Lisa! I’m cumming!” Lisa only smiled and continued heaving her huge P cup tits up and down his shaft until he finally groaned, shooting his load deep into her cleavage. He then watched as Lisa picked up one of her tits and wiped off his semen. She then stuck it into her mouth, licking her fingers clean. She then did the same with her other tit, cleaning herself off.</w:t>
      </w:r>
    </w:p>
    <w:p w:rsidR="00B50E03" w:rsidRDefault="00B50E03">
      <w:pPr>
        <w:spacing w:line="480" w:lineRule="auto"/>
        <w:ind w:firstLine="720"/>
        <w:rPr>
          <w:sz w:val="24"/>
          <w:szCs w:val="24"/>
        </w:rPr>
      </w:pPr>
      <w:r>
        <w:rPr>
          <w:sz w:val="24"/>
          <w:szCs w:val="24"/>
        </w:rPr>
        <w:t>“You taste good, dear. I’m glad I could share this experience with you, Alex. The two laid back on her bed. Lisa slowly stroked his cheek. “And thank you so much for taking care of me.”</w:t>
      </w:r>
    </w:p>
    <w:p w:rsidR="00B50E03" w:rsidRDefault="00B50E03">
      <w:pPr>
        <w:spacing w:line="480" w:lineRule="auto"/>
        <w:ind w:firstLine="720"/>
        <w:rPr>
          <w:sz w:val="24"/>
          <w:szCs w:val="24"/>
        </w:rPr>
      </w:pPr>
      <w:r>
        <w:rPr>
          <w:sz w:val="24"/>
          <w:szCs w:val="24"/>
        </w:rPr>
        <w:t>“It’s cool, Lisa.”</w:t>
      </w:r>
    </w:p>
    <w:p w:rsidR="00B50E03" w:rsidRDefault="00B50E03">
      <w:pPr>
        <w:spacing w:line="480" w:lineRule="auto"/>
        <w:ind w:firstLine="720"/>
        <w:rPr>
          <w:sz w:val="24"/>
          <w:szCs w:val="24"/>
        </w:rPr>
      </w:pPr>
      <w:r>
        <w:rPr>
          <w:sz w:val="24"/>
          <w:szCs w:val="24"/>
        </w:rPr>
        <w:t>“We’ll have to do this all again,” she said.</w:t>
      </w:r>
    </w:p>
    <w:p w:rsidR="00B50E03" w:rsidRDefault="00B50E03">
      <w:pPr>
        <w:spacing w:line="480" w:lineRule="auto"/>
        <w:ind w:firstLine="720"/>
        <w:rPr>
          <w:sz w:val="24"/>
          <w:szCs w:val="24"/>
        </w:rPr>
      </w:pPr>
      <w:r>
        <w:rPr>
          <w:sz w:val="24"/>
          <w:szCs w:val="24"/>
        </w:rPr>
        <w:t>Alex had to ask, “You’re not going to be all jealous of Christina and make us break up, are you?”</w:t>
      </w:r>
    </w:p>
    <w:p w:rsidR="00B50E03" w:rsidRDefault="00B50E03">
      <w:pPr>
        <w:spacing w:line="480" w:lineRule="auto"/>
        <w:ind w:firstLine="720"/>
        <w:rPr>
          <w:sz w:val="24"/>
          <w:szCs w:val="24"/>
        </w:rPr>
      </w:pPr>
      <w:r>
        <w:rPr>
          <w:sz w:val="24"/>
          <w:szCs w:val="24"/>
        </w:rPr>
        <w:t>Lisa laughed. “Alex, I love you and I know how much you love Christina. I would never try to hurt you like that, dear!” She leaned in and kissed his lips gently. “As long as you promise to keep fucking me like that, I’ll never complain, OK?”</w:t>
      </w:r>
    </w:p>
    <w:p w:rsidR="00B50E03" w:rsidRDefault="00B50E03">
      <w:pPr>
        <w:spacing w:line="480" w:lineRule="auto"/>
        <w:ind w:firstLine="720"/>
        <w:rPr>
          <w:sz w:val="24"/>
          <w:szCs w:val="24"/>
        </w:rPr>
      </w:pPr>
      <w:r>
        <w:rPr>
          <w:sz w:val="24"/>
          <w:szCs w:val="24"/>
        </w:rPr>
        <w:t>“OK, Lisa.” Alex smiled and got up. “You might want to rest now. I’ll let you get some rest.”</w:t>
      </w:r>
    </w:p>
    <w:p w:rsidR="00B50E03" w:rsidRDefault="00B50E03">
      <w:pPr>
        <w:spacing w:line="480" w:lineRule="auto"/>
        <w:jc w:val="center"/>
        <w:rPr>
          <w:sz w:val="24"/>
          <w:szCs w:val="24"/>
        </w:rPr>
      </w:pPr>
      <w:r>
        <w:rPr>
          <w:sz w:val="24"/>
          <w:szCs w:val="24"/>
        </w:rPr>
        <w:t>------------------------------------------------</w:t>
      </w:r>
    </w:p>
    <w:p w:rsidR="00B50E03" w:rsidRDefault="00B50E03">
      <w:pPr>
        <w:spacing w:line="480" w:lineRule="auto"/>
        <w:ind w:firstLine="720"/>
        <w:rPr>
          <w:sz w:val="24"/>
          <w:szCs w:val="24"/>
        </w:rPr>
      </w:pPr>
      <w:r>
        <w:rPr>
          <w:sz w:val="24"/>
          <w:szCs w:val="24"/>
        </w:rPr>
        <w:t>“OK, dear,” Lisa said. She watched as Alex put back on her clothes. She knew Jen would be home in a couple of hours, so she put her own regular clothes back on before taking a nap. She couldn’t believe her son was now her lover and that she was sharing him with another woman. But, it didn’t bother her. She loved Alex so much, nothing he did could hurt her as long as he stayed with her.</w:t>
      </w:r>
    </w:p>
    <w:p w:rsidR="00B50E03" w:rsidRDefault="00B50E03">
      <w:pPr>
        <w:spacing w:line="480" w:lineRule="auto"/>
        <w:jc w:val="center"/>
        <w:rPr>
          <w:sz w:val="28"/>
          <w:szCs w:val="28"/>
          <w:u w:val="single"/>
        </w:rPr>
      </w:pPr>
      <w:r>
        <w:rPr>
          <w:sz w:val="24"/>
          <w:szCs w:val="24"/>
        </w:rPr>
        <w:br w:type="page"/>
      </w:r>
      <w:r>
        <w:rPr>
          <w:sz w:val="28"/>
          <w:szCs w:val="28"/>
          <w:u w:val="single"/>
        </w:rPr>
        <w:t>Chapter 4</w:t>
      </w:r>
    </w:p>
    <w:p w:rsidR="00B50E03" w:rsidRDefault="00B50E03">
      <w:pPr>
        <w:spacing w:line="480" w:lineRule="auto"/>
        <w:jc w:val="center"/>
        <w:rPr>
          <w:sz w:val="28"/>
          <w:szCs w:val="28"/>
          <w:u w:val="single"/>
        </w:rPr>
      </w:pPr>
    </w:p>
    <w:p w:rsidR="00B50E03" w:rsidRDefault="00B50E03">
      <w:pPr>
        <w:spacing w:line="480" w:lineRule="auto"/>
        <w:ind w:firstLine="720"/>
        <w:rPr>
          <w:sz w:val="24"/>
          <w:szCs w:val="24"/>
        </w:rPr>
      </w:pPr>
      <w:r>
        <w:rPr>
          <w:sz w:val="24"/>
          <w:szCs w:val="24"/>
        </w:rPr>
        <w:t xml:space="preserve">Alex was nervous and worried all that night while he was with Christina. He was scared that she would smell the sex on him, even though he took a shower before she came over that night. The two still made love that night. Alex had no problem getting an erection for her at least. </w:t>
      </w:r>
    </w:p>
    <w:p w:rsidR="00B50E03" w:rsidRDefault="00B50E03">
      <w:pPr>
        <w:spacing w:line="480" w:lineRule="auto"/>
        <w:ind w:firstLine="720"/>
        <w:rPr>
          <w:sz w:val="24"/>
          <w:szCs w:val="24"/>
        </w:rPr>
      </w:pPr>
      <w:r>
        <w:rPr>
          <w:sz w:val="24"/>
          <w:szCs w:val="24"/>
        </w:rPr>
        <w:t xml:space="preserve">She had once again pretended to be his mom. He couldn’t help but laugh as she role played with him. His mom didn’t make love quite the way Christina pretended too. In fact, his mom didn’t want to be called “mom” during sex at all! He guessed she was still self-conscious about the whole “I’m screwing my well hung son” thing. </w:t>
      </w:r>
    </w:p>
    <w:p w:rsidR="00B50E03" w:rsidRDefault="00B50E03">
      <w:pPr>
        <w:spacing w:line="480" w:lineRule="auto"/>
        <w:ind w:firstLine="720"/>
        <w:rPr>
          <w:sz w:val="24"/>
          <w:szCs w:val="24"/>
        </w:rPr>
      </w:pPr>
      <w:r>
        <w:rPr>
          <w:sz w:val="24"/>
          <w:szCs w:val="24"/>
        </w:rPr>
        <w:t xml:space="preserve">He felt guilty about fucking her behind Christina’s back too, but it was so amazing that he didn’t want to stop being with her either. It was quite a conundrum he was in. </w:t>
      </w:r>
      <w:r>
        <w:rPr>
          <w:i/>
          <w:iCs/>
          <w:sz w:val="24"/>
          <w:szCs w:val="24"/>
        </w:rPr>
        <w:t xml:space="preserve">Maybe I shouldn’t fuck Lisa anymore. She’s great in bed, but it’s not very fair for Christina. </w:t>
      </w:r>
      <w:r>
        <w:rPr>
          <w:sz w:val="24"/>
          <w:szCs w:val="24"/>
        </w:rPr>
        <w:t xml:space="preserve">She was riding him once more at that time. Alex found himself thinking, </w:t>
      </w:r>
      <w:r>
        <w:rPr>
          <w:i/>
          <w:iCs/>
          <w:sz w:val="24"/>
          <w:szCs w:val="24"/>
        </w:rPr>
        <w:t xml:space="preserve">She really deserves better than me, better than this. </w:t>
      </w:r>
      <w:r>
        <w:rPr>
          <w:sz w:val="24"/>
          <w:szCs w:val="24"/>
        </w:rPr>
        <w:t xml:space="preserve">He wondered if his mom was watching and listening to them that night too. She had said that she had watched them do it before. </w:t>
      </w:r>
    </w:p>
    <w:p w:rsidR="00B50E03" w:rsidRDefault="00B50E03">
      <w:pPr>
        <w:spacing w:line="480" w:lineRule="auto"/>
        <w:ind w:firstLine="720"/>
        <w:rPr>
          <w:sz w:val="24"/>
          <w:szCs w:val="24"/>
        </w:rPr>
      </w:pPr>
      <w:r>
        <w:rPr>
          <w:sz w:val="24"/>
          <w:szCs w:val="24"/>
        </w:rPr>
        <w:t>She rode him the entire time that night. After he came inside of her, Alex said, “Hey, baby?”</w:t>
      </w:r>
    </w:p>
    <w:p w:rsidR="00B50E03" w:rsidRDefault="00B50E03">
      <w:pPr>
        <w:spacing w:line="480" w:lineRule="auto"/>
        <w:ind w:firstLine="720"/>
        <w:rPr>
          <w:sz w:val="24"/>
          <w:szCs w:val="24"/>
        </w:rPr>
      </w:pPr>
      <w:r>
        <w:rPr>
          <w:sz w:val="24"/>
          <w:szCs w:val="24"/>
        </w:rPr>
        <w:t>“Yeah, baby?”</w:t>
      </w:r>
    </w:p>
    <w:p w:rsidR="00B50E03" w:rsidRDefault="00B50E03">
      <w:pPr>
        <w:spacing w:line="480" w:lineRule="auto"/>
        <w:ind w:firstLine="720"/>
        <w:rPr>
          <w:sz w:val="24"/>
          <w:szCs w:val="24"/>
        </w:rPr>
      </w:pPr>
      <w:r>
        <w:rPr>
          <w:sz w:val="24"/>
          <w:szCs w:val="24"/>
        </w:rPr>
        <w:t>“I like having sex with ‘mom’ and all, but can I have sex with Christina next time? I miss making love with my girlfriend!”</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“Ah! Of course baby! All you had to do was ask and we could have had regular sex. I like it just as much as the role playing. I just thought that you really liked the whole fantasy scenarios we made.”</w:t>
      </w:r>
    </w:p>
    <w:p w:rsidR="00B50E03" w:rsidRDefault="00B50E03">
      <w:pPr>
        <w:spacing w:line="480" w:lineRule="auto"/>
        <w:ind w:firstLine="720"/>
        <w:rPr>
          <w:sz w:val="24"/>
          <w:szCs w:val="24"/>
        </w:rPr>
      </w:pPr>
      <w:r>
        <w:rPr>
          <w:sz w:val="24"/>
          <w:szCs w:val="24"/>
        </w:rPr>
        <w:t>“Ehhh. It’s ok in small doses, but not every night you know. You’re not upset that I don’t want to do it all the time, are you?”</w:t>
      </w:r>
    </w:p>
    <w:p w:rsidR="00B50E03" w:rsidRDefault="00B50E03">
      <w:pPr>
        <w:spacing w:line="480" w:lineRule="auto"/>
        <w:ind w:firstLine="720"/>
        <w:rPr>
          <w:sz w:val="24"/>
          <w:szCs w:val="24"/>
        </w:rPr>
      </w:pPr>
      <w:r>
        <w:rPr>
          <w:sz w:val="24"/>
          <w:szCs w:val="24"/>
        </w:rPr>
        <w:t xml:space="preserve">“Of course not baby! I love you! I just want to see you happy.” </w:t>
      </w:r>
    </w:p>
    <w:p w:rsidR="00B50E03" w:rsidRDefault="00B50E03">
      <w:pPr>
        <w:spacing w:line="480" w:lineRule="auto"/>
        <w:ind w:firstLine="720"/>
        <w:rPr>
          <w:sz w:val="24"/>
          <w:szCs w:val="24"/>
        </w:rPr>
      </w:pPr>
      <w:r>
        <w:rPr>
          <w:sz w:val="24"/>
          <w:szCs w:val="24"/>
        </w:rPr>
        <w:t xml:space="preserve">The two embraced deeply and kissed each other softly. “I love you too, Christina. I’ll always love you no matter what comes between us.” </w:t>
      </w:r>
    </w:p>
    <w:p w:rsidR="00B50E03" w:rsidRDefault="00B50E03">
      <w:pPr>
        <w:spacing w:line="480" w:lineRule="auto"/>
        <w:ind w:firstLine="720"/>
        <w:rPr>
          <w:sz w:val="24"/>
          <w:szCs w:val="24"/>
        </w:rPr>
      </w:pPr>
      <w:r>
        <w:rPr>
          <w:sz w:val="24"/>
          <w:szCs w:val="24"/>
        </w:rPr>
        <w:t>“Thanks, Alex.” They kissed several more times, before falling asleep in each others arms.</w:t>
      </w:r>
    </w:p>
    <w:p w:rsidR="00B50E03" w:rsidRDefault="00B50E03">
      <w:pPr>
        <w:spacing w:line="480" w:lineRule="auto"/>
        <w:ind w:firstLine="720"/>
        <w:rPr>
          <w:sz w:val="24"/>
          <w:szCs w:val="24"/>
        </w:rPr>
      </w:pPr>
      <w:r>
        <w:rPr>
          <w:sz w:val="24"/>
          <w:szCs w:val="24"/>
        </w:rPr>
        <w:t>Alex woke up the next day to a familiar sensation around his cock. He looked at his clock. It was past 9am so it wasn’t Christina. He lifted the sheet he was under and saw a tuft of red hair bobbing up and down his cock. Lisa’s eyes glanced up at him before lowering back to his penis. In only a few minutes, he felt himself climax into her mouth. Lisa climbed up next to him. He noticed that she was completely naked.</w:t>
      </w:r>
    </w:p>
    <w:p w:rsidR="00B50E03" w:rsidRDefault="00B50E03">
      <w:pPr>
        <w:spacing w:line="480" w:lineRule="auto"/>
        <w:ind w:firstLine="720"/>
        <w:rPr>
          <w:sz w:val="24"/>
          <w:szCs w:val="24"/>
        </w:rPr>
      </w:pPr>
      <w:r>
        <w:rPr>
          <w:sz w:val="24"/>
          <w:szCs w:val="24"/>
        </w:rPr>
        <w:t>“Did you like that?” she asked, stroking his cheek.</w:t>
      </w:r>
    </w:p>
    <w:p w:rsidR="00B50E03" w:rsidRDefault="00B50E03">
      <w:pPr>
        <w:spacing w:line="480" w:lineRule="auto"/>
        <w:ind w:firstLine="720"/>
        <w:rPr>
          <w:sz w:val="24"/>
          <w:szCs w:val="24"/>
        </w:rPr>
      </w:pPr>
      <w:r>
        <w:rPr>
          <w:sz w:val="24"/>
          <w:szCs w:val="24"/>
        </w:rPr>
        <w:t>“Of course I did!” Alex exclaimed. “Your mouth felt amazing around my thing.”</w:t>
      </w:r>
    </w:p>
    <w:p w:rsidR="00B50E03" w:rsidRDefault="00B50E03">
      <w:pPr>
        <w:spacing w:line="480" w:lineRule="auto"/>
        <w:ind w:firstLine="720"/>
        <w:rPr>
          <w:sz w:val="24"/>
          <w:szCs w:val="24"/>
        </w:rPr>
      </w:pPr>
      <w:r>
        <w:rPr>
          <w:sz w:val="24"/>
          <w:szCs w:val="24"/>
        </w:rPr>
        <w:t>“Your cock you mean? Good. I really enjoyed it too. Do you think I can do that every morning for you?”</w:t>
      </w:r>
    </w:p>
    <w:p w:rsidR="00B50E03" w:rsidRDefault="00B50E03">
      <w:pPr>
        <w:spacing w:line="480" w:lineRule="auto"/>
        <w:ind w:firstLine="720"/>
        <w:rPr>
          <w:sz w:val="24"/>
          <w:szCs w:val="24"/>
        </w:rPr>
      </w:pPr>
      <w:r>
        <w:rPr>
          <w:sz w:val="24"/>
          <w:szCs w:val="24"/>
        </w:rPr>
        <w:t>“Ummm…ok. If you want to. At least when Christina’s not with me, that is.”</w:t>
      </w:r>
    </w:p>
    <w:p w:rsidR="00B50E03" w:rsidRDefault="00B50E03">
      <w:pPr>
        <w:spacing w:line="480" w:lineRule="auto"/>
        <w:ind w:firstLine="720"/>
        <w:rPr>
          <w:sz w:val="24"/>
          <w:szCs w:val="24"/>
        </w:rPr>
      </w:pPr>
      <w:r>
        <w:rPr>
          <w:sz w:val="24"/>
          <w:szCs w:val="24"/>
        </w:rPr>
        <w:t xml:space="preserve">“Of course!” She smiled and leaned into Alex, french kissing him. </w:t>
      </w:r>
    </w:p>
    <w:p w:rsidR="00B50E03" w:rsidRDefault="00B50E03">
      <w:pPr>
        <w:spacing w:line="480" w:lineRule="auto"/>
        <w:ind w:firstLine="720"/>
        <w:rPr>
          <w:sz w:val="24"/>
          <w:szCs w:val="24"/>
        </w:rPr>
      </w:pPr>
      <w:r>
        <w:rPr>
          <w:sz w:val="24"/>
          <w:szCs w:val="24"/>
        </w:rPr>
        <w:t>“Can I ask you something, Lisa?”</w:t>
      </w:r>
    </w:p>
    <w:p w:rsidR="00B50E03" w:rsidRDefault="00B50E03">
      <w:pPr>
        <w:spacing w:line="480" w:lineRule="auto"/>
        <w:ind w:firstLine="720"/>
        <w:rPr>
          <w:sz w:val="24"/>
          <w:szCs w:val="24"/>
        </w:rPr>
      </w:pPr>
      <w:r>
        <w:rPr>
          <w:sz w:val="24"/>
          <w:szCs w:val="24"/>
        </w:rPr>
        <w:t>“Sure, honey. Ask away.”</w:t>
      </w:r>
    </w:p>
    <w:p w:rsidR="00B50E03" w:rsidRDefault="00B50E03">
      <w:pPr>
        <w:spacing w:line="480" w:lineRule="auto"/>
        <w:ind w:firstLine="720"/>
        <w:rPr>
          <w:sz w:val="24"/>
          <w:szCs w:val="24"/>
        </w:rPr>
      </w:pPr>
      <w:r>
        <w:rPr>
          <w:sz w:val="24"/>
          <w:szCs w:val="24"/>
        </w:rPr>
        <w:t>“I’ve been wondering, how old are you, mom? You just look so young to be a mother!”</w:t>
      </w:r>
    </w:p>
    <w:p w:rsidR="00B50E03" w:rsidRDefault="00B50E03">
      <w:pPr>
        <w:spacing w:line="480" w:lineRule="auto"/>
        <w:ind w:firstLine="720"/>
        <w:rPr>
          <w:sz w:val="24"/>
          <w:szCs w:val="24"/>
        </w:rPr>
      </w:pPr>
      <w:r>
        <w:rPr>
          <w:sz w:val="24"/>
          <w:szCs w:val="24"/>
        </w:rPr>
        <w:t>Lisa blushed. “You really think so? Well, I guess you still don’t remember how old I am, do you? I’m 53.”</w:t>
      </w:r>
    </w:p>
    <w:p w:rsidR="00B50E03" w:rsidRDefault="00B50E03">
      <w:pPr>
        <w:spacing w:line="480" w:lineRule="auto"/>
        <w:ind w:firstLine="720"/>
        <w:rPr>
          <w:sz w:val="24"/>
          <w:szCs w:val="24"/>
        </w:rPr>
      </w:pPr>
      <w:r>
        <w:rPr>
          <w:sz w:val="24"/>
          <w:szCs w:val="24"/>
        </w:rPr>
        <w:t>“Fifty-three?! You only look Twenty-one to me!”</w:t>
      </w:r>
    </w:p>
    <w:p w:rsidR="00B50E03" w:rsidRDefault="00B50E03">
      <w:pPr>
        <w:spacing w:line="480" w:lineRule="auto"/>
        <w:ind w:firstLine="720"/>
        <w:rPr>
          <w:sz w:val="24"/>
          <w:szCs w:val="24"/>
        </w:rPr>
      </w:pPr>
      <w:r>
        <w:rPr>
          <w:sz w:val="24"/>
          <w:szCs w:val="24"/>
        </w:rPr>
        <w:t xml:space="preserve">“Well thank you, dear. That’s very sweet of you to say.” The two ended up making love several times that day. Alex would ask her occasionally if she was still alright every few minutes they made love. </w:t>
      </w:r>
    </w:p>
    <w:p w:rsidR="00B50E03" w:rsidRDefault="00B50E03">
      <w:pPr>
        <w:spacing w:line="480" w:lineRule="auto"/>
        <w:ind w:firstLine="720"/>
        <w:rPr>
          <w:sz w:val="24"/>
          <w:szCs w:val="24"/>
        </w:rPr>
      </w:pPr>
      <w:r>
        <w:rPr>
          <w:sz w:val="24"/>
          <w:szCs w:val="24"/>
        </w:rPr>
        <w:t>Each time Lisa would smile and say, “I’m fine, honey.” He quickly figured out just when Lisa climaxed each time. Her voice would reach a much higher octave while she orgasmed before softening to a series of low moans once again. He just hoped the neighbors couldn’t hear her, though he found her screams very sexy. He also had asked her if he should be using condoms. Lisa laughed and told him how her tubes were tied shortly after Jen’s birth.</w:t>
      </w:r>
    </w:p>
    <w:p w:rsidR="00B50E03" w:rsidRDefault="00B50E03">
      <w:pPr>
        <w:spacing w:line="480" w:lineRule="auto"/>
        <w:ind w:firstLine="720"/>
        <w:rPr>
          <w:sz w:val="24"/>
          <w:szCs w:val="24"/>
        </w:rPr>
      </w:pPr>
      <w:r>
        <w:rPr>
          <w:sz w:val="24"/>
          <w:szCs w:val="24"/>
        </w:rPr>
        <w:t>That night Alex went to Christina’s house. The two fucked like normal that night since he had asked her to quit the role playing for a while. He didn’t want to think of his mom anymore while he was with her. He loved Christina, but could not leave Lisa either. He kept thinking that entire night that she would call him out once again for fucking his mom, but she never did.</w:t>
      </w:r>
    </w:p>
    <w:p w:rsidR="00B50E03" w:rsidRDefault="00B50E03">
      <w:pPr>
        <w:spacing w:line="480" w:lineRule="auto"/>
        <w:ind w:firstLine="720"/>
        <w:rPr>
          <w:sz w:val="24"/>
          <w:szCs w:val="24"/>
        </w:rPr>
      </w:pPr>
      <w:r>
        <w:rPr>
          <w:sz w:val="24"/>
          <w:szCs w:val="24"/>
        </w:rPr>
        <w:t>And so, Alex fucked Lisa almost every day during the weekdays and fucked Christina during the nights and weekends. Lisa quickly grew accustomed to the sex with him and Alex found her lasting longer and longer each time they had sex. Alex began to grow accustomed to fucking her three or four times a day each day between the times she woke him up with a blow job and an hour before Jen got home. The two were careful to keep their secret tryst around her as well. Around 2pm, Alex and Lisa would take a shower together, washing the smell of sex off of them.</w:t>
      </w:r>
    </w:p>
    <w:p w:rsidR="00B50E03" w:rsidRDefault="00B50E03">
      <w:pPr>
        <w:spacing w:line="480" w:lineRule="auto"/>
        <w:ind w:firstLine="720"/>
        <w:rPr>
          <w:sz w:val="24"/>
          <w:szCs w:val="24"/>
        </w:rPr>
      </w:pPr>
      <w:r>
        <w:rPr>
          <w:sz w:val="24"/>
          <w:szCs w:val="24"/>
        </w:rPr>
        <w:t>Three months passed by with Alex continuing to fuck both Lisa and Christina. He found Lisa to be practically insatiable, wanting to have sex all the time. And with all the sex her and Christina made him have with them every day, he found himself horny most of the day as well. The only rest periods he usually had during the week were from the time Jen got home until some time late at night whenever he and Christina decided to make love.</w:t>
      </w:r>
    </w:p>
    <w:p w:rsidR="00B50E03" w:rsidRDefault="00B50E03">
      <w:pPr>
        <w:spacing w:line="480" w:lineRule="auto"/>
        <w:ind w:firstLine="720"/>
        <w:rPr>
          <w:sz w:val="24"/>
          <w:szCs w:val="24"/>
        </w:rPr>
      </w:pPr>
      <w:r>
        <w:rPr>
          <w:sz w:val="24"/>
          <w:szCs w:val="24"/>
        </w:rPr>
        <w:t>But, at the end of the third month summer came. Suddenly Jen was home almost all day every day, along with Alex and Lisa, on her summer vacation. With her on vacation, Alex found himself having sex with Lisa much less. He began to get sexually frustrated even though he would still have sex with Christina. He found himself fucking her more, telling her to suck him until he was hard again so that they could continue. But, when you are used to have sex during most of the day you find your penis aching during the daytime.</w:t>
      </w:r>
    </w:p>
    <w:p w:rsidR="00B50E03" w:rsidRDefault="00B50E03">
      <w:pPr>
        <w:spacing w:line="480" w:lineRule="auto"/>
        <w:ind w:firstLine="720"/>
        <w:rPr>
          <w:sz w:val="24"/>
          <w:szCs w:val="24"/>
        </w:rPr>
      </w:pPr>
      <w:r>
        <w:rPr>
          <w:sz w:val="24"/>
          <w:szCs w:val="24"/>
        </w:rPr>
        <w:t>Alex felt bad for Lisa. She had to go back to masturbating every night instead of fucking him. Occasionally Jen would go off with her friend Ming for a few hours, giving the two time along. Each time, within five minutes of her leaving, the two found themselves wildly fucking on one of their beds for a good hour before they would stop. They never knew when Jen would come back, so even then they were risking her seeing them. So in time, the wild sex they had when Jen was away slowed to a crawl and stopped altogether.</w:t>
      </w:r>
    </w:p>
    <w:p w:rsidR="00B50E03" w:rsidRDefault="00B50E03">
      <w:pPr>
        <w:spacing w:line="480" w:lineRule="auto"/>
        <w:ind w:firstLine="720"/>
        <w:rPr>
          <w:sz w:val="24"/>
          <w:szCs w:val="24"/>
        </w:rPr>
      </w:pPr>
      <w:r>
        <w:rPr>
          <w:sz w:val="24"/>
          <w:szCs w:val="24"/>
        </w:rPr>
        <w:t>Alex found himself even hornier when the temperature got warm enough for them to use their pool in their backyard. Lisa, Christina, and Jen would always walk around in skimpy two piece bikinis around the pool those days. He would watch with an aching erection in the pool as each of them waded around with their enormous breasts and large round rear ends on display for him to see. Those days, Christina would make out with him in the pool, occasionally reaching down and stroking his erection. She thought it was funny Alex got hard so easily.</w:t>
      </w:r>
    </w:p>
    <w:p w:rsidR="00B50E03" w:rsidRDefault="00B50E03">
      <w:pPr>
        <w:spacing w:line="480" w:lineRule="auto"/>
        <w:ind w:firstLine="720"/>
        <w:rPr>
          <w:sz w:val="24"/>
          <w:szCs w:val="24"/>
        </w:rPr>
      </w:pPr>
      <w:r>
        <w:rPr>
          <w:sz w:val="24"/>
          <w:szCs w:val="24"/>
        </w:rPr>
        <w:t>Of course she would eventually relieve him of his erections, but they always came back. Jen’s friend Ming would occasionally join them. She was a mere DD cup, or an A cup in Elfworld. She didn’t have much in the ass department either, but in his world an oriental girl with DD cups was quite a rarity, so he still found himself lusting after her as well. And of course there was Jen and her huge breasts and large round ass that Alex also liked. He knew she caught him staring lustfully at her large tits or ass a few times, but he couldn’t help it. He was just too horny during the day to know what he was doing!</w:t>
      </w:r>
    </w:p>
    <w:p w:rsidR="00B50E03" w:rsidRDefault="00B50E03">
      <w:pPr>
        <w:spacing w:line="480" w:lineRule="auto"/>
        <w:ind w:firstLine="720"/>
        <w:rPr>
          <w:sz w:val="24"/>
          <w:szCs w:val="24"/>
        </w:rPr>
      </w:pPr>
      <w:r>
        <w:rPr>
          <w:sz w:val="24"/>
          <w:szCs w:val="24"/>
        </w:rPr>
        <w:t xml:space="preserve">One day a few weeks into Summer, Lisa asked Alex, “Did you want to go to the store with me today? It’ll be fun!” </w:t>
      </w:r>
    </w:p>
    <w:p w:rsidR="00B50E03" w:rsidRDefault="00B50E03">
      <w:pPr>
        <w:spacing w:line="480" w:lineRule="auto"/>
        <w:ind w:firstLine="720"/>
        <w:rPr>
          <w:sz w:val="24"/>
          <w:szCs w:val="24"/>
        </w:rPr>
      </w:pPr>
      <w:r>
        <w:rPr>
          <w:sz w:val="24"/>
          <w:szCs w:val="24"/>
        </w:rPr>
        <w:t xml:space="preserve">Alex didn’t really feel like going out that day though. He really just wanted to stay home and relax in his pool or in his room. “No thanks, mom,” he said. Her eyes widened, clearly upset at him. </w:t>
      </w:r>
    </w:p>
    <w:p w:rsidR="00B50E03" w:rsidRDefault="00B50E03">
      <w:pPr>
        <w:spacing w:line="480" w:lineRule="auto"/>
        <w:ind w:firstLine="720"/>
        <w:rPr>
          <w:sz w:val="24"/>
          <w:szCs w:val="24"/>
        </w:rPr>
      </w:pPr>
      <w:r>
        <w:rPr>
          <w:sz w:val="24"/>
          <w:szCs w:val="24"/>
        </w:rPr>
        <w:t>“Are you sure you don’t want to go with me? We can stop somewhere if you want to.”</w:t>
      </w:r>
    </w:p>
    <w:p w:rsidR="00B50E03" w:rsidRDefault="00B50E03">
      <w:pPr>
        <w:spacing w:line="480" w:lineRule="auto"/>
        <w:ind w:firstLine="720"/>
        <w:rPr>
          <w:sz w:val="24"/>
          <w:szCs w:val="24"/>
        </w:rPr>
      </w:pPr>
      <w:r>
        <w:rPr>
          <w:sz w:val="24"/>
          <w:szCs w:val="24"/>
        </w:rPr>
        <w:t xml:space="preserve">“Nah. That’s ok, mom. I don’t really feel like going out today.” Lisa huffed and stormed out of the house. She took off in her car, speeding away from them rather quickly. </w:t>
      </w:r>
    </w:p>
    <w:p w:rsidR="00B50E03" w:rsidRDefault="00B50E03">
      <w:pPr>
        <w:spacing w:line="480" w:lineRule="auto"/>
        <w:ind w:firstLine="720"/>
        <w:rPr>
          <w:sz w:val="24"/>
          <w:szCs w:val="24"/>
        </w:rPr>
      </w:pPr>
      <w:r>
        <w:rPr>
          <w:sz w:val="24"/>
          <w:szCs w:val="24"/>
        </w:rPr>
        <w:t>Jen looked at him and asked, “What was that about?”</w:t>
      </w:r>
    </w:p>
    <w:p w:rsidR="00B50E03" w:rsidRDefault="00B50E03">
      <w:pPr>
        <w:spacing w:line="480" w:lineRule="auto"/>
        <w:ind w:firstLine="720"/>
        <w:rPr>
          <w:sz w:val="24"/>
          <w:szCs w:val="24"/>
        </w:rPr>
      </w:pPr>
      <w:r>
        <w:rPr>
          <w:sz w:val="24"/>
          <w:szCs w:val="24"/>
        </w:rPr>
        <w:t>“I have no idea! Maybe she wanted me to help her buy you an early birthday present or something.”</w:t>
      </w:r>
    </w:p>
    <w:p w:rsidR="00B50E03" w:rsidRDefault="00B50E03">
      <w:pPr>
        <w:spacing w:line="480" w:lineRule="auto"/>
        <w:ind w:firstLine="720"/>
        <w:rPr>
          <w:sz w:val="24"/>
          <w:szCs w:val="24"/>
        </w:rPr>
      </w:pPr>
      <w:r>
        <w:rPr>
          <w:sz w:val="24"/>
          <w:szCs w:val="24"/>
        </w:rPr>
        <w:t>Jen laughed. “Yeah, maybe. Anyhow, I’m gonna go change and get into the pool.”</w:t>
      </w:r>
    </w:p>
    <w:p w:rsidR="00B50E03" w:rsidRDefault="00B50E03">
      <w:pPr>
        <w:spacing w:line="480" w:lineRule="auto"/>
        <w:ind w:firstLine="720"/>
        <w:rPr>
          <w:sz w:val="24"/>
          <w:szCs w:val="24"/>
        </w:rPr>
      </w:pPr>
      <w:r>
        <w:rPr>
          <w:sz w:val="24"/>
          <w:szCs w:val="24"/>
        </w:rPr>
        <w:t>“That’s cool, Jen. I might join you soon.” She smiled and walked off to change.</w:t>
      </w:r>
    </w:p>
    <w:p w:rsidR="00B50E03" w:rsidRDefault="00B50E03">
      <w:pPr>
        <w:spacing w:line="480" w:lineRule="auto"/>
        <w:ind w:firstLine="720"/>
        <w:rPr>
          <w:sz w:val="24"/>
          <w:szCs w:val="24"/>
        </w:rPr>
      </w:pPr>
      <w:r>
        <w:rPr>
          <w:sz w:val="24"/>
          <w:szCs w:val="24"/>
        </w:rPr>
        <w:t>After Jen left to change, it suddenly hit him like a ton of bricks. His mom was going to fuck him in her car! “Fuck!” Alex said the moment he realized it. The fact that he knew now what could have been made him even hornier than usual. He took a dip in the pool to cool down but it didn’t help.</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Jen searched through her bikinis for settling with a green two piece that she always liked. It displayed a lot of her large breasts and ass. Her mom had taught her when her breasts started growing large like hers two years ago to be proud of her body and her curves. She sometimes liked her body, but a lot of times she hated it. Her breasts and her butt were too big and because of that, she could never get anybody to go out with her.</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 xml:space="preserve">The people in her school, when she had it still, would always either ignore her or tease her large breasts. She wished she had small breasts like her only friend Ming. Ming was the only person that would hang out with Jen. She was glad she did, but she wished Ming could just walk a mile in her shoes. Most of the guys in her school went after her because of her small breasts and buttocks. </w:t>
      </w:r>
    </w:p>
    <w:p w:rsidR="00B50E03" w:rsidRDefault="00B50E03">
      <w:pPr>
        <w:spacing w:line="480" w:lineRule="auto"/>
        <w:ind w:firstLine="720"/>
        <w:rPr>
          <w:sz w:val="24"/>
          <w:szCs w:val="24"/>
        </w:rPr>
      </w:pPr>
      <w:r>
        <w:rPr>
          <w:sz w:val="24"/>
          <w:szCs w:val="24"/>
        </w:rPr>
        <w:t>Because she was so popular with the boys, Ming had lost her virginity over a year ago. She had slept with five other guys since then. Every time she got a new man that she made love to, she would tell Jen all the gory details of what they did. She would explain how great the sex was with her, even though most of the guys didn’t last long, and she never had an orgasm yet from them. Jen wondered how it could feel so good if she never had an orgasm.</w:t>
      </w:r>
    </w:p>
    <w:p w:rsidR="00B50E03" w:rsidRDefault="00B50E03">
      <w:pPr>
        <w:spacing w:line="480" w:lineRule="auto"/>
        <w:ind w:firstLine="720"/>
        <w:rPr>
          <w:sz w:val="24"/>
          <w:szCs w:val="24"/>
        </w:rPr>
      </w:pPr>
      <w:r>
        <w:rPr>
          <w:sz w:val="24"/>
          <w:szCs w:val="24"/>
        </w:rPr>
        <w:t>Jen was a virgin herself still. In fact, she had only kissed two men her entire life, the last one over a year ago. Was she really that bad looking? She didn’t think she was. Every time Ming told her about her sexual escapades, Jen found herself getting aroused. She wished she could find someone to have sex with, or even make out with once in a while would be nice for her!</w:t>
      </w:r>
    </w:p>
    <w:p w:rsidR="00B50E03" w:rsidRDefault="00B50E03">
      <w:pPr>
        <w:spacing w:line="480" w:lineRule="auto"/>
        <w:ind w:firstLine="720"/>
        <w:rPr>
          <w:sz w:val="24"/>
          <w:szCs w:val="24"/>
        </w:rPr>
      </w:pPr>
      <w:r>
        <w:rPr>
          <w:sz w:val="24"/>
          <w:szCs w:val="24"/>
        </w:rPr>
        <w:t>Ever since she grew her DD cups, it seemed as if no man wanted to pay her any heed though. In fact, the only person she had ever seen checking her out was her brother, Alex. She had caught him staring at her breasts and ass a few times. Whenever he would notice she was noticing him, he would quickly look elsewhere. It was cute. She looked out her window and saw him in his swimming trunks and nothing else. She thought he was handsome with his long black hair. And his body wasn’t so bad either. He had a little pudge on his belly, but not enough to make him appear fat. If he wasn’t her brother she would consider dating him, but fate decided that the two would be brother and sister.</w:t>
      </w:r>
    </w:p>
    <w:p w:rsidR="00B50E03" w:rsidRDefault="00B50E03">
      <w:pPr>
        <w:spacing w:line="480" w:lineRule="auto"/>
        <w:ind w:firstLine="720"/>
        <w:rPr>
          <w:sz w:val="24"/>
          <w:szCs w:val="24"/>
        </w:rPr>
      </w:pPr>
      <w:r>
        <w:rPr>
          <w:sz w:val="24"/>
          <w:szCs w:val="24"/>
        </w:rPr>
        <w:t xml:space="preserve">Jen walked into the backyard and got into the pool with Alex. She smiled inwardly as he quickly glanced at her large breasts before his eyes shot back up to her face. The two swam around a bit. Occasionally they would talk about television shows or music. </w:t>
      </w:r>
    </w:p>
    <w:p w:rsidR="00B50E03" w:rsidRDefault="00B50E03">
      <w:pPr>
        <w:spacing w:line="480" w:lineRule="auto"/>
        <w:ind w:firstLine="720"/>
        <w:rPr>
          <w:sz w:val="24"/>
          <w:szCs w:val="24"/>
        </w:rPr>
      </w:pPr>
      <w:r>
        <w:rPr>
          <w:sz w:val="24"/>
          <w:szCs w:val="24"/>
        </w:rPr>
        <w:t>Alex swam over to her and asked, “So, seeing anyone lately?”</w:t>
      </w:r>
    </w:p>
    <w:p w:rsidR="00B50E03" w:rsidRDefault="00B50E03">
      <w:pPr>
        <w:spacing w:line="480" w:lineRule="auto"/>
        <w:ind w:firstLine="720"/>
        <w:rPr>
          <w:sz w:val="24"/>
          <w:szCs w:val="24"/>
        </w:rPr>
      </w:pPr>
      <w:r>
        <w:rPr>
          <w:sz w:val="24"/>
          <w:szCs w:val="24"/>
        </w:rPr>
        <w:t xml:space="preserve">She shook her head. “Afraid not. I guess I’m just not all that lucky.” </w:t>
      </w:r>
    </w:p>
    <w:p w:rsidR="00B50E03" w:rsidRDefault="00B50E03">
      <w:pPr>
        <w:spacing w:line="480" w:lineRule="auto"/>
        <w:ind w:firstLine="720"/>
        <w:rPr>
          <w:sz w:val="24"/>
          <w:szCs w:val="24"/>
        </w:rPr>
      </w:pPr>
      <w:r>
        <w:rPr>
          <w:sz w:val="24"/>
          <w:szCs w:val="24"/>
        </w:rPr>
        <w:t>She frowned. Alex noticed and said, “Hey! Cheer up! You’ll find the man of your dreams soon enough! You’re a good looking girl. I’m sure they are all just shy around you.” Jen doubted that. She smiled slightly and Alex said, “There you go! Now smile for me!” Alex reached under the water and tickled her midsection. Jen couldn’t help but laugh. She reached forward and began tickling him.</w:t>
      </w:r>
    </w:p>
    <w:p w:rsidR="00B50E03" w:rsidRDefault="00B50E03">
      <w:pPr>
        <w:spacing w:line="480" w:lineRule="auto"/>
        <w:ind w:firstLine="720"/>
        <w:rPr>
          <w:sz w:val="24"/>
          <w:szCs w:val="24"/>
        </w:rPr>
      </w:pPr>
      <w:r>
        <w:rPr>
          <w:sz w:val="24"/>
          <w:szCs w:val="24"/>
        </w:rPr>
        <w:t xml:space="preserve">Soon enough the two were tickling each other while splashing water into each others faces. Jen dunked his head into the water and he swam behind her. He came up from behind her and began tickling her sides. Jen laughed hysterically at him. Alex was such a great guy to her. She took a step back trying to get free from him and felt something poke her in her rear end. It felt like a pole poking into her ass cheeks. It felt too big to be his penis though! </w:t>
      </w:r>
    </w:p>
    <w:p w:rsidR="00B50E03" w:rsidRDefault="00B50E03">
      <w:pPr>
        <w:spacing w:line="480" w:lineRule="auto"/>
        <w:ind w:firstLine="720"/>
        <w:rPr>
          <w:sz w:val="24"/>
          <w:szCs w:val="24"/>
        </w:rPr>
      </w:pPr>
      <w:r>
        <w:rPr>
          <w:sz w:val="24"/>
          <w:szCs w:val="24"/>
        </w:rPr>
        <w:t>Jen pulled free of him and dived underwater. She turned around and couldn’t help but notice the bulge in Alex’s pants. It looked so big! She wasn’t surprised he was hard but the fact that he was big really shocked her. She lost track of what she was doing until she felt Alex’s hands grasp her sides and lift her out of the water.  “Got you!” Alex said, tickling her once more.</w:t>
      </w:r>
    </w:p>
    <w:p w:rsidR="00B50E03" w:rsidRDefault="00B50E03">
      <w:pPr>
        <w:spacing w:line="480" w:lineRule="auto"/>
        <w:ind w:firstLine="720"/>
        <w:rPr>
          <w:sz w:val="24"/>
          <w:szCs w:val="24"/>
        </w:rPr>
      </w:pPr>
      <w:r>
        <w:rPr>
          <w:sz w:val="24"/>
          <w:szCs w:val="24"/>
        </w:rPr>
        <w:t>“OK! OK! I give up! Stop tickling me!” Alex smiled and tickled her one last time before letting her go. Jen then got out of the pool and dried herself off with a towel  before laying in one of the lounge chairs. She began rubbing suntan lotion all over her front side into her legs, arms, face, and then her breasts. She noticed Alex occasionally leering in her direction and she couldn’t help but smile. Maybe she should tease him a little bit.</w:t>
      </w:r>
    </w:p>
    <w:p w:rsidR="00B50E03" w:rsidRDefault="00B50E03">
      <w:pPr>
        <w:spacing w:line="480" w:lineRule="auto"/>
        <w:ind w:firstLine="720"/>
        <w:rPr>
          <w:sz w:val="24"/>
          <w:szCs w:val="24"/>
        </w:rPr>
      </w:pPr>
    </w:p>
    <w:p w:rsidR="00B50E03" w:rsidRDefault="00B50E03">
      <w:pPr>
        <w:spacing w:line="480" w:lineRule="auto"/>
        <w:jc w:val="center"/>
        <w:rPr>
          <w:sz w:val="24"/>
          <w:szCs w:val="24"/>
        </w:rPr>
      </w:pPr>
    </w:p>
    <w:p w:rsidR="00B50E03" w:rsidRDefault="00B50E03">
      <w:pPr>
        <w:spacing w:line="480" w:lineRule="auto"/>
        <w:ind w:firstLine="720"/>
        <w:rPr>
          <w:sz w:val="24"/>
          <w:szCs w:val="24"/>
        </w:rPr>
      </w:pPr>
      <w:r>
        <w:rPr>
          <w:sz w:val="24"/>
          <w:szCs w:val="24"/>
        </w:rPr>
        <w:t xml:space="preserve">Alex tried his best not to stare at Jen’s impressive rack, but found his eyes glancing at them occasionally. She made him so hard just from tickling him. He heard Jen say, “Hey, Alex. Can you help me with something?” </w:t>
      </w:r>
    </w:p>
    <w:p w:rsidR="00B50E03" w:rsidRDefault="00B50E03">
      <w:pPr>
        <w:spacing w:line="480" w:lineRule="auto"/>
        <w:ind w:firstLine="720"/>
        <w:rPr>
          <w:sz w:val="24"/>
          <w:szCs w:val="24"/>
        </w:rPr>
      </w:pPr>
      <w:r>
        <w:rPr>
          <w:sz w:val="24"/>
          <w:szCs w:val="24"/>
        </w:rPr>
        <w:t xml:space="preserve">“Sure.” Alex got out of the pool and wiped himself off with it before walking over to her. </w:t>
      </w:r>
    </w:p>
    <w:p w:rsidR="00B50E03" w:rsidRDefault="00B50E03">
      <w:pPr>
        <w:spacing w:line="480" w:lineRule="auto"/>
        <w:ind w:firstLine="720"/>
        <w:rPr>
          <w:sz w:val="24"/>
          <w:szCs w:val="24"/>
        </w:rPr>
      </w:pPr>
      <w:r>
        <w:rPr>
          <w:sz w:val="24"/>
          <w:szCs w:val="24"/>
        </w:rPr>
        <w:t>She handed him the bottle of lotion. “Do my backside, would you?”</w:t>
      </w:r>
    </w:p>
    <w:p w:rsidR="00B50E03" w:rsidRDefault="00B50E03">
      <w:pPr>
        <w:spacing w:line="480" w:lineRule="auto"/>
        <w:ind w:firstLine="720"/>
        <w:rPr>
          <w:sz w:val="24"/>
          <w:szCs w:val="24"/>
        </w:rPr>
      </w:pPr>
      <w:r>
        <w:rPr>
          <w:sz w:val="24"/>
          <w:szCs w:val="24"/>
        </w:rPr>
        <w:t xml:space="preserve">Alex gulped. “Ummm…ok,” he stammered. Jen laid down on her stomach. She then unsnapped her bikini top leaving her back bare for him. He noticed how her large M cups smashed against the lounge chair, jutting out quite a bit. </w:t>
      </w:r>
    </w:p>
    <w:p w:rsidR="00B50E03" w:rsidRDefault="00B50E03">
      <w:pPr>
        <w:spacing w:line="480" w:lineRule="auto"/>
        <w:ind w:firstLine="720"/>
        <w:rPr>
          <w:sz w:val="24"/>
          <w:szCs w:val="24"/>
        </w:rPr>
      </w:pPr>
      <w:r>
        <w:rPr>
          <w:sz w:val="24"/>
          <w:szCs w:val="24"/>
        </w:rPr>
        <w:t>Alex didn’t really know how to position himself, so he sat on top of her thighs. He then poured some of the lotion onto his hands and began working it into her back. “Don’t forget my shoulders,” she said. Alex scooted forward and then leaned up, rubbing the lotion into her shoulders. He felt his hardness press slightly against her large round ass. His cock felt so good pressing against it. He hoped she wouldn’t say anything about it.</w:t>
      </w:r>
    </w:p>
    <w:p w:rsidR="00B50E03" w:rsidRDefault="00B50E03">
      <w:pPr>
        <w:spacing w:line="480" w:lineRule="auto"/>
        <w:jc w:val="center"/>
        <w:rPr>
          <w:sz w:val="24"/>
          <w:szCs w:val="24"/>
        </w:rPr>
      </w:pPr>
    </w:p>
    <w:p w:rsidR="00B50E03" w:rsidRDefault="00B50E03">
      <w:pPr>
        <w:spacing w:line="480" w:lineRule="auto"/>
        <w:jc w:val="center"/>
        <w:rPr>
          <w:sz w:val="24"/>
          <w:szCs w:val="24"/>
        </w:rPr>
      </w:pPr>
    </w:p>
    <w:p w:rsidR="00B50E03" w:rsidRDefault="00B50E03">
      <w:pPr>
        <w:spacing w:line="480" w:lineRule="auto"/>
        <w:ind w:firstLine="720"/>
        <w:rPr>
          <w:sz w:val="24"/>
          <w:szCs w:val="24"/>
        </w:rPr>
      </w:pPr>
      <w:r>
        <w:rPr>
          <w:sz w:val="24"/>
          <w:szCs w:val="24"/>
        </w:rPr>
        <w:t>Jen felt his cock press against her ass and felt herself getting wet as his cock rubbed against her rear end. She felt herself raising her butt slightly to feel more of his hardness. She felt as his large dick rubbed between her ass cheeks causing her to moan slightly. She was disappointed though when he scooted back down on her legs after finishing her shoulders. He continued rubbing the lotion into her back. “Get my sides too, Alex.” She felt as Alex began to rub the lotion into her sides moving his hands from her waist up.</w:t>
      </w:r>
    </w:p>
    <w:p w:rsidR="00B50E03" w:rsidRDefault="00B50E03">
      <w:pPr>
        <w:spacing w:line="480" w:lineRule="auto"/>
        <w:ind w:firstLine="720"/>
        <w:rPr>
          <w:sz w:val="24"/>
          <w:szCs w:val="24"/>
        </w:rPr>
      </w:pPr>
      <w:r>
        <w:rPr>
          <w:sz w:val="24"/>
          <w:szCs w:val="24"/>
        </w:rPr>
        <w:t>When his hands reached where her breasts came out, he stopped. She then smiled as she felt his hands reach out and start rubbing the lotion into the sides of her large breasts. What he was doing felt so good to her. No one had ever touched her breasts before, and she found herself moaning as he rubbed it into the sides of her tits.</w:t>
      </w:r>
    </w:p>
    <w:p w:rsidR="00B50E03" w:rsidRDefault="00B50E03">
      <w:pPr>
        <w:spacing w:line="480" w:lineRule="auto"/>
        <w:ind w:firstLine="720"/>
        <w:rPr>
          <w:sz w:val="24"/>
          <w:szCs w:val="24"/>
        </w:rPr>
      </w:pPr>
      <w:r>
        <w:rPr>
          <w:sz w:val="24"/>
          <w:szCs w:val="24"/>
        </w:rPr>
        <w:t>“Are you ok?” he asked, breaking her out of her revelry.</w:t>
      </w:r>
    </w:p>
    <w:p w:rsidR="00B50E03" w:rsidRDefault="00B50E03">
      <w:pPr>
        <w:spacing w:line="480" w:lineRule="auto"/>
        <w:ind w:firstLine="720"/>
        <w:rPr>
          <w:sz w:val="24"/>
          <w:szCs w:val="24"/>
        </w:rPr>
      </w:pPr>
      <w:r>
        <w:rPr>
          <w:sz w:val="24"/>
          <w:szCs w:val="24"/>
        </w:rPr>
        <w:t>“Yeah, yeah. I’m good. You can work on the rest of my body now.” She wanted him to continue on her breasts, but didn’t want to push things with him. Why was she even thinking of him touching her like that? She had no idea.</w:t>
      </w:r>
    </w:p>
    <w:p w:rsidR="00B50E03" w:rsidRDefault="00B50E03">
      <w:pPr>
        <w:spacing w:line="480" w:lineRule="auto"/>
        <w:ind w:firstLine="720"/>
        <w:rPr>
          <w:sz w:val="24"/>
          <w:szCs w:val="24"/>
        </w:rPr>
      </w:pPr>
      <w:r>
        <w:rPr>
          <w:sz w:val="24"/>
          <w:szCs w:val="24"/>
        </w:rPr>
        <w:t>Alex got off of her and began rubbing the lotion onto her feet, moving up her one leg before starting on the other one moving up. When he was finished with her legs, he said, “I think I got it all.”</w:t>
      </w:r>
    </w:p>
    <w:p w:rsidR="00B50E03" w:rsidRDefault="00B50E03">
      <w:pPr>
        <w:spacing w:line="480" w:lineRule="auto"/>
        <w:ind w:firstLine="720"/>
        <w:rPr>
          <w:sz w:val="24"/>
          <w:szCs w:val="24"/>
        </w:rPr>
      </w:pPr>
      <w:r>
        <w:rPr>
          <w:sz w:val="24"/>
          <w:szCs w:val="24"/>
        </w:rPr>
        <w:t>Jen laughed. “No you didn’t! You still have to rub it into my butt! You don’t want my ass to burn, do you?”</w:t>
      </w:r>
    </w:p>
    <w:p w:rsidR="00B50E03" w:rsidRDefault="00B50E03">
      <w:pPr>
        <w:spacing w:line="480" w:lineRule="auto"/>
        <w:ind w:firstLine="720"/>
        <w:rPr>
          <w:sz w:val="24"/>
          <w:szCs w:val="24"/>
        </w:rPr>
      </w:pPr>
      <w:r>
        <w:rPr>
          <w:sz w:val="24"/>
          <w:szCs w:val="24"/>
        </w:rPr>
        <w:t xml:space="preserve">“No, I guess not.” Jen smiled and reached behind her, pulling her bikini bottoms up so that most of them were between her ass cheeks. </w:t>
      </w:r>
    </w:p>
    <w:p w:rsidR="00B50E03" w:rsidRDefault="00B50E03">
      <w:pPr>
        <w:spacing w:line="480" w:lineRule="auto"/>
        <w:ind w:firstLine="720"/>
        <w:rPr>
          <w:sz w:val="24"/>
          <w:szCs w:val="24"/>
        </w:rPr>
      </w:pPr>
      <w:r>
        <w:rPr>
          <w:sz w:val="24"/>
          <w:szCs w:val="24"/>
        </w:rPr>
        <w:t>“Don’t forget to get it all,” she said.</w:t>
      </w:r>
    </w:p>
    <w:p w:rsidR="00B50E03" w:rsidRDefault="00B50E03">
      <w:pPr>
        <w:spacing w:line="480" w:lineRule="auto"/>
        <w:ind w:firstLine="720"/>
        <w:rPr>
          <w:sz w:val="24"/>
          <w:szCs w:val="24"/>
        </w:rPr>
      </w:pPr>
    </w:p>
    <w:p w:rsidR="00B50E03" w:rsidRDefault="00B50E03">
      <w:pPr>
        <w:spacing w:line="480" w:lineRule="auto"/>
        <w:jc w:val="center"/>
        <w:rPr>
          <w:sz w:val="24"/>
          <w:szCs w:val="24"/>
        </w:rPr>
      </w:pPr>
    </w:p>
    <w:p w:rsidR="00B50E03" w:rsidRDefault="00B50E03">
      <w:pPr>
        <w:spacing w:line="480" w:lineRule="auto"/>
        <w:ind w:firstLine="720"/>
        <w:rPr>
          <w:sz w:val="24"/>
          <w:szCs w:val="24"/>
        </w:rPr>
      </w:pPr>
      <w:r>
        <w:rPr>
          <w:sz w:val="24"/>
          <w:szCs w:val="24"/>
        </w:rPr>
        <w:t xml:space="preserve">Alex applied the lotion to his hands and began slowly rubbing it into her ass cheeks. He couldn’t believe how soft and round her ass was. He was living a dream as he rubbed the lotion all over her ass cheeks, lightly squeezing them as he did so. He started hearing Jen moan deeply from his ministrations. He was actually making her wet! He decided to push things. He parted her ass cheeks, rubbing into them. He then rubbed the lotion over her asshole. Jen squealed in pleasure as he did so. </w:t>
      </w:r>
    </w:p>
    <w:p w:rsidR="00B50E03" w:rsidRDefault="00B50E03">
      <w:pPr>
        <w:spacing w:line="480" w:lineRule="auto"/>
        <w:ind w:firstLine="720"/>
        <w:rPr>
          <w:sz w:val="24"/>
          <w:szCs w:val="24"/>
        </w:rPr>
      </w:pPr>
      <w:r>
        <w:rPr>
          <w:sz w:val="24"/>
          <w:szCs w:val="24"/>
        </w:rPr>
        <w:t>He then took his pinky and slowly inserted it into her asshole. She began humping subconsciously against it while he pushed it in and out of her ass. He then removed it. He noticed Jen looking back at him with a look of pure lust in her eyes. She said nothing though.</w:t>
      </w:r>
    </w:p>
    <w:p w:rsidR="00B50E03" w:rsidRDefault="00B50E03">
      <w:pPr>
        <w:spacing w:line="480" w:lineRule="auto"/>
        <w:ind w:firstLine="720"/>
        <w:rPr>
          <w:sz w:val="24"/>
          <w:szCs w:val="24"/>
        </w:rPr>
      </w:pPr>
      <w:r>
        <w:rPr>
          <w:sz w:val="24"/>
          <w:szCs w:val="24"/>
        </w:rPr>
        <w:t>Alex then smiled and began pulling her bikini to the side and looked down at her very wet bald pussy. He wondered if all elf women had no hair on their pussies or if it was just all the women he was with. He slowly worked his hand over the lips of her pussy, before slipping his index finger inside her. He quickly found her clit and began rubbing it. Jen moaned deeper and deeper, pressing her cunt against his hand, humping it. He then felt her cum all over his hand and smiled. Alex couldn’t believe he was doing this with his sister, but he was too lost in lust to resist her sexy body at all.</w:t>
      </w:r>
    </w:p>
    <w:p w:rsidR="00B50E03" w:rsidRDefault="00B50E03">
      <w:pPr>
        <w:spacing w:line="480" w:lineRule="auto"/>
        <w:jc w:val="center"/>
        <w:rPr>
          <w:sz w:val="24"/>
          <w:szCs w:val="24"/>
        </w:rPr>
      </w:pPr>
    </w:p>
    <w:p w:rsidR="00B50E03" w:rsidRDefault="00B50E03">
      <w:pPr>
        <w:spacing w:line="480" w:lineRule="auto"/>
        <w:jc w:val="center"/>
        <w:rPr>
          <w:sz w:val="24"/>
          <w:szCs w:val="24"/>
        </w:rPr>
      </w:pPr>
    </w:p>
    <w:p w:rsidR="00B50E03" w:rsidRDefault="00B50E03">
      <w:pPr>
        <w:spacing w:line="480" w:lineRule="auto"/>
        <w:ind w:firstLine="720"/>
        <w:rPr>
          <w:sz w:val="24"/>
          <w:szCs w:val="24"/>
        </w:rPr>
      </w:pPr>
      <w:r>
        <w:rPr>
          <w:sz w:val="24"/>
          <w:szCs w:val="24"/>
        </w:rPr>
        <w:t>Jen moaned as Alex continued to stroke her pussy. He just gave her her very first orgasm, but she wanted more. No longer did she think of him as his brother, but as her first lover, the guy who she knew would take her virginity shortly. She wanted him too; no, she needed him inside her. Ming had made her so horny all the time with her stories that she needed a good cock in her.</w:t>
      </w:r>
    </w:p>
    <w:p w:rsidR="00B50E03" w:rsidRDefault="00B50E03">
      <w:pPr>
        <w:spacing w:line="480" w:lineRule="auto"/>
        <w:ind w:firstLine="720"/>
        <w:rPr>
          <w:sz w:val="24"/>
          <w:szCs w:val="24"/>
        </w:rPr>
      </w:pPr>
      <w:r>
        <w:rPr>
          <w:sz w:val="24"/>
          <w:szCs w:val="24"/>
        </w:rPr>
        <w:t>Jen started turning over on the lounge chair as Alex removed his finger from her pussy lips. She waved her finger towards her and said, “Kiss me.” Alex didn’t seem to hesitate at all. He climbed up the lounge chair, pressing his body against her own. The two began french kissing passionately, their tongues swirling together in harmony. Jen thought he was the best kisser in the world. He made her so hot. And she could feel his large cock pushing into her.</w:t>
      </w:r>
    </w:p>
    <w:p w:rsidR="00B50E03" w:rsidRDefault="00B50E03">
      <w:pPr>
        <w:spacing w:line="480" w:lineRule="auto"/>
        <w:ind w:firstLine="720"/>
        <w:rPr>
          <w:sz w:val="24"/>
          <w:szCs w:val="24"/>
        </w:rPr>
      </w:pPr>
      <w:r>
        <w:rPr>
          <w:sz w:val="24"/>
          <w:szCs w:val="24"/>
        </w:rPr>
        <w:t xml:space="preserve">Alex reached between the two of them and began grabbing and squeezing her large DD cups. Jen knew he liked her breasts since he stared at them so much. His small smooth hand felt so good as he felt and squeezed her large round orb. She moaned deeply into his mouth. </w:t>
      </w:r>
    </w:p>
    <w:p w:rsidR="00B50E03" w:rsidRDefault="00B50E03">
      <w:pPr>
        <w:spacing w:line="480" w:lineRule="auto"/>
        <w:ind w:firstLine="720"/>
        <w:rPr>
          <w:sz w:val="24"/>
          <w:szCs w:val="24"/>
        </w:rPr>
      </w:pPr>
      <w:r>
        <w:rPr>
          <w:sz w:val="24"/>
          <w:szCs w:val="24"/>
        </w:rPr>
        <w:t>Alex broke the kiss and slid down her front side until his mouth was even with her nipples. He began fondling the one, while he bit the other gently. Jen pushed his head down as his mouth opened, sucking in her nipple. She moaned deeply as his tongue swirled all over her nipple licking it all around. Just as she began getting used to the sensation, he quickly switched to the other nipple, licking and sucking it all over, while he switched hands, fondling her other tit. Jen found her hips humping against him as she began to orgasm from his mouth and hands. He felt so good. Lisa just had two orgasms, two more than Ming ever had. She guessed that older men were just more experienced like Alex.</w:t>
      </w:r>
    </w:p>
    <w:p w:rsidR="00B50E03" w:rsidRDefault="00B50E03">
      <w:pPr>
        <w:spacing w:line="480" w:lineRule="auto"/>
        <w:ind w:firstLine="720"/>
        <w:rPr>
          <w:sz w:val="24"/>
          <w:szCs w:val="24"/>
        </w:rPr>
      </w:pPr>
      <w:r>
        <w:rPr>
          <w:sz w:val="24"/>
          <w:szCs w:val="24"/>
        </w:rPr>
        <w:t>Alex then slid further down on Jen. He took hold of her bikini bottoms and began taking them off of her. Jen raised her ass for him to take it off completely. He took them off of her, then parted her thighs. He then slid back up until his head was between her thighs in front of her wet pussy. She moaned in delight as Alex began licking her pussy. He quickly found her engorged clit and began licking and sucking that as well. Jen pushed his head into her and began humping against it. Once again she felt another orgasm come over her, the third of the night.</w:t>
      </w:r>
    </w:p>
    <w:p w:rsidR="00B50E03" w:rsidRDefault="00B50E03">
      <w:pPr>
        <w:spacing w:line="480" w:lineRule="auto"/>
        <w:ind w:firstLine="720"/>
        <w:rPr>
          <w:sz w:val="24"/>
          <w:szCs w:val="24"/>
        </w:rPr>
      </w:pPr>
      <w:r>
        <w:rPr>
          <w:sz w:val="24"/>
          <w:szCs w:val="24"/>
        </w:rPr>
        <w:t>Alex continued to eat her out through two more orgasms, but Jen wanted him inside her bad. “Alex?” she asked. He lifted his head towards her. “Will you be my first? I want you inside me so bad!”</w:t>
      </w:r>
    </w:p>
    <w:p w:rsidR="00B50E03" w:rsidRDefault="00B50E03">
      <w:pPr>
        <w:spacing w:line="480" w:lineRule="auto"/>
        <w:ind w:firstLine="720"/>
        <w:rPr>
          <w:sz w:val="24"/>
          <w:szCs w:val="24"/>
        </w:rPr>
      </w:pPr>
      <w:r>
        <w:rPr>
          <w:sz w:val="24"/>
          <w:szCs w:val="24"/>
        </w:rPr>
        <w:t>“Are you sure?” he asked.</w:t>
      </w:r>
    </w:p>
    <w:p w:rsidR="00B50E03" w:rsidRDefault="00B50E03">
      <w:pPr>
        <w:spacing w:line="480" w:lineRule="auto"/>
        <w:ind w:firstLine="720"/>
        <w:rPr>
          <w:sz w:val="24"/>
          <w:szCs w:val="24"/>
        </w:rPr>
      </w:pPr>
      <w:r>
        <w:rPr>
          <w:sz w:val="24"/>
          <w:szCs w:val="24"/>
        </w:rPr>
        <w:t>“Yeah. I want you to be the first person inside of me.” Alex slipped out of his trunks revealing his large cock to her. She smiled as he crept up to her kissing her passionately.</w:t>
      </w:r>
    </w:p>
    <w:p w:rsidR="00B50E03" w:rsidRDefault="00B50E03">
      <w:pPr>
        <w:spacing w:line="480" w:lineRule="auto"/>
        <w:ind w:firstLine="720"/>
        <w:rPr>
          <w:sz w:val="24"/>
          <w:szCs w:val="24"/>
        </w:rPr>
      </w:pPr>
      <w:r>
        <w:rPr>
          <w:sz w:val="24"/>
          <w:szCs w:val="24"/>
        </w:rPr>
        <w:t>He broke the kiss and said, “Ready?”</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“Yeah,” she said. Alex positioned his cock between her pussy lips and started pushing in. Eventually, he pushed the head of his cock through her, breaking her hymen. She winced in pain.</w:t>
      </w:r>
    </w:p>
    <w:p w:rsidR="00B50E03" w:rsidRDefault="00B50E03">
      <w:pPr>
        <w:spacing w:line="480" w:lineRule="auto"/>
        <w:ind w:firstLine="720"/>
        <w:rPr>
          <w:sz w:val="24"/>
          <w:szCs w:val="24"/>
        </w:rPr>
      </w:pPr>
      <w:r>
        <w:rPr>
          <w:sz w:val="24"/>
          <w:szCs w:val="24"/>
        </w:rPr>
        <w:t xml:space="preserve">“Are you ok, Jen?” Alex asked, clearly worried. </w:t>
      </w:r>
    </w:p>
    <w:p w:rsidR="00B50E03" w:rsidRDefault="00B50E03">
      <w:pPr>
        <w:spacing w:line="480" w:lineRule="auto"/>
        <w:ind w:firstLine="720"/>
        <w:rPr>
          <w:sz w:val="24"/>
          <w:szCs w:val="24"/>
        </w:rPr>
      </w:pPr>
      <w:r>
        <w:rPr>
          <w:sz w:val="24"/>
          <w:szCs w:val="24"/>
        </w:rPr>
        <w:t xml:space="preserve">“Yeah. Yeah. Give me a minute though.” Alex reached up and stroked her face gently. She smiled and pulled him in for a kiss. The two made out for a minute. Slowly the pain in her vagina subsided and she gave him the OK to continue. Alex began slowly pushing his length into her. </w:t>
      </w:r>
    </w:p>
    <w:p w:rsidR="00B50E03" w:rsidRDefault="00B50E03">
      <w:pPr>
        <w:spacing w:line="480" w:lineRule="auto"/>
        <w:ind w:firstLine="720"/>
        <w:rPr>
          <w:sz w:val="24"/>
          <w:szCs w:val="24"/>
        </w:rPr>
      </w:pPr>
      <w:r>
        <w:rPr>
          <w:sz w:val="24"/>
          <w:szCs w:val="24"/>
        </w:rPr>
        <w:t>After a few moments he said, “I’m in you fully now.” Her pussy felt so full with him inside of her. She saw pictures of cocks before but none quite as large as his. She was glad that she was able to fit all of him into her. She nodded to him and he began slowly grinding his cock against her. He quickly began feeling very good inside of her and Jen found herself moaning against him.</w:t>
      </w:r>
    </w:p>
    <w:p w:rsidR="00B50E03" w:rsidRDefault="00B50E03">
      <w:pPr>
        <w:spacing w:line="480" w:lineRule="auto"/>
        <w:ind w:firstLine="720"/>
        <w:rPr>
          <w:sz w:val="24"/>
          <w:szCs w:val="24"/>
        </w:rPr>
      </w:pPr>
      <w:r>
        <w:rPr>
          <w:sz w:val="24"/>
          <w:szCs w:val="24"/>
        </w:rPr>
        <w:t>Within a few minutes time she had orgasmed once more. He felt so good in her. Soon enough another orgasm and then another passed through her. He bit the side of her neck gently. It felt great. As he continued pumping in and out of her, she took his face and began making out with him.</w:t>
      </w:r>
    </w:p>
    <w:p w:rsidR="00B50E03" w:rsidRDefault="00B50E03">
      <w:pPr>
        <w:spacing w:line="480" w:lineRule="auto"/>
        <w:ind w:firstLine="720"/>
        <w:rPr>
          <w:sz w:val="24"/>
          <w:szCs w:val="24"/>
        </w:rPr>
      </w:pPr>
      <w:r>
        <w:rPr>
          <w:sz w:val="24"/>
          <w:szCs w:val="24"/>
        </w:rPr>
        <w:t>She broke off the kiss and found herself saying, “I love you so much, Alex!” She really was finding herself quickly falling in love with him, the guy who took her virginity. She wanted to be with him and no one else at that moment. He didn’t respond though with words. Instead he smiled and kissed her once again.</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 xml:space="preserve">Jen found herself having many more orgasms during the hour he was inside her. He would occasionally reach between their bodies and squeeze her breasts making her moan deeply against him. </w:t>
      </w:r>
    </w:p>
    <w:p w:rsidR="00B50E03" w:rsidRDefault="00B50E03">
      <w:pPr>
        <w:spacing w:line="480" w:lineRule="auto"/>
        <w:ind w:firstLine="720"/>
        <w:rPr>
          <w:sz w:val="24"/>
          <w:szCs w:val="24"/>
        </w:rPr>
      </w:pPr>
      <w:r>
        <w:rPr>
          <w:sz w:val="24"/>
          <w:szCs w:val="24"/>
        </w:rPr>
        <w:t>After over an hour of the two of them making love, Alex said, I’m getting ready to cum. I have to pull out now.”</w:t>
      </w:r>
    </w:p>
    <w:p w:rsidR="00B50E03" w:rsidRDefault="00B50E03">
      <w:pPr>
        <w:spacing w:line="480" w:lineRule="auto"/>
        <w:ind w:firstLine="720"/>
        <w:rPr>
          <w:sz w:val="24"/>
          <w:szCs w:val="24"/>
        </w:rPr>
      </w:pPr>
      <w:r>
        <w:rPr>
          <w:sz w:val="24"/>
          <w:szCs w:val="24"/>
        </w:rPr>
        <w:t>“OK,” she replied, a little disappointed. “You can put it between my breasts if you like. I won’t mind.” Alex smiled and pulled out of her. He then straddled her ribcage and placed his cock in between her large breasts. He took hold of her tits and began moving them back and forth along his cock. Jen placed her hands over his own and helped him move her tits against him. After a couple of minutes he groaned, spraying his seed all over her tits neck and chin.</w:t>
      </w:r>
    </w:p>
    <w:p w:rsidR="00B50E03" w:rsidRDefault="00B50E03">
      <w:pPr>
        <w:spacing w:line="480" w:lineRule="auto"/>
        <w:ind w:firstLine="720"/>
        <w:rPr>
          <w:sz w:val="24"/>
          <w:szCs w:val="24"/>
        </w:rPr>
      </w:pPr>
      <w:r>
        <w:rPr>
          <w:sz w:val="24"/>
          <w:szCs w:val="24"/>
        </w:rPr>
        <w:t>Alex got off of her and began putting back on his swimming trunks. Jen found herself wiping the cum off of her chin and neck and stuck it in her mouth tasting it. It tasted a bit salty but good. She could easily get used to it for her man. She got up and wiped herself off with a towel before putting on her own bikini top and bottom.</w:t>
      </w:r>
    </w:p>
    <w:p w:rsidR="00B50E03" w:rsidRDefault="00B50E03">
      <w:pPr>
        <w:spacing w:line="480" w:lineRule="auto"/>
        <w:ind w:firstLine="720"/>
        <w:rPr>
          <w:sz w:val="24"/>
          <w:szCs w:val="24"/>
        </w:rPr>
      </w:pPr>
      <w:r>
        <w:rPr>
          <w:sz w:val="24"/>
          <w:szCs w:val="24"/>
        </w:rPr>
        <w:t>Alex sat in the lounge chair next to hers as she sat back down on her own. The two looked at each other waiting for the other to speak. Finally, Jen said, “I’m sorry Alex.”</w:t>
      </w:r>
    </w:p>
    <w:p w:rsidR="00B50E03" w:rsidRDefault="00B50E03">
      <w:pPr>
        <w:spacing w:line="480" w:lineRule="auto"/>
        <w:ind w:firstLine="720"/>
        <w:rPr>
          <w:sz w:val="24"/>
          <w:szCs w:val="24"/>
        </w:rPr>
      </w:pPr>
      <w:r>
        <w:rPr>
          <w:sz w:val="24"/>
          <w:szCs w:val="24"/>
        </w:rPr>
        <w:t>“What are you sorry about?”</w:t>
      </w:r>
    </w:p>
    <w:p w:rsidR="00B50E03" w:rsidRDefault="00B50E03">
      <w:pPr>
        <w:spacing w:line="480" w:lineRule="auto"/>
        <w:ind w:firstLine="720"/>
        <w:rPr>
          <w:sz w:val="24"/>
          <w:szCs w:val="24"/>
        </w:rPr>
      </w:pPr>
      <w:r>
        <w:rPr>
          <w:sz w:val="24"/>
          <w:szCs w:val="24"/>
        </w:rPr>
        <w:t>“I practically seduced you into having sex with me even though I knew full well that you’re with Christina.”</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Alex frowned for a moment and then said, “It’s my fault as much as it is yours. I could have stopped at any time but didn’t. And you know what? I’m glad I didn’t stop. What we just did was amazing, Jen. Did you like it?”</w:t>
      </w:r>
    </w:p>
    <w:p w:rsidR="00B50E03" w:rsidRDefault="00B50E03">
      <w:pPr>
        <w:spacing w:line="480" w:lineRule="auto"/>
        <w:ind w:firstLine="720"/>
        <w:rPr>
          <w:sz w:val="24"/>
          <w:szCs w:val="24"/>
        </w:rPr>
      </w:pPr>
      <w:r>
        <w:rPr>
          <w:sz w:val="24"/>
          <w:szCs w:val="24"/>
        </w:rPr>
        <w:t>Jen laughed hard. “Of course I liked it! I loved it! I love you!” she said stroking his face. The two leaned in and kissed. They opened their mouths and let their tongues into each other as they french kissed. “I can’t believe my first time I had 63 orgasms. Ming never had an orgasm her entire life and she’s been with five guys! I guess I’m a lot more lucky than I thought I was.”</w:t>
      </w:r>
    </w:p>
    <w:p w:rsidR="00B50E03" w:rsidRDefault="00B50E03">
      <w:pPr>
        <w:spacing w:line="480" w:lineRule="auto"/>
        <w:ind w:firstLine="720"/>
        <w:rPr>
          <w:sz w:val="24"/>
          <w:szCs w:val="24"/>
        </w:rPr>
      </w:pPr>
      <w:r>
        <w:rPr>
          <w:sz w:val="24"/>
          <w:szCs w:val="24"/>
        </w:rPr>
        <w:t>“Hey. Can I tell you a secret?”</w:t>
      </w:r>
    </w:p>
    <w:p w:rsidR="00B50E03" w:rsidRDefault="00B50E03">
      <w:pPr>
        <w:spacing w:line="480" w:lineRule="auto"/>
        <w:ind w:firstLine="720"/>
        <w:rPr>
          <w:sz w:val="24"/>
          <w:szCs w:val="24"/>
        </w:rPr>
      </w:pPr>
      <w:r>
        <w:rPr>
          <w:sz w:val="24"/>
          <w:szCs w:val="24"/>
        </w:rPr>
        <w:t>“Sure, you can tell me anything, Alex.” She smiled at him.</w:t>
      </w:r>
    </w:p>
    <w:p w:rsidR="00B50E03" w:rsidRDefault="00B50E03">
      <w:pPr>
        <w:spacing w:line="480" w:lineRule="auto"/>
        <w:ind w:firstLine="720"/>
        <w:rPr>
          <w:sz w:val="24"/>
          <w:szCs w:val="24"/>
        </w:rPr>
      </w:pPr>
      <w:r>
        <w:rPr>
          <w:sz w:val="24"/>
          <w:szCs w:val="24"/>
        </w:rPr>
        <w:t xml:space="preserve">“To be honest with you, our mom seduced me as well into having sex with her.” Jen’s jaw dropped. Alex and her mom? She never even knew the two were attracted to each other. And she was his mom! </w:t>
      </w:r>
    </w:p>
    <w:p w:rsidR="00B50E03" w:rsidRDefault="00B50E03">
      <w:pPr>
        <w:spacing w:line="480" w:lineRule="auto"/>
        <w:ind w:firstLine="720"/>
        <w:rPr>
          <w:sz w:val="24"/>
          <w:szCs w:val="24"/>
        </w:rPr>
      </w:pPr>
      <w:r>
        <w:rPr>
          <w:sz w:val="24"/>
          <w:szCs w:val="24"/>
        </w:rPr>
        <w:t>“Do you still have sex with her?” she found herself asking.</w:t>
      </w:r>
    </w:p>
    <w:p w:rsidR="00B50E03" w:rsidRDefault="00B50E03">
      <w:pPr>
        <w:spacing w:line="480" w:lineRule="auto"/>
        <w:ind w:firstLine="720"/>
        <w:rPr>
          <w:sz w:val="24"/>
          <w:szCs w:val="24"/>
        </w:rPr>
      </w:pPr>
      <w:r>
        <w:rPr>
          <w:sz w:val="24"/>
          <w:szCs w:val="24"/>
        </w:rPr>
        <w:t>“Yeah.”</w:t>
      </w:r>
    </w:p>
    <w:p w:rsidR="00B50E03" w:rsidRDefault="00B50E03">
      <w:pPr>
        <w:spacing w:line="480" w:lineRule="auto"/>
        <w:ind w:firstLine="720"/>
        <w:rPr>
          <w:sz w:val="24"/>
          <w:szCs w:val="24"/>
        </w:rPr>
      </w:pPr>
      <w:r>
        <w:rPr>
          <w:sz w:val="24"/>
          <w:szCs w:val="24"/>
        </w:rPr>
        <w:t>“How long have you two been having sex?”</w:t>
      </w:r>
    </w:p>
    <w:p w:rsidR="00B50E03" w:rsidRDefault="00B50E03">
      <w:pPr>
        <w:spacing w:line="480" w:lineRule="auto"/>
        <w:ind w:firstLine="720"/>
        <w:rPr>
          <w:sz w:val="24"/>
          <w:szCs w:val="24"/>
        </w:rPr>
      </w:pPr>
      <w:r>
        <w:rPr>
          <w:sz w:val="24"/>
          <w:szCs w:val="24"/>
        </w:rPr>
        <w:t>“Three months now. I think she wanted me to go with her to the mall this morning to go somewhere to have sex with her.”</w:t>
      </w:r>
    </w:p>
    <w:p w:rsidR="00B50E03" w:rsidRDefault="00B50E03">
      <w:pPr>
        <w:spacing w:line="480" w:lineRule="auto"/>
        <w:ind w:firstLine="720"/>
        <w:rPr>
          <w:sz w:val="24"/>
          <w:szCs w:val="24"/>
        </w:rPr>
      </w:pPr>
      <w:r>
        <w:rPr>
          <w:sz w:val="24"/>
          <w:szCs w:val="24"/>
        </w:rPr>
        <w:t>Jen laughed. “Well, even though it is kind of a shock that you had sex with mom, I’m still glad I got to make love to you today instead of her, Alex. Mom’s gonna be so jealous when she finds out!”</w:t>
      </w:r>
    </w:p>
    <w:p w:rsidR="00B50E03" w:rsidRDefault="00B50E03">
      <w:pPr>
        <w:spacing w:line="480" w:lineRule="auto"/>
        <w:ind w:firstLine="720"/>
        <w:rPr>
          <w:sz w:val="24"/>
          <w:szCs w:val="24"/>
        </w:rPr>
      </w:pPr>
      <w:r>
        <w:rPr>
          <w:sz w:val="24"/>
          <w:szCs w:val="24"/>
        </w:rPr>
        <w:t>Alex looked at her and said, “So you’re going to tell her about what we did? I’m not sure how she’ll take it.”</w:t>
      </w:r>
    </w:p>
    <w:p w:rsidR="00B50E03" w:rsidRDefault="00B50E03">
      <w:pPr>
        <w:spacing w:line="480" w:lineRule="auto"/>
        <w:ind w:firstLine="720"/>
        <w:rPr>
          <w:sz w:val="24"/>
          <w:szCs w:val="24"/>
        </w:rPr>
      </w:pPr>
      <w:r>
        <w:rPr>
          <w:sz w:val="24"/>
          <w:szCs w:val="24"/>
        </w:rPr>
        <w:t>“Yeah, I know. But, we have to put this all out in the open. And don’t think about hiding when I talk to her either. You’re a part of this too, so the three of us are going to discuss it together.”</w:t>
      </w:r>
    </w:p>
    <w:p w:rsidR="00B50E03" w:rsidRDefault="00B50E03">
      <w:pPr>
        <w:spacing w:line="480" w:lineRule="auto"/>
        <w:ind w:firstLine="720"/>
        <w:rPr>
          <w:sz w:val="24"/>
          <w:szCs w:val="24"/>
        </w:rPr>
      </w:pPr>
      <w:r>
        <w:rPr>
          <w:sz w:val="24"/>
          <w:szCs w:val="24"/>
        </w:rPr>
        <w:t>“Yeah, I guess so. I just hope she’s not pissed.”</w:t>
      </w:r>
    </w:p>
    <w:p w:rsidR="00B50E03" w:rsidRDefault="00B50E03">
      <w:pPr>
        <w:spacing w:line="480" w:lineRule="auto"/>
        <w:ind w:firstLine="720"/>
        <w:rPr>
          <w:sz w:val="24"/>
          <w:szCs w:val="24"/>
        </w:rPr>
      </w:pPr>
      <w:r>
        <w:rPr>
          <w:sz w:val="24"/>
          <w:szCs w:val="24"/>
        </w:rPr>
        <w:t>“By the way,” she said. “Does Christina know about you and mom?”</w:t>
      </w:r>
    </w:p>
    <w:p w:rsidR="00B50E03" w:rsidRDefault="00B50E03">
      <w:pPr>
        <w:spacing w:line="480" w:lineRule="auto"/>
        <w:ind w:firstLine="720"/>
        <w:rPr>
          <w:sz w:val="24"/>
          <w:szCs w:val="24"/>
        </w:rPr>
      </w:pPr>
      <w:r>
        <w:rPr>
          <w:sz w:val="24"/>
          <w:szCs w:val="24"/>
        </w:rPr>
        <w:t>“No. She doesn’t need to know about us. It would hurt her too much and I love her.”</w:t>
      </w:r>
    </w:p>
    <w:p w:rsidR="00B50E03" w:rsidRDefault="00B50E03">
      <w:pPr>
        <w:spacing w:line="480" w:lineRule="auto"/>
        <w:ind w:firstLine="720"/>
        <w:rPr>
          <w:sz w:val="24"/>
          <w:szCs w:val="24"/>
        </w:rPr>
      </w:pPr>
      <w:r>
        <w:rPr>
          <w:sz w:val="24"/>
          <w:szCs w:val="24"/>
        </w:rPr>
        <w:t>Jen tried to hide the fact that when he said he loved her, her heart sank a little. “Well, it’s up to you whether or not you tell her.” Jen wasn’t about to tell her. She wanted Alex to herself but she knew that if she told her, Alex would hate her forever. She figured, instead she would woo him away with her and have sex with him whenever she could to make sure he fell in love with her as well. Her eyes lit up a little. “So do you think we can do this again sometime?”</w:t>
      </w:r>
    </w:p>
    <w:p w:rsidR="00B50E03" w:rsidRDefault="00B50E03">
      <w:pPr>
        <w:spacing w:line="480" w:lineRule="auto"/>
        <w:ind w:firstLine="720"/>
        <w:rPr>
          <w:sz w:val="24"/>
          <w:szCs w:val="24"/>
        </w:rPr>
      </w:pPr>
      <w:r>
        <w:rPr>
          <w:sz w:val="24"/>
          <w:szCs w:val="24"/>
        </w:rPr>
        <w:t>“Ummm…maybe. We’ll see how mom responds first.”</w:t>
      </w:r>
    </w:p>
    <w:p w:rsidR="00B50E03" w:rsidRDefault="00B50E03">
      <w:pPr>
        <w:spacing w:line="480" w:lineRule="auto"/>
        <w:ind w:firstLine="720"/>
        <w:rPr>
          <w:sz w:val="24"/>
          <w:szCs w:val="24"/>
        </w:rPr>
      </w:pPr>
      <w:r>
        <w:rPr>
          <w:sz w:val="24"/>
          <w:szCs w:val="24"/>
        </w:rPr>
        <w:t>“I think even if she forbids me to be with you, I’m still going to find a way back into your pants. I don’t want this to be a one night stand.”</w:t>
      </w:r>
    </w:p>
    <w:p w:rsidR="00B50E03" w:rsidRDefault="00B50E03">
      <w:pPr>
        <w:spacing w:line="480" w:lineRule="auto"/>
        <w:ind w:firstLine="720"/>
        <w:rPr>
          <w:sz w:val="24"/>
          <w:szCs w:val="24"/>
        </w:rPr>
      </w:pPr>
      <w:r>
        <w:rPr>
          <w:sz w:val="24"/>
          <w:szCs w:val="24"/>
        </w:rPr>
        <w:t>“I understand,” he said laughing. “I liked having sex with you too and wouldn’t mind doing it again to be honest. Come on. Let’s go inside.” They walked into their house and sat on their couch watching TV for a while. Of course she didn’t care what was on the television. She found herself leaning against him, making out with him.</w:t>
      </w:r>
    </w:p>
    <w:p w:rsidR="00B50E03" w:rsidRDefault="00B50E03">
      <w:pPr>
        <w:spacing w:line="480" w:lineRule="auto"/>
        <w:ind w:firstLine="720"/>
        <w:rPr>
          <w:sz w:val="24"/>
          <w:szCs w:val="24"/>
        </w:rPr>
      </w:pPr>
      <w:r>
        <w:rPr>
          <w:sz w:val="24"/>
          <w:szCs w:val="24"/>
        </w:rPr>
        <w:t>The two made out for almost a half an hour straight. She began rubbing his cock through his trousers and felt it harden and grow. Just as she was getting ready to pull down his trunks again, she heard her mom’s car pull into the driveway. She jumped back to the other end of the couch. Alex laughed at her and she found herself laughing as well.</w:t>
      </w:r>
    </w:p>
    <w:p w:rsidR="00B50E03" w:rsidRDefault="00B50E03">
      <w:pPr>
        <w:spacing w:line="480" w:lineRule="auto"/>
        <w:jc w:val="center"/>
        <w:rPr>
          <w:sz w:val="24"/>
          <w:szCs w:val="24"/>
        </w:rPr>
      </w:pPr>
    </w:p>
    <w:p w:rsidR="00B50E03" w:rsidRDefault="00B50E03">
      <w:pPr>
        <w:spacing w:line="480" w:lineRule="auto"/>
        <w:jc w:val="center"/>
        <w:rPr>
          <w:sz w:val="24"/>
          <w:szCs w:val="24"/>
        </w:rPr>
      </w:pPr>
    </w:p>
    <w:p w:rsidR="00B50E03" w:rsidRDefault="00B50E03">
      <w:pPr>
        <w:spacing w:line="480" w:lineRule="auto"/>
        <w:ind w:firstLine="720"/>
        <w:rPr>
          <w:sz w:val="24"/>
          <w:szCs w:val="24"/>
        </w:rPr>
      </w:pPr>
      <w:r>
        <w:rPr>
          <w:sz w:val="24"/>
          <w:szCs w:val="24"/>
        </w:rPr>
        <w:t xml:space="preserve">Alex watched as Lisa walked into the house and noticed them. </w:t>
      </w:r>
      <w:r>
        <w:rPr>
          <w:i/>
          <w:iCs/>
          <w:sz w:val="24"/>
          <w:szCs w:val="24"/>
        </w:rPr>
        <w:t xml:space="preserve">Here we go! </w:t>
      </w:r>
      <w:r>
        <w:rPr>
          <w:sz w:val="24"/>
          <w:szCs w:val="24"/>
        </w:rPr>
        <w:t>he thought to himself. This was one conversation he was not eager to hear. Jen got out of the couch and hugged her mom tightly. She then said, “Mom, we need to talk.” Lisa’s eyes widened slightly. She looked at him before staring back at her.</w:t>
      </w:r>
    </w:p>
    <w:p w:rsidR="00B50E03" w:rsidRDefault="00B50E03">
      <w:pPr>
        <w:spacing w:line="480" w:lineRule="auto"/>
        <w:ind w:firstLine="720"/>
        <w:rPr>
          <w:sz w:val="24"/>
          <w:szCs w:val="24"/>
        </w:rPr>
      </w:pPr>
      <w:r>
        <w:rPr>
          <w:sz w:val="24"/>
          <w:szCs w:val="24"/>
        </w:rPr>
        <w:t>Lisa sat on the chair across from the couch as Jen sat back down on the couch. “What’s up?” Lisa asked her.</w:t>
      </w:r>
    </w:p>
    <w:p w:rsidR="00B50E03" w:rsidRDefault="00B50E03">
      <w:pPr>
        <w:spacing w:line="480" w:lineRule="auto"/>
        <w:ind w:firstLine="720"/>
        <w:rPr>
          <w:sz w:val="24"/>
          <w:szCs w:val="24"/>
        </w:rPr>
      </w:pPr>
      <w:r>
        <w:rPr>
          <w:sz w:val="24"/>
          <w:szCs w:val="24"/>
        </w:rPr>
        <w:t xml:space="preserve">“Alex told me about how you two have been having sex together these last three months.” Lisa’s eyes moved to his own, staring daggers into him. </w:t>
      </w:r>
    </w:p>
    <w:p w:rsidR="00B50E03" w:rsidRDefault="00B50E03">
      <w:pPr>
        <w:spacing w:line="480" w:lineRule="auto"/>
        <w:ind w:firstLine="720"/>
        <w:rPr>
          <w:sz w:val="24"/>
          <w:szCs w:val="24"/>
        </w:rPr>
      </w:pPr>
      <w:r>
        <w:rPr>
          <w:sz w:val="24"/>
          <w:szCs w:val="24"/>
        </w:rPr>
        <w:t>Alex said, “Sorry,” under his breath.</w:t>
      </w:r>
    </w:p>
    <w:p w:rsidR="00B50E03" w:rsidRDefault="00B50E03">
      <w:pPr>
        <w:spacing w:line="480" w:lineRule="auto"/>
        <w:ind w:firstLine="720"/>
        <w:rPr>
          <w:sz w:val="24"/>
          <w:szCs w:val="24"/>
        </w:rPr>
      </w:pPr>
      <w:r>
        <w:rPr>
          <w:sz w:val="24"/>
          <w:szCs w:val="24"/>
        </w:rPr>
        <w:t xml:space="preserve">“Jen, I can explain,” Lisa said. </w:t>
      </w:r>
    </w:p>
    <w:p w:rsidR="00B50E03" w:rsidRDefault="00B50E03">
      <w:pPr>
        <w:spacing w:line="480" w:lineRule="auto"/>
        <w:ind w:firstLine="720"/>
        <w:rPr>
          <w:sz w:val="24"/>
          <w:szCs w:val="24"/>
        </w:rPr>
      </w:pPr>
      <w:r>
        <w:rPr>
          <w:sz w:val="24"/>
          <w:szCs w:val="24"/>
        </w:rPr>
        <w:t>“There’s something else we need to tell you first.” Jen looked at Alex then back at her mom. She then said slowly, “I just had sex with him for the first time today. He ended up telling me about you afterwards.”</w:t>
      </w:r>
    </w:p>
    <w:p w:rsidR="00B50E03" w:rsidRDefault="00B50E03">
      <w:pPr>
        <w:spacing w:line="480" w:lineRule="auto"/>
        <w:ind w:firstLine="720"/>
        <w:rPr>
          <w:sz w:val="24"/>
          <w:szCs w:val="24"/>
        </w:rPr>
      </w:pPr>
      <w:r>
        <w:rPr>
          <w:sz w:val="24"/>
          <w:szCs w:val="24"/>
        </w:rPr>
        <w:t>Lisa gasped. Her eyes darted between Jen and Alex. “How did this happen?” she asked.</w:t>
      </w:r>
    </w:p>
    <w:p w:rsidR="00B50E03" w:rsidRDefault="00B50E03">
      <w:pPr>
        <w:spacing w:line="480" w:lineRule="auto"/>
        <w:ind w:firstLine="720"/>
        <w:rPr>
          <w:sz w:val="24"/>
          <w:szCs w:val="24"/>
        </w:rPr>
      </w:pPr>
      <w:r>
        <w:rPr>
          <w:sz w:val="24"/>
          <w:szCs w:val="24"/>
        </w:rPr>
        <w:t>“How did it happen between you and him? It just did!”</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“But, you’re too young to be having sex with anyone. Your first time is meant to be special. I wish Alex wasn’t your first, nothing against you, Alex. It’s just, it ain’t right that your first time was with your brother!”</w:t>
      </w:r>
    </w:p>
    <w:p w:rsidR="00B50E03" w:rsidRDefault="00B50E03">
      <w:pPr>
        <w:spacing w:line="480" w:lineRule="auto"/>
        <w:ind w:firstLine="720"/>
        <w:rPr>
          <w:sz w:val="24"/>
          <w:szCs w:val="24"/>
        </w:rPr>
      </w:pPr>
      <w:r>
        <w:rPr>
          <w:sz w:val="24"/>
          <w:szCs w:val="24"/>
        </w:rPr>
        <w:t>“It was special, mom!” she exclaimed. “He made sweet sweet love to me. I loved it and I love him for being my first. And yeah, I know he’s my brother, but I don’t care. I don’t regret him being my first at all!” Alex smiled at Jen. She was so nice.</w:t>
      </w:r>
    </w:p>
    <w:p w:rsidR="00B50E03" w:rsidRDefault="00B50E03">
      <w:pPr>
        <w:spacing w:line="480" w:lineRule="auto"/>
        <w:ind w:firstLine="720"/>
        <w:rPr>
          <w:sz w:val="24"/>
          <w:szCs w:val="24"/>
        </w:rPr>
      </w:pPr>
      <w:r>
        <w:rPr>
          <w:sz w:val="24"/>
          <w:szCs w:val="24"/>
        </w:rPr>
        <w:t>Lisa sighed deeply. She then turned to Alex. “You’ve been quiet so far. What do you have to say for yourself?”</w:t>
      </w:r>
    </w:p>
    <w:p w:rsidR="00B50E03" w:rsidRDefault="00B50E03">
      <w:pPr>
        <w:spacing w:line="480" w:lineRule="auto"/>
        <w:ind w:firstLine="720"/>
        <w:rPr>
          <w:sz w:val="24"/>
          <w:szCs w:val="24"/>
        </w:rPr>
      </w:pPr>
      <w:r>
        <w:rPr>
          <w:sz w:val="24"/>
          <w:szCs w:val="24"/>
        </w:rPr>
        <w:t xml:space="preserve">“Ummm…It just kind of happened,” he said, clearing his throat. “Just like the two of us kind of.” </w:t>
      </w:r>
    </w:p>
    <w:p w:rsidR="00B50E03" w:rsidRDefault="00B50E03">
      <w:pPr>
        <w:spacing w:line="480" w:lineRule="auto"/>
        <w:ind w:firstLine="720"/>
        <w:rPr>
          <w:sz w:val="24"/>
          <w:szCs w:val="24"/>
        </w:rPr>
      </w:pPr>
      <w:r>
        <w:rPr>
          <w:sz w:val="24"/>
          <w:szCs w:val="24"/>
        </w:rPr>
        <w:t>Lisa sighed again. “So what now?”</w:t>
      </w:r>
    </w:p>
    <w:p w:rsidR="00B50E03" w:rsidRDefault="00B50E03">
      <w:pPr>
        <w:spacing w:line="480" w:lineRule="auto"/>
        <w:ind w:firstLine="720"/>
        <w:rPr>
          <w:sz w:val="24"/>
          <w:szCs w:val="24"/>
        </w:rPr>
      </w:pPr>
      <w:r>
        <w:rPr>
          <w:sz w:val="24"/>
          <w:szCs w:val="24"/>
        </w:rPr>
        <w:t>“What do you mean?” Alex asked.</w:t>
      </w:r>
    </w:p>
    <w:p w:rsidR="00B50E03" w:rsidRDefault="00B50E03">
      <w:pPr>
        <w:spacing w:line="480" w:lineRule="auto"/>
        <w:ind w:firstLine="720"/>
        <w:rPr>
          <w:sz w:val="24"/>
          <w:szCs w:val="24"/>
        </w:rPr>
      </w:pPr>
      <w:r>
        <w:rPr>
          <w:sz w:val="24"/>
          <w:szCs w:val="24"/>
        </w:rPr>
        <w:t>“I mean, are you two going to keep fucking? And are you going to stop having sex with me? Or are you just going to stop having sex with the both of us?”</w:t>
      </w:r>
    </w:p>
    <w:p w:rsidR="00B50E03" w:rsidRDefault="00B50E03">
      <w:pPr>
        <w:spacing w:line="480" w:lineRule="auto"/>
        <w:ind w:firstLine="720"/>
        <w:rPr>
          <w:sz w:val="24"/>
          <w:szCs w:val="24"/>
        </w:rPr>
      </w:pPr>
      <w:r>
        <w:rPr>
          <w:sz w:val="24"/>
          <w:szCs w:val="24"/>
        </w:rPr>
        <w:t>“Ummmm…I don’t know! I like being with both of you!”</w:t>
      </w:r>
    </w:p>
    <w:p w:rsidR="00B50E03" w:rsidRDefault="00B50E03">
      <w:pPr>
        <w:spacing w:line="480" w:lineRule="auto"/>
        <w:ind w:firstLine="720"/>
        <w:rPr>
          <w:sz w:val="24"/>
          <w:szCs w:val="24"/>
        </w:rPr>
      </w:pPr>
      <w:r>
        <w:rPr>
          <w:sz w:val="24"/>
          <w:szCs w:val="24"/>
        </w:rPr>
        <w:t>Jen cut in. “I’m still going to have sex with him, no matter what you say.”</w:t>
      </w:r>
    </w:p>
    <w:p w:rsidR="00B50E03" w:rsidRDefault="00B50E03">
      <w:pPr>
        <w:spacing w:line="480" w:lineRule="auto"/>
        <w:ind w:firstLine="720"/>
        <w:rPr>
          <w:sz w:val="24"/>
          <w:szCs w:val="24"/>
        </w:rPr>
      </w:pPr>
      <w:r>
        <w:rPr>
          <w:sz w:val="24"/>
          <w:szCs w:val="24"/>
        </w:rPr>
        <w:t>“Well, I’m not about to stop fucking him just so that you can have your turn.”</w:t>
      </w:r>
    </w:p>
    <w:p w:rsidR="00B50E03" w:rsidRDefault="00B50E03">
      <w:pPr>
        <w:spacing w:line="480" w:lineRule="auto"/>
        <w:ind w:firstLine="720"/>
        <w:rPr>
          <w:sz w:val="24"/>
          <w:szCs w:val="24"/>
        </w:rPr>
      </w:pPr>
      <w:r>
        <w:rPr>
          <w:sz w:val="24"/>
          <w:szCs w:val="24"/>
        </w:rPr>
        <w:t>“So what do we do?” Jen asked.</w:t>
      </w:r>
    </w:p>
    <w:p w:rsidR="00B50E03" w:rsidRDefault="00B50E03">
      <w:pPr>
        <w:spacing w:line="480" w:lineRule="auto"/>
        <w:ind w:firstLine="720"/>
        <w:rPr>
          <w:sz w:val="24"/>
          <w:szCs w:val="24"/>
        </w:rPr>
      </w:pPr>
      <w:r>
        <w:rPr>
          <w:sz w:val="24"/>
          <w:szCs w:val="24"/>
        </w:rPr>
        <w:t>“Well, I can’t say it’s the best option in the world, but I guess we’ll have to share him.” A blank look came over Alex. She was willing to share him with another girl? “I mean, I’ve had to share him with Christina for three months now. I guess I can share him with someone else, especially if it’s you, Jen. I just hope you won’t end up hurt, honey.”</w:t>
      </w:r>
    </w:p>
    <w:p w:rsidR="00B50E03" w:rsidRDefault="00B50E03">
      <w:pPr>
        <w:spacing w:line="480" w:lineRule="auto"/>
        <w:ind w:firstLine="720"/>
        <w:rPr>
          <w:sz w:val="24"/>
          <w:szCs w:val="24"/>
        </w:rPr>
      </w:pPr>
      <w:r>
        <w:rPr>
          <w:sz w:val="24"/>
          <w:szCs w:val="24"/>
        </w:rPr>
        <w:t>Jen then said, “I guess I can share him. He does last long enough for three women doesn’t he?”</w:t>
      </w:r>
    </w:p>
    <w:p w:rsidR="00B50E03" w:rsidRDefault="00B50E03">
      <w:pPr>
        <w:spacing w:line="480" w:lineRule="auto"/>
        <w:ind w:firstLine="720"/>
        <w:rPr>
          <w:sz w:val="24"/>
          <w:szCs w:val="24"/>
        </w:rPr>
      </w:pPr>
      <w:r>
        <w:rPr>
          <w:sz w:val="24"/>
          <w:szCs w:val="24"/>
        </w:rPr>
        <w:t>Lisa laughed. “You sure did fuck him alright! Well, I guess the three of us have something in common now! Come here, both of you. Give your mom a hug.” Alex smiled and walked up to her hugging her. Jen joined the two of them as the three of them hugged. Alex breathed a sigh of relief. It would seem things turned out quite well in his favor. But, how would the two of them share him? Would they have sex with him in shifts or something? He had no clue how it would work out.</w:t>
      </w:r>
    </w:p>
    <w:p w:rsidR="00B50E03" w:rsidRDefault="00B50E03">
      <w:pPr>
        <w:spacing w:line="480" w:lineRule="auto"/>
        <w:ind w:firstLine="720"/>
        <w:rPr>
          <w:sz w:val="24"/>
          <w:szCs w:val="24"/>
        </w:rPr>
      </w:pPr>
      <w:r>
        <w:rPr>
          <w:sz w:val="24"/>
          <w:szCs w:val="24"/>
        </w:rPr>
        <w:t>The three of them sat on the couch together, Alex between the two girls. Things were tense at first, but it seemed that the two’s moods had lightened after that. Lisa told Jen that she would have to be put on birth control the next day if she wanted to continue with him. They began talking about sex with Alex, while the two of them rubbed his thighs.</w:t>
      </w:r>
    </w:p>
    <w:p w:rsidR="00B50E03" w:rsidRDefault="00B50E03">
      <w:pPr>
        <w:spacing w:line="480" w:lineRule="auto"/>
        <w:ind w:firstLine="720"/>
        <w:rPr>
          <w:sz w:val="24"/>
          <w:szCs w:val="24"/>
        </w:rPr>
      </w:pPr>
      <w:r>
        <w:rPr>
          <w:sz w:val="24"/>
          <w:szCs w:val="24"/>
        </w:rPr>
        <w:t>“So how was he for you?” Lisa asked.</w:t>
      </w:r>
    </w:p>
    <w:p w:rsidR="00B50E03" w:rsidRDefault="00B50E03">
      <w:pPr>
        <w:spacing w:line="480" w:lineRule="auto"/>
        <w:ind w:firstLine="720"/>
        <w:rPr>
          <w:sz w:val="24"/>
          <w:szCs w:val="24"/>
        </w:rPr>
      </w:pPr>
      <w:r>
        <w:rPr>
          <w:sz w:val="24"/>
          <w:szCs w:val="24"/>
        </w:rPr>
        <w:t>“Oh he was great! He was very charming and sexy and he gave me so many orgasms today!”</w:t>
      </w:r>
    </w:p>
    <w:p w:rsidR="00B50E03" w:rsidRDefault="00B50E03">
      <w:pPr>
        <w:spacing w:line="480" w:lineRule="auto"/>
        <w:ind w:firstLine="720"/>
        <w:rPr>
          <w:sz w:val="24"/>
          <w:szCs w:val="24"/>
        </w:rPr>
      </w:pPr>
      <w:r>
        <w:rPr>
          <w:sz w:val="24"/>
          <w:szCs w:val="24"/>
        </w:rPr>
        <w:t>“Yeah? So how many did he give you?”</w:t>
      </w:r>
    </w:p>
    <w:p w:rsidR="00B50E03" w:rsidRDefault="00B50E03">
      <w:pPr>
        <w:spacing w:line="480" w:lineRule="auto"/>
        <w:ind w:firstLine="720"/>
        <w:rPr>
          <w:sz w:val="24"/>
          <w:szCs w:val="24"/>
        </w:rPr>
      </w:pPr>
      <w:r>
        <w:rPr>
          <w:sz w:val="24"/>
          <w:szCs w:val="24"/>
        </w:rPr>
        <w:t>“Sixty-three mom! He was wonderful!” she exclaimed.</w:t>
      </w:r>
    </w:p>
    <w:p w:rsidR="00B50E03" w:rsidRDefault="00B50E03">
      <w:pPr>
        <w:spacing w:line="480" w:lineRule="auto"/>
        <w:ind w:firstLine="720"/>
        <w:rPr>
          <w:sz w:val="24"/>
          <w:szCs w:val="24"/>
        </w:rPr>
      </w:pPr>
      <w:r>
        <w:rPr>
          <w:sz w:val="24"/>
          <w:szCs w:val="24"/>
        </w:rPr>
        <w:t xml:space="preserve">“Yeah, he is a great guy,” Lisa responded stroking his thigh. “Trust me when I say most men do not last nearly as long as him, and no one’s cock is nearly as large as his!” Alex felt his mom lightly squeeze his cock in his pants before moving it back to his knee. </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“Oh I figured he wasn’t like most guys!” Jen said leaning into him. She stared up at Alex and leaned forward to kiss him. He leaned down and kissed her gently. He then felt his mom take his chin and turn it towards her so that she could kiss him as well.</w:t>
      </w:r>
    </w:p>
    <w:p w:rsidR="00B50E03" w:rsidRDefault="00B50E03">
      <w:pPr>
        <w:spacing w:line="480" w:lineRule="auto"/>
        <w:ind w:firstLine="720"/>
        <w:rPr>
          <w:sz w:val="24"/>
          <w:szCs w:val="24"/>
        </w:rPr>
      </w:pPr>
      <w:r>
        <w:rPr>
          <w:sz w:val="24"/>
          <w:szCs w:val="24"/>
        </w:rPr>
        <w:t xml:space="preserve">“Isn’t he such a great kisser too?!” Lisa said. </w:t>
      </w:r>
    </w:p>
    <w:p w:rsidR="00B50E03" w:rsidRDefault="00B50E03">
      <w:pPr>
        <w:spacing w:line="480" w:lineRule="auto"/>
        <w:ind w:firstLine="720"/>
        <w:rPr>
          <w:sz w:val="24"/>
          <w:szCs w:val="24"/>
        </w:rPr>
      </w:pPr>
      <w:r>
        <w:rPr>
          <w:sz w:val="24"/>
          <w:szCs w:val="24"/>
        </w:rPr>
        <w:t>“Yeah! It’s like he’s this super guy that’s great at anything sexual. You’ve only been with a few girls before, right, Alex? They must have given you a lot of tips in bed.”</w:t>
      </w:r>
    </w:p>
    <w:p w:rsidR="00B50E03" w:rsidRDefault="00B50E03">
      <w:pPr>
        <w:spacing w:line="480" w:lineRule="auto"/>
        <w:ind w:firstLine="720"/>
        <w:rPr>
          <w:sz w:val="24"/>
          <w:szCs w:val="24"/>
        </w:rPr>
      </w:pPr>
      <w:r>
        <w:rPr>
          <w:sz w:val="24"/>
          <w:szCs w:val="24"/>
        </w:rPr>
        <w:t>Alex laughed. “Yeah, they did. I try to listen to what the girls like and build on that.”</w:t>
      </w:r>
    </w:p>
    <w:p w:rsidR="00B50E03" w:rsidRDefault="00B50E03">
      <w:pPr>
        <w:spacing w:line="480" w:lineRule="auto"/>
        <w:ind w:firstLine="720"/>
        <w:rPr>
          <w:sz w:val="24"/>
          <w:szCs w:val="24"/>
        </w:rPr>
      </w:pPr>
      <w:r>
        <w:rPr>
          <w:sz w:val="24"/>
          <w:szCs w:val="24"/>
        </w:rPr>
        <w:t>“And you do it so well!” Jen exclaimed. She took his face in both her hands and kissed him, their tongues snaking into one another’s mouths as they made out.</w:t>
      </w:r>
    </w:p>
    <w:p w:rsidR="00B50E03" w:rsidRDefault="00B50E03">
      <w:pPr>
        <w:spacing w:line="480" w:lineRule="auto"/>
        <w:ind w:firstLine="720"/>
        <w:rPr>
          <w:sz w:val="24"/>
          <w:szCs w:val="24"/>
        </w:rPr>
      </w:pPr>
      <w:r>
        <w:rPr>
          <w:sz w:val="24"/>
          <w:szCs w:val="24"/>
        </w:rPr>
        <w:t>“Hey! Don’t forget me, dear!” Alex smiled and stopped kissing Jen. He then turned his head and pulled Lisa’s face to his own, making out with her. Alex couldn’t believe that he had two hot looking girls sitting on either side of him making out with him. If someone had told him during his old life that he would have three girls sharing him, he would have laughed. But, now it was a reality and he couldn’t feel better.</w:t>
      </w:r>
    </w:p>
    <w:p w:rsidR="00B50E03" w:rsidRDefault="00B50E03">
      <w:pPr>
        <w:spacing w:line="480" w:lineRule="auto"/>
        <w:ind w:firstLine="720"/>
        <w:rPr>
          <w:sz w:val="24"/>
          <w:szCs w:val="24"/>
        </w:rPr>
      </w:pPr>
      <w:r>
        <w:rPr>
          <w:sz w:val="24"/>
          <w:szCs w:val="24"/>
        </w:rPr>
        <w:t>“Anyhow,” Lisa continued, “I’m glad that your first time was at least memorable. So has he had anal with you yet?”</w:t>
      </w:r>
    </w:p>
    <w:p w:rsidR="00B50E03" w:rsidRDefault="00B50E03">
      <w:pPr>
        <w:spacing w:line="480" w:lineRule="auto"/>
        <w:ind w:firstLine="720"/>
        <w:rPr>
          <w:sz w:val="24"/>
          <w:szCs w:val="24"/>
        </w:rPr>
      </w:pPr>
      <w:r>
        <w:rPr>
          <w:sz w:val="24"/>
          <w:szCs w:val="24"/>
        </w:rPr>
        <w:t>Jen’s eyes widened slightly. “You two have anal sex? I thought he was too big down there for that!”</w:t>
      </w:r>
    </w:p>
    <w:p w:rsidR="00B50E03" w:rsidRDefault="00B50E03">
      <w:pPr>
        <w:spacing w:line="480" w:lineRule="auto"/>
        <w:ind w:firstLine="720"/>
        <w:rPr>
          <w:sz w:val="24"/>
          <w:szCs w:val="24"/>
        </w:rPr>
      </w:pPr>
      <w:r>
        <w:rPr>
          <w:sz w:val="24"/>
          <w:szCs w:val="24"/>
        </w:rPr>
        <w:t>“No. I thought that too at first but quickly found out that not only could he fit all the way in me, but it felt so great with him inside of me! It was like a nonstop orgasm!”</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“Wow. I’ll have to try that some time, myself.” Jens hand went over Alex’s crotch and began squeezing his cock gently. Lisa’s hand then reached over and began squeezing the parts of his cock she wasn’t. He quickly became erect from the two girls grabbing and squeezing his cock.</w:t>
      </w:r>
    </w:p>
    <w:p w:rsidR="00B50E03" w:rsidRDefault="00B50E03">
      <w:pPr>
        <w:spacing w:line="480" w:lineRule="auto"/>
        <w:ind w:firstLine="720"/>
        <w:rPr>
          <w:sz w:val="24"/>
          <w:szCs w:val="24"/>
        </w:rPr>
      </w:pPr>
      <w:r>
        <w:rPr>
          <w:sz w:val="24"/>
          <w:szCs w:val="24"/>
        </w:rPr>
        <w:t>Lisa then said to Jen, “Why not now, darling? He’s hard. And I know he likes your ass.” Alex blushed deeply.</w:t>
      </w:r>
    </w:p>
    <w:p w:rsidR="00B50E03" w:rsidRDefault="00B50E03">
      <w:pPr>
        <w:spacing w:line="480" w:lineRule="auto"/>
        <w:ind w:firstLine="720"/>
        <w:rPr>
          <w:sz w:val="24"/>
          <w:szCs w:val="24"/>
        </w:rPr>
      </w:pPr>
      <w:r>
        <w:rPr>
          <w:sz w:val="24"/>
          <w:szCs w:val="24"/>
        </w:rPr>
        <w:t>“How about you go first mom? You haven’t had a turn with him today. Would you mind if I watched you two? It would be a real turn on I think if I saw him fucking your ass. Besides, I have to see this to believe it.”</w:t>
      </w:r>
    </w:p>
    <w:p w:rsidR="00B50E03" w:rsidRDefault="00B50E03">
      <w:pPr>
        <w:spacing w:line="480" w:lineRule="auto"/>
        <w:ind w:firstLine="720"/>
        <w:rPr>
          <w:sz w:val="24"/>
          <w:szCs w:val="24"/>
        </w:rPr>
      </w:pPr>
      <w:r>
        <w:rPr>
          <w:sz w:val="24"/>
          <w:szCs w:val="24"/>
        </w:rPr>
        <w:t xml:space="preserve">“Sure, honey. You can watch…or join in if you want to.” Did Alex just see his mom wink at Jen? Lisa led the way upstairs to her bedroom with Alex right behind her and Jen behind her. It had been a while since Alex had fucked his mom’s ass so he was really looking forward to it. He was looking even more towards taking Jen’s anal cherry. Her ass haunted his dreams sometimes at night and he couldn’t wait to slam his cock deep into her rosebud. </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Jen watched as Alex and Lisa took off all of their clothes until they were naked. Jen asked, “Do you mind if I took off my clothes too?”</w:t>
      </w:r>
    </w:p>
    <w:p w:rsidR="00B50E03" w:rsidRDefault="00B50E03">
      <w:pPr>
        <w:spacing w:line="480" w:lineRule="auto"/>
        <w:ind w:firstLine="720"/>
        <w:rPr>
          <w:sz w:val="24"/>
          <w:szCs w:val="24"/>
        </w:rPr>
      </w:pPr>
      <w:r>
        <w:rPr>
          <w:sz w:val="24"/>
          <w:szCs w:val="24"/>
        </w:rPr>
        <w:t>Lisa said, “Of course, dear! I think both me and Alex would like to see your large beautiful breasts as he pumps in and out of me.”</w:t>
      </w:r>
    </w:p>
    <w:p w:rsidR="00B50E03" w:rsidRDefault="00B50E03">
      <w:pPr>
        <w:spacing w:line="480" w:lineRule="auto"/>
        <w:ind w:firstLine="720"/>
        <w:rPr>
          <w:sz w:val="24"/>
          <w:szCs w:val="24"/>
        </w:rPr>
      </w:pPr>
      <w:r>
        <w:rPr>
          <w:sz w:val="24"/>
          <w:szCs w:val="24"/>
        </w:rPr>
        <w:t>Jen began taking off her bikini top and bottoms for the second time that day. The two of them stared at her naked body making her blush a little. “I just thought it would be awkward with me being the only clothed one in the room.”</w:t>
      </w:r>
    </w:p>
    <w:p w:rsidR="00B50E03" w:rsidRDefault="00B50E03">
      <w:pPr>
        <w:spacing w:line="480" w:lineRule="auto"/>
        <w:ind w:firstLine="720"/>
        <w:rPr>
          <w:sz w:val="24"/>
          <w:szCs w:val="24"/>
        </w:rPr>
      </w:pPr>
      <w:r>
        <w:rPr>
          <w:sz w:val="24"/>
          <w:szCs w:val="24"/>
        </w:rPr>
        <w:t>Lisa walked up to Jen and hugged her deeply, the two’s breasts pressing firmly against each other. Lisa kissed her cheek and then surprised Jen by kissing her lips. After the initial shock was over, she found herself returning the kiss. The two opened their mouths and let their tongues explore each other. Jen felt herself getting very wet as she experienced her first female kiss. It was electric!</w:t>
      </w:r>
    </w:p>
    <w:p w:rsidR="00B50E03" w:rsidRDefault="00B50E03">
      <w:pPr>
        <w:spacing w:line="480" w:lineRule="auto"/>
        <w:ind w:firstLine="720"/>
        <w:rPr>
          <w:sz w:val="24"/>
          <w:szCs w:val="24"/>
        </w:rPr>
      </w:pPr>
      <w:r>
        <w:rPr>
          <w:sz w:val="24"/>
          <w:szCs w:val="24"/>
        </w:rPr>
        <w:t>“Wow!” The two broke the kiss and looked over to see Alex pumping on his dick slowly.</w:t>
      </w:r>
    </w:p>
    <w:p w:rsidR="00B50E03" w:rsidRDefault="00B50E03">
      <w:pPr>
        <w:spacing w:line="480" w:lineRule="auto"/>
        <w:ind w:firstLine="720"/>
        <w:rPr>
          <w:sz w:val="24"/>
          <w:szCs w:val="24"/>
        </w:rPr>
      </w:pPr>
      <w:r>
        <w:rPr>
          <w:sz w:val="24"/>
          <w:szCs w:val="24"/>
        </w:rPr>
        <w:t xml:space="preserve">They broke out laughing and Lisa said, “I better let him fuck me before he wastes his load.” She looked back at Jen and smiled. “That was my first lesbian moment too, you know. You seem to kiss just as well as Alex does. We’ll have to do that again sometime.” Lisa climbed onto the bed, jutting her ass up for Alex to take. </w:t>
      </w:r>
    </w:p>
    <w:p w:rsidR="00B50E03" w:rsidRDefault="00B50E03">
      <w:pPr>
        <w:spacing w:line="480" w:lineRule="auto"/>
        <w:ind w:firstLine="720"/>
        <w:rPr>
          <w:sz w:val="24"/>
          <w:szCs w:val="24"/>
        </w:rPr>
      </w:pPr>
      <w:r>
        <w:rPr>
          <w:sz w:val="24"/>
          <w:szCs w:val="24"/>
        </w:rPr>
        <w:t>Alex got behind her and winked right before slamming his cock all the way into Lisa’s ass. Lisa yelped. “You asshole! I wasn’t ready to take all of you at once!” Alex laughed at her as she turned her head and pretended to pout.</w:t>
      </w:r>
    </w:p>
    <w:p w:rsidR="00B50E03" w:rsidRDefault="00B50E03">
      <w:pPr>
        <w:spacing w:line="480" w:lineRule="auto"/>
        <w:ind w:firstLine="720"/>
        <w:rPr>
          <w:sz w:val="24"/>
          <w:szCs w:val="24"/>
        </w:rPr>
      </w:pPr>
      <w:r>
        <w:rPr>
          <w:sz w:val="24"/>
          <w:szCs w:val="24"/>
        </w:rPr>
        <w:t>“Are you OK mom?” Jen asked.</w:t>
      </w:r>
    </w:p>
    <w:p w:rsidR="00B50E03" w:rsidRDefault="00B50E03">
      <w:pPr>
        <w:spacing w:line="480" w:lineRule="auto"/>
        <w:ind w:firstLine="720"/>
        <w:rPr>
          <w:sz w:val="24"/>
          <w:szCs w:val="24"/>
        </w:rPr>
      </w:pPr>
      <w:r>
        <w:rPr>
          <w:sz w:val="24"/>
          <w:szCs w:val="24"/>
        </w:rPr>
        <w:t>“Yeah. He just surprised me, that’s all. It really didn’t hurt at all.” She slammed her hips hard into Alex, making him groan. “Now show your sister how well you fuck my ass, dear.” Alex smiled and began pumping in and out of Lisa’s ass while she pushed her ass back and forth against his hardness. Jen watched as her mom quickly began moaning loudly and quickly.</w:t>
      </w:r>
    </w:p>
    <w:p w:rsidR="00B50E03" w:rsidRDefault="00B50E03">
      <w:pPr>
        <w:spacing w:line="480" w:lineRule="auto"/>
        <w:ind w:firstLine="720"/>
        <w:rPr>
          <w:sz w:val="24"/>
          <w:szCs w:val="24"/>
        </w:rPr>
      </w:pPr>
      <w:r>
        <w:rPr>
          <w:sz w:val="24"/>
          <w:szCs w:val="24"/>
        </w:rPr>
        <w:t>Less than thirty seconds into it, she heard her mom scream, “I’m cumming Jen! His cock feels so great inside me!” Jen found herself getting very wet. She lowered her hand to her pussy lips and began stroking it gently. She watched in awe as Alex’s long cock entered in and out of her mom’s ass cheeks, while she continued to scream in ecstasy.</w:t>
      </w:r>
    </w:p>
    <w:p w:rsidR="00B50E03" w:rsidRDefault="00B50E03">
      <w:pPr>
        <w:spacing w:line="480" w:lineRule="auto"/>
        <w:ind w:firstLine="720"/>
        <w:rPr>
          <w:sz w:val="24"/>
          <w:szCs w:val="24"/>
        </w:rPr>
      </w:pPr>
      <w:r>
        <w:rPr>
          <w:sz w:val="24"/>
          <w:szCs w:val="24"/>
        </w:rPr>
        <w:t>“Harder, Alex! Show Jen what you can really do!” Alex began slamming into her ass over and over again, his large grape sized balls slapping relentlessly against her cheeks. Jen found her clit and closed her eyes, stroking herself to an orgasm.</w:t>
      </w:r>
    </w:p>
    <w:p w:rsidR="00B50E03" w:rsidRDefault="00B50E03">
      <w:pPr>
        <w:spacing w:line="480" w:lineRule="auto"/>
        <w:ind w:firstLine="720"/>
        <w:rPr>
          <w:sz w:val="24"/>
          <w:szCs w:val="24"/>
        </w:rPr>
      </w:pPr>
      <w:r>
        <w:rPr>
          <w:sz w:val="24"/>
          <w:szCs w:val="24"/>
        </w:rPr>
        <w:t>She opened her eyes and blushed when she noticed Alex staring at her while he pumped in and out of his mom’s ass. He slowed his pace a little and beckoned her over to him with the finger of his hand while his other gripped her mom’s round ass tightly. “Come here, sexy,” he said. She found herself complying and walked over to him. She took his face in her hands and placed her mouth over her own, kissing him fiercely. He continued stroking in and out of his mom’s ass, at a slower pace though.</w:t>
      </w:r>
    </w:p>
    <w:p w:rsidR="00B50E03" w:rsidRDefault="00B50E03">
      <w:pPr>
        <w:spacing w:line="480" w:lineRule="auto"/>
        <w:ind w:firstLine="720"/>
        <w:rPr>
          <w:sz w:val="24"/>
          <w:szCs w:val="24"/>
        </w:rPr>
      </w:pPr>
      <w:r>
        <w:rPr>
          <w:sz w:val="24"/>
          <w:szCs w:val="24"/>
        </w:rPr>
        <w:t>Alex began cupping and squeezing her tits while the two made out. She then broke the kiss and lifted one of her tits to his mouth for him to enjoy. Alex licked and sucked her tit causing her to moan deeply as Alex slowed his pumping in and out of his mom’s ass.</w:t>
      </w:r>
    </w:p>
    <w:p w:rsidR="00B50E03" w:rsidRDefault="00B50E03">
      <w:pPr>
        <w:spacing w:line="480" w:lineRule="auto"/>
        <w:ind w:firstLine="720"/>
        <w:rPr>
          <w:sz w:val="24"/>
          <w:szCs w:val="24"/>
        </w:rPr>
      </w:pPr>
      <w:r>
        <w:rPr>
          <w:sz w:val="24"/>
          <w:szCs w:val="24"/>
        </w:rPr>
        <w:t>She closed her eyes as he continued to suck her nipple. She then heard a plop and opened her eyes to see him kneeling in front of her, sucking on her nipples. “I guess that means its your turn dear,” Lisa said, stepping off of the bed.</w:t>
      </w:r>
    </w:p>
    <w:p w:rsidR="00B50E03" w:rsidRDefault="00B50E03">
      <w:pPr>
        <w:spacing w:line="480" w:lineRule="auto"/>
        <w:ind w:firstLine="720"/>
        <w:rPr>
          <w:sz w:val="24"/>
          <w:szCs w:val="24"/>
        </w:rPr>
      </w:pPr>
      <w:r>
        <w:rPr>
          <w:sz w:val="24"/>
          <w:szCs w:val="24"/>
        </w:rPr>
        <w:t>Jen kissed Alex deeply. Her mom stepped in between the two and pressed her mouth in between the two. They made space for her as the three’s tongues intertwined, sharing a very erotic three way kiss. Jen broke the kiss and got onto the bed, setting her butt in the air just as her mom did. She looked back to see Alex making out with their mom while he stared at her ass. She grinned and wiggled her ass invitingly for him.</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Alex didn’t need a second invitation. He stroked Lisa’s red hair and broke off his kiss with her. “It’s show time,” he whispered into her ear. Lisa couldn’t help but giggle. He walked up behind Jen, placing his cock head at the entrance to her asshole. “Are you sure about this?” he asked her.</w:t>
      </w:r>
    </w:p>
    <w:p w:rsidR="00B50E03" w:rsidRDefault="00B50E03">
      <w:pPr>
        <w:spacing w:line="480" w:lineRule="auto"/>
        <w:ind w:firstLine="720"/>
        <w:rPr>
          <w:sz w:val="24"/>
          <w:szCs w:val="24"/>
        </w:rPr>
      </w:pPr>
      <w:r>
        <w:rPr>
          <w:sz w:val="24"/>
          <w:szCs w:val="24"/>
        </w:rPr>
        <w:t>“Oh yeah!” She exclaimed looking back at him. Alex began pushing into her anus and after a full minute passed, the head of his cock slipped into her waiting butt cheeks. Jen moaned loudly against him.</w:t>
      </w:r>
    </w:p>
    <w:p w:rsidR="00B50E03" w:rsidRDefault="00B50E03">
      <w:pPr>
        <w:spacing w:line="480" w:lineRule="auto"/>
        <w:ind w:firstLine="720"/>
        <w:rPr>
          <w:sz w:val="24"/>
          <w:szCs w:val="24"/>
        </w:rPr>
      </w:pPr>
      <w:r>
        <w:rPr>
          <w:sz w:val="24"/>
          <w:szCs w:val="24"/>
        </w:rPr>
        <w:t>“Are you ok? Tell me if you need to stop.”</w:t>
      </w:r>
    </w:p>
    <w:p w:rsidR="00B50E03" w:rsidRDefault="00B50E03">
      <w:pPr>
        <w:spacing w:line="480" w:lineRule="auto"/>
        <w:ind w:firstLine="720"/>
        <w:rPr>
          <w:sz w:val="24"/>
          <w:szCs w:val="24"/>
        </w:rPr>
      </w:pPr>
      <w:r>
        <w:rPr>
          <w:sz w:val="24"/>
          <w:szCs w:val="24"/>
        </w:rPr>
        <w:t>“I’m fine. It actually feels good inside me. You can keep going, Alex.” Alex pushed his cock deeper and deeper into her ass. It seemed as if her ass gave more resistance than the other two girls that he had been with recently. He pushed and pushed. Jen began bucking her hips against him. He figured she just had an orgasm. Her hips helped his dick slide into her more easily and within moments, he was fully inside her.</w:t>
      </w:r>
    </w:p>
    <w:p w:rsidR="00B50E03" w:rsidRDefault="00B50E03">
      <w:pPr>
        <w:spacing w:line="480" w:lineRule="auto"/>
        <w:ind w:firstLine="720"/>
        <w:rPr>
          <w:sz w:val="24"/>
          <w:szCs w:val="24"/>
        </w:rPr>
      </w:pPr>
      <w:r>
        <w:rPr>
          <w:sz w:val="24"/>
          <w:szCs w:val="24"/>
        </w:rPr>
        <w:t>He began slowly driving his hardness in and out of her. Within a few moments of him pumping in and out of her, she began bucking her hips again as another orgasm took her, then another a minute later. Alex wondered why all these girls’ asses were so sensitive against his cock. He never read anything about their butts being more or less sensitive than a humans, and yet here Jen was having orgasms, one after another against him. He also never read anything about their asses being any tighter than a humans, and they sure didn’t feel any tighter than the last human girl he took in the ass. So what was it that pleased these girls so much from anal?</w:t>
      </w:r>
    </w:p>
    <w:p w:rsidR="00B50E03" w:rsidRDefault="00B50E03">
      <w:pPr>
        <w:spacing w:line="480" w:lineRule="auto"/>
        <w:ind w:firstLine="720"/>
        <w:rPr>
          <w:sz w:val="24"/>
          <w:szCs w:val="24"/>
        </w:rPr>
      </w:pPr>
      <w:r>
        <w:rPr>
          <w:sz w:val="24"/>
          <w:szCs w:val="24"/>
        </w:rPr>
        <w:t xml:space="preserve">Alex began pushing in and out of her faster as Jen’s orgasms came on quicker. As he focused on Jen’s ass cheeks, a pair of hands turned his head towards Lisa’s waiting lips. “Sorry, honey. I just couldn’t stand idly by while you two were having so much fun!” Alex and Lisa made out while he shoved his cock in and out of her anus. Lisa broke the kiss, and lifted her tit for Alex to suck, just as Jen did for him earlier. He smiled and took the tit into his mouth sucking and licking it all over. He listened as both Jen and Lisa’s moans grew deeper until Lisa screamed out in orgasm. </w:t>
      </w:r>
    </w:p>
    <w:p w:rsidR="00B50E03" w:rsidRDefault="00B50E03">
      <w:pPr>
        <w:spacing w:line="480" w:lineRule="auto"/>
        <w:ind w:firstLine="720"/>
        <w:rPr>
          <w:sz w:val="24"/>
          <w:szCs w:val="24"/>
        </w:rPr>
      </w:pPr>
      <w:r>
        <w:rPr>
          <w:sz w:val="24"/>
          <w:szCs w:val="24"/>
        </w:rPr>
        <w:t>She reached Alex’s face to hers and kissed him deeply. Lisa then bit his earlobe slightly as he continued to move in and out of Jen. Lisa whispered into his ear, “Show her what you’re really capable of, dear. I want to see you pound into her ass the way you pound into mine.”</w:t>
      </w:r>
    </w:p>
    <w:p w:rsidR="00B50E03" w:rsidRDefault="00B50E03">
      <w:pPr>
        <w:spacing w:line="480" w:lineRule="auto"/>
        <w:ind w:firstLine="720"/>
        <w:rPr>
          <w:sz w:val="24"/>
          <w:szCs w:val="24"/>
        </w:rPr>
      </w:pPr>
      <w:r>
        <w:rPr>
          <w:sz w:val="24"/>
          <w:szCs w:val="24"/>
        </w:rPr>
        <w:t>Jen overheard Lisa somehow (Must be the long ears) and said, “Stop for a second, Alex. If you’re going to really pound into me, I want mom over here while it happens.” Alex stopped midthrust inside her and shrugged at Lisa. Lisa shrugged back and walked over in front of Jen.</w:t>
      </w:r>
    </w:p>
    <w:p w:rsidR="00B50E03" w:rsidRDefault="00B50E03">
      <w:pPr>
        <w:spacing w:line="480" w:lineRule="auto"/>
        <w:ind w:firstLine="720"/>
        <w:rPr>
          <w:sz w:val="24"/>
          <w:szCs w:val="24"/>
        </w:rPr>
      </w:pPr>
      <w:r>
        <w:rPr>
          <w:sz w:val="24"/>
          <w:szCs w:val="24"/>
        </w:rPr>
        <w:t>“You ok, sweetheart?” Lisa asked her stroking her face.</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“Yeah, mom. I just figured today seems to be full of firsts so I wanted to try something with you. Would you mind if I ate you out while he fucked me mom? That way neither of us are left out. Alex’s jaw dropped. Was he about to see his sister eat out her mom. He began pumping back into her. Jen looked back and said, “Hey you! We’re not ready yet!”</w:t>
      </w:r>
    </w:p>
    <w:p w:rsidR="00B50E03" w:rsidRDefault="00B50E03">
      <w:pPr>
        <w:spacing w:line="480" w:lineRule="auto"/>
        <w:ind w:firstLine="720"/>
        <w:rPr>
          <w:sz w:val="24"/>
          <w:szCs w:val="24"/>
        </w:rPr>
      </w:pPr>
      <w:r>
        <w:rPr>
          <w:sz w:val="24"/>
          <w:szCs w:val="24"/>
        </w:rPr>
        <w:t>Lisa laughed. “You just excited him, that’s all.” Lisa got in front of Jen and scooted towards her head. Lisa placed her pussy in front of Jen. “This will be a first for me too, dear. I’m sure we’ll learn together.”</w:t>
      </w:r>
    </w:p>
    <w:p w:rsidR="00B50E03" w:rsidRDefault="00B50E03">
      <w:pPr>
        <w:spacing w:line="480" w:lineRule="auto"/>
        <w:ind w:firstLine="720"/>
        <w:rPr>
          <w:sz w:val="24"/>
          <w:szCs w:val="24"/>
        </w:rPr>
      </w:pPr>
      <w:r>
        <w:rPr>
          <w:sz w:val="24"/>
          <w:szCs w:val="24"/>
        </w:rPr>
        <w:t>Alex called out, “Ready?”</w:t>
      </w:r>
    </w:p>
    <w:p w:rsidR="00B50E03" w:rsidRDefault="00B50E03">
      <w:pPr>
        <w:spacing w:line="480" w:lineRule="auto"/>
        <w:ind w:firstLine="720"/>
        <w:rPr>
          <w:sz w:val="24"/>
          <w:szCs w:val="24"/>
        </w:rPr>
      </w:pPr>
      <w:r>
        <w:rPr>
          <w:sz w:val="24"/>
          <w:szCs w:val="24"/>
        </w:rPr>
        <w:t xml:space="preserve">Both girls said in unison, “Ready!” then laughed. Alex laughed too. If this was what they considered family fun time, he was loving every second of it! He began once again pumping in and out of Jen’s ass slowly picking up speed. Of course his eyes were glued to the sight of Jen as she licked and sucked his mom’s pussy. Every time his cock pushed against her ass, her face would go deep into Lisa’s pussy before returning to its regular position before it happened again. Jen began orgasming again and again, her hips thrusting wildly each time. Lisa must have been able to feel her orgasms because it seemed as she began orgasming just as much as Jen was, screaming as Jen licked and sucked her clit ferociously. </w:t>
      </w:r>
    </w:p>
    <w:p w:rsidR="00B50E03" w:rsidRDefault="00B50E03">
      <w:pPr>
        <w:spacing w:line="480" w:lineRule="auto"/>
        <w:ind w:firstLine="720"/>
        <w:rPr>
          <w:sz w:val="24"/>
          <w:szCs w:val="24"/>
        </w:rPr>
      </w:pPr>
      <w:r>
        <w:rPr>
          <w:sz w:val="24"/>
          <w:szCs w:val="24"/>
        </w:rPr>
        <w:t xml:space="preserve">Lisa began screaming between orgasms, “Faster, honey! I want to feel you through her!” Alex picked up the pace until he was slamming in and out of Jen’s ass as fast as possible. Jen began thrusting her hips wildly, bucking against his cock in practically a continuous orgasm. Alex had never felt anything like what he was feeling with her at the time. Her continuous bucking felt amazing against his cock and balls. He tried to slow down, but each time he pulled out, it was as if her ass sucked his cock back into her, balls deep. </w:t>
      </w:r>
    </w:p>
    <w:p w:rsidR="00B50E03" w:rsidRDefault="00B50E03">
      <w:pPr>
        <w:spacing w:line="480" w:lineRule="auto"/>
        <w:ind w:firstLine="720"/>
        <w:rPr>
          <w:i/>
          <w:iCs/>
          <w:sz w:val="24"/>
          <w:szCs w:val="24"/>
        </w:rPr>
      </w:pPr>
      <w:r>
        <w:rPr>
          <w:sz w:val="24"/>
          <w:szCs w:val="24"/>
        </w:rPr>
        <w:t xml:space="preserve">As Alex continued to thrust wildly against Jen’s bucking hips, Lisa seemed to be in almost a nonstop orgasm herself, screaming wildly, reaching octaves he had never heard from her before. </w:t>
      </w:r>
      <w:r>
        <w:rPr>
          <w:i/>
          <w:iCs/>
          <w:sz w:val="24"/>
          <w:szCs w:val="24"/>
        </w:rPr>
        <w:t>Wow! Jen must be really good at!</w:t>
      </w:r>
    </w:p>
    <w:p w:rsidR="00B50E03" w:rsidRDefault="00B50E03">
      <w:pPr>
        <w:spacing w:line="480" w:lineRule="auto"/>
        <w:ind w:firstLine="720"/>
        <w:rPr>
          <w:sz w:val="24"/>
          <w:szCs w:val="24"/>
        </w:rPr>
      </w:pPr>
      <w:r>
        <w:rPr>
          <w:sz w:val="24"/>
          <w:szCs w:val="24"/>
        </w:rPr>
        <w:t>Alex couldn’t keep up the pace he had set though. Between Jen’s thrusting hips, the way her ass continued to suck on his cock, and the sight of her eating out Lisa, it was too much for him. After ten minutes working at that quick pace, Alex felt himself explode as he felt a tremendous orgasm go through him into Jen and through her, into Lisa.</w:t>
      </w:r>
    </w:p>
    <w:p w:rsidR="00B50E03" w:rsidRDefault="00B50E03">
      <w:pPr>
        <w:spacing w:line="480" w:lineRule="auto"/>
        <w:ind w:firstLine="720"/>
        <w:rPr>
          <w:sz w:val="24"/>
          <w:szCs w:val="24"/>
        </w:rPr>
      </w:pPr>
      <w:r>
        <w:rPr>
          <w:sz w:val="24"/>
          <w:szCs w:val="24"/>
        </w:rPr>
        <w:t>He had never felt anything like this ever. It was like he just had two orgasms at once, shooting out twice as much cum as he normally would. He also knew that he lasted a lot shorter than normal. He figured it must be the sight of the two girls with him that did it. But, the moment his cock left Jen’s ass, he began feeling light headed and dizzy. He quickly sat down on the bed breathing heavily.</w:t>
      </w:r>
    </w:p>
    <w:p w:rsidR="00B50E03" w:rsidRDefault="00B50E03">
      <w:pPr>
        <w:spacing w:line="480" w:lineRule="auto"/>
        <w:ind w:firstLine="720"/>
        <w:rPr>
          <w:sz w:val="24"/>
          <w:szCs w:val="24"/>
        </w:rPr>
      </w:pPr>
      <w:r>
        <w:rPr>
          <w:sz w:val="24"/>
          <w:szCs w:val="24"/>
        </w:rPr>
        <w:t>Lisa noticed him and quickly rushed to his side. “Honey? Honey? Are you all right?”</w:t>
      </w:r>
    </w:p>
    <w:p w:rsidR="00B50E03" w:rsidRDefault="00B50E03">
      <w:pPr>
        <w:spacing w:line="480" w:lineRule="auto"/>
        <w:ind w:firstLine="720"/>
        <w:rPr>
          <w:sz w:val="24"/>
          <w:szCs w:val="24"/>
        </w:rPr>
      </w:pPr>
      <w:r>
        <w:rPr>
          <w:sz w:val="24"/>
          <w:szCs w:val="24"/>
        </w:rPr>
        <w:t>Jen got to the other side of him. “Are you ok, Alex?”</w:t>
      </w:r>
    </w:p>
    <w:p w:rsidR="00B50E03" w:rsidRDefault="00B50E03">
      <w:pPr>
        <w:spacing w:line="480" w:lineRule="auto"/>
        <w:ind w:firstLine="720"/>
        <w:rPr>
          <w:sz w:val="24"/>
          <w:szCs w:val="24"/>
        </w:rPr>
      </w:pPr>
      <w:r>
        <w:rPr>
          <w:sz w:val="24"/>
          <w:szCs w:val="24"/>
        </w:rPr>
        <w:t>“Yeah. I’ll be fine. Can I get something to drink?”</w:t>
      </w:r>
    </w:p>
    <w:p w:rsidR="00B50E03" w:rsidRDefault="00B50E03">
      <w:pPr>
        <w:spacing w:line="480" w:lineRule="auto"/>
        <w:ind w:firstLine="720"/>
        <w:rPr>
          <w:sz w:val="24"/>
          <w:szCs w:val="24"/>
        </w:rPr>
      </w:pPr>
      <w:r>
        <w:rPr>
          <w:sz w:val="24"/>
          <w:szCs w:val="24"/>
        </w:rPr>
        <w:t>“Yeah, honey. I’ll get you some tea.” Lisa ran downstairs naked while Jen stroked his cheek gently.</w:t>
      </w:r>
    </w:p>
    <w:p w:rsidR="00B50E03" w:rsidRDefault="00B50E03">
      <w:pPr>
        <w:spacing w:line="480" w:lineRule="auto"/>
        <w:ind w:firstLine="720"/>
        <w:rPr>
          <w:sz w:val="24"/>
          <w:szCs w:val="24"/>
        </w:rPr>
      </w:pPr>
      <w:r>
        <w:rPr>
          <w:sz w:val="24"/>
          <w:szCs w:val="24"/>
        </w:rPr>
        <w:t>“Are you sure you’re ok, Alex?”</w:t>
      </w:r>
    </w:p>
    <w:p w:rsidR="00B50E03" w:rsidRDefault="00B50E03">
      <w:pPr>
        <w:spacing w:line="480" w:lineRule="auto"/>
        <w:ind w:firstLine="720"/>
        <w:rPr>
          <w:sz w:val="24"/>
          <w:szCs w:val="24"/>
        </w:rPr>
      </w:pPr>
      <w:r>
        <w:rPr>
          <w:sz w:val="24"/>
          <w:szCs w:val="24"/>
        </w:rPr>
        <w:t>“Yeah, it just felt weird when I came inside you. I never felt that way before.”</w:t>
      </w:r>
    </w:p>
    <w:p w:rsidR="00B50E03" w:rsidRDefault="00B50E03">
      <w:pPr>
        <w:spacing w:line="480" w:lineRule="auto"/>
        <w:ind w:firstLine="720"/>
        <w:rPr>
          <w:sz w:val="24"/>
          <w:szCs w:val="24"/>
        </w:rPr>
      </w:pPr>
      <w:r>
        <w:rPr>
          <w:sz w:val="24"/>
          <w:szCs w:val="24"/>
        </w:rPr>
        <w:t>“I guess my ass must have felt pretty good, huh?” she said, trying to lighten the mood.</w:t>
      </w:r>
    </w:p>
    <w:p w:rsidR="00B50E03" w:rsidRDefault="00B50E03">
      <w:pPr>
        <w:spacing w:line="480" w:lineRule="auto"/>
        <w:ind w:firstLine="720"/>
        <w:rPr>
          <w:sz w:val="24"/>
          <w:szCs w:val="24"/>
        </w:rPr>
      </w:pPr>
      <w:r>
        <w:rPr>
          <w:sz w:val="24"/>
          <w:szCs w:val="24"/>
        </w:rPr>
        <w:t xml:space="preserve">“Yeah, I guess,” he said slowly. Lisa returned with a glass of tea for him and he drunk it quickly while the two girls stroked his face gently. He didn’t know what happened there but it was as if he felt himself climax into both girls at the same time. The pleasure from it was what made him dizzy. But how could he do that two girls at once? It almost seemed as Lisa was being fucked by him while he fucked Jen, but that wasn’t possible, was it? </w:t>
      </w:r>
    </w:p>
    <w:p w:rsidR="00B50E03" w:rsidRDefault="00B50E03">
      <w:pPr>
        <w:spacing w:line="480" w:lineRule="auto"/>
        <w:jc w:val="center"/>
        <w:rPr>
          <w:sz w:val="28"/>
          <w:szCs w:val="28"/>
          <w:u w:val="single"/>
        </w:rPr>
      </w:pPr>
      <w:r>
        <w:rPr>
          <w:sz w:val="24"/>
          <w:szCs w:val="24"/>
        </w:rPr>
        <w:br w:type="page"/>
      </w:r>
      <w:r>
        <w:rPr>
          <w:sz w:val="28"/>
          <w:szCs w:val="28"/>
          <w:u w:val="single"/>
        </w:rPr>
        <w:t>Chapter 5</w:t>
      </w:r>
    </w:p>
    <w:p w:rsidR="00B50E03" w:rsidRDefault="00B50E03">
      <w:pPr>
        <w:spacing w:line="480" w:lineRule="auto"/>
        <w:jc w:val="center"/>
        <w:rPr>
          <w:sz w:val="28"/>
          <w:szCs w:val="28"/>
          <w:u w:val="single"/>
        </w:rPr>
      </w:pPr>
    </w:p>
    <w:p w:rsidR="00B50E03" w:rsidRDefault="00B50E03">
      <w:pPr>
        <w:spacing w:line="480" w:lineRule="auto"/>
        <w:ind w:firstLine="720"/>
        <w:rPr>
          <w:sz w:val="24"/>
          <w:szCs w:val="24"/>
        </w:rPr>
      </w:pPr>
      <w:r>
        <w:rPr>
          <w:sz w:val="24"/>
          <w:szCs w:val="24"/>
        </w:rPr>
        <w:t>After his first threesome with the two girls, Alex told them that he was going to rest in his room for awhile. The two girls left him alone, telling him if he needed anything at all, and they do mean anything, they were there for him. Alex found himself looking on the internet for information on orgasms. He found little information. It just gave him the usual definitions of it.</w:t>
      </w:r>
    </w:p>
    <w:p w:rsidR="00B50E03" w:rsidRDefault="00B50E03">
      <w:pPr>
        <w:spacing w:line="480" w:lineRule="auto"/>
        <w:ind w:firstLine="720"/>
        <w:rPr>
          <w:sz w:val="24"/>
          <w:szCs w:val="24"/>
        </w:rPr>
      </w:pPr>
      <w:r>
        <w:rPr>
          <w:sz w:val="24"/>
          <w:szCs w:val="24"/>
        </w:rPr>
        <w:t>He tried asking a search engine about multiple girls feeling orgasms through guys. All that turned up was a bunch of porn sites. He just didn’t know what to look for. He tried looking up myths on humans and found very little besides the fact that elves considered humans as magical creatures. Perhaps it was something the internet didn’t even know about. He was a human having sex to elves. Perhaps sex between humans and elves was different than with humans and humans or elves and elves.</w:t>
      </w:r>
    </w:p>
    <w:p w:rsidR="00B50E03" w:rsidRDefault="00B50E03">
      <w:pPr>
        <w:spacing w:line="480" w:lineRule="auto"/>
        <w:ind w:firstLine="720"/>
        <w:rPr>
          <w:sz w:val="24"/>
          <w:szCs w:val="24"/>
        </w:rPr>
      </w:pPr>
      <w:r>
        <w:rPr>
          <w:sz w:val="24"/>
          <w:szCs w:val="24"/>
        </w:rPr>
        <w:t>Christina came over again that night, shortly after Alex took his shower to get the smell of sex off of him. By the time she got there, he seemed completely fine and ready for her. The two watched TV for a bit while talking about their days. Alex lied and said that he mainly just swam around and read manga that day. She bought his lie and soon the two were naked with her on top of him grinding on his cock. Alex was relieved when his orgasm seemed to be normal for him once more.</w:t>
      </w:r>
    </w:p>
    <w:p w:rsidR="00B50E03" w:rsidRDefault="00B50E03">
      <w:pPr>
        <w:spacing w:line="480" w:lineRule="auto"/>
        <w:jc w:val="center"/>
        <w:rPr>
          <w:sz w:val="24"/>
          <w:szCs w:val="24"/>
        </w:rPr>
      </w:pPr>
      <w:r>
        <w:rPr>
          <w:sz w:val="24"/>
          <w:szCs w:val="24"/>
        </w:rPr>
        <w:t>--------------------------------------------------------------------</w:t>
      </w:r>
    </w:p>
    <w:p w:rsidR="00B50E03" w:rsidRDefault="00B50E03">
      <w:pPr>
        <w:spacing w:line="480" w:lineRule="auto"/>
        <w:ind w:firstLine="720"/>
        <w:rPr>
          <w:sz w:val="24"/>
          <w:szCs w:val="24"/>
        </w:rPr>
      </w:pPr>
      <w:r>
        <w:rPr>
          <w:sz w:val="24"/>
          <w:szCs w:val="24"/>
        </w:rPr>
        <w:t>While Lisa was watching the two fuck each other from her peep hole, she was startled to hear a knock on her bedroom door. She straightened herself up quickly and said, “Come in.” Jen walked in and Lisa smiled at her. She had a rather shy look on her face. “What’s wrong, honey?”</w:t>
      </w:r>
    </w:p>
    <w:p w:rsidR="00B50E03" w:rsidRDefault="00B50E03">
      <w:pPr>
        <w:spacing w:line="480" w:lineRule="auto"/>
        <w:ind w:firstLine="720"/>
        <w:rPr>
          <w:sz w:val="24"/>
          <w:szCs w:val="24"/>
        </w:rPr>
      </w:pPr>
      <w:r>
        <w:rPr>
          <w:sz w:val="24"/>
          <w:szCs w:val="24"/>
        </w:rPr>
        <w:t>“Mom? Can I stay here with you tonight?”</w:t>
      </w:r>
    </w:p>
    <w:p w:rsidR="00B50E03" w:rsidRDefault="00B50E03">
      <w:pPr>
        <w:spacing w:line="480" w:lineRule="auto"/>
        <w:ind w:firstLine="720"/>
        <w:rPr>
          <w:sz w:val="24"/>
          <w:szCs w:val="24"/>
        </w:rPr>
      </w:pPr>
      <w:r>
        <w:rPr>
          <w:sz w:val="24"/>
          <w:szCs w:val="24"/>
        </w:rPr>
        <w:t>“Of course, Jen.”</w:t>
      </w:r>
    </w:p>
    <w:p w:rsidR="00B50E03" w:rsidRDefault="00B50E03">
      <w:pPr>
        <w:spacing w:line="480" w:lineRule="auto"/>
        <w:ind w:firstLine="720"/>
        <w:rPr>
          <w:sz w:val="24"/>
          <w:szCs w:val="24"/>
        </w:rPr>
      </w:pPr>
      <w:r>
        <w:rPr>
          <w:sz w:val="24"/>
          <w:szCs w:val="24"/>
        </w:rPr>
        <w:t>Jen smiled at her and said, “Do you think Alex will be OK? He was pretty out of it earlier.”</w:t>
      </w:r>
    </w:p>
    <w:p w:rsidR="00B50E03" w:rsidRDefault="00B50E03">
      <w:pPr>
        <w:spacing w:line="480" w:lineRule="auto"/>
        <w:ind w:firstLine="720"/>
        <w:rPr>
          <w:sz w:val="24"/>
          <w:szCs w:val="24"/>
        </w:rPr>
      </w:pPr>
      <w:r>
        <w:rPr>
          <w:sz w:val="24"/>
          <w:szCs w:val="24"/>
        </w:rPr>
        <w:t>Lisa laughed. “I think he’s doing pretty good right now for himself, since he’s having sex with Christina as we speak.”</w:t>
      </w:r>
    </w:p>
    <w:p w:rsidR="00B50E03" w:rsidRDefault="00B50E03">
      <w:pPr>
        <w:spacing w:line="480" w:lineRule="auto"/>
        <w:ind w:firstLine="720"/>
        <w:rPr>
          <w:sz w:val="24"/>
          <w:szCs w:val="24"/>
        </w:rPr>
      </w:pPr>
      <w:r>
        <w:rPr>
          <w:sz w:val="24"/>
          <w:szCs w:val="24"/>
        </w:rPr>
        <w:t xml:space="preserve">“What?! How do you know that?” </w:t>
      </w:r>
    </w:p>
    <w:p w:rsidR="00B50E03" w:rsidRDefault="00B50E03">
      <w:pPr>
        <w:spacing w:line="480" w:lineRule="auto"/>
        <w:ind w:firstLine="720"/>
        <w:rPr>
          <w:sz w:val="24"/>
          <w:szCs w:val="24"/>
        </w:rPr>
      </w:pPr>
      <w:r>
        <w:rPr>
          <w:sz w:val="24"/>
          <w:szCs w:val="24"/>
        </w:rPr>
        <w:t>Lisa blushed. “I put a spy hole between my one and hers to watch them make love. So I can see and hear them at night.”</w:t>
      </w:r>
    </w:p>
    <w:p w:rsidR="00B50E03" w:rsidRDefault="00B50E03">
      <w:pPr>
        <w:spacing w:line="480" w:lineRule="auto"/>
        <w:ind w:firstLine="720"/>
        <w:rPr>
          <w:sz w:val="24"/>
          <w:szCs w:val="24"/>
        </w:rPr>
      </w:pPr>
      <w:r>
        <w:rPr>
          <w:sz w:val="24"/>
          <w:szCs w:val="24"/>
        </w:rPr>
        <w:t>“Can I see?”</w:t>
      </w:r>
    </w:p>
    <w:p w:rsidR="00B50E03" w:rsidRDefault="00B50E03">
      <w:pPr>
        <w:spacing w:line="480" w:lineRule="auto"/>
        <w:ind w:firstLine="720"/>
        <w:rPr>
          <w:sz w:val="24"/>
          <w:szCs w:val="24"/>
        </w:rPr>
      </w:pPr>
      <w:r>
        <w:rPr>
          <w:sz w:val="24"/>
          <w:szCs w:val="24"/>
        </w:rPr>
        <w:t>“Sure.” Lisa pointed out the small hole she had made between the two bedrooms. Jen looked through it, and began stroking herself gently through her clothing.</w:t>
      </w:r>
    </w:p>
    <w:p w:rsidR="00B50E03" w:rsidRDefault="00B50E03">
      <w:pPr>
        <w:spacing w:line="480" w:lineRule="auto"/>
        <w:ind w:firstLine="720"/>
        <w:rPr>
          <w:sz w:val="24"/>
          <w:szCs w:val="24"/>
        </w:rPr>
      </w:pPr>
      <w:r>
        <w:rPr>
          <w:sz w:val="24"/>
          <w:szCs w:val="24"/>
        </w:rPr>
        <w:t>“They look so good together. I wish it was me instead of her in there.”</w:t>
      </w:r>
    </w:p>
    <w:p w:rsidR="00B50E03" w:rsidRDefault="00B50E03">
      <w:pPr>
        <w:spacing w:line="480" w:lineRule="auto"/>
        <w:ind w:firstLine="720"/>
        <w:rPr>
          <w:sz w:val="24"/>
          <w:szCs w:val="24"/>
        </w:rPr>
      </w:pPr>
      <w:r>
        <w:rPr>
          <w:sz w:val="24"/>
          <w:szCs w:val="24"/>
        </w:rPr>
        <w:t>Lisa came up behind her and hugged tightly. “I know, sweetie. You love him, don’t you? I love him too, honey.”</w:t>
      </w:r>
    </w:p>
    <w:p w:rsidR="00B50E03" w:rsidRDefault="00B50E03">
      <w:pPr>
        <w:spacing w:line="480" w:lineRule="auto"/>
        <w:ind w:firstLine="720"/>
        <w:rPr>
          <w:sz w:val="24"/>
          <w:szCs w:val="24"/>
        </w:rPr>
      </w:pPr>
      <w:r>
        <w:rPr>
          <w:sz w:val="24"/>
          <w:szCs w:val="24"/>
        </w:rPr>
        <w:t>Jen sniffed and turned around hugging Lisa. “It’s so hard not being with him right now, watching him with another girl. It was alright when I was with you when he fucked you, but I can’t even be in the same room as him while he’s with her.”</w:t>
      </w:r>
    </w:p>
    <w:p w:rsidR="00B50E03" w:rsidRDefault="00B50E03">
      <w:pPr>
        <w:spacing w:line="480" w:lineRule="auto"/>
        <w:ind w:firstLine="720"/>
        <w:rPr>
          <w:sz w:val="24"/>
          <w:szCs w:val="24"/>
        </w:rPr>
      </w:pPr>
      <w:r>
        <w:rPr>
          <w:sz w:val="24"/>
          <w:szCs w:val="24"/>
        </w:rPr>
        <w:t>“I know baby. But, we’ll have him most of the day tomorrow. We have to share him with her or he will hate us both.” Lisa leaned in towards Jen and kissed her. Jen returned the kiss and opened her mouth, slipping her tongue into Lisa’s mouth. The two’s breasts pressed heavily against each other while their tongues swirled together.</w:t>
      </w:r>
    </w:p>
    <w:p w:rsidR="00B50E03" w:rsidRDefault="00B50E03">
      <w:pPr>
        <w:spacing w:line="480" w:lineRule="auto"/>
        <w:ind w:firstLine="720"/>
        <w:rPr>
          <w:sz w:val="24"/>
          <w:szCs w:val="24"/>
        </w:rPr>
      </w:pPr>
      <w:r>
        <w:rPr>
          <w:sz w:val="24"/>
          <w:szCs w:val="24"/>
        </w:rPr>
        <w:t>“Why should they have all the fun?” Lisa said. “We can have our own fun without them, dear.” Jen nodded, and Lisa took off Jen’s t-shirt, revealing her blue bra encased tits for her. Jen took Lisa’s shirt off next revealing her own bra and tits. The two began fondling each others breasts, moaning slightly from each other.</w:t>
      </w:r>
    </w:p>
    <w:p w:rsidR="00B50E03" w:rsidRDefault="00B50E03">
      <w:pPr>
        <w:spacing w:line="480" w:lineRule="auto"/>
        <w:ind w:firstLine="720"/>
        <w:rPr>
          <w:sz w:val="24"/>
          <w:szCs w:val="24"/>
        </w:rPr>
      </w:pPr>
      <w:r>
        <w:rPr>
          <w:sz w:val="24"/>
          <w:szCs w:val="24"/>
        </w:rPr>
        <w:t>Lisa reached behind her and snapped off her bra. Jen followed her lead and unsnapped the front clasp of her large bra, leaving the two naked from the waist up. Jen then lifted one of Lisa’s tits to her face and began licking and sucking it all over. Lisa lowered her hand down into Jen’s shorts and began stroking her clit. Soon enough the two girls were moaning. Lisa had to cover her mouth with one hand as her moans were becoming too loud. She didn’t want Christina to hear her orgasm.</w:t>
      </w:r>
    </w:p>
    <w:p w:rsidR="00B50E03" w:rsidRDefault="00B50E03">
      <w:pPr>
        <w:spacing w:line="480" w:lineRule="auto"/>
        <w:ind w:firstLine="720"/>
        <w:rPr>
          <w:sz w:val="24"/>
          <w:szCs w:val="24"/>
        </w:rPr>
      </w:pPr>
      <w:r>
        <w:rPr>
          <w:sz w:val="24"/>
          <w:szCs w:val="24"/>
        </w:rPr>
        <w:t xml:space="preserve">Jen unbuckled her shorts and slid them off of her before taking off Lisa’s jogging pants. Lisa noticed neither one of them were wearing panties. “Let’s try a 69, Jen. I wanna taste your pussy.” Jen laid down on her bed naked. Lisa crawled on top of her and moved her mouth over Jen’s pussy. She began licking and sucking her clit gently while Jen licked hers. </w:t>
      </w:r>
    </w:p>
    <w:p w:rsidR="00B50E03" w:rsidRDefault="00B50E03">
      <w:pPr>
        <w:spacing w:line="480" w:lineRule="auto"/>
        <w:ind w:firstLine="720"/>
        <w:rPr>
          <w:sz w:val="24"/>
          <w:szCs w:val="24"/>
        </w:rPr>
      </w:pPr>
      <w:r>
        <w:rPr>
          <w:sz w:val="24"/>
          <w:szCs w:val="24"/>
        </w:rPr>
        <w:t>The two found themselves getting very wet. Lisa orgasmed shortly followed by Jen. They continued to eat each other out for a while. It felt good to Lisa, the feeling of Jen’s tongue moving against her clit. But, it didn’t feel the same as it had earlier that day. In fact, it took Lisa a lot longer than last time to orgasm once again. Jen seemed to orgasm occasionally too, but not as much as when they were with Alex.</w:t>
      </w:r>
    </w:p>
    <w:p w:rsidR="00B50E03" w:rsidRDefault="00B50E03">
      <w:pPr>
        <w:spacing w:line="480" w:lineRule="auto"/>
        <w:ind w:firstLine="720"/>
        <w:rPr>
          <w:sz w:val="24"/>
          <w:szCs w:val="24"/>
        </w:rPr>
      </w:pPr>
      <w:r>
        <w:rPr>
          <w:sz w:val="24"/>
          <w:szCs w:val="24"/>
        </w:rPr>
        <w:t>Finally, after she had received five screaming orgasms from Jen, and Jen received seven from her, the two cleaned themselves up and went to bed, laying in each others arms.</w:t>
      </w:r>
    </w:p>
    <w:p w:rsidR="00B50E03" w:rsidRDefault="00B50E03">
      <w:pPr>
        <w:spacing w:line="480" w:lineRule="auto"/>
        <w:ind w:firstLine="720"/>
        <w:rPr>
          <w:sz w:val="24"/>
          <w:szCs w:val="24"/>
        </w:rPr>
      </w:pPr>
      <w:r>
        <w:rPr>
          <w:sz w:val="24"/>
          <w:szCs w:val="24"/>
        </w:rPr>
        <w:t>Lisa said, “That felt good, dear. But it didn’t feel the same as earlier. In fact, it actually felt like Alex’s dick going in and out of my cunt while you went down on me. That’s how I had so many orgasms. Actually, I could’ve sworn that I felt him shoot inside me when he came inside of you. Maybe I was just used to him fucking me too much.”</w:t>
      </w:r>
    </w:p>
    <w:p w:rsidR="00B50E03" w:rsidRDefault="00B50E03">
      <w:pPr>
        <w:spacing w:line="480" w:lineRule="auto"/>
        <w:ind w:firstLine="720"/>
        <w:rPr>
          <w:sz w:val="24"/>
          <w:szCs w:val="24"/>
        </w:rPr>
      </w:pPr>
      <w:r>
        <w:rPr>
          <w:sz w:val="24"/>
          <w:szCs w:val="24"/>
        </w:rPr>
        <w:t>“Wow, mom! That’s weird! Should we tell Alex?”</w:t>
      </w:r>
    </w:p>
    <w:p w:rsidR="00B50E03" w:rsidRDefault="00B50E03">
      <w:pPr>
        <w:spacing w:line="480" w:lineRule="auto"/>
        <w:ind w:firstLine="720"/>
        <w:rPr>
          <w:sz w:val="24"/>
          <w:szCs w:val="24"/>
        </w:rPr>
      </w:pPr>
      <w:r>
        <w:rPr>
          <w:sz w:val="24"/>
          <w:szCs w:val="24"/>
        </w:rPr>
        <w:t>“No. I’m sure it was just a coincidence. Now get some sleep, honey. I plan on surprising Alex in the morning. Do you want to help?”</w:t>
      </w:r>
    </w:p>
    <w:p w:rsidR="00B50E03" w:rsidRDefault="00B50E03">
      <w:pPr>
        <w:spacing w:line="480" w:lineRule="auto"/>
        <w:ind w:firstLine="720"/>
        <w:rPr>
          <w:sz w:val="24"/>
          <w:szCs w:val="24"/>
        </w:rPr>
      </w:pPr>
      <w:r>
        <w:rPr>
          <w:sz w:val="24"/>
          <w:szCs w:val="24"/>
        </w:rPr>
        <w:t>“Of course, mom!” The two were silent for a while. She had thought Jen may have fallen asleep. Then she heard Jen say, “Mom?”</w:t>
      </w:r>
    </w:p>
    <w:p w:rsidR="00B50E03" w:rsidRDefault="00B50E03">
      <w:pPr>
        <w:spacing w:line="480" w:lineRule="auto"/>
        <w:ind w:firstLine="720"/>
        <w:rPr>
          <w:sz w:val="24"/>
          <w:szCs w:val="24"/>
        </w:rPr>
      </w:pPr>
      <w:r>
        <w:rPr>
          <w:sz w:val="24"/>
          <w:szCs w:val="24"/>
        </w:rPr>
        <w:t>“Yes, dear?”</w:t>
      </w:r>
    </w:p>
    <w:p w:rsidR="00B50E03" w:rsidRDefault="00B50E03">
      <w:pPr>
        <w:spacing w:line="480" w:lineRule="auto"/>
        <w:ind w:firstLine="720"/>
        <w:rPr>
          <w:sz w:val="24"/>
          <w:szCs w:val="24"/>
        </w:rPr>
      </w:pPr>
      <w:r>
        <w:rPr>
          <w:sz w:val="24"/>
          <w:szCs w:val="24"/>
        </w:rPr>
        <w:t>“Do you think it’s weird that we are both in love with Alex even though he’s my brother and your son?”</w:t>
      </w:r>
    </w:p>
    <w:p w:rsidR="00B50E03" w:rsidRDefault="00B50E03">
      <w:pPr>
        <w:spacing w:line="480" w:lineRule="auto"/>
        <w:ind w:firstLine="720"/>
        <w:rPr>
          <w:sz w:val="24"/>
          <w:szCs w:val="24"/>
        </w:rPr>
      </w:pPr>
      <w:r>
        <w:rPr>
          <w:sz w:val="24"/>
          <w:szCs w:val="24"/>
        </w:rPr>
        <w:t>“Maybe a little. But, we can’t help how we feel for him. I love him so much. I doubt I could ever picture myself with any other man after being with him.”</w:t>
      </w:r>
    </w:p>
    <w:p w:rsidR="00B50E03" w:rsidRDefault="00B50E03">
      <w:pPr>
        <w:spacing w:line="480" w:lineRule="auto"/>
        <w:ind w:firstLine="720"/>
        <w:rPr>
          <w:sz w:val="24"/>
          <w:szCs w:val="24"/>
        </w:rPr>
      </w:pPr>
      <w:r>
        <w:rPr>
          <w:sz w:val="24"/>
          <w:szCs w:val="24"/>
        </w:rPr>
        <w:t>“Me too, mom. Me, too.” The two ended falling asleep in each others arms, both dreaming of fucking Alex that night.</w:t>
      </w:r>
    </w:p>
    <w:p w:rsidR="00B50E03" w:rsidRDefault="00B50E03">
      <w:pPr>
        <w:spacing w:line="480" w:lineRule="auto"/>
        <w:jc w:val="center"/>
        <w:rPr>
          <w:sz w:val="24"/>
          <w:szCs w:val="24"/>
        </w:rPr>
      </w:pPr>
      <w:r>
        <w:rPr>
          <w:sz w:val="24"/>
          <w:szCs w:val="24"/>
        </w:rPr>
        <w:t>------------------------------------------------------------------</w:t>
      </w:r>
    </w:p>
    <w:p w:rsidR="00B50E03" w:rsidRDefault="00B50E03">
      <w:pPr>
        <w:spacing w:line="480" w:lineRule="auto"/>
        <w:ind w:firstLine="720"/>
        <w:rPr>
          <w:sz w:val="24"/>
          <w:szCs w:val="24"/>
        </w:rPr>
      </w:pPr>
      <w:r>
        <w:rPr>
          <w:sz w:val="24"/>
          <w:szCs w:val="24"/>
        </w:rPr>
        <w:t>Alex awoke the next morning to the familiar sensation of a head bobbing up and down on his cock. He had missed his mom’s daily blow jobs to him. He felt her lick around the head of his cock while her hand stroked it up and down. He then felt a second hand cup his balls. He wasn’t very surprised when he felt a second tongue lick up and down the shaft while the first continued on the head.</w:t>
      </w:r>
    </w:p>
    <w:p w:rsidR="00B50E03" w:rsidRDefault="00B50E03">
      <w:pPr>
        <w:spacing w:line="480" w:lineRule="auto"/>
        <w:ind w:firstLine="720"/>
        <w:rPr>
          <w:sz w:val="24"/>
          <w:szCs w:val="24"/>
        </w:rPr>
      </w:pPr>
      <w:r>
        <w:rPr>
          <w:sz w:val="24"/>
          <w:szCs w:val="24"/>
        </w:rPr>
        <w:t>He lifted his sheet to find a tuft of blonde hair on the head of his cock while Lisa licked around the shaft. The sight of the two gorgeous girls licking his cock sent him over the edge and he came into Jen’s waiting mouth. Jen licked her lips and said, “You’re right, mom! I do like it!”</w:t>
      </w:r>
    </w:p>
    <w:p w:rsidR="00B50E03" w:rsidRDefault="00B50E03">
      <w:pPr>
        <w:spacing w:line="480" w:lineRule="auto"/>
        <w:ind w:firstLine="720"/>
        <w:rPr>
          <w:sz w:val="24"/>
          <w:szCs w:val="24"/>
        </w:rPr>
      </w:pPr>
      <w:r>
        <w:rPr>
          <w:sz w:val="24"/>
          <w:szCs w:val="24"/>
        </w:rPr>
        <w:t>The two sat up on the bed. Lisa bent down and licked the remaining semen off the top of his penis, making Alex shiver. “He seemed to like it too.”</w:t>
      </w:r>
    </w:p>
    <w:p w:rsidR="00B50E03" w:rsidRDefault="00B50E03">
      <w:pPr>
        <w:spacing w:line="480" w:lineRule="auto"/>
        <w:ind w:firstLine="720"/>
        <w:rPr>
          <w:sz w:val="24"/>
          <w:szCs w:val="24"/>
        </w:rPr>
      </w:pPr>
      <w:r>
        <w:rPr>
          <w:sz w:val="24"/>
          <w:szCs w:val="24"/>
        </w:rPr>
        <w:t>The two girls pouted in front of Alex. “Can we do this everyday for you for now on?” Jen asked.</w:t>
      </w:r>
    </w:p>
    <w:p w:rsidR="00B50E03" w:rsidRDefault="00B50E03">
      <w:pPr>
        <w:spacing w:line="480" w:lineRule="auto"/>
        <w:ind w:firstLine="720"/>
        <w:rPr>
          <w:sz w:val="24"/>
          <w:szCs w:val="24"/>
        </w:rPr>
      </w:pPr>
      <w:r>
        <w:rPr>
          <w:sz w:val="24"/>
          <w:szCs w:val="24"/>
        </w:rPr>
        <w:t>Alex laughed. “Sure, Jen. You guys can suck my cock all you want. Of course it might not be as fun for you guys though.”</w:t>
      </w:r>
    </w:p>
    <w:p w:rsidR="00B50E03" w:rsidRDefault="00B50E03">
      <w:pPr>
        <w:spacing w:line="480" w:lineRule="auto"/>
        <w:ind w:firstLine="720"/>
        <w:rPr>
          <w:sz w:val="24"/>
          <w:szCs w:val="24"/>
        </w:rPr>
      </w:pPr>
      <w:r>
        <w:rPr>
          <w:sz w:val="24"/>
          <w:szCs w:val="24"/>
        </w:rPr>
        <w:t xml:space="preserve">“I don’t know,” Lisa said. “I think we both take pleasure in making you happy, lover.” Alex blushed. Lisa was so loving and caring. He was glad she was in his life. </w:t>
      </w:r>
    </w:p>
    <w:p w:rsidR="00B50E03" w:rsidRDefault="00B50E03">
      <w:pPr>
        <w:spacing w:line="480" w:lineRule="auto"/>
        <w:ind w:firstLine="720"/>
        <w:rPr>
          <w:sz w:val="24"/>
          <w:szCs w:val="24"/>
        </w:rPr>
      </w:pPr>
      <w:r>
        <w:rPr>
          <w:sz w:val="24"/>
          <w:szCs w:val="24"/>
        </w:rPr>
        <w:t>After the three ate breakfast, they began having sex which lasted throughout most of the day, until Alex had realized that Christina would be showing up in less than an hour. The two girls took turns trying out various positions with him. Once he took Lisa’s ass while she ate out Jen. Another time Jen rode his cock while Lisa rode his face. And yet another time that same day, he pumped in and out of Jen’s pussy standing while she laid on the bed. Lisa pumped against her face the entire time.</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Every time the three had sex that day, Alex watched as the two began having orgasms at the exact same time. He was becoming more and more suspicious that his humanity had something with that. He ended up climaxing four more times that day. Each time he began feeling light headed and dizzy. But it had seemed that with each time they fucked together, it grew lesser each time. It was annoying though, and where he was able to quickly get a second erection after the first one within minutes, he now had to wait a good hour between the times he had sex.</w:t>
      </w:r>
    </w:p>
    <w:p w:rsidR="00B50E03" w:rsidRDefault="00B50E03">
      <w:pPr>
        <w:spacing w:line="480" w:lineRule="auto"/>
        <w:ind w:firstLine="720"/>
        <w:rPr>
          <w:sz w:val="24"/>
          <w:szCs w:val="24"/>
        </w:rPr>
      </w:pPr>
      <w:r>
        <w:rPr>
          <w:sz w:val="24"/>
          <w:szCs w:val="24"/>
        </w:rPr>
        <w:t>The girls took it in stride though, telling him that he was improving each time he was with the two of them. He did his best to smile, but deep down he worried what it was that made him feel like cumming twice in a row with these two girls and not with Christina. He found that the peculiar sensation didn’t work either when they had given him head. At least that was good.</w:t>
      </w:r>
    </w:p>
    <w:p w:rsidR="00B50E03" w:rsidRDefault="00B50E03">
      <w:pPr>
        <w:spacing w:line="480" w:lineRule="auto"/>
        <w:ind w:firstLine="720"/>
        <w:rPr>
          <w:sz w:val="24"/>
          <w:szCs w:val="24"/>
        </w:rPr>
      </w:pPr>
      <w:r>
        <w:rPr>
          <w:sz w:val="24"/>
          <w:szCs w:val="24"/>
        </w:rPr>
        <w:t>He asked them some time during that day if it was legal for him to be fucking Jen since she was underage. They told him then that all over America the legal age for minors was sixteen and above, since that was the age most girls breasts reached their full size. Alex was relieved. He didn’t want to get into trouble for fucking her.</w:t>
      </w:r>
    </w:p>
    <w:p w:rsidR="00B50E03" w:rsidRDefault="00B50E03">
      <w:pPr>
        <w:spacing w:line="480" w:lineRule="auto"/>
        <w:ind w:firstLine="720"/>
        <w:rPr>
          <w:sz w:val="24"/>
          <w:szCs w:val="24"/>
        </w:rPr>
      </w:pPr>
      <w:r>
        <w:rPr>
          <w:sz w:val="24"/>
          <w:szCs w:val="24"/>
        </w:rPr>
        <w:t>Christina showed up shortly after his shower, asking if he had been in the pool once again all day. He said he had been, lying. He felt guilty about lying to her but did not want to hurt her with the truth. He didn’t know how to explain it to her. He wished he could just tell her straight out, but was afraid of how she would take it. He was afraid he’d lose her.</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 xml:space="preserve">And so Alex found himself fucking three beautiful girls all day everyday, two during the day and one at night. Over the course of the next week, the dizziness feelings he had with Lisa and Jen after each time he climaxed shrank and by the end of the week were finally gone. It would seem he had somehow adjusted to it somehow or became immune or something. Alex had no idea. He was just glad it was gone. Oh, the double orgasm feelings continued, but he didn’t mind them when there was no lightheaded feeling along with it. In fact, they felt rather good once he got adjusted to it. </w:t>
      </w:r>
    </w:p>
    <w:p w:rsidR="00B50E03" w:rsidRDefault="00B50E03">
      <w:pPr>
        <w:spacing w:line="480" w:lineRule="auto"/>
        <w:ind w:firstLine="720"/>
        <w:rPr>
          <w:sz w:val="24"/>
          <w:szCs w:val="24"/>
        </w:rPr>
      </w:pPr>
      <w:r>
        <w:rPr>
          <w:sz w:val="24"/>
          <w:szCs w:val="24"/>
        </w:rPr>
        <w:t>The girls eventually revealed the truth to Alex that every time he had sex to both of them, they could both feel his cock inside him, as well as his semen every time he came. Alex asked if that was normal and Lisa laughed and told him, “Not really.” He told them that maybe it was some sort of reaction to elves. The two girls quickly accepted it as a fact. He found it strange that they had gone with his story of being a human after all this time. When he asked them what changed their minds, Jen told him that she would believe anything he told them as long as she lived. Lisa agreed wholeheartedly with her, adding the fact that it did explain quite a bit. Alex knew both the girls loved him not only as family members but as lovers as well.</w:t>
      </w:r>
    </w:p>
    <w:p w:rsidR="00B50E03" w:rsidRDefault="00B50E03">
      <w:pPr>
        <w:spacing w:line="480" w:lineRule="auto"/>
        <w:ind w:firstLine="720"/>
        <w:rPr>
          <w:sz w:val="24"/>
          <w:szCs w:val="24"/>
        </w:rPr>
      </w:pPr>
      <w:r>
        <w:rPr>
          <w:sz w:val="24"/>
          <w:szCs w:val="24"/>
        </w:rPr>
        <w:t xml:space="preserve">Three weeks passed that way. Of course he continued to devote each weekend during that time to Christina. Each weekend the four would get together and eat dinner, discussing regular topics like TV and movies and music. He was surprised to find Lisa and Jen started to love all the stuff he loved. They didn’t seem to be interested in anime when he first met them, but now it seemed as if they loved it. He wondered if they just said they liked what he liked solely to feel closer to him. The four of them did watch anime one weekday together and began watching the same shows he liked with him and Christina during the week together with them. Christina also seemed to enjoy everything he did as well. Or did he like what she liked? </w:t>
      </w:r>
    </w:p>
    <w:p w:rsidR="00B50E03" w:rsidRDefault="00B50E03">
      <w:pPr>
        <w:spacing w:line="480" w:lineRule="auto"/>
        <w:ind w:firstLine="720"/>
        <w:rPr>
          <w:sz w:val="24"/>
          <w:szCs w:val="24"/>
        </w:rPr>
      </w:pPr>
      <w:r>
        <w:rPr>
          <w:sz w:val="24"/>
          <w:szCs w:val="24"/>
        </w:rPr>
        <w:t>One day, while Alex and Christina were in Alex’s room alone, she pulled up the conversation he was dreading for months now. Christina looked deep in his eyes that night and asked, “Alex, I need you to tell me the truth about something. You’re having sex with Lisa and Jen, aren’t you?”</w:t>
      </w:r>
    </w:p>
    <w:p w:rsidR="00B50E03" w:rsidRDefault="00B50E03">
      <w:pPr>
        <w:spacing w:line="480" w:lineRule="auto"/>
        <w:ind w:firstLine="720"/>
        <w:rPr>
          <w:sz w:val="24"/>
          <w:szCs w:val="24"/>
        </w:rPr>
      </w:pPr>
      <w:r>
        <w:rPr>
          <w:sz w:val="24"/>
          <w:szCs w:val="24"/>
        </w:rPr>
        <w:t>Alex’s heart skipped a beat. He looked down and slowly said, “Yes. I’m sorry, Christina. I’m sorry. It was something that just happened I guess. But, you’re the one I love! You have to believe me!”</w:t>
      </w:r>
    </w:p>
    <w:p w:rsidR="00B50E03" w:rsidRDefault="00B50E03">
      <w:pPr>
        <w:spacing w:line="480" w:lineRule="auto"/>
        <w:ind w:firstLine="720"/>
        <w:rPr>
          <w:sz w:val="24"/>
          <w:szCs w:val="24"/>
        </w:rPr>
      </w:pPr>
      <w:r>
        <w:rPr>
          <w:sz w:val="24"/>
          <w:szCs w:val="24"/>
        </w:rPr>
        <w:t>“How long has this been going on?”</w:t>
      </w:r>
    </w:p>
    <w:p w:rsidR="00B50E03" w:rsidRDefault="00B50E03">
      <w:pPr>
        <w:spacing w:line="480" w:lineRule="auto"/>
        <w:ind w:firstLine="720"/>
        <w:rPr>
          <w:sz w:val="24"/>
          <w:szCs w:val="24"/>
        </w:rPr>
      </w:pPr>
      <w:r>
        <w:rPr>
          <w:sz w:val="24"/>
          <w:szCs w:val="24"/>
        </w:rPr>
        <w:t>“Almost four months with Lisa. Three weeks with Jen. I’m sorry,” he said, barely above a whisper.</w:t>
      </w:r>
    </w:p>
    <w:p w:rsidR="00B50E03" w:rsidRDefault="00B50E03">
      <w:pPr>
        <w:spacing w:line="480" w:lineRule="auto"/>
        <w:ind w:firstLine="720"/>
        <w:rPr>
          <w:sz w:val="24"/>
          <w:szCs w:val="24"/>
        </w:rPr>
      </w:pPr>
      <w:r>
        <w:rPr>
          <w:sz w:val="24"/>
          <w:szCs w:val="24"/>
        </w:rPr>
        <w:t>“Four months!” she exclaimed. “You’ve been fucking her behind my back for four months now! Oh God. How did this happen? I thought you loved me!”</w:t>
      </w:r>
    </w:p>
    <w:p w:rsidR="00B50E03" w:rsidRDefault="00B50E03">
      <w:pPr>
        <w:spacing w:line="480" w:lineRule="auto"/>
        <w:ind w:firstLine="720"/>
        <w:rPr>
          <w:sz w:val="24"/>
          <w:szCs w:val="24"/>
        </w:rPr>
      </w:pPr>
      <w:r>
        <w:rPr>
          <w:sz w:val="24"/>
          <w:szCs w:val="24"/>
        </w:rPr>
        <w:t>“I do!” Alex exclaimed. “She caught us pretending to be her having sex with me. Lisa seduced me into having sex with her soon after.”</w:t>
      </w:r>
    </w:p>
    <w:p w:rsidR="00B50E03" w:rsidRDefault="00B50E03">
      <w:pPr>
        <w:spacing w:line="480" w:lineRule="auto"/>
        <w:ind w:firstLine="720"/>
        <w:rPr>
          <w:sz w:val="24"/>
          <w:szCs w:val="24"/>
        </w:rPr>
      </w:pPr>
      <w:r>
        <w:rPr>
          <w:sz w:val="24"/>
          <w:szCs w:val="24"/>
        </w:rPr>
        <w:t>Christina couldn’t help but laugh at that. “Really? Damn. I should’ve known it had something to do with it. What about Jen? I doubt she caught us role playing too.”</w:t>
      </w:r>
    </w:p>
    <w:p w:rsidR="00B50E03" w:rsidRDefault="00B50E03">
      <w:pPr>
        <w:spacing w:line="480" w:lineRule="auto"/>
        <w:ind w:firstLine="720"/>
        <w:rPr>
          <w:sz w:val="24"/>
          <w:szCs w:val="24"/>
        </w:rPr>
      </w:pPr>
      <w:r>
        <w:rPr>
          <w:sz w:val="24"/>
          <w:szCs w:val="24"/>
        </w:rPr>
        <w:t xml:space="preserve">“Well…ummm…According to her, between me glancing at her a lot and her accidentally feeling my penis while we were swimming, she decided to seduce me into sex as well.”  </w:t>
      </w:r>
    </w:p>
    <w:p w:rsidR="00B50E03" w:rsidRDefault="00B50E03">
      <w:pPr>
        <w:spacing w:line="480" w:lineRule="auto"/>
        <w:ind w:firstLine="720"/>
        <w:rPr>
          <w:sz w:val="24"/>
          <w:szCs w:val="24"/>
        </w:rPr>
      </w:pPr>
      <w:r>
        <w:rPr>
          <w:sz w:val="24"/>
          <w:szCs w:val="24"/>
        </w:rPr>
        <w:t>“Oh my God! What the fuck, Alex?! Are you that weak minded? You can’t just say yes to every girl who tries to seduce you! I know you told me when we met how you weren’t used to girls thinking your cock is big, but you would have thought you would after I told you time and time again every night!” Alex heart sank. He wished he was stronger for her. “You have to know by now that any girl who knows how big you are is going to want to jump your bones! A guy with a penis like yours is not just uncommon, its uncanny!”</w:t>
      </w:r>
    </w:p>
    <w:p w:rsidR="00B50E03" w:rsidRDefault="00B50E03">
      <w:pPr>
        <w:spacing w:line="480" w:lineRule="auto"/>
        <w:ind w:firstLine="720"/>
        <w:rPr>
          <w:sz w:val="24"/>
          <w:szCs w:val="24"/>
        </w:rPr>
      </w:pPr>
      <w:r>
        <w:rPr>
          <w:sz w:val="24"/>
          <w:szCs w:val="24"/>
        </w:rPr>
        <w:t>“How did you figure it out?” he asked slowly.</w:t>
      </w:r>
    </w:p>
    <w:p w:rsidR="00B50E03" w:rsidRDefault="00B50E03">
      <w:pPr>
        <w:spacing w:line="480" w:lineRule="auto"/>
        <w:ind w:firstLine="720"/>
        <w:rPr>
          <w:sz w:val="24"/>
          <w:szCs w:val="24"/>
        </w:rPr>
      </w:pPr>
      <w:r>
        <w:rPr>
          <w:sz w:val="24"/>
          <w:szCs w:val="24"/>
        </w:rPr>
        <w:t>“Well, first you started having showers every night before we met. You may have gotten the smell of sex off of you, but those two didn’t!” she exclaimed, waving her hand at the door. “Then there were the looks Lisa and Jen would give you sometimes when they thought I wasn’t looking. And they were not the looks you give a family member! Especially Jen! I’ve noticed how clingy she’s become to you these last couple of weeks. You do know she’s completely in love with you, right?”</w:t>
      </w:r>
    </w:p>
    <w:p w:rsidR="00B50E03" w:rsidRDefault="00B50E03">
      <w:pPr>
        <w:spacing w:line="480" w:lineRule="auto"/>
        <w:ind w:firstLine="720"/>
        <w:rPr>
          <w:sz w:val="24"/>
          <w:szCs w:val="24"/>
        </w:rPr>
      </w:pPr>
      <w:r>
        <w:rPr>
          <w:sz w:val="24"/>
          <w:szCs w:val="24"/>
        </w:rPr>
        <w:t>Alex sighed. “I know. I was kind of her first.”</w:t>
      </w:r>
    </w:p>
    <w:p w:rsidR="00B50E03" w:rsidRDefault="00B50E03">
      <w:pPr>
        <w:spacing w:line="480" w:lineRule="auto"/>
        <w:ind w:firstLine="720"/>
        <w:rPr>
          <w:sz w:val="24"/>
          <w:szCs w:val="24"/>
        </w:rPr>
      </w:pPr>
      <w:r>
        <w:rPr>
          <w:sz w:val="24"/>
          <w:szCs w:val="24"/>
        </w:rPr>
        <w:t>“You took your own sister’s virginity?! What the fuck?! Besides the fact that she’s your fucking sister, you know full well that the first guy a girl fucks she usually falls for. And yet you did it anyways.”</w:t>
      </w:r>
    </w:p>
    <w:p w:rsidR="00B50E03" w:rsidRDefault="00B50E03">
      <w:pPr>
        <w:spacing w:line="480" w:lineRule="auto"/>
        <w:ind w:firstLine="720"/>
        <w:rPr>
          <w:sz w:val="24"/>
          <w:szCs w:val="24"/>
        </w:rPr>
      </w:pPr>
      <w:r>
        <w:rPr>
          <w:sz w:val="24"/>
          <w:szCs w:val="24"/>
        </w:rPr>
        <w:t>“I’m sorry.”</w:t>
      </w:r>
    </w:p>
    <w:p w:rsidR="00B50E03" w:rsidRDefault="00B50E03">
      <w:pPr>
        <w:spacing w:line="480" w:lineRule="auto"/>
        <w:ind w:firstLine="720"/>
        <w:rPr>
          <w:sz w:val="24"/>
          <w:szCs w:val="24"/>
        </w:rPr>
      </w:pPr>
      <w:r>
        <w:rPr>
          <w:sz w:val="24"/>
          <w:szCs w:val="24"/>
        </w:rPr>
        <w:t>The two remained silent for the longest moment, Alex staring at the ground, afraid to look into Christina’s angry eyes boring down at him. Christina sighed. “To be honest, I should have never pretended to be your mom or your sister in bed. I know it probably made you actually think of them in a sexual way. For that I apologize. But, the fact that you didn’t tell me the moment your mom and sister hit on you is unforgivable, Alex. If you told me about it right then and there, we may have worked things out, but now, I don’t know.”</w:t>
      </w:r>
    </w:p>
    <w:p w:rsidR="00B50E03" w:rsidRDefault="00B50E03">
      <w:pPr>
        <w:spacing w:line="480" w:lineRule="auto"/>
        <w:ind w:firstLine="720"/>
        <w:rPr>
          <w:sz w:val="24"/>
          <w:szCs w:val="24"/>
        </w:rPr>
      </w:pPr>
      <w:r>
        <w:rPr>
          <w:sz w:val="24"/>
          <w:szCs w:val="24"/>
        </w:rPr>
        <w:t>“I wanted to tell you. I really did,” Alex explained. “I wanted to tell you every time I saw you, but was afraid that I’d lose you because of it. I’m so sorry, Christina.”</w:t>
      </w:r>
    </w:p>
    <w:p w:rsidR="00B50E03" w:rsidRDefault="00B50E03">
      <w:pPr>
        <w:spacing w:line="480" w:lineRule="auto"/>
        <w:ind w:firstLine="720"/>
        <w:rPr>
          <w:sz w:val="24"/>
          <w:szCs w:val="24"/>
        </w:rPr>
      </w:pPr>
      <w:r>
        <w:rPr>
          <w:sz w:val="24"/>
          <w:szCs w:val="24"/>
        </w:rPr>
        <w:t>“You should have told me Alex. I don’t know if I can see you anymore. I need time to think.”</w:t>
      </w:r>
    </w:p>
    <w:p w:rsidR="00B50E03" w:rsidRDefault="00B50E03">
      <w:pPr>
        <w:spacing w:line="480" w:lineRule="auto"/>
        <w:ind w:firstLine="720"/>
        <w:rPr>
          <w:sz w:val="24"/>
          <w:szCs w:val="24"/>
        </w:rPr>
      </w:pPr>
      <w:r>
        <w:rPr>
          <w:sz w:val="24"/>
          <w:szCs w:val="24"/>
        </w:rPr>
        <w:t>“Christina…”</w:t>
      </w:r>
    </w:p>
    <w:p w:rsidR="00B50E03" w:rsidRDefault="00B50E03">
      <w:pPr>
        <w:spacing w:line="480" w:lineRule="auto"/>
        <w:ind w:firstLine="720"/>
        <w:rPr>
          <w:sz w:val="24"/>
          <w:szCs w:val="24"/>
        </w:rPr>
      </w:pPr>
      <w:r>
        <w:rPr>
          <w:sz w:val="24"/>
          <w:szCs w:val="24"/>
        </w:rPr>
        <w:t>Christina got up and opened his door. “Goodbye, Alex. I can’t handle this right now. I love you, but, right now I can’t stand to look at you.” Christina turned and left leaving Alex alone in his room. He felt the tears well up in his eyes and for the first time in years perhaps, Alex cried himself to sleep.</w:t>
      </w:r>
    </w:p>
    <w:p w:rsidR="00B50E03" w:rsidRDefault="00B50E03">
      <w:pPr>
        <w:spacing w:line="480" w:lineRule="auto"/>
        <w:ind w:firstLine="720"/>
        <w:rPr>
          <w:sz w:val="24"/>
          <w:szCs w:val="24"/>
        </w:rPr>
      </w:pPr>
      <w:r>
        <w:rPr>
          <w:sz w:val="24"/>
          <w:szCs w:val="24"/>
        </w:rPr>
        <w:t>Alex locked himself in his room for the next three days. He wouldn’t eat. He wouldn’t have sex with either one of the two girls living with him. He just didn’t want to even think about sex anymore. It ruined his relationship with Christina. For the first time since he had arrived in Elfworld, Alex wished that his penis was just average sized again. Before his move to Elfworld, no hot girls ever paid him attention. Suddenly all these girls liked him. He wasn’t used to it. Still, he knew better. Alex curled up in a ball trying to forget the pain.</w:t>
      </w:r>
    </w:p>
    <w:p w:rsidR="00B50E03" w:rsidRDefault="00B50E03">
      <w:pPr>
        <w:spacing w:line="480" w:lineRule="auto"/>
        <w:jc w:val="center"/>
        <w:rPr>
          <w:sz w:val="24"/>
          <w:szCs w:val="24"/>
        </w:rPr>
      </w:pPr>
      <w:r>
        <w:rPr>
          <w:sz w:val="24"/>
          <w:szCs w:val="24"/>
        </w:rPr>
        <w:t>---------------------------------------------------------------------------</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Jen felt Alex’s pain. Everyday he spent in his room crying from his breakup with Christina, she wept for him as well. She wanted him to be happy so much, that it hurt her when he wasn’t. She wanted to fix his broken heart. She loved him so much and wanted to be by his side in his moment of pain, not just for sex either. The sex was good for her, but Jen was only happy when Alex was happy and just wanted him to be happy again, even if it wasn’t with her.</w:t>
      </w:r>
    </w:p>
    <w:p w:rsidR="00B50E03" w:rsidRDefault="00B50E03">
      <w:pPr>
        <w:spacing w:line="480" w:lineRule="auto"/>
        <w:ind w:firstLine="720"/>
        <w:rPr>
          <w:sz w:val="24"/>
          <w:szCs w:val="24"/>
        </w:rPr>
      </w:pPr>
      <w:r>
        <w:rPr>
          <w:sz w:val="24"/>
          <w:szCs w:val="24"/>
        </w:rPr>
        <w:t>Each night during that time, she cried herself to sleep in her mother’s chest. Her mom cried as well. She tried to hide it from her, but Jen could tell from her puffy eyes, she felt his pain as well. Every day both of them tried to talk to him. On the third night, Jen knocked on his door. “Alex? It’s me, Jen.”</w:t>
      </w:r>
    </w:p>
    <w:p w:rsidR="00B50E03" w:rsidRDefault="00B50E03">
      <w:pPr>
        <w:spacing w:line="480" w:lineRule="auto"/>
        <w:ind w:firstLine="720"/>
        <w:rPr>
          <w:sz w:val="24"/>
          <w:szCs w:val="24"/>
        </w:rPr>
      </w:pPr>
      <w:r>
        <w:rPr>
          <w:sz w:val="24"/>
          <w:szCs w:val="24"/>
        </w:rPr>
        <w:t>She didn’t hear anything from him, so she turned to leave. Just as she began opening the door to her room, she heard Alex unlock his door and open it a crack. Jen walked into his unlit room and sat beside him stroking his back. He had curled back into a ball after letting her in.</w:t>
      </w:r>
    </w:p>
    <w:p w:rsidR="00B50E03" w:rsidRDefault="00B50E03">
      <w:pPr>
        <w:spacing w:line="480" w:lineRule="auto"/>
        <w:ind w:firstLine="720"/>
        <w:rPr>
          <w:sz w:val="24"/>
          <w:szCs w:val="24"/>
        </w:rPr>
      </w:pPr>
      <w:r>
        <w:rPr>
          <w:sz w:val="24"/>
          <w:szCs w:val="24"/>
        </w:rPr>
        <w:t>Jen said the first thing that came to mind. “You want to know something weird, Alex? When you put it in my butt I have more orgasms than any other way you have sex to me. And yet, I always liked it the best when you were on top of me, because that was how we did it the first time.”</w:t>
      </w:r>
    </w:p>
    <w:p w:rsidR="00B50E03" w:rsidRDefault="00B50E03">
      <w:pPr>
        <w:spacing w:line="480" w:lineRule="auto"/>
        <w:ind w:firstLine="720"/>
        <w:rPr>
          <w:sz w:val="24"/>
          <w:szCs w:val="24"/>
        </w:rPr>
      </w:pPr>
      <w:r>
        <w:rPr>
          <w:sz w:val="24"/>
          <w:szCs w:val="24"/>
        </w:rPr>
        <w:t>“So?” Jen actually had no idea what the point she was trying to make was. She just wanted to say something, anything to him.</w:t>
      </w:r>
    </w:p>
    <w:p w:rsidR="00B50E03" w:rsidRDefault="00B50E03">
      <w:pPr>
        <w:spacing w:line="480" w:lineRule="auto"/>
        <w:ind w:firstLine="720"/>
        <w:rPr>
          <w:sz w:val="24"/>
          <w:szCs w:val="24"/>
        </w:rPr>
      </w:pPr>
      <w:r>
        <w:rPr>
          <w:sz w:val="24"/>
          <w:szCs w:val="24"/>
        </w:rPr>
        <w:t>Eventually she said, “So, if she loves you, she’ll eventually take you back, Alex. And if she doesn’t she never knew how good she had it. I don’t love you solely because of the sex. You’re a nice guy, Alex, and if she can’t see that, then she doesn’t deserve a guy like you. You may not know this, but most guys don’t like girls like me or mom or Christina because of our breasts and butts. No one  had ever even paid attention to me, much less wanted to be with me the way you did. And mom…you may not know this, but her last husband had cheated on her with a girl with small tits! It devastated her! She thought she was completely ugly until you showed her just how pretty she really is.”</w:t>
      </w:r>
    </w:p>
    <w:p w:rsidR="00B50E03" w:rsidRDefault="00B50E03">
      <w:pPr>
        <w:spacing w:line="480" w:lineRule="auto"/>
        <w:ind w:firstLine="720"/>
        <w:rPr>
          <w:sz w:val="24"/>
          <w:szCs w:val="24"/>
        </w:rPr>
      </w:pPr>
      <w:r>
        <w:rPr>
          <w:sz w:val="24"/>
          <w:szCs w:val="24"/>
        </w:rPr>
        <w:t>Alex turned his head slightly. “Is that true?” he said in a gruff voice.</w:t>
      </w:r>
    </w:p>
    <w:p w:rsidR="00B50E03" w:rsidRDefault="00B50E03">
      <w:pPr>
        <w:spacing w:line="480" w:lineRule="auto"/>
        <w:ind w:firstLine="720"/>
        <w:rPr>
          <w:sz w:val="24"/>
          <w:szCs w:val="24"/>
        </w:rPr>
      </w:pPr>
      <w:r>
        <w:rPr>
          <w:sz w:val="24"/>
          <w:szCs w:val="24"/>
        </w:rPr>
        <w:t>“Yeah. You rescued the both of us and helped us find true love with you. If Christina’s life is anything like our own, I know she feels the same way. And if she doesn’t, then it’s her loss, because you are the greatest guy any girl could ever imagine getting.” Jen smiled and kissed his cheek gently. “I hope things work out, Alex.” Jen got up and left the room. She hoped he would feel better soon.</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Alex was still depressed the next day, but still managed to eat something. He spent most of the day on his story he had started oh so long ago. He had really forgone it for his life of sex. He wrote through page after page of his story finishing a good thirty pages before evening came. Around eight that night his phone rang. He picked it up and said in a raspy voice, “Hello?”</w:t>
      </w:r>
    </w:p>
    <w:p w:rsidR="00B50E03" w:rsidRDefault="00B50E03">
      <w:pPr>
        <w:spacing w:line="480" w:lineRule="auto"/>
        <w:ind w:firstLine="720"/>
        <w:rPr>
          <w:sz w:val="24"/>
          <w:szCs w:val="24"/>
        </w:rPr>
      </w:pPr>
      <w:r>
        <w:rPr>
          <w:sz w:val="24"/>
          <w:szCs w:val="24"/>
        </w:rPr>
        <w:t>He heard a female voice on the other end sniff. “Alex?” It was Christina. Alex coughed when he heard her. “Can you come see me?”</w:t>
      </w:r>
    </w:p>
    <w:p w:rsidR="00B50E03" w:rsidRDefault="00B50E03">
      <w:pPr>
        <w:spacing w:line="480" w:lineRule="auto"/>
        <w:ind w:firstLine="720"/>
        <w:rPr>
          <w:sz w:val="24"/>
          <w:szCs w:val="24"/>
        </w:rPr>
      </w:pPr>
      <w:r>
        <w:rPr>
          <w:sz w:val="24"/>
          <w:szCs w:val="24"/>
        </w:rPr>
        <w:t>He stammered out, “Ummm..yeah. Yeah, of course!”</w:t>
      </w:r>
    </w:p>
    <w:p w:rsidR="00B50E03" w:rsidRDefault="00B50E03">
      <w:pPr>
        <w:spacing w:line="480" w:lineRule="auto"/>
        <w:ind w:firstLine="720"/>
        <w:rPr>
          <w:sz w:val="24"/>
          <w:szCs w:val="24"/>
        </w:rPr>
      </w:pPr>
      <w:r>
        <w:rPr>
          <w:sz w:val="24"/>
          <w:szCs w:val="24"/>
        </w:rPr>
        <w:t xml:space="preserve">“OK.” The two hung up and Alex rushed to his car and sped all the way to Christina’s house. He bounded up the stairs to her apartment building and knocked on her door. She answered it in a pair of sweat pants and an oversized jersey. Her eyes seemed to be as red and puffy as his were. </w:t>
      </w:r>
      <w:r>
        <w:rPr>
          <w:i/>
          <w:iCs/>
          <w:sz w:val="24"/>
          <w:szCs w:val="24"/>
        </w:rPr>
        <w:t xml:space="preserve">She must have been hurting as much as I was. </w:t>
      </w:r>
      <w:r>
        <w:rPr>
          <w:sz w:val="24"/>
          <w:szCs w:val="24"/>
        </w:rPr>
        <w:t>Still she was just as beautiful as the first day he had met her. She laughed. “You look like shit!” she said, opening the door for him.</w:t>
      </w:r>
    </w:p>
    <w:p w:rsidR="00B50E03" w:rsidRDefault="00B50E03">
      <w:pPr>
        <w:spacing w:line="480" w:lineRule="auto"/>
        <w:ind w:firstLine="720"/>
        <w:rPr>
          <w:sz w:val="24"/>
          <w:szCs w:val="24"/>
        </w:rPr>
      </w:pPr>
      <w:r>
        <w:rPr>
          <w:sz w:val="24"/>
          <w:szCs w:val="24"/>
        </w:rPr>
        <w:t>He sniffed. “So do you, pretty lady.”</w:t>
      </w:r>
    </w:p>
    <w:p w:rsidR="00B50E03" w:rsidRDefault="00B50E03">
      <w:pPr>
        <w:spacing w:line="480" w:lineRule="auto"/>
        <w:ind w:firstLine="720"/>
        <w:rPr>
          <w:sz w:val="24"/>
          <w:szCs w:val="24"/>
        </w:rPr>
      </w:pPr>
      <w:r>
        <w:rPr>
          <w:sz w:val="24"/>
          <w:szCs w:val="24"/>
        </w:rPr>
        <w:t>She grinned. “I’ve been thinking and…I love you too much to let you go. I want to see you happy so much and know you want me to be happy too. I know you didn’t tell me about your mom and sister because you didn’t want to hurt me.”</w:t>
      </w:r>
    </w:p>
    <w:p w:rsidR="00B50E03" w:rsidRDefault="00B50E03">
      <w:pPr>
        <w:spacing w:line="480" w:lineRule="auto"/>
        <w:ind w:firstLine="720"/>
        <w:rPr>
          <w:sz w:val="24"/>
          <w:szCs w:val="24"/>
        </w:rPr>
      </w:pPr>
      <w:r>
        <w:rPr>
          <w:sz w:val="24"/>
          <w:szCs w:val="24"/>
        </w:rPr>
        <w:t xml:space="preserve">“Christina. I love you so much. I don’t know what I would do without you.” Alex pulled Christina over to him and kissed her deeply. She returned the kiss as the two made out forgetting about all the troubles over the last few days. Alex then picked her up by her two legs and carried her to her room. </w:t>
      </w:r>
    </w:p>
    <w:p w:rsidR="00B50E03" w:rsidRDefault="00B50E03">
      <w:pPr>
        <w:spacing w:line="480" w:lineRule="auto"/>
        <w:ind w:firstLine="720"/>
        <w:rPr>
          <w:sz w:val="24"/>
          <w:szCs w:val="24"/>
        </w:rPr>
      </w:pPr>
      <w:r>
        <w:rPr>
          <w:sz w:val="24"/>
          <w:szCs w:val="24"/>
        </w:rPr>
        <w:t>Christina began laughing hysterically. “I never knew you were so strong, baby!” She wrapped her hands around his neck, holding on to him before he plopped her onto her bed.</w:t>
      </w:r>
    </w:p>
    <w:p w:rsidR="00B50E03" w:rsidRDefault="00B50E03">
      <w:pPr>
        <w:spacing w:line="480" w:lineRule="auto"/>
        <w:ind w:firstLine="720"/>
        <w:rPr>
          <w:sz w:val="24"/>
          <w:szCs w:val="24"/>
        </w:rPr>
      </w:pPr>
      <w:r>
        <w:rPr>
          <w:sz w:val="24"/>
          <w:szCs w:val="24"/>
        </w:rPr>
        <w:t>“You’re not wearing a bra, are you?”</w:t>
      </w:r>
    </w:p>
    <w:p w:rsidR="00B50E03" w:rsidRDefault="00B50E03">
      <w:pPr>
        <w:spacing w:line="480" w:lineRule="auto"/>
        <w:ind w:firstLine="720"/>
        <w:rPr>
          <w:sz w:val="24"/>
          <w:szCs w:val="24"/>
        </w:rPr>
      </w:pPr>
      <w:r>
        <w:rPr>
          <w:sz w:val="24"/>
          <w:szCs w:val="24"/>
        </w:rPr>
        <w:t xml:space="preserve">“You noticed, did you?” she said. Alex smiled and got over her body, kissing her over and over again. He slid his hand underneath her shirt, stroking and caressing her gigantic tit between the two of them. “Mmmmmm…I miss that,” she said between kisses. </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Christina took the hem of Alex’s shirt and lifted it over his head. He straddled her, both his hands inside her shirt grabbing and squeezing her breasts while her hands roamed over his chest. Alex took her jersey and slipped it off of her, revealing her gorgeous tits to him. He began cupping them. “Did I ever tell you how much I love your large, sensitive breasts?”</w:t>
      </w:r>
    </w:p>
    <w:p w:rsidR="00B50E03" w:rsidRDefault="00B50E03">
      <w:pPr>
        <w:spacing w:line="480" w:lineRule="auto"/>
        <w:ind w:firstLine="720"/>
        <w:rPr>
          <w:sz w:val="24"/>
          <w:szCs w:val="24"/>
        </w:rPr>
      </w:pPr>
      <w:r>
        <w:rPr>
          <w:sz w:val="24"/>
          <w:szCs w:val="24"/>
        </w:rPr>
        <w:t>“Yep! But, I don’t mind you telling me again!”</w:t>
      </w:r>
    </w:p>
    <w:p w:rsidR="00B50E03" w:rsidRDefault="00B50E03">
      <w:pPr>
        <w:spacing w:line="480" w:lineRule="auto"/>
        <w:ind w:firstLine="720"/>
        <w:rPr>
          <w:sz w:val="24"/>
          <w:szCs w:val="24"/>
        </w:rPr>
      </w:pPr>
      <w:r>
        <w:rPr>
          <w:sz w:val="24"/>
          <w:szCs w:val="24"/>
        </w:rPr>
        <w:t>Alex laughed. “I love your large, sensitive breasts, sexy.” he bent down and lightly bit one. Christina moaned softly. “Especially your sensitivity.” He took one of her nipples into her mouth, licking and sucking it all over, while squeezing the other. He switched to the other, licking and sucking it, then back to the other. Christina moaned deeply. He knew she just orgasmed, but instead of stopping he continued. He wanted her to know how much he wanted to please her without pleasing himself.</w:t>
      </w:r>
    </w:p>
    <w:p w:rsidR="00B50E03" w:rsidRDefault="00B50E03">
      <w:pPr>
        <w:spacing w:line="480" w:lineRule="auto"/>
        <w:ind w:firstLine="720"/>
        <w:rPr>
          <w:sz w:val="24"/>
          <w:szCs w:val="24"/>
        </w:rPr>
      </w:pPr>
      <w:r>
        <w:rPr>
          <w:sz w:val="24"/>
          <w:szCs w:val="24"/>
        </w:rPr>
        <w:t>Alex continued licking and sucking her tits, switching quickly between one and the other. Christina moaned deeply as another orgasm passed over her and then another. But, Alex wasn’t through yet. He wanted her to feel what she usually felt every time he was in between her ass cheeks hammering into her. He found himself lost in the moment, licking and sucking her tits like crazy, grabbing and mauling them with both his hands.</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 xml:space="preserve">Christina moaned deeply as a fifth then a sixth orgasm passed through her as he sucked on her tits aggressively. It had never felt this good for her before! Her orgasms came along faster and faster. She was surprised to find herself in a continuous orgasm as he switched back and forth between each of her tits. This was the first time she had experienced such a thing other than when he was in her ass. </w:t>
      </w:r>
    </w:p>
    <w:p w:rsidR="00B50E03" w:rsidRDefault="00B50E03">
      <w:pPr>
        <w:spacing w:line="480" w:lineRule="auto"/>
        <w:ind w:firstLine="720"/>
        <w:rPr>
          <w:sz w:val="24"/>
          <w:szCs w:val="24"/>
        </w:rPr>
      </w:pPr>
      <w:r>
        <w:rPr>
          <w:sz w:val="24"/>
          <w:szCs w:val="24"/>
        </w:rPr>
        <w:t>She looked at him. It was as if he was in a daze. “Alex? Alex!” She took his head in both her hands. He slowly stopped and looked up. “Are you ok?”</w:t>
      </w:r>
    </w:p>
    <w:p w:rsidR="00B50E03" w:rsidRDefault="00B50E03">
      <w:pPr>
        <w:spacing w:line="480" w:lineRule="auto"/>
        <w:ind w:firstLine="720"/>
        <w:rPr>
          <w:sz w:val="24"/>
          <w:szCs w:val="24"/>
        </w:rPr>
      </w:pPr>
      <w:r>
        <w:rPr>
          <w:sz w:val="24"/>
          <w:szCs w:val="24"/>
        </w:rPr>
        <w:t>“Yeah. Yeah. I just wanted you to see how much I love you.” He was gasping for breath. She looked at him, worried.</w:t>
      </w:r>
    </w:p>
    <w:p w:rsidR="00B50E03" w:rsidRDefault="00B50E03">
      <w:pPr>
        <w:spacing w:line="480" w:lineRule="auto"/>
        <w:ind w:firstLine="720"/>
        <w:rPr>
          <w:sz w:val="24"/>
          <w:szCs w:val="24"/>
        </w:rPr>
      </w:pPr>
      <w:r>
        <w:rPr>
          <w:sz w:val="24"/>
          <w:szCs w:val="24"/>
        </w:rPr>
        <w:t>“Baby, are you ok?” she asked again. “You don’t look so good.”</w:t>
      </w:r>
    </w:p>
    <w:p w:rsidR="00B50E03" w:rsidRDefault="00B50E03">
      <w:pPr>
        <w:spacing w:line="480" w:lineRule="auto"/>
        <w:ind w:firstLine="720"/>
        <w:rPr>
          <w:sz w:val="24"/>
          <w:szCs w:val="24"/>
        </w:rPr>
      </w:pPr>
      <w:r>
        <w:rPr>
          <w:sz w:val="24"/>
          <w:szCs w:val="24"/>
        </w:rPr>
        <w:t>“I just…need to catch my breath. My head seems to be spinning. First time it’s happened doing that!” he exclaimed, laughing.</w:t>
      </w:r>
    </w:p>
    <w:p w:rsidR="00B50E03" w:rsidRDefault="00B50E03">
      <w:pPr>
        <w:spacing w:line="480" w:lineRule="auto"/>
        <w:ind w:firstLine="720"/>
        <w:rPr>
          <w:sz w:val="24"/>
          <w:szCs w:val="24"/>
        </w:rPr>
      </w:pPr>
      <w:r>
        <w:rPr>
          <w:sz w:val="24"/>
          <w:szCs w:val="24"/>
        </w:rPr>
        <w:t>“Do you need some water?”</w:t>
      </w:r>
    </w:p>
    <w:p w:rsidR="00B50E03" w:rsidRDefault="00B50E03">
      <w:pPr>
        <w:spacing w:line="480" w:lineRule="auto"/>
        <w:ind w:firstLine="720"/>
        <w:rPr>
          <w:sz w:val="24"/>
          <w:szCs w:val="24"/>
        </w:rPr>
      </w:pPr>
      <w:r>
        <w:rPr>
          <w:sz w:val="24"/>
          <w:szCs w:val="24"/>
        </w:rPr>
        <w:t>“No. I’m good now.” Alex smiled and kissed her gently. He continued kissing her until she opened her mouth, letting his tongue seep in. The two made out furiously, making up for the few days they were apart. He broke the kiss eventually and smiled. Alex got up and took off his pants and boxers, before slipping off Christina’s jogging pants. He moved back up and kissed her face while positioning his cock with her pussy.</w:t>
      </w:r>
    </w:p>
    <w:p w:rsidR="00B50E03" w:rsidRDefault="00B50E03">
      <w:pPr>
        <w:spacing w:line="480" w:lineRule="auto"/>
        <w:ind w:firstLine="720"/>
        <w:rPr>
          <w:sz w:val="24"/>
          <w:szCs w:val="24"/>
        </w:rPr>
      </w:pPr>
      <w:r>
        <w:rPr>
          <w:sz w:val="24"/>
          <w:szCs w:val="24"/>
        </w:rPr>
        <w:t>Alex pushed his dick deep into her, causing her to moan. “I love you, Christina.”</w:t>
      </w:r>
    </w:p>
    <w:p w:rsidR="00B50E03" w:rsidRDefault="00B50E03">
      <w:pPr>
        <w:spacing w:line="480" w:lineRule="auto"/>
        <w:ind w:firstLine="720"/>
        <w:rPr>
          <w:sz w:val="24"/>
          <w:szCs w:val="24"/>
        </w:rPr>
      </w:pPr>
      <w:r>
        <w:rPr>
          <w:sz w:val="24"/>
          <w:szCs w:val="24"/>
        </w:rPr>
        <w:t xml:space="preserve">“I love you too, Alex.” Alex pumped in and out of her quickly, again and again. Christina missed the feeling of his large cock in her. She quickly found herself having an orgasm. She had another orgasm and then another when he kissed her lips passionately. She loved him so much and knew he loved her as well. She continued having orgasms as he pumped in and out of her. </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 xml:space="preserve">After an hour of love making Alex said, “I’m cumming, Christina!” Christina just moaned as he pushed himself deep inside her orgasming. But, instead of stopping there, Alex leaned up, french kissing her once again. </w:t>
      </w:r>
    </w:p>
    <w:p w:rsidR="00B50E03" w:rsidRDefault="00B50E03">
      <w:pPr>
        <w:spacing w:line="480" w:lineRule="auto"/>
        <w:ind w:firstLine="720"/>
        <w:rPr>
          <w:sz w:val="24"/>
          <w:szCs w:val="24"/>
        </w:rPr>
      </w:pPr>
      <w:r>
        <w:rPr>
          <w:sz w:val="24"/>
          <w:szCs w:val="24"/>
        </w:rPr>
        <w:t xml:space="preserve">He broke the kiss and said, “I want to make love to you all night, baby. Suck me till I’m hard again.” Christina smiled and took his cock in her hands, stroking it before sticking it into her mouth. She felt it quickly grow inside of her as she licked it inside of her mouth. Fully hardened, she removed her lips from it, and Alex got up off of her bed, dragging her by the legs to the edge of it. He then began pumping in and out of her pussy while standing. She loved it when he did that. It was her second favorite position, next to anal. </w:t>
      </w:r>
    </w:p>
    <w:p w:rsidR="00B50E03" w:rsidRDefault="00B50E03">
      <w:pPr>
        <w:spacing w:line="480" w:lineRule="auto"/>
        <w:ind w:firstLine="720"/>
        <w:rPr>
          <w:sz w:val="24"/>
          <w:szCs w:val="24"/>
        </w:rPr>
      </w:pPr>
      <w:r>
        <w:rPr>
          <w:sz w:val="24"/>
          <w:szCs w:val="24"/>
        </w:rPr>
        <w:t>She began grinding against him as he pumped in and out of her pussy. She wrapped her legs around his waist, pushing him deeper into her. She orgasmed and bent forward, pushing her large tits into him while she kissed him deeply. He pumped in and out of her over and over. His cock was like electricity to her. He felt so good inside of her! She reached up, kissing him once again, wrapping her arms around his neck to maintain the position.</w:t>
      </w:r>
    </w:p>
    <w:p w:rsidR="00B50E03" w:rsidRDefault="00B50E03">
      <w:pPr>
        <w:spacing w:line="480" w:lineRule="auto"/>
        <w:ind w:firstLine="720"/>
        <w:rPr>
          <w:sz w:val="24"/>
          <w:szCs w:val="24"/>
        </w:rPr>
      </w:pPr>
      <w:r>
        <w:rPr>
          <w:sz w:val="24"/>
          <w:szCs w:val="24"/>
        </w:rPr>
        <w:t xml:space="preserve">She gasped when she felt his hands reach around to her ass and slowly picked her up, while she was still impaled on him. He had never done this before. He slowly lifted her up before dropping her on his cock. After a few minutes of it, Alex put her back on the bed. He laughed. “Sorry. Can’t do that one for very long.” Alex pouted at her. </w:t>
      </w:r>
    </w:p>
    <w:p w:rsidR="00B50E03" w:rsidRDefault="00B50E03">
      <w:pPr>
        <w:spacing w:line="480" w:lineRule="auto"/>
        <w:ind w:firstLine="720"/>
        <w:rPr>
          <w:sz w:val="24"/>
          <w:szCs w:val="24"/>
        </w:rPr>
      </w:pPr>
      <w:r>
        <w:rPr>
          <w:sz w:val="24"/>
          <w:szCs w:val="24"/>
        </w:rPr>
        <w:t xml:space="preserve">“It’s ok, baby. I still love you.” He began humping into her once again from the foot of the bed. Fifteen minutes later he finally came again. She orgasmed one final time as well before he slid off out of her. He then climbed back onto the bed, making out with her again. Was he in heat? </w:t>
      </w:r>
      <w:r>
        <w:rPr>
          <w:i/>
          <w:iCs/>
          <w:sz w:val="24"/>
          <w:szCs w:val="24"/>
        </w:rPr>
        <w:t xml:space="preserve">He really was trying to go all night! </w:t>
      </w:r>
      <w:r>
        <w:rPr>
          <w:sz w:val="24"/>
          <w:szCs w:val="24"/>
        </w:rPr>
        <w:t xml:space="preserve">she thought to herself. </w:t>
      </w:r>
      <w:r>
        <w:rPr>
          <w:i/>
          <w:iCs/>
          <w:sz w:val="24"/>
          <w:szCs w:val="24"/>
        </w:rPr>
        <w:t xml:space="preserve">If he can go all night long, who am I to complain! </w:t>
      </w:r>
      <w:r>
        <w:rPr>
          <w:sz w:val="24"/>
          <w:szCs w:val="24"/>
        </w:rPr>
        <w:t>She smiled and got on her knees stroking and sucking his cock again to hardness.</w:t>
      </w:r>
    </w:p>
    <w:p w:rsidR="00B50E03" w:rsidRDefault="00B50E03">
      <w:pPr>
        <w:spacing w:line="480" w:lineRule="auto"/>
        <w:ind w:firstLine="720"/>
        <w:rPr>
          <w:sz w:val="24"/>
          <w:szCs w:val="24"/>
        </w:rPr>
      </w:pPr>
      <w:r>
        <w:rPr>
          <w:sz w:val="24"/>
          <w:szCs w:val="24"/>
        </w:rPr>
        <w:t>The two ended up fucking for six hours without rest. It was the longest time the two had ever went. After fucking her standing, he had her fuck him reverse cowgirl style. It was a position he rarely used since he liked staring at her breasts. He still grabbed her breasts from behind as her ass pumped up and down on his cock. It didn’t give her that continuous orgasm feeling she got when he fucked her from behind, but she still loved the way her ass felt while she bounced it up and down his cock.</w:t>
      </w:r>
    </w:p>
    <w:p w:rsidR="00B50E03" w:rsidRDefault="00B50E03">
      <w:pPr>
        <w:spacing w:line="480" w:lineRule="auto"/>
        <w:ind w:firstLine="720"/>
        <w:rPr>
          <w:sz w:val="24"/>
          <w:szCs w:val="24"/>
        </w:rPr>
      </w:pPr>
      <w:r>
        <w:rPr>
          <w:sz w:val="24"/>
          <w:szCs w:val="24"/>
        </w:rPr>
        <w:t>After orgasming from that, he finally took her from behind. Christina was shocked when, instead of pounding into her ass from behind like always, he pounded into her pussy from behind instead! The sensation was new to her. His huge cock seemed to be able to travel even further that way than it did in any other position her cunt was in. What was more surprising was the fact that, just like with her ass, her orgasms came on faster and faster, until she felt that nonstop orgasm feeling once again! This was the best night of her life. She knew it would be the night with him she would remember most more than any other for the rest of their lives together.</w:t>
      </w:r>
    </w:p>
    <w:p w:rsidR="00B50E03" w:rsidRDefault="00B50E03">
      <w:pPr>
        <w:spacing w:line="480" w:lineRule="auto"/>
        <w:ind w:firstLine="720"/>
        <w:rPr>
          <w:sz w:val="24"/>
          <w:szCs w:val="24"/>
        </w:rPr>
      </w:pPr>
      <w:r>
        <w:rPr>
          <w:sz w:val="24"/>
          <w:szCs w:val="24"/>
        </w:rPr>
        <w:t>He climaxed again, and told her that he needed a small break. He sat on the edge of the bed, next to her, drinking his water for a while. Christina took this time to get a drink too. Christina asked, “Did you want to go bed now? We can go to sleep if you are tired.”</w:t>
      </w:r>
    </w:p>
    <w:p w:rsidR="00B50E03" w:rsidRDefault="00B50E03">
      <w:pPr>
        <w:spacing w:line="480" w:lineRule="auto"/>
        <w:ind w:firstLine="720"/>
        <w:rPr>
          <w:sz w:val="24"/>
          <w:szCs w:val="24"/>
        </w:rPr>
      </w:pPr>
      <w:r>
        <w:rPr>
          <w:sz w:val="24"/>
          <w:szCs w:val="24"/>
        </w:rPr>
        <w:t>Alex smiled and said, “I’ve still got a couple of rounds left in me.” Christina shrugged and took his cock back into her mouth, swirling her tongue around the head. It took her a full fifteen minutes that time, but he slowly got hard again.</w:t>
      </w:r>
    </w:p>
    <w:p w:rsidR="00B50E03" w:rsidRDefault="00B50E03">
      <w:pPr>
        <w:spacing w:line="480" w:lineRule="auto"/>
        <w:ind w:firstLine="720"/>
        <w:rPr>
          <w:sz w:val="24"/>
          <w:szCs w:val="24"/>
        </w:rPr>
      </w:pPr>
      <w:r>
        <w:rPr>
          <w:sz w:val="24"/>
          <w:szCs w:val="24"/>
        </w:rPr>
        <w:t>“Let me do all the work this time, baby. You’ve done plenty enough for the evening.” Alex leaned back while Christina got on top of him, grinding against his cock. She cooed in delight each time an orgasm passed through her. She would occasionally lean down and kiss him gently, before leaning back up and bouncing on his cock, her huge breasts bouncing and jiggling for him to watch and enjoy. He really did love her tits. Sometimes he would reach up and fondle one of them. She smiled each time he did so.</w:t>
      </w:r>
    </w:p>
    <w:p w:rsidR="00B50E03" w:rsidRDefault="00B50E03">
      <w:pPr>
        <w:spacing w:line="480" w:lineRule="auto"/>
        <w:ind w:firstLine="720"/>
        <w:rPr>
          <w:sz w:val="24"/>
          <w:szCs w:val="24"/>
        </w:rPr>
      </w:pPr>
      <w:r>
        <w:rPr>
          <w:sz w:val="24"/>
          <w:szCs w:val="24"/>
        </w:rPr>
        <w:t>An hour and a half later, Alex orgasmed one more time. After he orgasmed, Christina leaned against him, exhausted, his cock still inside her pussy. “Oh, Alex. I gotta stop. I can’t go on much more.”</w:t>
      </w:r>
    </w:p>
    <w:p w:rsidR="00B50E03" w:rsidRDefault="00B50E03">
      <w:pPr>
        <w:spacing w:line="480" w:lineRule="auto"/>
        <w:ind w:firstLine="720"/>
        <w:rPr>
          <w:sz w:val="24"/>
          <w:szCs w:val="24"/>
        </w:rPr>
      </w:pPr>
      <w:r>
        <w:rPr>
          <w:sz w:val="24"/>
          <w:szCs w:val="24"/>
        </w:rPr>
        <w:t>Alex stroked her cheek and said, “Me too, sexy. I love you so much. I just wanted you to know that.”</w:t>
      </w:r>
    </w:p>
    <w:p w:rsidR="00B50E03" w:rsidRDefault="00B50E03">
      <w:pPr>
        <w:spacing w:line="480" w:lineRule="auto"/>
        <w:ind w:firstLine="720"/>
        <w:rPr>
          <w:sz w:val="24"/>
          <w:szCs w:val="24"/>
        </w:rPr>
      </w:pPr>
      <w:r>
        <w:rPr>
          <w:sz w:val="24"/>
          <w:szCs w:val="24"/>
        </w:rPr>
        <w:t>“I know, baby. I love you too.”</w:t>
      </w:r>
    </w:p>
    <w:p w:rsidR="00B50E03" w:rsidRDefault="00B50E03">
      <w:pPr>
        <w:spacing w:line="480" w:lineRule="auto"/>
        <w:ind w:firstLine="720"/>
        <w:rPr>
          <w:sz w:val="24"/>
          <w:szCs w:val="24"/>
        </w:rPr>
      </w:pPr>
      <w:r>
        <w:rPr>
          <w:sz w:val="24"/>
          <w:szCs w:val="24"/>
        </w:rPr>
        <w:t>“Christina?” he asked.</w:t>
      </w:r>
    </w:p>
    <w:p w:rsidR="00B50E03" w:rsidRDefault="00B50E03">
      <w:pPr>
        <w:spacing w:line="480" w:lineRule="auto"/>
        <w:ind w:firstLine="720"/>
        <w:rPr>
          <w:sz w:val="24"/>
          <w:szCs w:val="24"/>
        </w:rPr>
      </w:pPr>
      <w:r>
        <w:rPr>
          <w:sz w:val="24"/>
          <w:szCs w:val="24"/>
        </w:rPr>
        <w:t>“Yeah?”</w:t>
      </w:r>
    </w:p>
    <w:p w:rsidR="00B50E03" w:rsidRDefault="00B50E03">
      <w:pPr>
        <w:spacing w:line="480" w:lineRule="auto"/>
        <w:ind w:firstLine="720"/>
        <w:rPr>
          <w:sz w:val="24"/>
          <w:szCs w:val="24"/>
        </w:rPr>
      </w:pPr>
      <w:r>
        <w:rPr>
          <w:sz w:val="24"/>
          <w:szCs w:val="24"/>
        </w:rPr>
        <w:t>“If you want me too, I’ll stop being with Lisa and Jen altogether. You’re the one I love. I’m sure they’ll understand. If you want, I can even stop talking to them and move in with you. We can get married and start a family of our own!” Alex exclaimed.</w:t>
      </w:r>
    </w:p>
    <w:p w:rsidR="00B50E03" w:rsidRDefault="00B50E03">
      <w:pPr>
        <w:spacing w:line="480" w:lineRule="auto"/>
        <w:ind w:firstLine="720"/>
        <w:rPr>
          <w:sz w:val="24"/>
          <w:szCs w:val="24"/>
        </w:rPr>
      </w:pPr>
      <w:r>
        <w:rPr>
          <w:sz w:val="24"/>
          <w:szCs w:val="24"/>
        </w:rPr>
        <w:t>Christina smiled. “Well, to be honest with you, I think I could manage sharing them with you. After what we went through tonight, I can see I can’t handle you alone!” Alex laughed. “Besides, I want to see you happy too and you would be happiest with all three of us having sex with you, right? Don’t deny it!”</w:t>
      </w:r>
    </w:p>
    <w:p w:rsidR="00B50E03" w:rsidRDefault="00B50E03">
      <w:pPr>
        <w:spacing w:line="480" w:lineRule="auto"/>
        <w:ind w:firstLine="720"/>
        <w:rPr>
          <w:sz w:val="24"/>
          <w:szCs w:val="24"/>
        </w:rPr>
      </w:pPr>
      <w:r>
        <w:rPr>
          <w:sz w:val="24"/>
          <w:szCs w:val="24"/>
        </w:rPr>
        <w:t>Alex blushed slightly. “I guess I would miss them a little.”</w:t>
      </w:r>
    </w:p>
    <w:p w:rsidR="00B50E03" w:rsidRDefault="00B50E03">
      <w:pPr>
        <w:spacing w:line="480" w:lineRule="auto"/>
        <w:ind w:firstLine="720"/>
        <w:rPr>
          <w:sz w:val="24"/>
          <w:szCs w:val="24"/>
        </w:rPr>
      </w:pPr>
      <w:r>
        <w:rPr>
          <w:sz w:val="24"/>
          <w:szCs w:val="24"/>
        </w:rPr>
        <w:t>“Then it’s settled! For now on, all three of us will have you together.”</w:t>
      </w:r>
    </w:p>
    <w:p w:rsidR="00B50E03" w:rsidRDefault="00B50E03">
      <w:pPr>
        <w:spacing w:line="480" w:lineRule="auto"/>
        <w:ind w:firstLine="720"/>
        <w:rPr>
          <w:sz w:val="24"/>
          <w:szCs w:val="24"/>
        </w:rPr>
      </w:pPr>
      <w:r>
        <w:rPr>
          <w:sz w:val="24"/>
          <w:szCs w:val="24"/>
        </w:rPr>
        <w:t>“Are you sure?”</w:t>
      </w:r>
    </w:p>
    <w:p w:rsidR="00B50E03" w:rsidRDefault="00B50E03">
      <w:pPr>
        <w:spacing w:line="480" w:lineRule="auto"/>
        <w:ind w:firstLine="720"/>
        <w:rPr>
          <w:sz w:val="24"/>
          <w:szCs w:val="24"/>
        </w:rPr>
      </w:pPr>
      <w:r>
        <w:rPr>
          <w:sz w:val="24"/>
          <w:szCs w:val="24"/>
        </w:rPr>
        <w:t>“Of course, baby! But promise me one thing. If you ever fuck any more girls, you have to tell me right away. Hopefully you can tell me before you do it, but I know how things happen.” Alex was dumbfounded. She had gone from being so upset with him being with Jen and Lisa that she practically broke up with him, to not only minding him having sex with them, but other women as well it seemed!</w:t>
      </w:r>
    </w:p>
    <w:p w:rsidR="00B50E03" w:rsidRDefault="00B50E03">
      <w:pPr>
        <w:spacing w:line="480" w:lineRule="auto"/>
        <w:ind w:firstLine="720"/>
        <w:rPr>
          <w:sz w:val="24"/>
          <w:szCs w:val="24"/>
        </w:rPr>
      </w:pPr>
      <w:r>
        <w:rPr>
          <w:sz w:val="24"/>
          <w:szCs w:val="24"/>
        </w:rPr>
        <w:t>Alex laughed. “OK.”</w:t>
      </w:r>
    </w:p>
    <w:p w:rsidR="00B50E03" w:rsidRDefault="00B50E03">
      <w:pPr>
        <w:spacing w:line="480" w:lineRule="auto"/>
        <w:ind w:firstLine="720"/>
        <w:rPr>
          <w:sz w:val="24"/>
          <w:szCs w:val="24"/>
        </w:rPr>
      </w:pPr>
      <w:r>
        <w:rPr>
          <w:sz w:val="24"/>
          <w:szCs w:val="24"/>
        </w:rPr>
        <w:t>Christina snuggled against Alex’s chest, his diminished cock still inside her. “Alex?”</w:t>
      </w:r>
    </w:p>
    <w:p w:rsidR="00B50E03" w:rsidRDefault="00B50E03">
      <w:pPr>
        <w:spacing w:line="480" w:lineRule="auto"/>
        <w:ind w:firstLine="720"/>
        <w:rPr>
          <w:sz w:val="24"/>
          <w:szCs w:val="24"/>
        </w:rPr>
      </w:pPr>
      <w:r>
        <w:rPr>
          <w:sz w:val="24"/>
          <w:szCs w:val="24"/>
        </w:rPr>
        <w:t>“Yeah?”</w:t>
      </w:r>
    </w:p>
    <w:p w:rsidR="00B50E03" w:rsidRDefault="00B50E03">
      <w:pPr>
        <w:spacing w:line="480" w:lineRule="auto"/>
        <w:ind w:firstLine="720"/>
        <w:rPr>
          <w:sz w:val="24"/>
          <w:szCs w:val="24"/>
        </w:rPr>
      </w:pPr>
      <w:r>
        <w:rPr>
          <w:sz w:val="24"/>
          <w:szCs w:val="24"/>
        </w:rPr>
        <w:t>“Did you mean everything you just said? About getting married and starting a family?” She looked up, deep into his eyes.</w:t>
      </w:r>
    </w:p>
    <w:p w:rsidR="00B50E03" w:rsidRDefault="00B50E03">
      <w:pPr>
        <w:spacing w:line="480" w:lineRule="auto"/>
        <w:ind w:firstLine="720"/>
        <w:rPr>
          <w:sz w:val="24"/>
          <w:szCs w:val="24"/>
        </w:rPr>
      </w:pPr>
      <w:r>
        <w:rPr>
          <w:sz w:val="24"/>
          <w:szCs w:val="24"/>
        </w:rPr>
        <w:t>“Of course!” he said. “I love you so much, Christina. I want to spend my whole life with you!”</w:t>
      </w:r>
    </w:p>
    <w:p w:rsidR="00B50E03" w:rsidRDefault="00B50E03">
      <w:pPr>
        <w:spacing w:line="480" w:lineRule="auto"/>
        <w:ind w:firstLine="720"/>
        <w:rPr>
          <w:sz w:val="24"/>
          <w:szCs w:val="24"/>
        </w:rPr>
      </w:pPr>
      <w:r>
        <w:rPr>
          <w:sz w:val="24"/>
          <w:szCs w:val="24"/>
        </w:rPr>
        <w:t>“OK,” she said. “Would you buy me an engagement ring if we were to get married?”</w:t>
      </w:r>
    </w:p>
    <w:p w:rsidR="00B50E03" w:rsidRDefault="00B50E03">
      <w:pPr>
        <w:spacing w:line="480" w:lineRule="auto"/>
        <w:ind w:firstLine="720"/>
        <w:rPr>
          <w:sz w:val="24"/>
          <w:szCs w:val="24"/>
        </w:rPr>
      </w:pPr>
      <w:r>
        <w:rPr>
          <w:sz w:val="24"/>
          <w:szCs w:val="24"/>
        </w:rPr>
        <w:t>“Yeah, soon as I could.”</w:t>
      </w:r>
    </w:p>
    <w:p w:rsidR="00B50E03" w:rsidRDefault="00B50E03">
      <w:pPr>
        <w:spacing w:line="480" w:lineRule="auto"/>
        <w:ind w:firstLine="720"/>
        <w:rPr>
          <w:sz w:val="24"/>
          <w:szCs w:val="24"/>
        </w:rPr>
      </w:pPr>
      <w:r>
        <w:rPr>
          <w:sz w:val="24"/>
          <w:szCs w:val="24"/>
        </w:rPr>
        <w:t>“Good. I’ll trust you then. I’ll marry you, Alex.”</w:t>
      </w:r>
    </w:p>
    <w:p w:rsidR="00B50E03" w:rsidRDefault="00B50E03">
      <w:pPr>
        <w:spacing w:line="480" w:lineRule="auto"/>
        <w:ind w:firstLine="720"/>
        <w:rPr>
          <w:sz w:val="24"/>
          <w:szCs w:val="24"/>
        </w:rPr>
      </w:pPr>
      <w:r>
        <w:rPr>
          <w:sz w:val="24"/>
          <w:szCs w:val="24"/>
        </w:rPr>
        <w:t>Christina felt his cock lurch when she said that. “Really? You want to marry me?”</w:t>
      </w:r>
    </w:p>
    <w:p w:rsidR="00B50E03" w:rsidRDefault="00B50E03">
      <w:pPr>
        <w:spacing w:line="480" w:lineRule="auto"/>
        <w:ind w:firstLine="720"/>
        <w:rPr>
          <w:sz w:val="24"/>
          <w:szCs w:val="24"/>
        </w:rPr>
      </w:pPr>
      <w:r>
        <w:rPr>
          <w:sz w:val="24"/>
          <w:szCs w:val="24"/>
        </w:rPr>
        <w:t>“Yeah. Of course, silly!” She leaned up and kissed him passionately. “I can’t believe we’re going to get married!!!”</w:t>
      </w:r>
    </w:p>
    <w:p w:rsidR="00B50E03" w:rsidRDefault="00B50E03">
      <w:pPr>
        <w:spacing w:line="480" w:lineRule="auto"/>
        <w:ind w:firstLine="720"/>
        <w:rPr>
          <w:sz w:val="24"/>
          <w:szCs w:val="24"/>
        </w:rPr>
      </w:pPr>
      <w:r>
        <w:rPr>
          <w:sz w:val="24"/>
          <w:szCs w:val="24"/>
        </w:rPr>
        <w:t>Alex laughed. “Yeah, my mom and sister are going to flip when they find out!”</w:t>
      </w:r>
    </w:p>
    <w:p w:rsidR="00B50E03" w:rsidRDefault="00B50E03">
      <w:pPr>
        <w:spacing w:line="480" w:lineRule="auto"/>
        <w:ind w:firstLine="720"/>
        <w:rPr>
          <w:sz w:val="24"/>
          <w:szCs w:val="24"/>
        </w:rPr>
      </w:pPr>
      <w:r>
        <w:rPr>
          <w:sz w:val="24"/>
          <w:szCs w:val="24"/>
        </w:rPr>
        <w:t xml:space="preserve">“I’m sure they’re be even more excited when they watch you pound into my ass tomorrow!” She felt Alex harden inside of her. “Aren’t you full of energy, today?” </w:t>
      </w:r>
    </w:p>
    <w:p w:rsidR="00B50E03" w:rsidRDefault="00B50E03">
      <w:pPr>
        <w:spacing w:line="480" w:lineRule="auto"/>
        <w:ind w:firstLine="720"/>
        <w:rPr>
          <w:sz w:val="24"/>
          <w:szCs w:val="24"/>
        </w:rPr>
      </w:pPr>
      <w:r>
        <w:rPr>
          <w:sz w:val="24"/>
          <w:szCs w:val="24"/>
        </w:rPr>
        <w:t>“Well, I did just have the most gorgeous girl in the world say she’ll marry me!”</w:t>
      </w:r>
    </w:p>
    <w:p w:rsidR="00B50E03" w:rsidRDefault="00B50E03">
      <w:pPr>
        <w:spacing w:line="480" w:lineRule="auto"/>
        <w:ind w:firstLine="720"/>
        <w:rPr>
          <w:sz w:val="24"/>
          <w:szCs w:val="24"/>
        </w:rPr>
      </w:pPr>
      <w:r>
        <w:rPr>
          <w:sz w:val="24"/>
          <w:szCs w:val="24"/>
        </w:rPr>
        <w:t>Christina leaned against him once more, wiggling against his cock. “I want to fall asleep with you in me, like this. Is that ok?”</w:t>
      </w:r>
    </w:p>
    <w:p w:rsidR="00B50E03" w:rsidRDefault="00B50E03">
      <w:pPr>
        <w:spacing w:line="480" w:lineRule="auto"/>
        <w:ind w:firstLine="720"/>
        <w:rPr>
          <w:sz w:val="24"/>
          <w:szCs w:val="24"/>
        </w:rPr>
      </w:pPr>
      <w:r>
        <w:rPr>
          <w:sz w:val="24"/>
          <w:szCs w:val="24"/>
        </w:rPr>
        <w:t>Alex grinned. “Of course, Mrs. Wright.” Christina yawned and stretched out before falling asleep, the side of her head resting against his warm chest as his arms wrapped around her tightly. Alex had exaggerated a bit when he said he wanted to marry her, but since she had actually agreed with his off hand proposal he went with it. And she was willing to share him with his mom and sister. Alex was elated.</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Christina woke up the next day around noon. Alex’s cock was still inside her. She ground lightly against it until it grew hard inside her. Alex’s eyes fluttered open. “Hey there, sexy. Horny already, eh?”</w:t>
      </w:r>
    </w:p>
    <w:p w:rsidR="00B50E03" w:rsidRDefault="00B50E03">
      <w:pPr>
        <w:spacing w:line="480" w:lineRule="auto"/>
        <w:ind w:firstLine="720"/>
        <w:rPr>
          <w:sz w:val="24"/>
          <w:szCs w:val="24"/>
        </w:rPr>
      </w:pPr>
      <w:r>
        <w:rPr>
          <w:sz w:val="24"/>
          <w:szCs w:val="24"/>
        </w:rPr>
        <w:t>“Of course! My sexy boyfriend just proposed to me last night!” The two laughed and Christina rode on top of him through a few dozen orgasms before he came deep inside her. Afterwards they ate and went to a jewelry store to pick out Christina’s engagement ring. Alex was able to buy it for her. After his accident, he was able to get disability payments for his condition. It cost him two months salary, but he told her that he couldn’t think of anything he would rather use his cash on than her.</w:t>
      </w:r>
    </w:p>
    <w:p w:rsidR="00B50E03" w:rsidRDefault="00B50E03">
      <w:pPr>
        <w:spacing w:line="480" w:lineRule="auto"/>
        <w:ind w:firstLine="720"/>
        <w:rPr>
          <w:sz w:val="24"/>
          <w:szCs w:val="24"/>
        </w:rPr>
      </w:pPr>
      <w:r>
        <w:rPr>
          <w:sz w:val="24"/>
          <w:szCs w:val="24"/>
        </w:rPr>
        <w:t>Alex drove the two of them back to Alex’s house. Lisa and Jen both smiled when Christina walked into the living room followed by Christina. “Hi.” She waved and the two girls ran to her, hugging her deeply.</w:t>
      </w:r>
    </w:p>
    <w:p w:rsidR="00B50E03" w:rsidRDefault="00B50E03">
      <w:pPr>
        <w:spacing w:line="480" w:lineRule="auto"/>
        <w:ind w:firstLine="720"/>
        <w:rPr>
          <w:sz w:val="24"/>
          <w:szCs w:val="24"/>
        </w:rPr>
      </w:pPr>
      <w:r>
        <w:rPr>
          <w:sz w:val="24"/>
          <w:szCs w:val="24"/>
        </w:rPr>
        <w:t>“I got news,” she said. She held up her hand with her engagement ring on it. “He proposed to me last night!” The two girls screamed and hugged her deeply.</w:t>
      </w:r>
    </w:p>
    <w:p w:rsidR="00B50E03" w:rsidRDefault="00B50E03">
      <w:pPr>
        <w:spacing w:line="480" w:lineRule="auto"/>
        <w:ind w:firstLine="720"/>
        <w:rPr>
          <w:sz w:val="24"/>
          <w:szCs w:val="24"/>
        </w:rPr>
      </w:pPr>
      <w:r>
        <w:rPr>
          <w:sz w:val="24"/>
          <w:szCs w:val="24"/>
        </w:rPr>
        <w:t>“We’re so glad you and Alex are getting married! You two love each other so much.” Lisa said.</w:t>
      </w:r>
    </w:p>
    <w:p w:rsidR="00B50E03" w:rsidRDefault="00B50E03">
      <w:pPr>
        <w:spacing w:line="480" w:lineRule="auto"/>
        <w:ind w:firstLine="720"/>
        <w:rPr>
          <w:sz w:val="24"/>
          <w:szCs w:val="24"/>
        </w:rPr>
      </w:pPr>
      <w:r>
        <w:rPr>
          <w:sz w:val="24"/>
          <w:szCs w:val="24"/>
        </w:rPr>
        <w:t>“Are you going to move in here with us, Christina?” Jen asked.</w:t>
      </w:r>
    </w:p>
    <w:p w:rsidR="00B50E03" w:rsidRDefault="00B50E03">
      <w:pPr>
        <w:spacing w:line="480" w:lineRule="auto"/>
        <w:ind w:firstLine="720"/>
        <w:rPr>
          <w:sz w:val="24"/>
          <w:szCs w:val="24"/>
        </w:rPr>
      </w:pPr>
      <w:r>
        <w:rPr>
          <w:sz w:val="24"/>
          <w:szCs w:val="24"/>
        </w:rPr>
        <w:t>Christina pulled away from them and said, “Probably. I know how you two love him very much too, so I decided that the three of us will share him together, so it would be best if we stayed here.” Jen and Lisa looked elated.</w:t>
      </w:r>
    </w:p>
    <w:p w:rsidR="00B50E03" w:rsidRDefault="00B50E03">
      <w:pPr>
        <w:spacing w:line="480" w:lineRule="auto"/>
        <w:ind w:firstLine="720"/>
        <w:rPr>
          <w:sz w:val="24"/>
          <w:szCs w:val="24"/>
        </w:rPr>
      </w:pPr>
      <w:r>
        <w:rPr>
          <w:sz w:val="24"/>
          <w:szCs w:val="24"/>
        </w:rPr>
        <w:t>“Are you sure about this?” Lisa asked her. “We wouldn’t want to come between the two of you.”</w:t>
      </w:r>
    </w:p>
    <w:p w:rsidR="00B50E03" w:rsidRDefault="00B50E03">
      <w:pPr>
        <w:spacing w:line="480" w:lineRule="auto"/>
        <w:ind w:firstLine="720"/>
        <w:rPr>
          <w:sz w:val="24"/>
          <w:szCs w:val="24"/>
        </w:rPr>
      </w:pPr>
      <w:r>
        <w:rPr>
          <w:sz w:val="24"/>
          <w:szCs w:val="24"/>
        </w:rPr>
        <w:t xml:space="preserve">“If being with you two as well as me makes him happy, who am I to argue. Besides, I think it may be sexy watching him fuck two other girls.” The girls all smiled and began chatting with her about their sex with Alex. They talked all about who had the most orgasms in one given day and who had the most in one single fuck session. Christina won the day one when she told them about how he gave her over 1600 orgasms that night. The girls thought she was teasing at first. She wasn’t. </w:t>
      </w:r>
    </w:p>
    <w:p w:rsidR="00B50E03" w:rsidRDefault="00B50E03">
      <w:pPr>
        <w:spacing w:line="480" w:lineRule="auto"/>
        <w:ind w:firstLine="720"/>
        <w:rPr>
          <w:sz w:val="24"/>
          <w:szCs w:val="24"/>
        </w:rPr>
      </w:pPr>
      <w:r>
        <w:rPr>
          <w:sz w:val="24"/>
          <w:szCs w:val="24"/>
        </w:rPr>
        <w:t>It seemed to be making all of them somewhat horny. She began squirming a little here and there in her shorts. Lisa and Jen were doing that a little bit too. Finally, she decided enough was enough. Christina looked over to Alex and said, “Are you going to fuck us or what?!”</w:t>
      </w:r>
    </w:p>
    <w:p w:rsidR="00B50E03" w:rsidRDefault="00B50E03">
      <w:pPr>
        <w:spacing w:line="480" w:lineRule="auto"/>
        <w:ind w:firstLine="720"/>
        <w:rPr>
          <w:sz w:val="24"/>
          <w:szCs w:val="24"/>
        </w:rPr>
      </w:pPr>
      <w:r>
        <w:rPr>
          <w:sz w:val="24"/>
          <w:szCs w:val="24"/>
        </w:rPr>
        <w:t xml:space="preserve">“Ummm…ok. Did we want to go back to my room?” The three girls nodded and followed him into his bedroom. Christina laid in his bed, while Alex got on top of her, kissing her passionately. Lisa and Jen settled in on each side of them stroking their faces. </w:t>
      </w:r>
    </w:p>
    <w:p w:rsidR="00B50E03" w:rsidRDefault="00B50E03">
      <w:pPr>
        <w:spacing w:line="480" w:lineRule="auto"/>
        <w:ind w:firstLine="720"/>
        <w:rPr>
          <w:sz w:val="24"/>
          <w:szCs w:val="24"/>
        </w:rPr>
      </w:pPr>
      <w:r>
        <w:rPr>
          <w:sz w:val="24"/>
          <w:szCs w:val="24"/>
        </w:rPr>
        <w:t>“We’ll have to get a bigger bed!” Jen said jokingly. Alex laughed and turned his head to kiss her. Christina looked at them, then turned her head towards Lisa. Lisa leaned in and kissed Christina on the lips. Christina had never kissed a girl before and had always wanted to try it. She began reciprocating Lisa’s kiss, opening her mouth so that Lisa’s tongue could slide in. Lisa was an amazing kisser just like Alex! She now knew where he got it from.</w:t>
      </w:r>
    </w:p>
    <w:p w:rsidR="00B50E03" w:rsidRDefault="00B50E03">
      <w:pPr>
        <w:spacing w:line="480" w:lineRule="auto"/>
        <w:ind w:firstLine="720"/>
        <w:rPr>
          <w:sz w:val="24"/>
          <w:szCs w:val="24"/>
        </w:rPr>
      </w:pPr>
      <w:r>
        <w:rPr>
          <w:sz w:val="24"/>
          <w:szCs w:val="24"/>
        </w:rPr>
        <w:t xml:space="preserve">She felt Alex’s smooth hand take her by the chin and pull her back into a kiss with him. She reached behind him and squeezed his firm ass cheeks. He laughed inside her mouth and lowered his hand between their bodies, plunging his fingers into her cunt. Christina moaned against him. She began taking off his shirt. Jen and Lisa helped, grabbing the two ends of it and pulling it over his head. </w:t>
      </w:r>
    </w:p>
    <w:p w:rsidR="00B50E03" w:rsidRDefault="00B50E03">
      <w:pPr>
        <w:spacing w:line="480" w:lineRule="auto"/>
        <w:ind w:firstLine="720"/>
        <w:rPr>
          <w:sz w:val="24"/>
          <w:szCs w:val="24"/>
        </w:rPr>
      </w:pPr>
      <w:r>
        <w:rPr>
          <w:sz w:val="24"/>
          <w:szCs w:val="24"/>
        </w:rPr>
        <w:t xml:space="preserve">Alex  sat up on top of her and began taking her shirt off. Her large breasts came into view for all of them to see, and she found all three of them staring at them hungrily. She reached over and started taking off Jen’s shirt, while Alex leaned the other way, starting to pull up Lisa’s. The two girls finished the jobs for them, taking off their shirts, then quickly glancing at each other before taking off their bras as well, revealing both of their large beautiful breasts. </w:t>
      </w:r>
    </w:p>
    <w:p w:rsidR="00B50E03" w:rsidRDefault="00B50E03">
      <w:pPr>
        <w:spacing w:line="480" w:lineRule="auto"/>
        <w:ind w:firstLine="720"/>
        <w:rPr>
          <w:sz w:val="24"/>
          <w:szCs w:val="24"/>
        </w:rPr>
      </w:pPr>
      <w:r>
        <w:rPr>
          <w:sz w:val="24"/>
          <w:szCs w:val="24"/>
        </w:rPr>
        <w:t>Christina reached up with her hands, grabbing and stroking one of each of their tits. Alex grabbed the other two breasts, while the girls leaned down, grabbing and squeezing her own. Her hands reached behind her, and unclasped her bra so that all three girls were now naked from the waist up.</w:t>
      </w:r>
    </w:p>
    <w:p w:rsidR="00B50E03" w:rsidRDefault="00B50E03">
      <w:pPr>
        <w:spacing w:line="480" w:lineRule="auto"/>
        <w:ind w:firstLine="720"/>
        <w:rPr>
          <w:sz w:val="24"/>
          <w:szCs w:val="24"/>
        </w:rPr>
      </w:pPr>
      <w:r>
        <w:rPr>
          <w:sz w:val="24"/>
          <w:szCs w:val="24"/>
        </w:rPr>
        <w:t xml:space="preserve">“You have very nice breasts,” Jen said to Christina, leaning down to suck one of them. </w:t>
      </w:r>
    </w:p>
    <w:p w:rsidR="00B50E03" w:rsidRDefault="00B50E03">
      <w:pPr>
        <w:spacing w:line="480" w:lineRule="auto"/>
        <w:ind w:firstLine="720"/>
        <w:rPr>
          <w:sz w:val="24"/>
          <w:szCs w:val="24"/>
        </w:rPr>
      </w:pPr>
      <w:r>
        <w:rPr>
          <w:sz w:val="24"/>
          <w:szCs w:val="24"/>
        </w:rPr>
        <w:t>Christina cooed in satisfaction. Her tongue felt good against her nipple. “Your breasts look good too.” She looked over as Lisa attached her mouth to Christina’s other nipple, licking and sucking it. She felt herself orgasm after a few minutes of them doing it. She saw Alex had taken hold of Jen’s breast and began sucking it while she sucked on hers. He began switching back and forth from Jen’s breasts to Lisa’s then back to hers. She saw what he liked so much about the two girls bodies. She rather enjoyed their large breasts as well.</w:t>
      </w:r>
    </w:p>
    <w:p w:rsidR="00B50E03" w:rsidRDefault="00B50E03">
      <w:pPr>
        <w:spacing w:line="480" w:lineRule="auto"/>
        <w:ind w:firstLine="720"/>
        <w:rPr>
          <w:sz w:val="24"/>
          <w:szCs w:val="24"/>
        </w:rPr>
      </w:pPr>
      <w:r>
        <w:rPr>
          <w:sz w:val="24"/>
          <w:szCs w:val="24"/>
        </w:rPr>
        <w:t>Christina began unbuckling his pants while he straddled her still. He noticed and began unbuckling her own pants while continuing to suck on Lisa’s tit. The girls noticed too because they stopped and and grabbed Alex’s pants, sliding them off of him. They then reached back up and took off his boxers so that he was completely naked.</w:t>
      </w:r>
    </w:p>
    <w:p w:rsidR="00B50E03" w:rsidRDefault="00B50E03">
      <w:pPr>
        <w:spacing w:line="480" w:lineRule="auto"/>
        <w:ind w:firstLine="720"/>
        <w:rPr>
          <w:sz w:val="24"/>
          <w:szCs w:val="24"/>
        </w:rPr>
      </w:pPr>
      <w:r>
        <w:rPr>
          <w:sz w:val="24"/>
          <w:szCs w:val="24"/>
        </w:rPr>
        <w:t xml:space="preserve">Jen and Lisa then stood up and took off their own shorts. Christina noticed how they weren’t wearing any underwear. She wondered if they did that for him. Alex got off of her as she slid out of her own pants and underwear. Now they wear all naked. The three girls began stroking his cock. Jen leaned down and licked Alex’s balls while Lisa took the middle of his shaft and Christina licked and sucked the head. Alex groaned and within two minutes time he orgasmed deep into Christina’s mouth. </w:t>
      </w:r>
    </w:p>
    <w:p w:rsidR="00B50E03" w:rsidRDefault="00B50E03">
      <w:pPr>
        <w:spacing w:line="480" w:lineRule="auto"/>
        <w:ind w:firstLine="720"/>
        <w:rPr>
          <w:sz w:val="24"/>
          <w:szCs w:val="24"/>
        </w:rPr>
      </w:pPr>
      <w:r>
        <w:rPr>
          <w:sz w:val="24"/>
          <w:szCs w:val="24"/>
        </w:rPr>
        <w:t>She continued sucking on it, licking up all of his semen. The two girls continued licking and sucking him all over two. Obviously they also knew the best way to get him hard again. Within minutes he was at full mast. “I’ve already had him once today and about six times last night. Did someone else want to take him?”</w:t>
      </w:r>
    </w:p>
    <w:p w:rsidR="00B50E03" w:rsidRDefault="00B50E03">
      <w:pPr>
        <w:spacing w:line="480" w:lineRule="auto"/>
        <w:ind w:firstLine="720"/>
        <w:rPr>
          <w:sz w:val="24"/>
          <w:szCs w:val="24"/>
        </w:rPr>
      </w:pPr>
      <w:r>
        <w:rPr>
          <w:sz w:val="24"/>
          <w:szCs w:val="24"/>
        </w:rPr>
        <w:t>Jen raised her hand. “I do! Fuck my ass Alex! I miss you inside of there!” Jen walked over to the edge of Alex’s bed and leaned forward for him. Alex walked behind her and slowly inserted his cock into her asshole. He began driving in and out of her, just as he would do for Christina all the time. Jen quickly began moaning deeply and pumped her hips against him.</w:t>
      </w:r>
    </w:p>
    <w:p w:rsidR="00B50E03" w:rsidRDefault="00B50E03">
      <w:pPr>
        <w:spacing w:line="480" w:lineRule="auto"/>
        <w:ind w:firstLine="720"/>
        <w:rPr>
          <w:sz w:val="24"/>
          <w:szCs w:val="24"/>
        </w:rPr>
      </w:pPr>
      <w:r>
        <w:rPr>
          <w:sz w:val="24"/>
          <w:szCs w:val="24"/>
        </w:rPr>
        <w:t>“Watch this,” Lisa said. She laid out on the bed in front of Jen. Christina watched as Jen pulled Lisa by the hips so that her pussy was in line with her mouth. Jen began licking and sucking on Lisa’s clit. Lisa began moaning loudly and then screamed at the top of her lungs as an orgasm came over her. Christina watched as the two girls’ orgasms slowly became in synch. Jen must have been really good at licking pussy because Lisa seemed to be having an orgasm every thirty seconds along with Jen just about.</w:t>
      </w:r>
    </w:p>
    <w:p w:rsidR="00B50E03" w:rsidRDefault="00B50E03">
      <w:pPr>
        <w:spacing w:line="480" w:lineRule="auto"/>
        <w:ind w:firstLine="720"/>
        <w:rPr>
          <w:sz w:val="24"/>
          <w:szCs w:val="24"/>
        </w:rPr>
      </w:pPr>
      <w:r>
        <w:rPr>
          <w:sz w:val="24"/>
          <w:szCs w:val="24"/>
        </w:rPr>
        <w:t>Christina began wildly caressing her clit from the sight of the site of them. It was so erotic! Lisa turned her head towards her while moaning loudly and screamed, “Sit on my face, honey! Sit on your new mom’s face!” Christina skeptically walked over to Lisa and began unhurriedly lowering her hips onto Lisa’s face. Lisa grabbed her thighs and pulled her pussy into her mouth. She moaned as Lisa licked and sucked on her pussy lips, quickly finding her clit, and flicking it with her tongue. It was all so new to her, yet it felt very good.</w:t>
      </w:r>
    </w:p>
    <w:p w:rsidR="00B50E03" w:rsidRDefault="00B50E03">
      <w:pPr>
        <w:spacing w:line="480" w:lineRule="auto"/>
        <w:ind w:firstLine="720"/>
        <w:rPr>
          <w:sz w:val="24"/>
          <w:szCs w:val="24"/>
        </w:rPr>
      </w:pPr>
      <w:r>
        <w:rPr>
          <w:sz w:val="24"/>
          <w:szCs w:val="24"/>
        </w:rPr>
        <w:t xml:space="preserve">She found the sensation of her tongue inside her very pleasant and orgasmed after a couple of minutes. After the first orgasm she had though, it began feeling different. She could feel her tongue inside her, but now it also felt as if Alex’s huge cock was pounding in and out of her pussy as well. She began having orgasm after orgasm in synch with both Jen and Lisa. She could tell by the way Lisa screamed into her pussy each time that she was climaxing at the same time as her. And, Jen’s hips would buck wildly every time she had an orgasm as well. </w:t>
      </w:r>
      <w:r>
        <w:rPr>
          <w:i/>
          <w:iCs/>
          <w:sz w:val="24"/>
          <w:szCs w:val="24"/>
        </w:rPr>
        <w:t xml:space="preserve">What was going on here? </w:t>
      </w:r>
      <w:r>
        <w:rPr>
          <w:sz w:val="24"/>
          <w:szCs w:val="24"/>
        </w:rPr>
        <w:t>She thought to herself. Before long she felt that constant orgasm feeling she would usually get as Alex slammed into her ass at his fastest pace. She moaned deeply as the two other girls seemed to be in the same extreme amount of ecstasy she found her own self in.</w:t>
      </w:r>
    </w:p>
    <w:p w:rsidR="00B50E03" w:rsidRDefault="00B50E03">
      <w:pPr>
        <w:spacing w:line="480" w:lineRule="auto"/>
        <w:jc w:val="center"/>
        <w:rPr>
          <w:sz w:val="24"/>
          <w:szCs w:val="24"/>
        </w:rPr>
      </w:pPr>
    </w:p>
    <w:p w:rsidR="00B50E03" w:rsidRDefault="00B50E03">
      <w:pPr>
        <w:spacing w:line="480" w:lineRule="auto"/>
        <w:jc w:val="center"/>
        <w:rPr>
          <w:sz w:val="24"/>
          <w:szCs w:val="24"/>
        </w:rPr>
      </w:pPr>
    </w:p>
    <w:p w:rsidR="00B50E03" w:rsidRDefault="00B50E03">
      <w:pPr>
        <w:spacing w:line="480" w:lineRule="auto"/>
        <w:ind w:firstLine="720"/>
        <w:rPr>
          <w:sz w:val="24"/>
          <w:szCs w:val="24"/>
        </w:rPr>
      </w:pPr>
      <w:r>
        <w:rPr>
          <w:sz w:val="24"/>
          <w:szCs w:val="24"/>
        </w:rPr>
        <w:t>The site before Alex was sensational. He pounded into Jen, while Lisa was face down, her pussy on top of Jen and her face in between Christina’s legs, licking and sucking her clit. Christina was sitting up straight, enjoying it all as she stroked her tits, moaning. All three girls were climaxing at the precise same time.</w:t>
      </w:r>
    </w:p>
    <w:p w:rsidR="00B50E03" w:rsidRDefault="00B50E03">
      <w:pPr>
        <w:spacing w:line="480" w:lineRule="auto"/>
        <w:ind w:firstLine="720"/>
        <w:rPr>
          <w:sz w:val="24"/>
          <w:szCs w:val="24"/>
        </w:rPr>
      </w:pPr>
      <w:r>
        <w:rPr>
          <w:sz w:val="24"/>
          <w:szCs w:val="24"/>
        </w:rPr>
        <w:t>Alex began to get lost in the moment. He thrust into Jen wildly, his balls striking her cheeks each time hard. He pounded into her as fast as he could. Her hips began bucking against him frenziedly  as she had a continuous orgasm. The other two were in a state of constant orgasm too. Lisa was screaming so loud the windows may burst at any time, and Christina continued to moan, making that cute face she made every time she did.</w:t>
      </w:r>
    </w:p>
    <w:p w:rsidR="00B50E03" w:rsidRDefault="00B50E03">
      <w:pPr>
        <w:spacing w:line="480" w:lineRule="auto"/>
        <w:ind w:firstLine="720"/>
        <w:jc w:val="center"/>
        <w:rPr>
          <w:sz w:val="28"/>
          <w:szCs w:val="28"/>
          <w:u w:val="single"/>
        </w:rPr>
      </w:pPr>
      <w:r>
        <w:rPr>
          <w:sz w:val="24"/>
          <w:szCs w:val="24"/>
        </w:rPr>
        <w:t>Without saying anything, Alex came deep into Jen. He no longer needed to warn them. They were able to sense when he was about to. But, something was different. It was different from when he was just with Christina or with Jen and Lisa. It felt as if he was suddenly cumming three times the amount he would normally get, as if he had three orgasms in a row. He pulled out and quickly became dizzy, just as he had before. He felt everything spinning around him. The figures of Jen, Lisa, and Christina quickly grew black and white, before his vision quickly turned to black.</w:t>
      </w:r>
      <w:r>
        <w:rPr>
          <w:sz w:val="24"/>
          <w:szCs w:val="24"/>
        </w:rPr>
        <w:br w:type="page"/>
      </w:r>
      <w:r>
        <w:rPr>
          <w:sz w:val="28"/>
          <w:szCs w:val="28"/>
          <w:u w:val="single"/>
        </w:rPr>
        <w:t>Chapter 6</w:t>
      </w:r>
    </w:p>
    <w:p w:rsidR="00B50E03" w:rsidRDefault="00B50E03">
      <w:pPr>
        <w:spacing w:line="480" w:lineRule="auto"/>
        <w:jc w:val="center"/>
        <w:rPr>
          <w:sz w:val="28"/>
          <w:szCs w:val="28"/>
          <w:u w:val="single"/>
        </w:rPr>
      </w:pPr>
    </w:p>
    <w:p w:rsidR="00B50E03" w:rsidRDefault="00B50E03">
      <w:pPr>
        <w:spacing w:line="480" w:lineRule="auto"/>
        <w:ind w:firstLine="720"/>
        <w:rPr>
          <w:sz w:val="24"/>
          <w:szCs w:val="24"/>
        </w:rPr>
      </w:pPr>
      <w:r>
        <w:rPr>
          <w:sz w:val="24"/>
          <w:szCs w:val="24"/>
        </w:rPr>
        <w:t>Alex found himself once again in the heavily lit, round room that he was in before. He suddenly remembered the conversation he had before with the Elfin Elders. He remembered how he was the first victim of the virus that wiped out mankind. He remembered how they took him from Earth and replaced him there with his version here. He even remembered how they had told him that they could only send him to Elfworld because he was the only human on Earth with enough elf blood left in him to transport him.</w:t>
      </w:r>
    </w:p>
    <w:p w:rsidR="00B50E03" w:rsidRDefault="00B50E03">
      <w:pPr>
        <w:spacing w:line="480" w:lineRule="auto"/>
        <w:ind w:firstLine="720"/>
        <w:rPr>
          <w:sz w:val="24"/>
          <w:szCs w:val="24"/>
        </w:rPr>
      </w:pPr>
      <w:r>
        <w:rPr>
          <w:sz w:val="24"/>
          <w:szCs w:val="24"/>
        </w:rPr>
        <w:t>He began hearing the two (Or was it three?) voices in his head again.</w:t>
      </w:r>
    </w:p>
    <w:p w:rsidR="00B50E03" w:rsidRDefault="00B50E03">
      <w:pPr>
        <w:spacing w:line="480" w:lineRule="auto"/>
        <w:ind w:firstLine="720"/>
        <w:rPr>
          <w:i/>
          <w:iCs/>
          <w:sz w:val="24"/>
          <w:szCs w:val="24"/>
        </w:rPr>
      </w:pPr>
      <w:r>
        <w:rPr>
          <w:i/>
          <w:iCs/>
          <w:sz w:val="24"/>
          <w:szCs w:val="24"/>
        </w:rPr>
        <w:t>You were not ready.</w:t>
      </w:r>
    </w:p>
    <w:p w:rsidR="00B50E03" w:rsidRDefault="00B50E03">
      <w:pPr>
        <w:spacing w:line="480" w:lineRule="auto"/>
        <w:ind w:firstLine="720"/>
        <w:rPr>
          <w:i/>
          <w:iCs/>
          <w:sz w:val="24"/>
          <w:szCs w:val="24"/>
        </w:rPr>
      </w:pPr>
      <w:r>
        <w:rPr>
          <w:i/>
          <w:iCs/>
          <w:sz w:val="24"/>
          <w:szCs w:val="24"/>
        </w:rPr>
        <w:t>You will be.</w:t>
      </w:r>
    </w:p>
    <w:p w:rsidR="00B50E03" w:rsidRDefault="00B50E03">
      <w:pPr>
        <w:spacing w:line="480" w:lineRule="auto"/>
        <w:ind w:firstLine="720"/>
        <w:rPr>
          <w:sz w:val="24"/>
          <w:szCs w:val="24"/>
        </w:rPr>
      </w:pPr>
      <w:r>
        <w:rPr>
          <w:sz w:val="24"/>
          <w:szCs w:val="24"/>
        </w:rPr>
        <w:t>“Ready? Ready for what?”</w:t>
      </w:r>
    </w:p>
    <w:p w:rsidR="00B50E03" w:rsidRDefault="00B50E03">
      <w:pPr>
        <w:spacing w:line="480" w:lineRule="auto"/>
        <w:ind w:firstLine="720"/>
        <w:rPr>
          <w:i/>
          <w:iCs/>
          <w:sz w:val="24"/>
          <w:szCs w:val="24"/>
        </w:rPr>
      </w:pPr>
      <w:r>
        <w:rPr>
          <w:i/>
          <w:iCs/>
          <w:sz w:val="24"/>
          <w:szCs w:val="24"/>
        </w:rPr>
        <w:t>The magic</w:t>
      </w:r>
    </w:p>
    <w:p w:rsidR="00B50E03" w:rsidRDefault="00B50E03">
      <w:pPr>
        <w:spacing w:line="480" w:lineRule="auto"/>
        <w:ind w:firstLine="720"/>
        <w:rPr>
          <w:i/>
          <w:iCs/>
          <w:sz w:val="24"/>
          <w:szCs w:val="24"/>
        </w:rPr>
      </w:pPr>
      <w:r>
        <w:rPr>
          <w:i/>
          <w:iCs/>
          <w:sz w:val="24"/>
          <w:szCs w:val="24"/>
        </w:rPr>
        <w:t>Your power</w:t>
      </w:r>
    </w:p>
    <w:p w:rsidR="00B50E03" w:rsidRDefault="00B50E03">
      <w:pPr>
        <w:spacing w:line="480" w:lineRule="auto"/>
        <w:ind w:firstLine="720"/>
        <w:rPr>
          <w:i/>
          <w:iCs/>
          <w:sz w:val="24"/>
          <w:szCs w:val="24"/>
        </w:rPr>
      </w:pPr>
      <w:r>
        <w:rPr>
          <w:i/>
          <w:iCs/>
          <w:sz w:val="24"/>
          <w:szCs w:val="24"/>
        </w:rPr>
        <w:t>Earth had forgotten the magic.</w:t>
      </w:r>
    </w:p>
    <w:p w:rsidR="00B50E03" w:rsidRDefault="00B50E03">
      <w:pPr>
        <w:spacing w:line="480" w:lineRule="auto"/>
        <w:ind w:firstLine="720"/>
        <w:rPr>
          <w:i/>
          <w:iCs/>
          <w:sz w:val="24"/>
          <w:szCs w:val="24"/>
        </w:rPr>
      </w:pPr>
      <w:r>
        <w:rPr>
          <w:i/>
          <w:iCs/>
          <w:sz w:val="24"/>
          <w:szCs w:val="24"/>
        </w:rPr>
        <w:t>Elfworld had not.</w:t>
      </w:r>
    </w:p>
    <w:p w:rsidR="00B50E03" w:rsidRDefault="00B50E03">
      <w:pPr>
        <w:spacing w:line="480" w:lineRule="auto"/>
        <w:ind w:firstLine="720"/>
        <w:rPr>
          <w:sz w:val="24"/>
          <w:szCs w:val="24"/>
        </w:rPr>
      </w:pPr>
      <w:r>
        <w:rPr>
          <w:sz w:val="24"/>
          <w:szCs w:val="24"/>
        </w:rPr>
        <w:t>“Oh come on!” he yelled. “I don’t have any powers. I never had any magical powers before!”</w:t>
      </w:r>
    </w:p>
    <w:p w:rsidR="00B50E03" w:rsidRDefault="00B50E03">
      <w:pPr>
        <w:spacing w:line="480" w:lineRule="auto"/>
        <w:ind w:firstLine="720"/>
        <w:rPr>
          <w:i/>
          <w:iCs/>
          <w:sz w:val="24"/>
          <w:szCs w:val="24"/>
        </w:rPr>
      </w:pPr>
      <w:r>
        <w:rPr>
          <w:i/>
          <w:iCs/>
          <w:sz w:val="24"/>
          <w:szCs w:val="24"/>
        </w:rPr>
        <w:t>Earth had lost its magic.</w:t>
      </w:r>
    </w:p>
    <w:p w:rsidR="00B50E03" w:rsidRDefault="00B50E03">
      <w:pPr>
        <w:spacing w:line="480" w:lineRule="auto"/>
        <w:ind w:firstLine="720"/>
        <w:rPr>
          <w:i/>
          <w:iCs/>
          <w:sz w:val="24"/>
          <w:szCs w:val="24"/>
        </w:rPr>
      </w:pPr>
      <w:r>
        <w:rPr>
          <w:i/>
          <w:iCs/>
          <w:sz w:val="24"/>
          <w:szCs w:val="24"/>
        </w:rPr>
        <w:t>Elfworld has not.</w:t>
      </w:r>
    </w:p>
    <w:p w:rsidR="00B50E03" w:rsidRDefault="00B50E03">
      <w:pPr>
        <w:spacing w:line="480" w:lineRule="auto"/>
        <w:ind w:firstLine="720"/>
        <w:rPr>
          <w:i/>
          <w:iCs/>
          <w:sz w:val="24"/>
          <w:szCs w:val="24"/>
        </w:rPr>
      </w:pPr>
      <w:r>
        <w:rPr>
          <w:i/>
          <w:iCs/>
          <w:sz w:val="24"/>
          <w:szCs w:val="24"/>
        </w:rPr>
        <w:t>Humans are born with magic in them.</w:t>
      </w:r>
    </w:p>
    <w:p w:rsidR="00B50E03" w:rsidRDefault="00B50E03">
      <w:pPr>
        <w:spacing w:line="480" w:lineRule="auto"/>
        <w:ind w:firstLine="720"/>
        <w:rPr>
          <w:i/>
          <w:iCs/>
          <w:sz w:val="24"/>
          <w:szCs w:val="24"/>
        </w:rPr>
      </w:pPr>
      <w:r>
        <w:rPr>
          <w:i/>
          <w:iCs/>
          <w:sz w:val="24"/>
          <w:szCs w:val="24"/>
        </w:rPr>
        <w:t>Elves are not.</w:t>
      </w:r>
    </w:p>
    <w:p w:rsidR="00B50E03" w:rsidRDefault="00B50E03">
      <w:pPr>
        <w:spacing w:line="480" w:lineRule="auto"/>
        <w:ind w:firstLine="720"/>
        <w:rPr>
          <w:i/>
          <w:iCs/>
          <w:sz w:val="24"/>
          <w:szCs w:val="24"/>
        </w:rPr>
      </w:pPr>
      <w:r>
        <w:rPr>
          <w:i/>
          <w:iCs/>
          <w:sz w:val="24"/>
          <w:szCs w:val="24"/>
        </w:rPr>
        <w:t>Your powers were too much for you.</w:t>
      </w:r>
    </w:p>
    <w:p w:rsidR="00B50E03" w:rsidRDefault="00B50E03">
      <w:pPr>
        <w:spacing w:line="480" w:lineRule="auto"/>
        <w:ind w:firstLine="720"/>
        <w:rPr>
          <w:i/>
          <w:iCs/>
          <w:sz w:val="24"/>
          <w:szCs w:val="24"/>
        </w:rPr>
      </w:pPr>
      <w:r>
        <w:rPr>
          <w:i/>
          <w:iCs/>
          <w:sz w:val="24"/>
          <w:szCs w:val="24"/>
        </w:rPr>
        <w:t>We took you here. We will aid you.</w:t>
      </w:r>
    </w:p>
    <w:p w:rsidR="00B50E03" w:rsidRDefault="00B50E03">
      <w:pPr>
        <w:spacing w:line="480" w:lineRule="auto"/>
        <w:ind w:firstLine="720"/>
        <w:rPr>
          <w:sz w:val="24"/>
          <w:szCs w:val="24"/>
        </w:rPr>
      </w:pPr>
      <w:r>
        <w:rPr>
          <w:sz w:val="24"/>
          <w:szCs w:val="24"/>
        </w:rPr>
        <w:t>“Wait! What powers are you talking about?”</w:t>
      </w:r>
    </w:p>
    <w:p w:rsidR="00B50E03" w:rsidRDefault="00B50E03">
      <w:pPr>
        <w:spacing w:line="480" w:lineRule="auto"/>
        <w:ind w:firstLine="720"/>
        <w:rPr>
          <w:i/>
          <w:iCs/>
          <w:sz w:val="24"/>
          <w:szCs w:val="24"/>
        </w:rPr>
      </w:pPr>
      <w:r>
        <w:rPr>
          <w:i/>
          <w:iCs/>
          <w:sz w:val="24"/>
          <w:szCs w:val="24"/>
        </w:rPr>
        <w:t>You connect with each one.</w:t>
      </w:r>
    </w:p>
    <w:p w:rsidR="00B50E03" w:rsidRDefault="00B50E03">
      <w:pPr>
        <w:spacing w:line="480" w:lineRule="auto"/>
        <w:ind w:firstLine="720"/>
        <w:rPr>
          <w:i/>
          <w:iCs/>
          <w:sz w:val="24"/>
          <w:szCs w:val="24"/>
        </w:rPr>
      </w:pPr>
      <w:r>
        <w:rPr>
          <w:i/>
          <w:iCs/>
          <w:sz w:val="24"/>
          <w:szCs w:val="24"/>
        </w:rPr>
        <w:t>The ones you spread your seed with.</w:t>
      </w:r>
    </w:p>
    <w:p w:rsidR="00B50E03" w:rsidRDefault="00B50E03">
      <w:pPr>
        <w:spacing w:line="480" w:lineRule="auto"/>
        <w:ind w:firstLine="720"/>
        <w:rPr>
          <w:i/>
          <w:iCs/>
          <w:sz w:val="24"/>
          <w:szCs w:val="24"/>
        </w:rPr>
      </w:pPr>
      <w:r>
        <w:rPr>
          <w:i/>
          <w:iCs/>
          <w:sz w:val="24"/>
          <w:szCs w:val="24"/>
        </w:rPr>
        <w:t>You connect them as well.</w:t>
      </w:r>
    </w:p>
    <w:p w:rsidR="00B50E03" w:rsidRDefault="00B50E03">
      <w:pPr>
        <w:spacing w:line="480" w:lineRule="auto"/>
        <w:ind w:firstLine="720"/>
        <w:rPr>
          <w:i/>
          <w:iCs/>
          <w:sz w:val="24"/>
          <w:szCs w:val="24"/>
        </w:rPr>
      </w:pPr>
      <w:r>
        <w:rPr>
          <w:i/>
          <w:iCs/>
          <w:sz w:val="24"/>
          <w:szCs w:val="24"/>
        </w:rPr>
        <w:t>As time grows, so will your power.</w:t>
      </w:r>
    </w:p>
    <w:p w:rsidR="00B50E03" w:rsidRDefault="00B50E03">
      <w:pPr>
        <w:spacing w:line="480" w:lineRule="auto"/>
        <w:ind w:firstLine="720"/>
        <w:rPr>
          <w:i/>
          <w:iCs/>
          <w:sz w:val="24"/>
          <w:szCs w:val="24"/>
        </w:rPr>
      </w:pPr>
      <w:r>
        <w:rPr>
          <w:i/>
          <w:iCs/>
          <w:sz w:val="24"/>
          <w:szCs w:val="24"/>
        </w:rPr>
        <w:t>They are connected now too.</w:t>
      </w:r>
    </w:p>
    <w:p w:rsidR="00B50E03" w:rsidRDefault="00B50E03">
      <w:pPr>
        <w:spacing w:line="480" w:lineRule="auto"/>
        <w:ind w:firstLine="720"/>
        <w:rPr>
          <w:i/>
          <w:iCs/>
          <w:sz w:val="24"/>
          <w:szCs w:val="24"/>
        </w:rPr>
      </w:pPr>
      <w:r>
        <w:rPr>
          <w:i/>
          <w:iCs/>
          <w:sz w:val="24"/>
          <w:szCs w:val="24"/>
        </w:rPr>
        <w:t>They feel you while you are inside of them.</w:t>
      </w:r>
    </w:p>
    <w:p w:rsidR="00B50E03" w:rsidRDefault="00B50E03">
      <w:pPr>
        <w:spacing w:line="480" w:lineRule="auto"/>
        <w:ind w:firstLine="720"/>
        <w:rPr>
          <w:i/>
          <w:iCs/>
          <w:sz w:val="24"/>
          <w:szCs w:val="24"/>
        </w:rPr>
      </w:pPr>
      <w:r>
        <w:rPr>
          <w:i/>
          <w:iCs/>
          <w:sz w:val="24"/>
          <w:szCs w:val="24"/>
        </w:rPr>
        <w:t>All of them do. All of them will.</w:t>
      </w:r>
    </w:p>
    <w:p w:rsidR="00B50E03" w:rsidRDefault="00B50E03">
      <w:pPr>
        <w:spacing w:line="480" w:lineRule="auto"/>
        <w:ind w:firstLine="720"/>
        <w:rPr>
          <w:sz w:val="24"/>
          <w:szCs w:val="24"/>
        </w:rPr>
      </w:pPr>
      <w:r>
        <w:rPr>
          <w:sz w:val="24"/>
          <w:szCs w:val="24"/>
        </w:rPr>
        <w:t>“Are you saying that when I’m inside one, they can all feel it?”</w:t>
      </w:r>
    </w:p>
    <w:p w:rsidR="00B50E03" w:rsidRDefault="00B50E03">
      <w:pPr>
        <w:spacing w:line="480" w:lineRule="auto"/>
        <w:ind w:firstLine="720"/>
        <w:rPr>
          <w:i/>
          <w:iCs/>
          <w:sz w:val="24"/>
          <w:szCs w:val="24"/>
        </w:rPr>
      </w:pPr>
      <w:r>
        <w:rPr>
          <w:i/>
          <w:iCs/>
          <w:sz w:val="24"/>
          <w:szCs w:val="24"/>
        </w:rPr>
        <w:t>Yes</w:t>
      </w:r>
    </w:p>
    <w:p w:rsidR="00B50E03" w:rsidRDefault="00B50E03">
      <w:pPr>
        <w:spacing w:line="480" w:lineRule="auto"/>
        <w:ind w:firstLine="720"/>
        <w:rPr>
          <w:i/>
          <w:iCs/>
          <w:sz w:val="24"/>
          <w:szCs w:val="24"/>
        </w:rPr>
      </w:pPr>
      <w:r>
        <w:rPr>
          <w:i/>
          <w:iCs/>
          <w:sz w:val="24"/>
          <w:szCs w:val="24"/>
        </w:rPr>
        <w:t>They all feel your seed.</w:t>
      </w:r>
    </w:p>
    <w:p w:rsidR="00B50E03" w:rsidRDefault="00B50E03">
      <w:pPr>
        <w:spacing w:line="480" w:lineRule="auto"/>
        <w:ind w:firstLine="720"/>
        <w:rPr>
          <w:i/>
          <w:iCs/>
          <w:sz w:val="24"/>
          <w:szCs w:val="24"/>
        </w:rPr>
      </w:pPr>
      <w:r>
        <w:rPr>
          <w:i/>
          <w:iCs/>
          <w:sz w:val="24"/>
          <w:szCs w:val="24"/>
        </w:rPr>
        <w:t>However, it drains your magic.</w:t>
      </w:r>
    </w:p>
    <w:p w:rsidR="00B50E03" w:rsidRDefault="00B50E03">
      <w:pPr>
        <w:spacing w:line="480" w:lineRule="auto"/>
        <w:ind w:firstLine="720"/>
        <w:rPr>
          <w:i/>
          <w:iCs/>
          <w:sz w:val="24"/>
          <w:szCs w:val="24"/>
        </w:rPr>
      </w:pPr>
      <w:r>
        <w:rPr>
          <w:i/>
          <w:iCs/>
          <w:sz w:val="24"/>
          <w:szCs w:val="24"/>
        </w:rPr>
        <w:t>Your magic will grow with time.</w:t>
      </w:r>
    </w:p>
    <w:p w:rsidR="00B50E03" w:rsidRDefault="00B50E03">
      <w:pPr>
        <w:spacing w:line="480" w:lineRule="auto"/>
        <w:ind w:firstLine="720"/>
        <w:rPr>
          <w:i/>
          <w:iCs/>
          <w:sz w:val="24"/>
          <w:szCs w:val="24"/>
        </w:rPr>
      </w:pPr>
      <w:r>
        <w:rPr>
          <w:i/>
          <w:iCs/>
          <w:sz w:val="24"/>
          <w:szCs w:val="24"/>
        </w:rPr>
        <w:t>Be wary, human.</w:t>
      </w:r>
    </w:p>
    <w:p w:rsidR="00B50E03" w:rsidRDefault="00B50E03">
      <w:pPr>
        <w:spacing w:line="480" w:lineRule="auto"/>
        <w:ind w:firstLine="720"/>
        <w:rPr>
          <w:sz w:val="24"/>
          <w:szCs w:val="24"/>
        </w:rPr>
      </w:pPr>
      <w:r>
        <w:rPr>
          <w:sz w:val="24"/>
          <w:szCs w:val="24"/>
        </w:rPr>
        <w:t>“Why do they have so many orgasms? And how do they sometimes have orgasms continuously for so long?”</w:t>
      </w:r>
    </w:p>
    <w:p w:rsidR="00B50E03" w:rsidRDefault="00B50E03">
      <w:pPr>
        <w:spacing w:line="480" w:lineRule="auto"/>
        <w:ind w:firstLine="720"/>
        <w:rPr>
          <w:i/>
          <w:iCs/>
          <w:sz w:val="24"/>
          <w:szCs w:val="24"/>
        </w:rPr>
      </w:pPr>
      <w:r>
        <w:rPr>
          <w:i/>
          <w:iCs/>
          <w:sz w:val="24"/>
          <w:szCs w:val="24"/>
        </w:rPr>
        <w:t>It is your power.</w:t>
      </w:r>
    </w:p>
    <w:p w:rsidR="00B50E03" w:rsidRDefault="00B50E03">
      <w:pPr>
        <w:spacing w:line="480" w:lineRule="auto"/>
        <w:ind w:firstLine="720"/>
        <w:rPr>
          <w:i/>
          <w:iCs/>
          <w:sz w:val="24"/>
          <w:szCs w:val="24"/>
        </w:rPr>
      </w:pPr>
      <w:r>
        <w:rPr>
          <w:i/>
          <w:iCs/>
          <w:sz w:val="24"/>
          <w:szCs w:val="24"/>
        </w:rPr>
        <w:t>It flows through you into them.</w:t>
      </w:r>
    </w:p>
    <w:p w:rsidR="00B50E03" w:rsidRDefault="00B50E03">
      <w:pPr>
        <w:spacing w:line="480" w:lineRule="auto"/>
        <w:ind w:firstLine="720"/>
        <w:rPr>
          <w:i/>
          <w:iCs/>
          <w:sz w:val="24"/>
          <w:szCs w:val="24"/>
        </w:rPr>
      </w:pPr>
      <w:r>
        <w:rPr>
          <w:i/>
          <w:iCs/>
          <w:sz w:val="24"/>
          <w:szCs w:val="24"/>
        </w:rPr>
        <w:t>In time, you will need your power</w:t>
      </w:r>
    </w:p>
    <w:p w:rsidR="00B50E03" w:rsidRDefault="00B50E03">
      <w:pPr>
        <w:spacing w:line="480" w:lineRule="auto"/>
        <w:ind w:firstLine="720"/>
        <w:rPr>
          <w:i/>
          <w:iCs/>
          <w:sz w:val="24"/>
          <w:szCs w:val="24"/>
        </w:rPr>
      </w:pPr>
      <w:r>
        <w:rPr>
          <w:i/>
          <w:iCs/>
          <w:sz w:val="24"/>
          <w:szCs w:val="24"/>
        </w:rPr>
        <w:t>To reproduce.</w:t>
      </w:r>
    </w:p>
    <w:p w:rsidR="00B50E03" w:rsidRDefault="00B50E03">
      <w:pPr>
        <w:spacing w:line="480" w:lineRule="auto"/>
        <w:ind w:firstLine="720"/>
        <w:rPr>
          <w:sz w:val="24"/>
          <w:szCs w:val="24"/>
        </w:rPr>
      </w:pPr>
      <w:r>
        <w:rPr>
          <w:sz w:val="24"/>
          <w:szCs w:val="24"/>
        </w:rPr>
        <w:t>“Reproduce? You expect me to get a bunch of girls pregnant or something?”</w:t>
      </w:r>
    </w:p>
    <w:p w:rsidR="00B50E03" w:rsidRDefault="00B50E03">
      <w:pPr>
        <w:spacing w:line="480" w:lineRule="auto"/>
        <w:ind w:firstLine="720"/>
        <w:rPr>
          <w:i/>
          <w:iCs/>
          <w:sz w:val="24"/>
          <w:szCs w:val="24"/>
        </w:rPr>
      </w:pPr>
      <w:r>
        <w:rPr>
          <w:i/>
          <w:iCs/>
          <w:sz w:val="24"/>
          <w:szCs w:val="24"/>
        </w:rPr>
        <w:t>It is your duty, your job to continue the human race.</w:t>
      </w:r>
    </w:p>
    <w:p w:rsidR="00B50E03" w:rsidRDefault="00B50E03">
      <w:pPr>
        <w:spacing w:line="480" w:lineRule="auto"/>
        <w:ind w:firstLine="720"/>
        <w:rPr>
          <w:i/>
          <w:iCs/>
          <w:sz w:val="24"/>
          <w:szCs w:val="24"/>
        </w:rPr>
      </w:pPr>
      <w:r>
        <w:rPr>
          <w:i/>
          <w:iCs/>
          <w:sz w:val="24"/>
          <w:szCs w:val="24"/>
        </w:rPr>
        <w:t>We will aid you.</w:t>
      </w:r>
    </w:p>
    <w:p w:rsidR="00B50E03" w:rsidRDefault="00B50E03">
      <w:pPr>
        <w:spacing w:line="480" w:lineRule="auto"/>
        <w:ind w:firstLine="720"/>
        <w:rPr>
          <w:i/>
          <w:iCs/>
          <w:sz w:val="24"/>
          <w:szCs w:val="24"/>
        </w:rPr>
      </w:pPr>
      <w:r>
        <w:rPr>
          <w:i/>
          <w:iCs/>
          <w:sz w:val="24"/>
          <w:szCs w:val="24"/>
        </w:rPr>
        <w:t>Your phallus is special.</w:t>
      </w:r>
    </w:p>
    <w:p w:rsidR="00B50E03" w:rsidRDefault="00B50E03">
      <w:pPr>
        <w:spacing w:line="480" w:lineRule="auto"/>
        <w:ind w:firstLine="720"/>
        <w:rPr>
          <w:i/>
          <w:iCs/>
          <w:sz w:val="24"/>
          <w:szCs w:val="24"/>
        </w:rPr>
      </w:pPr>
      <w:r>
        <w:rPr>
          <w:i/>
          <w:iCs/>
          <w:sz w:val="24"/>
          <w:szCs w:val="24"/>
        </w:rPr>
        <w:t>All who see or feel it will touch it</w:t>
      </w:r>
    </w:p>
    <w:p w:rsidR="00B50E03" w:rsidRDefault="00B50E03">
      <w:pPr>
        <w:spacing w:line="480" w:lineRule="auto"/>
        <w:ind w:firstLine="720"/>
        <w:rPr>
          <w:i/>
          <w:iCs/>
          <w:sz w:val="24"/>
          <w:szCs w:val="24"/>
        </w:rPr>
      </w:pPr>
      <w:r>
        <w:rPr>
          <w:i/>
          <w:iCs/>
          <w:sz w:val="24"/>
          <w:szCs w:val="24"/>
        </w:rPr>
        <w:t>All who touch it will love you for all time.</w:t>
      </w:r>
    </w:p>
    <w:p w:rsidR="00B50E03" w:rsidRDefault="00B50E03">
      <w:pPr>
        <w:spacing w:line="480" w:lineRule="auto"/>
        <w:ind w:firstLine="720"/>
        <w:rPr>
          <w:i/>
          <w:iCs/>
          <w:sz w:val="24"/>
          <w:szCs w:val="24"/>
        </w:rPr>
      </w:pPr>
      <w:r>
        <w:rPr>
          <w:i/>
          <w:iCs/>
          <w:sz w:val="24"/>
          <w:szCs w:val="24"/>
        </w:rPr>
        <w:t>They shall love you forever.</w:t>
      </w:r>
    </w:p>
    <w:p w:rsidR="00B50E03" w:rsidRDefault="00B50E03">
      <w:pPr>
        <w:spacing w:line="480" w:lineRule="auto"/>
        <w:ind w:firstLine="720"/>
        <w:rPr>
          <w:i/>
          <w:iCs/>
          <w:sz w:val="24"/>
          <w:szCs w:val="24"/>
        </w:rPr>
      </w:pPr>
      <w:r>
        <w:rPr>
          <w:i/>
          <w:iCs/>
          <w:sz w:val="24"/>
          <w:szCs w:val="24"/>
        </w:rPr>
        <w:t>In time, they will become your fantasies.</w:t>
      </w:r>
    </w:p>
    <w:p w:rsidR="00B50E03" w:rsidRDefault="00B50E03">
      <w:pPr>
        <w:spacing w:line="480" w:lineRule="auto"/>
        <w:ind w:firstLine="720"/>
        <w:rPr>
          <w:i/>
          <w:iCs/>
          <w:sz w:val="24"/>
          <w:szCs w:val="24"/>
        </w:rPr>
      </w:pPr>
      <w:r>
        <w:rPr>
          <w:i/>
          <w:iCs/>
          <w:sz w:val="24"/>
          <w:szCs w:val="24"/>
        </w:rPr>
        <w:t>They will never argue. They will never leave. Your command will be law.</w:t>
      </w:r>
    </w:p>
    <w:p w:rsidR="00B50E03" w:rsidRDefault="00B50E03">
      <w:pPr>
        <w:spacing w:line="480" w:lineRule="auto"/>
        <w:ind w:firstLine="720"/>
        <w:rPr>
          <w:sz w:val="24"/>
          <w:szCs w:val="24"/>
        </w:rPr>
      </w:pPr>
      <w:r>
        <w:rPr>
          <w:sz w:val="24"/>
          <w:szCs w:val="24"/>
        </w:rPr>
        <w:t>“Wait. What?! Are you saying that the only reason Christina and Jen and Lisa love me is because of my cock?” His eyes lowered, depressed. “So, they never liked me at all because of me. It was all because of my penis.”</w:t>
      </w:r>
    </w:p>
    <w:p w:rsidR="00B50E03" w:rsidRDefault="00B50E03">
      <w:pPr>
        <w:spacing w:line="480" w:lineRule="auto"/>
        <w:ind w:firstLine="720"/>
        <w:rPr>
          <w:i/>
          <w:iCs/>
          <w:sz w:val="24"/>
          <w:szCs w:val="24"/>
        </w:rPr>
      </w:pPr>
      <w:r>
        <w:rPr>
          <w:i/>
          <w:iCs/>
          <w:sz w:val="24"/>
          <w:szCs w:val="24"/>
        </w:rPr>
        <w:t>For some, perhaps.</w:t>
      </w:r>
    </w:p>
    <w:p w:rsidR="00B50E03" w:rsidRDefault="00B50E03">
      <w:pPr>
        <w:spacing w:line="480" w:lineRule="auto"/>
        <w:ind w:firstLine="720"/>
        <w:rPr>
          <w:i/>
          <w:iCs/>
          <w:sz w:val="24"/>
          <w:szCs w:val="24"/>
        </w:rPr>
      </w:pPr>
      <w:r>
        <w:rPr>
          <w:i/>
          <w:iCs/>
          <w:sz w:val="24"/>
          <w:szCs w:val="24"/>
        </w:rPr>
        <w:t>For others, perhaps not.</w:t>
      </w:r>
    </w:p>
    <w:p w:rsidR="00B50E03" w:rsidRDefault="00B50E03">
      <w:pPr>
        <w:spacing w:line="480" w:lineRule="auto"/>
        <w:ind w:firstLine="720"/>
        <w:rPr>
          <w:sz w:val="24"/>
          <w:szCs w:val="24"/>
        </w:rPr>
      </w:pPr>
      <w:r>
        <w:rPr>
          <w:sz w:val="24"/>
          <w:szCs w:val="24"/>
        </w:rPr>
        <w:t>“Hold up. What about Kelly? She had sex with me. Wouldn’t that mean she would be in love with me too?”</w:t>
      </w:r>
    </w:p>
    <w:p w:rsidR="00B50E03" w:rsidRDefault="00B50E03">
      <w:pPr>
        <w:spacing w:line="480" w:lineRule="auto"/>
        <w:ind w:firstLine="720"/>
        <w:rPr>
          <w:i/>
          <w:iCs/>
          <w:sz w:val="24"/>
          <w:szCs w:val="24"/>
        </w:rPr>
      </w:pPr>
      <w:r>
        <w:rPr>
          <w:i/>
          <w:iCs/>
          <w:sz w:val="24"/>
          <w:szCs w:val="24"/>
        </w:rPr>
        <w:t>She does. She still does.</w:t>
      </w:r>
    </w:p>
    <w:p w:rsidR="00B50E03" w:rsidRDefault="00B50E03">
      <w:pPr>
        <w:spacing w:line="480" w:lineRule="auto"/>
        <w:ind w:firstLine="720"/>
        <w:rPr>
          <w:i/>
          <w:iCs/>
          <w:sz w:val="24"/>
          <w:szCs w:val="24"/>
        </w:rPr>
      </w:pPr>
      <w:r>
        <w:rPr>
          <w:i/>
          <w:iCs/>
          <w:sz w:val="24"/>
          <w:szCs w:val="24"/>
        </w:rPr>
        <w:t>Some take longer than others for it to effect.</w:t>
      </w:r>
    </w:p>
    <w:p w:rsidR="00B50E03" w:rsidRDefault="00B50E03">
      <w:pPr>
        <w:spacing w:line="480" w:lineRule="auto"/>
        <w:ind w:firstLine="720"/>
        <w:rPr>
          <w:i/>
          <w:iCs/>
          <w:sz w:val="24"/>
          <w:szCs w:val="24"/>
        </w:rPr>
      </w:pPr>
      <w:r>
        <w:rPr>
          <w:i/>
          <w:iCs/>
          <w:sz w:val="24"/>
          <w:szCs w:val="24"/>
        </w:rPr>
        <w:t>She will be alone forever.</w:t>
      </w:r>
    </w:p>
    <w:p w:rsidR="00B50E03" w:rsidRDefault="00B50E03">
      <w:pPr>
        <w:spacing w:line="480" w:lineRule="auto"/>
        <w:ind w:firstLine="720"/>
        <w:rPr>
          <w:i/>
          <w:iCs/>
          <w:sz w:val="24"/>
          <w:szCs w:val="24"/>
        </w:rPr>
      </w:pPr>
      <w:r>
        <w:rPr>
          <w:i/>
          <w:iCs/>
          <w:sz w:val="24"/>
          <w:szCs w:val="24"/>
        </w:rPr>
        <w:t>She is lost in despair now.</w:t>
      </w:r>
    </w:p>
    <w:p w:rsidR="00B50E03" w:rsidRDefault="00B50E03">
      <w:pPr>
        <w:spacing w:line="480" w:lineRule="auto"/>
        <w:ind w:firstLine="720"/>
        <w:rPr>
          <w:i/>
          <w:iCs/>
          <w:sz w:val="24"/>
          <w:szCs w:val="24"/>
        </w:rPr>
      </w:pPr>
      <w:r>
        <w:rPr>
          <w:i/>
          <w:iCs/>
          <w:sz w:val="24"/>
          <w:szCs w:val="24"/>
        </w:rPr>
        <w:t>She will see no others.</w:t>
      </w:r>
    </w:p>
    <w:p w:rsidR="00B50E03" w:rsidRDefault="00B50E03">
      <w:pPr>
        <w:spacing w:line="480" w:lineRule="auto"/>
        <w:ind w:firstLine="720"/>
        <w:rPr>
          <w:sz w:val="24"/>
          <w:szCs w:val="24"/>
        </w:rPr>
      </w:pPr>
      <w:r>
        <w:rPr>
          <w:i/>
          <w:iCs/>
          <w:sz w:val="24"/>
          <w:szCs w:val="24"/>
        </w:rPr>
        <w:t>For she only loves you.</w:t>
      </w:r>
    </w:p>
    <w:p w:rsidR="00B50E03" w:rsidRDefault="00B50E03">
      <w:pPr>
        <w:spacing w:line="480" w:lineRule="auto"/>
        <w:ind w:firstLine="720"/>
        <w:rPr>
          <w:sz w:val="24"/>
          <w:szCs w:val="24"/>
        </w:rPr>
      </w:pPr>
      <w:r>
        <w:rPr>
          <w:sz w:val="24"/>
          <w:szCs w:val="24"/>
        </w:rPr>
        <w:t xml:space="preserve">“You mean she is still in love with me and that she is going to be alone forever? That’s horrible! What’s wrong with you guys?! She may have been bitchy sometimes, but that doesn’t mean she deserves it!” Alex scratched his head. If he didn’t find Kelly, she may end up getting so depressed she kills herself! There were a few times in his life when he had felt that way after a bad breakup, so he knew it was quite possible. He had to find her. He knew where she worked, but she would never agree to be with him, especially after she found out he was with three girls already, one of them his own fiancée! </w:t>
      </w:r>
    </w:p>
    <w:p w:rsidR="00B50E03" w:rsidRDefault="00B50E03">
      <w:pPr>
        <w:spacing w:line="480" w:lineRule="auto"/>
        <w:ind w:firstLine="720"/>
        <w:rPr>
          <w:sz w:val="24"/>
          <w:szCs w:val="24"/>
        </w:rPr>
      </w:pPr>
      <w:r>
        <w:rPr>
          <w:sz w:val="24"/>
          <w:szCs w:val="24"/>
        </w:rPr>
        <w:t>The voices must have read his mind for he heard them speak again.</w:t>
      </w:r>
    </w:p>
    <w:p w:rsidR="00B50E03" w:rsidRDefault="00B50E03">
      <w:pPr>
        <w:spacing w:line="480" w:lineRule="auto"/>
        <w:ind w:firstLine="720"/>
        <w:rPr>
          <w:i/>
          <w:iCs/>
          <w:sz w:val="24"/>
          <w:szCs w:val="24"/>
        </w:rPr>
      </w:pPr>
      <w:r>
        <w:rPr>
          <w:i/>
          <w:iCs/>
          <w:sz w:val="24"/>
          <w:szCs w:val="24"/>
        </w:rPr>
        <w:t>If you wish to be with her again</w:t>
      </w:r>
    </w:p>
    <w:p w:rsidR="00B50E03" w:rsidRDefault="00B50E03">
      <w:pPr>
        <w:spacing w:line="480" w:lineRule="auto"/>
        <w:ind w:firstLine="720"/>
        <w:rPr>
          <w:i/>
          <w:iCs/>
          <w:sz w:val="24"/>
          <w:szCs w:val="24"/>
        </w:rPr>
      </w:pPr>
      <w:r>
        <w:rPr>
          <w:i/>
          <w:iCs/>
          <w:sz w:val="24"/>
          <w:szCs w:val="24"/>
        </w:rPr>
        <w:t>If you wish her to join you</w:t>
      </w:r>
    </w:p>
    <w:p w:rsidR="00B50E03" w:rsidRDefault="00B50E03">
      <w:pPr>
        <w:spacing w:line="480" w:lineRule="auto"/>
        <w:ind w:firstLine="720"/>
        <w:rPr>
          <w:i/>
          <w:iCs/>
          <w:sz w:val="24"/>
          <w:szCs w:val="24"/>
        </w:rPr>
      </w:pPr>
      <w:r>
        <w:rPr>
          <w:i/>
          <w:iCs/>
          <w:sz w:val="24"/>
          <w:szCs w:val="24"/>
        </w:rPr>
        <w:t>We shall help.</w:t>
      </w:r>
    </w:p>
    <w:p w:rsidR="00B50E03" w:rsidRDefault="00B50E03">
      <w:pPr>
        <w:spacing w:line="480" w:lineRule="auto"/>
        <w:ind w:firstLine="720"/>
        <w:rPr>
          <w:i/>
          <w:iCs/>
          <w:sz w:val="24"/>
          <w:szCs w:val="24"/>
        </w:rPr>
      </w:pPr>
      <w:r>
        <w:rPr>
          <w:i/>
          <w:iCs/>
          <w:sz w:val="24"/>
          <w:szCs w:val="24"/>
        </w:rPr>
        <w:t>Take this and go.</w:t>
      </w:r>
    </w:p>
    <w:p w:rsidR="00B50E03" w:rsidRDefault="00B50E03">
      <w:pPr>
        <w:spacing w:line="480" w:lineRule="auto"/>
        <w:ind w:firstLine="720"/>
        <w:rPr>
          <w:sz w:val="24"/>
          <w:szCs w:val="24"/>
        </w:rPr>
      </w:pPr>
      <w:r>
        <w:rPr>
          <w:sz w:val="24"/>
          <w:szCs w:val="24"/>
        </w:rPr>
        <w:t xml:space="preserve">An old scroll appeared in Alex’s hands. It had a large red seal on it. “What do I do with this? And how the hell am I going to tell Christina that I have to fuck some girl or she’ll kill herself?” The voices did not answer. “You guys are a bunch of bastards!” </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 xml:space="preserve">Alex woke up to the sight of three smiling faces looking down at him. He remembered how when he had first shown up in Elfworld and saw Jen and Lisa smiling at him, their huge tits making his eyes almost pop out of their sockets. Now, he had come full circle. Christina hugged him, pressing her large orbs against his chest, just as his mom had did so long ago. “I was so worried about you!” Christina exclaimed. It was practically the same thing Lisa had said when he had first woken up there. </w:t>
      </w:r>
    </w:p>
    <w:p w:rsidR="00B50E03" w:rsidRDefault="00B50E03">
      <w:pPr>
        <w:spacing w:line="480" w:lineRule="auto"/>
        <w:ind w:firstLine="720"/>
        <w:rPr>
          <w:sz w:val="24"/>
          <w:szCs w:val="24"/>
        </w:rPr>
      </w:pPr>
      <w:r>
        <w:rPr>
          <w:sz w:val="24"/>
          <w:szCs w:val="24"/>
        </w:rPr>
        <w:t>“Hey, pretty lady,” he said slowly. Lisa and Jen hugged him as well.</w:t>
      </w:r>
    </w:p>
    <w:p w:rsidR="00B50E03" w:rsidRDefault="00B50E03">
      <w:pPr>
        <w:spacing w:line="480" w:lineRule="auto"/>
        <w:ind w:firstLine="720"/>
        <w:rPr>
          <w:sz w:val="24"/>
          <w:szCs w:val="24"/>
        </w:rPr>
      </w:pPr>
      <w:r>
        <w:rPr>
          <w:sz w:val="24"/>
          <w:szCs w:val="24"/>
        </w:rPr>
        <w:t xml:space="preserve">A doctor came in. “It would seem that you have passed out from exhaustion, Mr. Simon. Your new fiancée told us that you celebrated a little too hard after you two became engaged.” He looked back, giving Christina a stern look. “You’ll have to spend the night here to recuperate. You can go home tomorrow.” </w:t>
      </w:r>
    </w:p>
    <w:p w:rsidR="00B50E03" w:rsidRDefault="00B50E03">
      <w:pPr>
        <w:spacing w:line="480" w:lineRule="auto"/>
        <w:ind w:firstLine="720"/>
        <w:rPr>
          <w:sz w:val="24"/>
          <w:szCs w:val="24"/>
        </w:rPr>
      </w:pPr>
      <w:r>
        <w:rPr>
          <w:sz w:val="24"/>
          <w:szCs w:val="24"/>
        </w:rPr>
        <w:t>The girls frowned, but Alex smiled. This would give him a chance to find and talk to Kelly. But, first, he had to tell Christina. “Christina? Can I talk to you alone for a little bit?”</w:t>
      </w:r>
    </w:p>
    <w:p w:rsidR="00B50E03" w:rsidRDefault="00B50E03">
      <w:pPr>
        <w:spacing w:line="480" w:lineRule="auto"/>
        <w:ind w:firstLine="720"/>
        <w:rPr>
          <w:sz w:val="24"/>
          <w:szCs w:val="24"/>
        </w:rPr>
      </w:pPr>
      <w:r>
        <w:rPr>
          <w:sz w:val="24"/>
          <w:szCs w:val="24"/>
        </w:rPr>
        <w:t>Christina said, “Sure.” She turned to Jen and Lisa and asked, “Do you guys think you can leave us alone for a little bit?”</w:t>
      </w:r>
    </w:p>
    <w:p w:rsidR="00B50E03" w:rsidRDefault="00B50E03">
      <w:pPr>
        <w:spacing w:line="480" w:lineRule="auto"/>
        <w:ind w:firstLine="720"/>
        <w:rPr>
          <w:sz w:val="24"/>
          <w:szCs w:val="24"/>
        </w:rPr>
      </w:pPr>
      <w:r>
        <w:rPr>
          <w:sz w:val="24"/>
          <w:szCs w:val="24"/>
        </w:rPr>
        <w:t>“Yeah, sure,” Lisa said. Lisa and Jen walked away, leaving her alone with him.</w:t>
      </w:r>
    </w:p>
    <w:p w:rsidR="00B50E03" w:rsidRDefault="00B50E03">
      <w:pPr>
        <w:spacing w:line="480" w:lineRule="auto"/>
        <w:ind w:firstLine="720"/>
        <w:rPr>
          <w:sz w:val="24"/>
          <w:szCs w:val="24"/>
        </w:rPr>
      </w:pPr>
      <w:r>
        <w:rPr>
          <w:sz w:val="24"/>
          <w:szCs w:val="24"/>
        </w:rPr>
        <w:t>When the two were finally alone Alex said, “I need to talk to you about something. You believe I’m a human, right?”</w:t>
      </w:r>
    </w:p>
    <w:p w:rsidR="00B50E03" w:rsidRDefault="00B50E03">
      <w:pPr>
        <w:spacing w:line="480" w:lineRule="auto"/>
        <w:ind w:firstLine="720"/>
        <w:rPr>
          <w:sz w:val="24"/>
          <w:szCs w:val="24"/>
        </w:rPr>
      </w:pPr>
      <w:r>
        <w:rPr>
          <w:sz w:val="24"/>
          <w:szCs w:val="24"/>
        </w:rPr>
        <w:t>“Of course, baby! If you say you’re a human, then you have to be one.” Alex remembered how the Elders had told him that after a while his word would be law for any girl he was with. He wished she had more free will than what she had now. But he knew that no matter how she became, he would still love her no matter what.</w:t>
      </w:r>
    </w:p>
    <w:p w:rsidR="00B50E03" w:rsidRDefault="00B50E03">
      <w:pPr>
        <w:spacing w:line="480" w:lineRule="auto"/>
        <w:ind w:firstLine="720"/>
        <w:rPr>
          <w:sz w:val="24"/>
          <w:szCs w:val="24"/>
        </w:rPr>
      </w:pPr>
      <w:r>
        <w:rPr>
          <w:sz w:val="24"/>
          <w:szCs w:val="24"/>
        </w:rPr>
        <w:t>“Have you ever heard of the Elfin Elders before?”</w:t>
      </w:r>
    </w:p>
    <w:p w:rsidR="00B50E03" w:rsidRDefault="00B50E03">
      <w:pPr>
        <w:spacing w:line="480" w:lineRule="auto"/>
        <w:ind w:firstLine="720"/>
        <w:rPr>
          <w:sz w:val="24"/>
          <w:szCs w:val="24"/>
        </w:rPr>
      </w:pPr>
      <w:r>
        <w:rPr>
          <w:sz w:val="24"/>
          <w:szCs w:val="24"/>
        </w:rPr>
        <w:t xml:space="preserve">“No, ‘fraid not.” </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 xml:space="preserve">“Well, it was those assholes that sent me here from the human world. They told me that my world was destroyed, so they sent me here to repopulate this world with humans or something like that. It’s weird, right?” </w:t>
      </w:r>
    </w:p>
    <w:p w:rsidR="00B50E03" w:rsidRDefault="00B50E03">
      <w:pPr>
        <w:spacing w:line="480" w:lineRule="auto"/>
        <w:ind w:firstLine="720"/>
        <w:rPr>
          <w:sz w:val="24"/>
          <w:szCs w:val="24"/>
        </w:rPr>
      </w:pPr>
      <w:r>
        <w:rPr>
          <w:sz w:val="24"/>
          <w:szCs w:val="24"/>
        </w:rPr>
        <w:t>“Your world was destroyed? Oh my God! I’m so sorry, baby!” She hugged him deeply. “I know you had a family and friends there. It must tear you up. I’m here for you, Alex.”</w:t>
      </w:r>
    </w:p>
    <w:p w:rsidR="00B50E03" w:rsidRDefault="00B50E03">
      <w:pPr>
        <w:spacing w:line="480" w:lineRule="auto"/>
        <w:ind w:firstLine="720"/>
        <w:rPr>
          <w:sz w:val="24"/>
          <w:szCs w:val="24"/>
        </w:rPr>
      </w:pPr>
      <w:r>
        <w:rPr>
          <w:sz w:val="24"/>
          <w:szCs w:val="24"/>
        </w:rPr>
        <w:t>“Thanks, sexy. That means a lot. There’s more.” Alex sighed. “They said that humans in this world have a bunch of magical powers. The three of you experiencing me inside of you was my ‘magic powers’ at work,” he said making quotations with his fingers. “They said that I wasn’t used to using so much magic and that’s what made me pass out.”</w:t>
      </w:r>
    </w:p>
    <w:p w:rsidR="00B50E03" w:rsidRDefault="00B50E03">
      <w:pPr>
        <w:spacing w:line="480" w:lineRule="auto"/>
        <w:ind w:firstLine="720"/>
        <w:rPr>
          <w:sz w:val="24"/>
          <w:szCs w:val="24"/>
        </w:rPr>
      </w:pPr>
      <w:r>
        <w:rPr>
          <w:sz w:val="24"/>
          <w:szCs w:val="24"/>
        </w:rPr>
        <w:t>“Wow,” she said. “That’s crazy. I suppose that would explain a lot. Will we be able to do the foursomes still? I know how you liked it when all four of us are together.”</w:t>
      </w:r>
    </w:p>
    <w:p w:rsidR="00B50E03" w:rsidRDefault="00B50E03">
      <w:pPr>
        <w:spacing w:line="480" w:lineRule="auto"/>
        <w:ind w:firstLine="720"/>
        <w:rPr>
          <w:sz w:val="24"/>
          <w:szCs w:val="24"/>
        </w:rPr>
      </w:pPr>
      <w:r>
        <w:rPr>
          <w:sz w:val="24"/>
          <w:szCs w:val="24"/>
        </w:rPr>
        <w:t>Alex laughed. “Sure. We’ll just have to take it easy between sex and sex until I can adjust to it. They said my powers will grow eventually. There’s something else I need to tell you.”</w:t>
      </w:r>
    </w:p>
    <w:p w:rsidR="00B50E03" w:rsidRDefault="00B50E03">
      <w:pPr>
        <w:spacing w:line="480" w:lineRule="auto"/>
        <w:ind w:firstLine="720"/>
        <w:rPr>
          <w:sz w:val="24"/>
          <w:szCs w:val="24"/>
        </w:rPr>
      </w:pPr>
      <w:r>
        <w:rPr>
          <w:sz w:val="24"/>
          <w:szCs w:val="24"/>
        </w:rPr>
        <w:t>“OK. What is it? Whatever it is I’m sure we’ll figure things out.”</w:t>
      </w:r>
    </w:p>
    <w:p w:rsidR="00B50E03" w:rsidRDefault="00B50E03">
      <w:pPr>
        <w:spacing w:line="480" w:lineRule="auto"/>
        <w:ind w:firstLine="720"/>
        <w:rPr>
          <w:sz w:val="24"/>
          <w:szCs w:val="24"/>
        </w:rPr>
      </w:pPr>
      <w:r>
        <w:rPr>
          <w:sz w:val="24"/>
          <w:szCs w:val="24"/>
        </w:rPr>
        <w:t>Alex paused for a bit, trying to think of how to word the next part properly. “Supposedly my penis makes people fall in love with me in this world. So, I don’t know if it was me or my penis that made you and Lisa and Jen fall for me. I’m sorry.”</w:t>
      </w:r>
    </w:p>
    <w:p w:rsidR="00B50E03" w:rsidRDefault="00B50E03">
      <w:pPr>
        <w:spacing w:line="480" w:lineRule="auto"/>
        <w:ind w:firstLine="720"/>
        <w:rPr>
          <w:sz w:val="24"/>
          <w:szCs w:val="24"/>
        </w:rPr>
      </w:pPr>
      <w:r>
        <w:rPr>
          <w:sz w:val="24"/>
          <w:szCs w:val="24"/>
        </w:rPr>
        <w:t>Christina laughed. “Wow. Well, all I know is that I love you and don’t want to ever be away from you again, baby. That’s all that really matters.”</w:t>
      </w:r>
    </w:p>
    <w:p w:rsidR="00B50E03" w:rsidRDefault="00B50E03">
      <w:pPr>
        <w:spacing w:line="480" w:lineRule="auto"/>
        <w:ind w:firstLine="720"/>
        <w:rPr>
          <w:sz w:val="24"/>
          <w:szCs w:val="24"/>
        </w:rPr>
      </w:pPr>
      <w:r>
        <w:rPr>
          <w:sz w:val="24"/>
          <w:szCs w:val="24"/>
        </w:rPr>
        <w:t>“Ah that’s sweet. But, umm…do you remember about how I saw Kelly a few weeks before you?”</w:t>
      </w:r>
    </w:p>
    <w:p w:rsidR="00B50E03" w:rsidRDefault="00B50E03">
      <w:pPr>
        <w:spacing w:line="480" w:lineRule="auto"/>
        <w:ind w:firstLine="720"/>
        <w:rPr>
          <w:sz w:val="24"/>
          <w:szCs w:val="24"/>
        </w:rPr>
      </w:pPr>
      <w:r>
        <w:rPr>
          <w:sz w:val="24"/>
          <w:szCs w:val="24"/>
        </w:rPr>
        <w:t>“The girl that you said was all mean to you all the time that always teased you? You said she was a nurse here, right?”</w:t>
      </w:r>
    </w:p>
    <w:p w:rsidR="00B50E03" w:rsidRDefault="00B50E03">
      <w:pPr>
        <w:spacing w:line="480" w:lineRule="auto"/>
        <w:ind w:firstLine="720"/>
        <w:rPr>
          <w:sz w:val="24"/>
          <w:szCs w:val="24"/>
        </w:rPr>
      </w:pPr>
      <w:r>
        <w:rPr>
          <w:sz w:val="24"/>
          <w:szCs w:val="24"/>
        </w:rPr>
        <w:t>“Yeah. The thing is, after I had sex with her, she fell in love with me too. Now, she’ll never fall in love again and is so depressed and lonely she might kill herself because she is completely in love with me now. Basically if you guys don’t share me with her, she’ll kill herself.”</w:t>
      </w:r>
    </w:p>
    <w:p w:rsidR="00B50E03" w:rsidRDefault="00B50E03">
      <w:pPr>
        <w:spacing w:line="480" w:lineRule="auto"/>
        <w:ind w:firstLine="720"/>
        <w:rPr>
          <w:sz w:val="24"/>
          <w:szCs w:val="24"/>
        </w:rPr>
      </w:pPr>
      <w:r>
        <w:rPr>
          <w:sz w:val="24"/>
          <w:szCs w:val="24"/>
        </w:rPr>
        <w:t>Christina rubbed her temples. “I don’t know, Alex. It’s one thing sharing you with your mom and sister. They’re very nice and kind and I know them. You’re asking me now to share you with a girl that acted like a bitch the entire time with you. How do you even know she would even be willing to go with something like that?”</w:t>
      </w:r>
    </w:p>
    <w:p w:rsidR="00B50E03" w:rsidRDefault="00B50E03">
      <w:pPr>
        <w:spacing w:line="480" w:lineRule="auto"/>
        <w:ind w:firstLine="720"/>
        <w:rPr>
          <w:sz w:val="24"/>
          <w:szCs w:val="24"/>
        </w:rPr>
      </w:pPr>
      <w:r>
        <w:rPr>
          <w:sz w:val="24"/>
          <w:szCs w:val="24"/>
        </w:rPr>
        <w:t>“Well, she’d have to! I’m not about to leave you for her either.”</w:t>
      </w:r>
    </w:p>
    <w:p w:rsidR="00B50E03" w:rsidRDefault="00B50E03">
      <w:pPr>
        <w:spacing w:line="480" w:lineRule="auto"/>
        <w:ind w:firstLine="720"/>
        <w:rPr>
          <w:sz w:val="24"/>
          <w:szCs w:val="24"/>
        </w:rPr>
      </w:pPr>
      <w:r>
        <w:rPr>
          <w:sz w:val="24"/>
          <w:szCs w:val="24"/>
        </w:rPr>
        <w:t>Christina sighed. “Do you really want her to be with us too?”</w:t>
      </w:r>
    </w:p>
    <w:p w:rsidR="00B50E03" w:rsidRDefault="00B50E03">
      <w:pPr>
        <w:spacing w:line="480" w:lineRule="auto"/>
        <w:ind w:firstLine="720"/>
        <w:rPr>
          <w:sz w:val="24"/>
          <w:szCs w:val="24"/>
        </w:rPr>
      </w:pPr>
      <w:r>
        <w:rPr>
          <w:sz w:val="24"/>
          <w:szCs w:val="24"/>
        </w:rPr>
        <w:t>“Maybe. I don’t know. She has a good side too. Maybe falling in love with me will help her show it more. There’s also this scroll they sent me. It’s supposed to help somehow.” He began looking around for the scroll. He leaned under his bed and saw nothing. He then lifted his pillow and there it was under him.</w:t>
      </w:r>
    </w:p>
    <w:p w:rsidR="00B50E03" w:rsidRDefault="00B50E03">
      <w:pPr>
        <w:spacing w:line="480" w:lineRule="auto"/>
        <w:ind w:firstLine="720"/>
        <w:rPr>
          <w:sz w:val="24"/>
          <w:szCs w:val="24"/>
        </w:rPr>
      </w:pPr>
      <w:r>
        <w:rPr>
          <w:sz w:val="24"/>
          <w:szCs w:val="24"/>
        </w:rPr>
        <w:t>He lifted it up for her to see. “There we go! Living proof that the Elfin Elders are real.” He laughed.</w:t>
      </w:r>
    </w:p>
    <w:p w:rsidR="00B50E03" w:rsidRDefault="00B50E03">
      <w:pPr>
        <w:spacing w:line="480" w:lineRule="auto"/>
        <w:ind w:firstLine="720"/>
        <w:rPr>
          <w:sz w:val="24"/>
          <w:szCs w:val="24"/>
        </w:rPr>
      </w:pPr>
      <w:r>
        <w:rPr>
          <w:sz w:val="24"/>
          <w:szCs w:val="24"/>
        </w:rPr>
        <w:t>“Are you sure you want this? If its what would make you happy, I’m sure she can come live with all of us, but what if she just makes you feel miserable like last time?”</w:t>
      </w:r>
    </w:p>
    <w:p w:rsidR="00B50E03" w:rsidRDefault="00B50E03">
      <w:pPr>
        <w:spacing w:line="480" w:lineRule="auto"/>
        <w:ind w:firstLine="720"/>
        <w:rPr>
          <w:sz w:val="24"/>
          <w:szCs w:val="24"/>
        </w:rPr>
      </w:pPr>
      <w:r>
        <w:rPr>
          <w:sz w:val="24"/>
          <w:szCs w:val="24"/>
        </w:rPr>
        <w:t>Alex sighed. “I gotta take that risk. I don’t want her to kill herself.”</w:t>
      </w:r>
    </w:p>
    <w:p w:rsidR="00B50E03" w:rsidRDefault="00B50E03">
      <w:pPr>
        <w:spacing w:line="480" w:lineRule="auto"/>
        <w:ind w:firstLine="720"/>
        <w:rPr>
          <w:sz w:val="24"/>
          <w:szCs w:val="24"/>
        </w:rPr>
      </w:pPr>
      <w:r>
        <w:rPr>
          <w:sz w:val="24"/>
          <w:szCs w:val="24"/>
        </w:rPr>
        <w:t>“Did you need me to be around to help you talk to her?”</w:t>
      </w:r>
    </w:p>
    <w:p w:rsidR="00B50E03" w:rsidRDefault="00B50E03">
      <w:pPr>
        <w:spacing w:line="480" w:lineRule="auto"/>
        <w:ind w:firstLine="720"/>
        <w:rPr>
          <w:sz w:val="24"/>
          <w:szCs w:val="24"/>
        </w:rPr>
      </w:pPr>
      <w:r>
        <w:rPr>
          <w:sz w:val="24"/>
          <w:szCs w:val="24"/>
        </w:rPr>
        <w:t>“Thanks, but I think I’ll have to do this by myself.”</w:t>
      </w:r>
    </w:p>
    <w:p w:rsidR="00B50E03" w:rsidRDefault="00B50E03">
      <w:pPr>
        <w:spacing w:line="480" w:lineRule="auto"/>
        <w:ind w:firstLine="720"/>
        <w:rPr>
          <w:sz w:val="24"/>
          <w:szCs w:val="24"/>
        </w:rPr>
      </w:pPr>
      <w:r>
        <w:rPr>
          <w:sz w:val="24"/>
          <w:szCs w:val="24"/>
        </w:rPr>
        <w:t xml:space="preserve">“OK, baby.” Christina hugged Alex tightly then kissed him on the lips. They talked a little bit more about their upcoming wedding plans before Jen and Lisa returned. Alex then told them how there may be a second girl moving in with them as well. They readily seemed to go with it, as long as he would keep fucking them all, they added. Alex couldn’t help but notice how compliant they had become to his idea. He wished things were different but there was no way for him to change things now. </w:t>
      </w:r>
    </w:p>
    <w:p w:rsidR="00B50E03" w:rsidRDefault="00B50E03">
      <w:pPr>
        <w:spacing w:line="480" w:lineRule="auto"/>
        <w:ind w:firstLine="720"/>
        <w:rPr>
          <w:sz w:val="24"/>
          <w:szCs w:val="24"/>
        </w:rPr>
      </w:pPr>
      <w:r>
        <w:rPr>
          <w:sz w:val="24"/>
          <w:szCs w:val="24"/>
        </w:rPr>
        <w:t>The three ladies stayed until visiting hours were over. They then kissed him and told him they would be back in the morning for him. They left and Alex called for the nurse. The nurse asked him how she could help. He said, “Do you know if Nurse Kelly is here tonight? She used to help take care of me at night time.”</w:t>
      </w:r>
    </w:p>
    <w:p w:rsidR="00B50E03" w:rsidRDefault="00B50E03">
      <w:pPr>
        <w:spacing w:line="480" w:lineRule="auto"/>
        <w:ind w:firstLine="720"/>
        <w:rPr>
          <w:sz w:val="24"/>
          <w:szCs w:val="24"/>
        </w:rPr>
      </w:pPr>
      <w:r>
        <w:rPr>
          <w:sz w:val="24"/>
          <w:szCs w:val="24"/>
        </w:rPr>
        <w:t>The nurse said, “I can check the schedules. If she’s here, do you want her to come see you?”</w:t>
      </w:r>
    </w:p>
    <w:p w:rsidR="00B50E03" w:rsidRDefault="00B50E03">
      <w:pPr>
        <w:spacing w:line="480" w:lineRule="auto"/>
        <w:ind w:firstLine="720"/>
        <w:rPr>
          <w:sz w:val="24"/>
          <w:szCs w:val="24"/>
        </w:rPr>
      </w:pPr>
      <w:r>
        <w:rPr>
          <w:sz w:val="24"/>
          <w:szCs w:val="24"/>
        </w:rPr>
        <w:t>“Yes, please.” The nurse left and ten minutes later he saw the familiar face of Kelly as she ran towards him, her large I cup breasts bouncing heavily up and down.</w:t>
      </w:r>
    </w:p>
    <w:p w:rsidR="00B50E03" w:rsidRDefault="00B50E03">
      <w:pPr>
        <w:spacing w:line="480" w:lineRule="auto"/>
        <w:ind w:firstLine="720"/>
        <w:rPr>
          <w:sz w:val="24"/>
          <w:szCs w:val="24"/>
        </w:rPr>
      </w:pPr>
      <w:r>
        <w:rPr>
          <w:sz w:val="24"/>
          <w:szCs w:val="24"/>
        </w:rPr>
        <w:t>Kelly hugged him tightly and began planting kisses all over his face. “You came back for me, Alex! I never thought I’d see you again!” She was actually crying now. “I missed you so much! I love you, Alex! I’m sorry for all the mean things I was saying! My feelings were all jumbled when you left. But, now I know, I love you, babe!” She pressed her lips against his and he kissed her, slipping in his tongue. Did she just climax from him kissing her? Was that even possible? She broke the kiss, breathing heavily. “I love you so much, Alex. Make love to me right now! Tomorrow we’ll go to court and get married. I got some friends who are plastic surgeons. They can make your ears look normal again. Isn’t that great?!”</w:t>
      </w:r>
    </w:p>
    <w:p w:rsidR="00B50E03" w:rsidRDefault="00B50E03">
      <w:pPr>
        <w:spacing w:line="480" w:lineRule="auto"/>
        <w:ind w:firstLine="720"/>
        <w:rPr>
          <w:sz w:val="24"/>
          <w:szCs w:val="24"/>
        </w:rPr>
      </w:pPr>
      <w:r>
        <w:rPr>
          <w:sz w:val="24"/>
          <w:szCs w:val="24"/>
        </w:rPr>
        <w:t xml:space="preserve">“What? No! I like my ears. I don’t want to change them!” </w:t>
      </w:r>
    </w:p>
    <w:p w:rsidR="00B50E03" w:rsidRDefault="00B50E03">
      <w:pPr>
        <w:spacing w:line="480" w:lineRule="auto"/>
        <w:ind w:firstLine="720"/>
        <w:rPr>
          <w:sz w:val="24"/>
          <w:szCs w:val="24"/>
        </w:rPr>
      </w:pPr>
      <w:r>
        <w:rPr>
          <w:sz w:val="24"/>
          <w:szCs w:val="24"/>
        </w:rPr>
        <w:t>Kelly pouted. “Well, I guess I’ll just make you wear a hat or something. Either way, I am never letting you go again!”</w:t>
      </w:r>
    </w:p>
    <w:p w:rsidR="00B50E03" w:rsidRDefault="00B50E03">
      <w:pPr>
        <w:spacing w:line="480" w:lineRule="auto"/>
        <w:ind w:firstLine="720"/>
        <w:rPr>
          <w:sz w:val="24"/>
          <w:szCs w:val="24"/>
        </w:rPr>
      </w:pPr>
      <w:r>
        <w:rPr>
          <w:sz w:val="24"/>
          <w:szCs w:val="24"/>
        </w:rPr>
        <w:t>“Kelly! Kelly! We need to talk about this. I’m already engaged!”</w:t>
      </w:r>
    </w:p>
    <w:p w:rsidR="00B50E03" w:rsidRDefault="00B50E03">
      <w:pPr>
        <w:spacing w:line="480" w:lineRule="auto"/>
        <w:ind w:firstLine="720"/>
        <w:rPr>
          <w:sz w:val="24"/>
          <w:szCs w:val="24"/>
        </w:rPr>
      </w:pPr>
      <w:r>
        <w:rPr>
          <w:sz w:val="24"/>
          <w:szCs w:val="24"/>
        </w:rPr>
        <w:t>“What?” Her demeanor quickly changed. “I thought you loved me, Alex! How could you be seeing some other girl when I’m the one you love?”</w:t>
      </w:r>
    </w:p>
    <w:p w:rsidR="00B50E03" w:rsidRDefault="00B50E03">
      <w:pPr>
        <w:spacing w:line="480" w:lineRule="auto"/>
        <w:ind w:firstLine="720"/>
        <w:rPr>
          <w:sz w:val="24"/>
          <w:szCs w:val="24"/>
        </w:rPr>
      </w:pPr>
      <w:r>
        <w:rPr>
          <w:sz w:val="24"/>
          <w:szCs w:val="24"/>
        </w:rPr>
        <w:t>“Well…that was then and this is now. People change, Kelly. I couldn’t pine over you forever, you know. And I’m actually seeing three girls. I’m just engaged to one.”</w:t>
      </w:r>
    </w:p>
    <w:p w:rsidR="00B50E03" w:rsidRDefault="00B50E03">
      <w:pPr>
        <w:spacing w:line="480" w:lineRule="auto"/>
        <w:ind w:firstLine="720"/>
        <w:rPr>
          <w:sz w:val="24"/>
          <w:szCs w:val="24"/>
        </w:rPr>
      </w:pPr>
      <w:r>
        <w:rPr>
          <w:sz w:val="24"/>
          <w:szCs w:val="24"/>
        </w:rPr>
        <w:t>“What?” she asked again. She began pulling the hair out of her head. “Instead of being with me, you’re seeing three dirty sluts that just want a piece of you??? Leave those sluts. Be with me, babe. I can make you happy. More happy than those nasty girls can ever make you!”</w:t>
      </w:r>
    </w:p>
    <w:p w:rsidR="00B50E03" w:rsidRDefault="00B50E03">
      <w:pPr>
        <w:spacing w:line="480" w:lineRule="auto"/>
        <w:ind w:firstLine="720"/>
        <w:rPr>
          <w:sz w:val="24"/>
          <w:szCs w:val="24"/>
        </w:rPr>
      </w:pPr>
      <w:r>
        <w:rPr>
          <w:sz w:val="24"/>
          <w:szCs w:val="24"/>
        </w:rPr>
        <w:t>Alex was beginning to get irritated. He hated this part of Kelly. “First, I love those three girls more than anything. Definitely more than you, Kelly! Second, I’m not about to leave them, ok? We all agreed though that if you want to come live with us since you love me too, they were fine with sharing me with you.”</w:t>
      </w:r>
    </w:p>
    <w:p w:rsidR="00B50E03" w:rsidRDefault="00B50E03">
      <w:pPr>
        <w:spacing w:line="480" w:lineRule="auto"/>
        <w:ind w:firstLine="720"/>
        <w:rPr>
          <w:sz w:val="24"/>
          <w:szCs w:val="24"/>
        </w:rPr>
      </w:pPr>
      <w:r>
        <w:rPr>
          <w:sz w:val="24"/>
          <w:szCs w:val="24"/>
        </w:rPr>
        <w:t>“What? I’m not about to share you with a bunch of sluts! I thought you came here to be with me, but all you want is another fucking slut to fuck. Am I right?”</w:t>
      </w:r>
    </w:p>
    <w:p w:rsidR="00B50E03" w:rsidRDefault="00B50E03">
      <w:pPr>
        <w:spacing w:line="480" w:lineRule="auto"/>
        <w:ind w:firstLine="720"/>
        <w:rPr>
          <w:sz w:val="24"/>
          <w:szCs w:val="24"/>
        </w:rPr>
      </w:pPr>
      <w:r>
        <w:rPr>
          <w:sz w:val="24"/>
          <w:szCs w:val="24"/>
        </w:rPr>
        <w:t xml:space="preserve">“No! I was worried about you! I knew you had fallen in love with me and was worried you might kill yourself if I didn’t see you again. But, I’m not about to leave my other girlfriends for you. I’m sorry but I love them!” </w:t>
      </w:r>
    </w:p>
    <w:p w:rsidR="00B50E03" w:rsidRDefault="00B50E03">
      <w:pPr>
        <w:spacing w:line="480" w:lineRule="auto"/>
        <w:ind w:firstLine="720"/>
        <w:rPr>
          <w:sz w:val="24"/>
          <w:szCs w:val="24"/>
        </w:rPr>
      </w:pPr>
      <w:r>
        <w:rPr>
          <w:sz w:val="24"/>
          <w:szCs w:val="24"/>
        </w:rPr>
        <w:t xml:space="preserve">Kelly sniffed. “I did think about killing myself. After you left me, I tried seeing other people but none of them was as loving and caring as you. I realized how great you were and wanted you to come back to me, but you never came. If I can’t have you, then I might as well kill myself now!” Kelly picked up a syringe and put it against her neck. </w:t>
      </w:r>
    </w:p>
    <w:p w:rsidR="00B50E03" w:rsidRDefault="00B50E03">
      <w:pPr>
        <w:spacing w:line="480" w:lineRule="auto"/>
        <w:ind w:firstLine="720"/>
        <w:rPr>
          <w:sz w:val="24"/>
          <w:szCs w:val="24"/>
        </w:rPr>
      </w:pPr>
      <w:r>
        <w:rPr>
          <w:sz w:val="24"/>
          <w:szCs w:val="24"/>
        </w:rPr>
        <w:t>“Whoa! Kelly! Stop!” Alex pulled out the scroll from behind his back. “Just read this, ok? It’s from the high elf council or the elders or whatever! Just read this for me, would you?” Kelly slowly put down the syringe and took the scroll out of his hands. She unclasped the seal and opened it.</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sz w:val="24"/>
          <w:szCs w:val="24"/>
        </w:rPr>
      </w:pPr>
      <w:r>
        <w:rPr>
          <w:sz w:val="24"/>
          <w:szCs w:val="24"/>
        </w:rPr>
        <w:t>Kelly unrolled the scroll and looked at it. The page was blank. Before she could ask what the fuck it was supposed to be, she saw a light flash in front of her eyes. Two voices began pounding into her head.</w:t>
      </w:r>
    </w:p>
    <w:p w:rsidR="00B50E03" w:rsidRDefault="00B50E03">
      <w:pPr>
        <w:spacing w:line="480" w:lineRule="auto"/>
        <w:ind w:firstLine="720"/>
        <w:rPr>
          <w:i/>
          <w:iCs/>
          <w:sz w:val="24"/>
          <w:szCs w:val="24"/>
        </w:rPr>
      </w:pPr>
      <w:r>
        <w:rPr>
          <w:i/>
          <w:iCs/>
          <w:sz w:val="24"/>
          <w:szCs w:val="24"/>
        </w:rPr>
        <w:t xml:space="preserve">You shall become Alex’s dream woman, his fantasy. </w:t>
      </w:r>
    </w:p>
    <w:p w:rsidR="00B50E03" w:rsidRDefault="00B50E03">
      <w:pPr>
        <w:spacing w:line="480" w:lineRule="auto"/>
        <w:ind w:firstLine="720"/>
        <w:rPr>
          <w:i/>
          <w:iCs/>
          <w:sz w:val="24"/>
          <w:szCs w:val="24"/>
        </w:rPr>
      </w:pPr>
      <w:r>
        <w:rPr>
          <w:i/>
          <w:iCs/>
          <w:sz w:val="24"/>
          <w:szCs w:val="24"/>
        </w:rPr>
        <w:t>You shall bear his children.</w:t>
      </w:r>
    </w:p>
    <w:p w:rsidR="00B50E03" w:rsidRDefault="00B50E03">
      <w:pPr>
        <w:spacing w:line="480" w:lineRule="auto"/>
        <w:ind w:firstLine="720"/>
        <w:rPr>
          <w:i/>
          <w:iCs/>
          <w:sz w:val="24"/>
          <w:szCs w:val="24"/>
        </w:rPr>
      </w:pPr>
      <w:r>
        <w:rPr>
          <w:i/>
          <w:iCs/>
          <w:sz w:val="24"/>
          <w:szCs w:val="24"/>
        </w:rPr>
        <w:t>You shall adhere to each and every one of his demands, each of his fantasies.</w:t>
      </w:r>
    </w:p>
    <w:p w:rsidR="00B50E03" w:rsidRDefault="00B50E03">
      <w:pPr>
        <w:spacing w:line="480" w:lineRule="auto"/>
        <w:ind w:firstLine="720"/>
        <w:rPr>
          <w:i/>
          <w:iCs/>
          <w:sz w:val="24"/>
          <w:szCs w:val="24"/>
        </w:rPr>
      </w:pPr>
      <w:r>
        <w:rPr>
          <w:i/>
          <w:iCs/>
          <w:sz w:val="24"/>
          <w:szCs w:val="24"/>
        </w:rPr>
        <w:t>You shall help Alex procure others he has found “worthy”</w:t>
      </w:r>
    </w:p>
    <w:p w:rsidR="00B50E03" w:rsidRDefault="00B50E03">
      <w:pPr>
        <w:spacing w:line="480" w:lineRule="auto"/>
        <w:ind w:firstLine="720"/>
        <w:rPr>
          <w:i/>
          <w:iCs/>
          <w:sz w:val="24"/>
          <w:szCs w:val="24"/>
        </w:rPr>
      </w:pPr>
      <w:r>
        <w:rPr>
          <w:i/>
          <w:iCs/>
          <w:sz w:val="24"/>
          <w:szCs w:val="24"/>
        </w:rPr>
        <w:t xml:space="preserve">You shall help Alex impregnate those he has found worthy and aid him finding more worthy for him to increase his number. </w:t>
      </w:r>
    </w:p>
    <w:p w:rsidR="00B50E03" w:rsidRDefault="00B50E03">
      <w:pPr>
        <w:spacing w:line="480" w:lineRule="auto"/>
        <w:ind w:firstLine="720"/>
        <w:rPr>
          <w:i/>
          <w:iCs/>
          <w:sz w:val="24"/>
          <w:szCs w:val="24"/>
        </w:rPr>
      </w:pPr>
      <w:r>
        <w:rPr>
          <w:i/>
          <w:iCs/>
          <w:sz w:val="24"/>
          <w:szCs w:val="24"/>
        </w:rPr>
        <w:t>You shall serve Alex in any manner he wishes and shall enjoy it.</w:t>
      </w:r>
    </w:p>
    <w:p w:rsidR="00B50E03" w:rsidRDefault="00B50E03">
      <w:pPr>
        <w:spacing w:line="480" w:lineRule="auto"/>
        <w:ind w:firstLine="720"/>
        <w:rPr>
          <w:i/>
          <w:iCs/>
          <w:sz w:val="24"/>
          <w:szCs w:val="24"/>
        </w:rPr>
      </w:pPr>
      <w:r>
        <w:rPr>
          <w:i/>
          <w:iCs/>
          <w:sz w:val="24"/>
          <w:szCs w:val="24"/>
        </w:rPr>
        <w:t>From this moment onward, he shall be your master.</w:t>
      </w:r>
    </w:p>
    <w:p w:rsidR="00B50E03" w:rsidRDefault="00B50E03">
      <w:pPr>
        <w:spacing w:line="480" w:lineRule="auto"/>
        <w:ind w:firstLine="720"/>
        <w:rPr>
          <w:sz w:val="24"/>
          <w:szCs w:val="24"/>
        </w:rPr>
      </w:pPr>
      <w:r>
        <w:rPr>
          <w:sz w:val="24"/>
          <w:szCs w:val="24"/>
        </w:rPr>
        <w:t>Kelly blinked then blinked again. The scroll burned up in her hands but didn’t burn her at all. What did that scroll say anyways? She had already forgotten. “I’m sorry, master…I mean…Alex. What were we talking about just now?”</w:t>
      </w:r>
    </w:p>
    <w:p w:rsidR="00B50E03" w:rsidRDefault="00B50E03">
      <w:pPr>
        <w:spacing w:line="480" w:lineRule="auto"/>
        <w:ind w:firstLine="720"/>
        <w:rPr>
          <w:sz w:val="24"/>
          <w:szCs w:val="24"/>
        </w:rPr>
      </w:pPr>
      <w:r>
        <w:rPr>
          <w:sz w:val="24"/>
          <w:szCs w:val="24"/>
        </w:rPr>
        <w:t>Alex said slowly, “Ummm…We were talking about you moving in with me and my girlfriends.”</w:t>
      </w:r>
    </w:p>
    <w:p w:rsidR="00B50E03" w:rsidRDefault="00B50E03">
      <w:pPr>
        <w:spacing w:line="480" w:lineRule="auto"/>
        <w:ind w:firstLine="720"/>
        <w:rPr>
          <w:sz w:val="24"/>
          <w:szCs w:val="24"/>
        </w:rPr>
      </w:pPr>
      <w:r>
        <w:rPr>
          <w:sz w:val="24"/>
          <w:szCs w:val="24"/>
        </w:rPr>
        <w:t>“Oh yeah! Of course I’ll move in with you guys! I can’t wait to lick all their pussies while you fuck me from behind or watch you fuck them. Do you think they’ll like me, babe?”</w:t>
      </w:r>
    </w:p>
    <w:p w:rsidR="00B50E03" w:rsidRDefault="00B50E03">
      <w:pPr>
        <w:spacing w:line="480" w:lineRule="auto"/>
        <w:ind w:firstLine="720"/>
        <w:rPr>
          <w:sz w:val="24"/>
          <w:szCs w:val="24"/>
        </w:rPr>
      </w:pPr>
      <w:r>
        <w:rPr>
          <w:sz w:val="24"/>
          <w:szCs w:val="24"/>
        </w:rPr>
        <w:t>Alex smiled. “I’m sure they will, baby.”</w:t>
      </w:r>
    </w:p>
    <w:p w:rsidR="00B50E03" w:rsidRDefault="00B50E03">
      <w:pPr>
        <w:spacing w:line="480" w:lineRule="auto"/>
        <w:ind w:firstLine="720"/>
        <w:rPr>
          <w:sz w:val="24"/>
          <w:szCs w:val="24"/>
        </w:rPr>
      </w:pPr>
      <w:r>
        <w:rPr>
          <w:sz w:val="24"/>
          <w:szCs w:val="24"/>
        </w:rPr>
        <w:t>Kelly leaned in and kissed Alex passionately. “Come on babe. Let’s go fuck in the bathroom, just like old times.” She led Alex into the bathroom and quickly took off her clothes, followed by his gown. Alex quickly latched onto her nipple, sucking and licking it all over. “I love the way you do that. I wish we would have done it more often before.”</w:t>
      </w:r>
    </w:p>
    <w:p w:rsidR="00B50E03" w:rsidRDefault="00B50E03">
      <w:pPr>
        <w:spacing w:line="480" w:lineRule="auto"/>
        <w:ind w:firstLine="720"/>
        <w:rPr>
          <w:sz w:val="24"/>
          <w:szCs w:val="24"/>
        </w:rPr>
      </w:pPr>
      <w:r>
        <w:rPr>
          <w:sz w:val="24"/>
          <w:szCs w:val="24"/>
        </w:rPr>
        <w:t>His hand roamed to her pussy, stroking it. She moaned against him and grabbed his cock, squeezing it and stroking it up and down. She loved her master so much. She hoped she could make him happy. “Do you mind if I took you in the ass?”</w:t>
      </w:r>
    </w:p>
    <w:p w:rsidR="00B50E03" w:rsidRDefault="00B50E03">
      <w:pPr>
        <w:spacing w:line="480" w:lineRule="auto"/>
        <w:ind w:firstLine="720"/>
        <w:rPr>
          <w:sz w:val="24"/>
          <w:szCs w:val="24"/>
        </w:rPr>
      </w:pPr>
      <w:r>
        <w:rPr>
          <w:sz w:val="24"/>
          <w:szCs w:val="24"/>
        </w:rPr>
        <w:t>“Yeah, mast…I mean, babe. I love having my ass fucked! Especially by a huge cock like yours!” She turned around, sticking out her small ass for Alex to put his meat in. Kelly hated how small her ass was and wished it was bigger as well as her tits. Maybe she would have surgery for him some day. She did have a few connections and breast and butt implants were always relatively cheap since few people did it. She wanted to be the girl of his dreams.</w:t>
      </w:r>
    </w:p>
    <w:p w:rsidR="00B50E03" w:rsidRDefault="00B50E03">
      <w:pPr>
        <w:spacing w:line="480" w:lineRule="auto"/>
        <w:ind w:firstLine="720"/>
        <w:rPr>
          <w:sz w:val="24"/>
          <w:szCs w:val="24"/>
        </w:rPr>
      </w:pPr>
      <w:r>
        <w:rPr>
          <w:sz w:val="24"/>
          <w:szCs w:val="24"/>
        </w:rPr>
        <w:t xml:space="preserve">Alex slowly let his cock seep into her asshole. It actually was rather pleasurable for her. He began squeezing his cock into her. But, her ass was rather small and tight, and she wasn‘t used to something so big inside her. It took a full four minutes for him to get himself all the way inside of her. </w:t>
      </w:r>
    </w:p>
    <w:p w:rsidR="00B50E03" w:rsidRDefault="00B50E03">
      <w:pPr>
        <w:spacing w:line="480" w:lineRule="auto"/>
        <w:ind w:firstLine="720"/>
        <w:rPr>
          <w:sz w:val="24"/>
          <w:szCs w:val="24"/>
        </w:rPr>
      </w:pPr>
      <w:r>
        <w:rPr>
          <w:sz w:val="24"/>
          <w:szCs w:val="24"/>
        </w:rPr>
        <w:t>She was her master’s fuck toy and her own pleasure no longer mattered to her. Still, before he finished an hour and a half later, she was able to orgasm a couple dozen times, slightly less than when he was in her pussy before. But, it was good nonetheless. Kelly couldn’t wait until she moved in with him tomorrow. She would take herself off of her birth control pills the next day too (Unless he specifically told her otherwise. She knew she could not disobey what Master…Alex told her.). Kelly was going to have his baby and start a family with him. She would help him find others to fuck as well. She wanted to share him with the entire world. Kelly couldn’t wait.</w:t>
      </w:r>
    </w:p>
    <w:p w:rsidR="00B50E03" w:rsidRDefault="00B50E03">
      <w:pPr>
        <w:spacing w:line="480" w:lineRule="auto"/>
        <w:ind w:firstLine="720"/>
        <w:rPr>
          <w:sz w:val="24"/>
          <w:szCs w:val="24"/>
        </w:rPr>
      </w:pPr>
    </w:p>
    <w:p w:rsidR="00B50E03" w:rsidRDefault="00B50E03">
      <w:pPr>
        <w:spacing w:line="480" w:lineRule="auto"/>
        <w:ind w:firstLine="720"/>
        <w:rPr>
          <w:sz w:val="24"/>
          <w:szCs w:val="24"/>
        </w:rPr>
      </w:pPr>
    </w:p>
    <w:p w:rsidR="00B50E03" w:rsidRDefault="00B50E03">
      <w:pPr>
        <w:spacing w:line="480" w:lineRule="auto"/>
        <w:ind w:firstLine="720"/>
        <w:rPr>
          <w:i/>
          <w:iCs/>
          <w:sz w:val="24"/>
          <w:szCs w:val="24"/>
        </w:rPr>
      </w:pPr>
      <w:r>
        <w:rPr>
          <w:i/>
          <w:iCs/>
          <w:sz w:val="24"/>
          <w:szCs w:val="24"/>
        </w:rPr>
        <w:t>The elders glanced at each other and smiled. Things were going just as they had planned. They knew within weeks Kelly would be pregnant and that the women Alex was with will grow. They also knew that the moment would come when Christina would make him impregnate her. The moment she did, he would impregnate all the women he had ever spread his seed too as well. One of the elders rolled a small bronze ring in his hand. The time for the ring would come soon. But not quite yet. The elders could wait. They had all the time in the world. And soon, they knew the human race would once again grow and multiply from this one man alone. The human seed would overpower the elf egg, producing a human spawn every time. Soon the humans would flourish once again. And with them, the world.</w:t>
      </w:r>
    </w:p>
    <w:p w:rsidR="00B50E03" w:rsidRDefault="00B50E03">
      <w:pPr>
        <w:spacing w:line="480" w:lineRule="auto"/>
        <w:ind w:firstLine="720"/>
        <w:rPr>
          <w:i/>
          <w:iCs/>
          <w:sz w:val="24"/>
          <w:szCs w:val="24"/>
        </w:rPr>
      </w:pPr>
    </w:p>
    <w:p w:rsidR="00B50E03" w:rsidRDefault="00B50E03">
      <w:pPr>
        <w:spacing w:line="480" w:lineRule="auto"/>
        <w:ind w:firstLine="720"/>
        <w:rPr>
          <w:i/>
          <w:iCs/>
          <w:sz w:val="24"/>
          <w:szCs w:val="24"/>
        </w:rPr>
      </w:pPr>
    </w:p>
    <w:p w:rsidR="00B50E03" w:rsidRDefault="00B50E03">
      <w:pPr>
        <w:spacing w:line="480" w:lineRule="auto"/>
        <w:ind w:firstLine="720"/>
        <w:rPr>
          <w:i/>
          <w:iCs/>
          <w:sz w:val="24"/>
          <w:szCs w:val="24"/>
        </w:rPr>
      </w:pPr>
    </w:p>
    <w:p w:rsidR="00B50E03" w:rsidRDefault="00B50E03">
      <w:pPr>
        <w:spacing w:line="480" w:lineRule="auto"/>
        <w:ind w:firstLine="720"/>
        <w:rPr>
          <w:i/>
          <w:iCs/>
          <w:sz w:val="24"/>
          <w:szCs w:val="24"/>
        </w:rPr>
      </w:pPr>
    </w:p>
    <w:p w:rsidR="00B50E03" w:rsidRDefault="00B50E03">
      <w:pPr>
        <w:spacing w:line="480" w:lineRule="auto"/>
        <w:ind w:firstLine="720"/>
        <w:rPr>
          <w:i/>
          <w:iCs/>
          <w:sz w:val="24"/>
          <w:szCs w:val="24"/>
        </w:rPr>
      </w:pPr>
    </w:p>
    <w:p w:rsidR="00B50E03" w:rsidRDefault="00B50E03">
      <w:pPr>
        <w:spacing w:line="480" w:lineRule="auto"/>
        <w:ind w:firstLine="720"/>
        <w:rPr>
          <w:i/>
          <w:iCs/>
          <w:sz w:val="24"/>
          <w:szCs w:val="24"/>
        </w:rPr>
      </w:pPr>
    </w:p>
    <w:p w:rsidR="00B50E03" w:rsidRDefault="00B50E03">
      <w:pPr>
        <w:spacing w:line="480" w:lineRule="auto"/>
        <w:jc w:val="center"/>
        <w:rPr>
          <w:b/>
          <w:bCs/>
          <w:i/>
          <w:iCs/>
          <w:sz w:val="40"/>
          <w:szCs w:val="40"/>
        </w:rPr>
      </w:pPr>
      <w:r>
        <w:rPr>
          <w:b/>
          <w:bCs/>
          <w:i/>
          <w:iCs/>
          <w:sz w:val="40"/>
          <w:szCs w:val="40"/>
        </w:rPr>
        <w:t>To Be Continued…</w:t>
      </w:r>
    </w:p>
    <w:sectPr w:rsidR="00B50E03" w:rsidSect="00B50E03">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E03" w:rsidRDefault="00B50E03" w:rsidP="00B50E03">
      <w:r>
        <w:separator/>
      </w:r>
    </w:p>
  </w:endnote>
  <w:endnote w:type="continuationSeparator" w:id="0">
    <w:p w:rsidR="00B50E03" w:rsidRDefault="00B50E03" w:rsidP="00B50E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E03" w:rsidRDefault="00B50E03">
    <w:pPr>
      <w:tabs>
        <w:tab w:val="center" w:pos="4320"/>
        <w:tab w:val="right" w:pos="8640"/>
      </w:tabs>
      <w:jc w:val="center"/>
      <w:rPr>
        <w:rFonts w:cstheme="minorBidi"/>
        <w:kern w:val="0"/>
      </w:rPr>
    </w:pPr>
    <w:r>
      <w:rPr>
        <w:rFonts w:cstheme="minorBidi"/>
        <w:kern w:val="0"/>
      </w:rPr>
      <w:pgNum/>
    </w:r>
  </w:p>
  <w:p w:rsidR="00B50E03" w:rsidRDefault="00B50E03">
    <w:pPr>
      <w:tabs>
        <w:tab w:val="center" w:pos="4320"/>
        <w:tab w:val="right" w:pos="8640"/>
      </w:tabs>
      <w:jc w:val="center"/>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E03" w:rsidRDefault="00B50E03" w:rsidP="00B50E03">
      <w:r>
        <w:separator/>
      </w:r>
    </w:p>
  </w:footnote>
  <w:footnote w:type="continuationSeparator" w:id="0">
    <w:p w:rsidR="00B50E03" w:rsidRDefault="00B50E03" w:rsidP="00B50E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E03" w:rsidRDefault="00B50E03">
    <w:pPr>
      <w:tabs>
        <w:tab w:val="center" w:pos="4320"/>
        <w:tab w:val="right" w:pos="8640"/>
      </w:tabs>
      <w:rPr>
        <w:rFonts w:cstheme="minorBidi"/>
        <w:kern w:val="0"/>
      </w:rPr>
    </w:pPr>
  </w:p>
  <w:p w:rsidR="00B50E03" w:rsidRDefault="00B50E03">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B50E03"/>
    <w:rsid w:val="00B50E0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