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C11" w:rsidRDefault="00523C1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19</w:t>
      </w:r>
      <w:r>
        <w:rPr>
          <w:sz w:val="24"/>
          <w:szCs w:val="24"/>
          <w:vertAlign w:val="superscript"/>
          <w:lang w:val="en-US"/>
        </w:rPr>
        <w:t>th</w:t>
      </w:r>
      <w:r>
        <w:rPr>
          <w:sz w:val="24"/>
          <w:szCs w:val="24"/>
          <w:lang w:val="en-US"/>
        </w:rPr>
        <w:t xml:space="preserve"> of August 2011</w:t>
      </w:r>
    </w:p>
    <w:p w:rsidR="00523C11" w:rsidRDefault="00523C11">
      <w:pPr>
        <w:rPr>
          <w:sz w:val="24"/>
          <w:szCs w:val="24"/>
          <w:lang w:val="en-US"/>
        </w:rPr>
      </w:pPr>
    </w:p>
    <w:p w:rsidR="00523C11" w:rsidRDefault="00523C11">
      <w:pPr>
        <w:rPr>
          <w:sz w:val="24"/>
          <w:szCs w:val="24"/>
          <w:lang w:val="en-US"/>
        </w:rPr>
      </w:pPr>
    </w:p>
    <w:p w:rsidR="00523C11" w:rsidRDefault="00523C1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Hi Guys wazz’up it’s …. I want tell your a little Story about my Best friend Cindy Gilbert , one of the most beautiful girls I have ever seen , even in her glasses she has such aura of Sex around her , I couldn’t say why but now to her personality , she is one of this girls you now .. “I’m hot Sexy stuff “ but this was a few day  something else and I won’t imagine she would chance so badly . </w:t>
      </w:r>
    </w:p>
    <w:p w:rsidR="00523C11" w:rsidRDefault="00523C11">
      <w:pPr>
        <w:rPr>
          <w:sz w:val="24"/>
          <w:szCs w:val="24"/>
          <w:lang w:val="en-US"/>
        </w:rPr>
      </w:pPr>
    </w:p>
    <w:p w:rsidR="00523C11" w:rsidRDefault="00523C1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I woke up on Monday morning she was already awake , when I was finish I do the same as here , ups ?  Sorry ….. It seems your want here something form me ….. Let’s see ? ……. !!!! . Alright so …. a bit of here I was already told you so now It’s my turn to step in the front ! .</w:t>
      </w:r>
    </w:p>
    <w:p w:rsidR="00523C11" w:rsidRDefault="00523C11">
      <w:pPr>
        <w:rPr>
          <w:sz w:val="24"/>
          <w:szCs w:val="24"/>
          <w:lang w:val="en-US"/>
        </w:rPr>
      </w:pPr>
    </w:p>
    <w:p w:rsidR="00523C11" w:rsidRDefault="00523C1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So let’s see what is the Most sexiest  part of me ? :</w:t>
      </w:r>
    </w:p>
    <w:p w:rsidR="00523C11" w:rsidRDefault="00523C1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 I Would say my Hair…. you would now why ? ….. I love long hair , sins I watch a Video form a Thai girl in my age with incredibly</w:t>
      </w:r>
      <w:r>
        <w:rPr>
          <w:sz w:val="24"/>
          <w:szCs w:val="24"/>
        </w:rPr>
        <w:t xml:space="preserve"> 2m long Hair </w:t>
      </w:r>
      <w:r>
        <w:rPr>
          <w:sz w:val="24"/>
          <w:szCs w:val="24"/>
          <w:lang w:val="en-US"/>
        </w:rPr>
        <w:t xml:space="preserve"> , my hair may be not this long but there grow down the entire size of my body , 1.76m . </w:t>
      </w:r>
    </w:p>
    <w:p w:rsidR="00523C11" w:rsidRDefault="00523C11">
      <w:pPr>
        <w:rPr>
          <w:sz w:val="24"/>
          <w:szCs w:val="24"/>
          <w:lang w:val="en-US"/>
        </w:rPr>
      </w:pPr>
    </w:p>
    <w:p w:rsidR="00523C11" w:rsidRDefault="00523C1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So you want hear about the other Stuff “ giggle “ ? </w:t>
      </w:r>
    </w:p>
    <w:p w:rsidR="00523C11" w:rsidRDefault="00523C1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-Alright … another round …. I’m a cheerleader same as Cindy and way better than here but she has the bigger Breast , and way larger as mine … E-Cups vs. 34C … the rest you now , And so she become ore now Captain , This is so unfair in only one night she busted out form B to E , I ask her how she did this but she only min she has no idea ?.</w:t>
      </w:r>
    </w:p>
    <w:p w:rsidR="00523C11" w:rsidRDefault="00523C11">
      <w:pPr>
        <w:rPr>
          <w:sz w:val="24"/>
          <w:szCs w:val="24"/>
          <w:lang w:val="en-US"/>
        </w:rPr>
      </w:pPr>
    </w:p>
    <w:p w:rsidR="00523C11" w:rsidRDefault="00523C1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And now to my body ? :</w:t>
      </w:r>
    </w:p>
    <w:p w:rsidR="00523C11" w:rsidRDefault="00523C11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-Good my dear … I have a sport type body … not a single gram of fat , my bell is flat with an </w:t>
      </w:r>
      <w:r>
        <w:rPr>
          <w:sz w:val="24"/>
          <w:szCs w:val="24"/>
        </w:rPr>
        <w:t xml:space="preserve">approach of muscle …. Is this enough ore would your hear more about me ? </w:t>
      </w:r>
    </w:p>
    <w:p w:rsidR="00523C11" w:rsidRDefault="00523C11">
      <w:pPr>
        <w:rPr>
          <w:sz w:val="24"/>
          <w:szCs w:val="24"/>
        </w:rPr>
      </w:pPr>
    </w:p>
    <w:p w:rsidR="00523C11" w:rsidRDefault="00523C11">
      <w:pPr>
        <w:rPr>
          <w:sz w:val="24"/>
          <w:szCs w:val="24"/>
        </w:rPr>
      </w:pPr>
      <w:r>
        <w:rPr>
          <w:sz w:val="24"/>
          <w:szCs w:val="24"/>
        </w:rPr>
        <w:t xml:space="preserve">-Good a rush , long legs , a cute face like jump out of an Anime into the reality …. </w:t>
      </w:r>
    </w:p>
    <w:p w:rsidR="00523C11" w:rsidRDefault="00523C11">
      <w:pPr>
        <w:rPr>
          <w:sz w:val="24"/>
          <w:szCs w:val="24"/>
        </w:rPr>
      </w:pPr>
    </w:p>
    <w:p w:rsidR="00523C11" w:rsidRDefault="00523C11">
      <w:pPr>
        <w:rPr>
          <w:sz w:val="24"/>
          <w:szCs w:val="24"/>
        </w:rPr>
      </w:pPr>
      <w:r>
        <w:rPr>
          <w:sz w:val="24"/>
          <w:szCs w:val="24"/>
        </w:rPr>
        <w:t xml:space="preserve">Now I hope your have a better imagine of mine . </w:t>
      </w:r>
    </w:p>
    <w:p w:rsidR="00523C11" w:rsidRDefault="00523C11">
      <w:pPr>
        <w:rPr>
          <w:sz w:val="24"/>
          <w:szCs w:val="24"/>
        </w:rPr>
      </w:pPr>
    </w:p>
    <w:p w:rsidR="00523C11" w:rsidRDefault="00523C11">
      <w:pPr>
        <w:rPr>
          <w:sz w:val="24"/>
          <w:szCs w:val="24"/>
        </w:rPr>
      </w:pPr>
      <w:r>
        <w:rPr>
          <w:sz w:val="24"/>
          <w:szCs w:val="24"/>
        </w:rPr>
        <w:t xml:space="preserve">So now back to the story , I was shocked when I enter the Kitchen she was grow one ore 2 size more , here Breast …. Look like she cover to footballs under her hoody , even here nipple has grow this time too , there stick out like a finger ore a fries under the cotton , „ extremely bad situation for your Sweet heard ?  „ . </w:t>
      </w:r>
    </w:p>
    <w:p w:rsidR="00523C11" w:rsidRDefault="00523C11">
      <w:pPr>
        <w:rPr>
          <w:sz w:val="24"/>
          <w:szCs w:val="24"/>
        </w:rPr>
      </w:pPr>
    </w:p>
    <w:p w:rsidR="00523C11" w:rsidRDefault="00523C11">
      <w:pPr>
        <w:rPr>
          <w:sz w:val="24"/>
          <w:szCs w:val="24"/>
        </w:rPr>
      </w:pPr>
      <w:r>
        <w:rPr>
          <w:sz w:val="24"/>
          <w:szCs w:val="24"/>
        </w:rPr>
        <w:t>At the end , I miss the important part :,</w:t>
      </w:r>
    </w:p>
    <w:p w:rsidR="00523C11" w:rsidRDefault="00523C11">
      <w:pPr>
        <w:rPr>
          <w:sz w:val="24"/>
          <w:szCs w:val="24"/>
        </w:rPr>
      </w:pPr>
      <w:r>
        <w:rPr>
          <w:sz w:val="24"/>
          <w:szCs w:val="24"/>
        </w:rPr>
        <w:t xml:space="preserve">-her story , that means …. I have to tell your this an other time …. </w:t>
      </w:r>
    </w:p>
    <w:p w:rsidR="00523C11" w:rsidRDefault="00523C11">
      <w:pPr>
        <w:rPr>
          <w:sz w:val="24"/>
          <w:szCs w:val="24"/>
        </w:rPr>
      </w:pPr>
    </w:p>
    <w:p w:rsidR="00523C11" w:rsidRDefault="00523C11">
      <w:pPr>
        <w:rPr>
          <w:sz w:val="24"/>
          <w:szCs w:val="24"/>
        </w:rPr>
      </w:pPr>
      <w:r>
        <w:rPr>
          <w:sz w:val="24"/>
          <w:szCs w:val="24"/>
        </w:rPr>
        <w:t xml:space="preserve">WITH AN BIG SORRY OF MY …. </w:t>
      </w:r>
    </w:p>
    <w:p w:rsidR="00523C11" w:rsidRDefault="00523C11">
      <w:pPr>
        <w:rPr>
          <w:sz w:val="24"/>
          <w:szCs w:val="24"/>
        </w:rPr>
      </w:pPr>
    </w:p>
    <w:p w:rsidR="00523C11" w:rsidRDefault="00523C11">
      <w:pPr>
        <w:rPr>
          <w:sz w:val="24"/>
          <w:szCs w:val="24"/>
        </w:rPr>
      </w:pPr>
      <w:r>
        <w:rPr>
          <w:sz w:val="24"/>
          <w:szCs w:val="24"/>
        </w:rPr>
        <w:t xml:space="preserve">YOUR CUTE AMBER THOMSONE </w:t>
      </w:r>
    </w:p>
    <w:p w:rsidR="00523C11" w:rsidRDefault="00523C11"/>
    <w:p w:rsidR="00523C11" w:rsidRDefault="00523C11">
      <w:pPr>
        <w:rPr>
          <w:sz w:val="16"/>
          <w:szCs w:val="16"/>
        </w:rPr>
      </w:pPr>
      <w:r>
        <w:rPr>
          <w:sz w:val="16"/>
          <w:szCs w:val="16"/>
        </w:rPr>
        <w:t xml:space="preserve">Later this evening we found out , when she eat more , and more food …all end in her breast </w:t>
      </w:r>
    </w:p>
    <w:p w:rsidR="00523C11" w:rsidRDefault="00523C11">
      <w:pPr>
        <w:rPr>
          <w:sz w:val="16"/>
          <w:szCs w:val="16"/>
        </w:rPr>
      </w:pPr>
      <w:r>
        <w:rPr>
          <w:sz w:val="16"/>
          <w:szCs w:val="16"/>
        </w:rPr>
        <w:t>And she spend hour , day and a week… later here breast has the size of the entire house themselves …..</w:t>
      </w:r>
    </w:p>
    <w:p w:rsidR="00523C11" w:rsidRDefault="00523C11">
      <w:pPr>
        <w:rPr>
          <w:sz w:val="16"/>
          <w:szCs w:val="16"/>
        </w:rPr>
      </w:pPr>
    </w:p>
    <w:p w:rsidR="00523C11" w:rsidRDefault="00523C11">
      <w:pPr>
        <w:rPr>
          <w:sz w:val="16"/>
          <w:szCs w:val="16"/>
        </w:rPr>
      </w:pPr>
      <w:r>
        <w:rPr>
          <w:sz w:val="16"/>
          <w:szCs w:val="16"/>
        </w:rPr>
        <w:t>But she never told me why a sweet shy girl … turn into a big busted bimbo , she has twice a day sex with someone I didn‘t now but now she could never walk on here one , for my part we split up and never seen again …….</w:t>
      </w:r>
    </w:p>
    <w:p w:rsidR="00523C11" w:rsidRDefault="00523C11">
      <w:pPr>
        <w:rPr>
          <w:sz w:val="16"/>
          <w:szCs w:val="16"/>
        </w:rPr>
      </w:pPr>
    </w:p>
    <w:p w:rsidR="00523C11" w:rsidRDefault="00523C11">
      <w:pPr>
        <w:rPr>
          <w:sz w:val="24"/>
          <w:szCs w:val="24"/>
        </w:rPr>
      </w:pPr>
    </w:p>
    <w:p w:rsidR="00523C11" w:rsidRDefault="00523C11">
      <w:pPr>
        <w:rPr>
          <w:sz w:val="24"/>
          <w:szCs w:val="24"/>
        </w:rPr>
      </w:pPr>
    </w:p>
    <w:p w:rsidR="00523C11" w:rsidRDefault="00523C11">
      <w:pPr>
        <w:rPr>
          <w:sz w:val="24"/>
          <w:szCs w:val="24"/>
        </w:rPr>
      </w:pPr>
    </w:p>
    <w:p w:rsidR="00523C11" w:rsidRDefault="00523C11">
      <w:pPr>
        <w:rPr>
          <w:sz w:val="24"/>
          <w:szCs w:val="24"/>
        </w:rPr>
      </w:pPr>
    </w:p>
    <w:sectPr w:rsidR="00523C11" w:rsidSect="00523C11">
      <w:headerReference w:type="default" r:id="rId6"/>
      <w:footerReference w:type="default" r:id="rId7"/>
      <w:pgSz w:w="11899" w:h="16837"/>
      <w:pgMar w:top="1440" w:right="1797" w:bottom="1440" w:left="1797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C11" w:rsidRDefault="00523C11" w:rsidP="00523C11">
      <w:r>
        <w:separator/>
      </w:r>
    </w:p>
  </w:endnote>
  <w:endnote w:type="continuationSeparator" w:id="1">
    <w:p w:rsidR="00523C11" w:rsidRDefault="00523C11" w:rsidP="00523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11" w:rsidRDefault="00523C11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C11" w:rsidRDefault="00523C11" w:rsidP="00523C11">
      <w:r>
        <w:separator/>
      </w:r>
    </w:p>
  </w:footnote>
  <w:footnote w:type="continuationSeparator" w:id="1">
    <w:p w:rsidR="00523C11" w:rsidRDefault="00523C11" w:rsidP="00523C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C11" w:rsidRDefault="00523C11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523C11"/>
    <w:rsid w:val="0052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